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656F00" w:rsidRPr="00656F00" w:rsidRDefault="00656F00" w:rsidP="00190B6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Pr="00656F00">
        <w:rPr>
          <w:rFonts w:ascii="Times New Roman" w:hAnsi="Times New Roman"/>
          <w:i/>
          <w:sz w:val="24"/>
          <w:szCs w:val="24"/>
        </w:rPr>
        <w:t>остановлени</w:t>
      </w:r>
      <w:r>
        <w:rPr>
          <w:rFonts w:ascii="Times New Roman" w:hAnsi="Times New Roman"/>
          <w:i/>
          <w:sz w:val="24"/>
          <w:szCs w:val="24"/>
        </w:rPr>
        <w:t>я</w:t>
      </w:r>
      <w:r w:rsidRPr="00656F00">
        <w:rPr>
          <w:rFonts w:ascii="Times New Roman" w:hAnsi="Times New Roman"/>
          <w:i/>
          <w:sz w:val="24"/>
          <w:szCs w:val="24"/>
        </w:rPr>
        <w:t xml:space="preserve"> администрации Павловского муниципального района Воронежской области от 01.10.2020 № 657</w:t>
      </w:r>
      <w:bookmarkStart w:id="1" w:name="_Hlk63786065"/>
      <w:r w:rsidRPr="00656F00">
        <w:rPr>
          <w:rFonts w:ascii="Times New Roman" w:hAnsi="Times New Roman"/>
          <w:i/>
          <w:sz w:val="24"/>
          <w:szCs w:val="24"/>
        </w:rPr>
        <w:t xml:space="preserve"> «О порядке предоставления субсидий на возмещение части затрат субъектам малого и среднего предпринимательства Павловского муниципального района Воронежской области, занимающимся социально значимыми видами деятельности»</w:t>
      </w:r>
      <w:bookmarkEnd w:id="1"/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8313C7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656F00" w:rsidRPr="00656F00">
        <w:rPr>
          <w:rFonts w:ascii="Times New Roman" w:hAnsi="Times New Roman" w:cs="Times New Roman"/>
          <w:sz w:val="24"/>
          <w:szCs w:val="24"/>
          <w:u w:val="single"/>
        </w:rPr>
        <w:t>27</w:t>
      </w:r>
      <w:r w:rsidRPr="00656F00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56F00" w:rsidRPr="00656F00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656F00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8313C7" w:rsidRPr="00656F0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</w:t>
      </w:r>
      <w:r w:rsidRPr="008313C7">
        <w:rPr>
          <w:rFonts w:ascii="Times New Roman" w:hAnsi="Times New Roman" w:cs="Times New Roman"/>
          <w:sz w:val="24"/>
          <w:szCs w:val="24"/>
        </w:rPr>
        <w:t xml:space="preserve">электронной почте на адрес </w:t>
      </w:r>
      <w:hyperlink r:id="rId4" w:history="1">
        <w:r w:rsidR="00D65CD5" w:rsidRPr="00D97015">
          <w:rPr>
            <w:rStyle w:val="a4"/>
            <w:rFonts w:ascii="Times New Roman" w:hAnsi="Times New Roman" w:cs="Times New Roman"/>
            <w:sz w:val="24"/>
            <w:szCs w:val="24"/>
          </w:rPr>
          <w:t>o.econom306.pav@govvrn.ru</w:t>
        </w:r>
      </w:hyperlink>
      <w:r w:rsidR="008313C7" w:rsidRPr="00831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0B6E">
        <w:rPr>
          <w:rFonts w:ascii="Times New Roman" w:hAnsi="Times New Roman" w:cs="Times New Roman"/>
          <w:sz w:val="24"/>
          <w:szCs w:val="24"/>
        </w:rPr>
        <w:t>споспособствует</w:t>
      </w:r>
      <w:proofErr w:type="spellEnd"/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 w:rsidRPr="00190B6E">
        <w:rPr>
          <w:rFonts w:ascii="Times New Roman" w:hAnsi="Times New Roman" w:cs="Times New Roman"/>
          <w:sz w:val="24"/>
          <w:szCs w:val="24"/>
        </w:rPr>
        <w:lastRenderedPageBreak/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B6E" w:rsidRPr="00190B6E" w:rsidRDefault="00190B6E" w:rsidP="00190B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872" w:rsidRPr="00190B6E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5377"/>
    <w:rsid w:val="001278AA"/>
    <w:rsid w:val="00151A11"/>
    <w:rsid w:val="00190B6E"/>
    <w:rsid w:val="002639BC"/>
    <w:rsid w:val="00656F00"/>
    <w:rsid w:val="006603EF"/>
    <w:rsid w:val="007139A6"/>
    <w:rsid w:val="008313C7"/>
    <w:rsid w:val="00AE1872"/>
    <w:rsid w:val="00C9484E"/>
    <w:rsid w:val="00CA42EC"/>
    <w:rsid w:val="00D65CD5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9</cp:revision>
  <cp:lastPrinted>2022-10-13T06:19:00Z</cp:lastPrinted>
  <dcterms:created xsi:type="dcterms:W3CDTF">2021-02-03T08:56:00Z</dcterms:created>
  <dcterms:modified xsi:type="dcterms:W3CDTF">2022-10-13T06:20:00Z</dcterms:modified>
</cp:coreProperties>
</file>