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507A" w:rsidRPr="007407D7" w:rsidRDefault="0074507A" w:rsidP="00227748">
      <w:pPr>
        <w:autoSpaceDE w:val="0"/>
        <w:autoSpaceDN w:val="0"/>
        <w:adjustRightInd w:val="0"/>
        <w:ind w:firstLine="3960"/>
        <w:outlineLvl w:val="0"/>
        <w:rPr>
          <w:sz w:val="26"/>
          <w:szCs w:val="26"/>
        </w:rPr>
      </w:pPr>
      <w:r w:rsidRPr="007407D7">
        <w:rPr>
          <w:sz w:val="26"/>
          <w:szCs w:val="26"/>
        </w:rPr>
        <w:t>Приложение</w:t>
      </w:r>
    </w:p>
    <w:p w:rsidR="0074507A" w:rsidRPr="007407D7" w:rsidRDefault="0074507A" w:rsidP="00227748">
      <w:pPr>
        <w:autoSpaceDE w:val="0"/>
        <w:autoSpaceDN w:val="0"/>
        <w:adjustRightInd w:val="0"/>
        <w:ind w:firstLine="3960"/>
        <w:rPr>
          <w:sz w:val="26"/>
          <w:szCs w:val="26"/>
        </w:rPr>
      </w:pPr>
      <w:r w:rsidRPr="007407D7">
        <w:rPr>
          <w:sz w:val="26"/>
          <w:szCs w:val="26"/>
        </w:rPr>
        <w:t xml:space="preserve">к Порядку проведения в 2017 году </w:t>
      </w:r>
    </w:p>
    <w:p w:rsidR="0074507A" w:rsidRPr="007407D7" w:rsidRDefault="0074507A" w:rsidP="007407D7">
      <w:pPr>
        <w:autoSpaceDE w:val="0"/>
        <w:autoSpaceDN w:val="0"/>
        <w:adjustRightInd w:val="0"/>
        <w:ind w:left="3960"/>
        <w:rPr>
          <w:sz w:val="26"/>
          <w:szCs w:val="26"/>
        </w:rPr>
      </w:pPr>
      <w:r w:rsidRPr="007407D7">
        <w:rPr>
          <w:sz w:val="26"/>
          <w:szCs w:val="26"/>
        </w:rPr>
        <w:t>реструктуризации долга</w:t>
      </w:r>
      <w:r>
        <w:rPr>
          <w:sz w:val="26"/>
          <w:szCs w:val="26"/>
        </w:rPr>
        <w:t xml:space="preserve"> </w:t>
      </w:r>
      <w:r w:rsidRPr="007407D7">
        <w:rPr>
          <w:sz w:val="26"/>
          <w:szCs w:val="26"/>
        </w:rPr>
        <w:t>городского поселения город Павловск</w:t>
      </w:r>
      <w:r>
        <w:rPr>
          <w:sz w:val="26"/>
          <w:szCs w:val="26"/>
        </w:rPr>
        <w:t xml:space="preserve"> </w:t>
      </w:r>
      <w:r w:rsidRPr="007407D7">
        <w:rPr>
          <w:sz w:val="26"/>
          <w:szCs w:val="26"/>
        </w:rPr>
        <w:t xml:space="preserve">по бюджетным кредитам, полученным на проектирование, </w:t>
      </w:r>
      <w:r>
        <w:rPr>
          <w:sz w:val="26"/>
          <w:szCs w:val="26"/>
        </w:rPr>
        <w:t>с</w:t>
      </w:r>
      <w:r w:rsidRPr="007407D7">
        <w:rPr>
          <w:sz w:val="26"/>
          <w:szCs w:val="26"/>
        </w:rPr>
        <w:t>троительство,</w:t>
      </w:r>
      <w:r>
        <w:rPr>
          <w:sz w:val="26"/>
          <w:szCs w:val="26"/>
        </w:rPr>
        <w:t xml:space="preserve"> </w:t>
      </w:r>
      <w:r w:rsidRPr="007407D7">
        <w:rPr>
          <w:sz w:val="26"/>
          <w:szCs w:val="26"/>
        </w:rPr>
        <w:t xml:space="preserve">реконструкцию, капитальный ремонт, ремонт и содержание автомобильных </w:t>
      </w:r>
    </w:p>
    <w:p w:rsidR="0074507A" w:rsidRPr="007407D7" w:rsidRDefault="0074507A" w:rsidP="00227748">
      <w:pPr>
        <w:autoSpaceDE w:val="0"/>
        <w:autoSpaceDN w:val="0"/>
        <w:adjustRightInd w:val="0"/>
        <w:ind w:firstLine="3960"/>
        <w:rPr>
          <w:sz w:val="26"/>
          <w:szCs w:val="26"/>
        </w:rPr>
      </w:pPr>
      <w:r w:rsidRPr="007407D7">
        <w:rPr>
          <w:sz w:val="26"/>
          <w:szCs w:val="26"/>
        </w:rPr>
        <w:t xml:space="preserve">дорог общего пользования местного </w:t>
      </w:r>
    </w:p>
    <w:p w:rsidR="0074507A" w:rsidRPr="007407D7" w:rsidRDefault="0074507A" w:rsidP="00227748">
      <w:pPr>
        <w:autoSpaceDE w:val="0"/>
        <w:autoSpaceDN w:val="0"/>
        <w:adjustRightInd w:val="0"/>
        <w:ind w:firstLine="3960"/>
        <w:rPr>
          <w:sz w:val="26"/>
          <w:szCs w:val="26"/>
        </w:rPr>
      </w:pPr>
      <w:r w:rsidRPr="007407D7">
        <w:rPr>
          <w:sz w:val="26"/>
          <w:szCs w:val="26"/>
        </w:rPr>
        <w:t xml:space="preserve">значения, а также  на капитальный </w:t>
      </w:r>
    </w:p>
    <w:p w:rsidR="0074507A" w:rsidRPr="007407D7" w:rsidRDefault="0074507A" w:rsidP="00227748">
      <w:pPr>
        <w:autoSpaceDE w:val="0"/>
        <w:autoSpaceDN w:val="0"/>
        <w:adjustRightInd w:val="0"/>
        <w:ind w:firstLine="3960"/>
        <w:rPr>
          <w:sz w:val="26"/>
          <w:szCs w:val="26"/>
        </w:rPr>
      </w:pPr>
      <w:r w:rsidRPr="007407D7">
        <w:rPr>
          <w:sz w:val="26"/>
          <w:szCs w:val="26"/>
        </w:rPr>
        <w:t xml:space="preserve">ремонт и ремонт дворовых территорий </w:t>
      </w:r>
    </w:p>
    <w:p w:rsidR="0074507A" w:rsidRPr="007407D7" w:rsidRDefault="0074507A" w:rsidP="00227748">
      <w:pPr>
        <w:autoSpaceDE w:val="0"/>
        <w:autoSpaceDN w:val="0"/>
        <w:adjustRightInd w:val="0"/>
        <w:ind w:firstLine="3960"/>
        <w:rPr>
          <w:sz w:val="26"/>
          <w:szCs w:val="26"/>
        </w:rPr>
      </w:pPr>
      <w:r w:rsidRPr="007407D7">
        <w:rPr>
          <w:sz w:val="26"/>
          <w:szCs w:val="26"/>
        </w:rPr>
        <w:t xml:space="preserve">многоквартирных домов, проездов </w:t>
      </w:r>
    </w:p>
    <w:p w:rsidR="0074507A" w:rsidRPr="007407D7" w:rsidRDefault="0074507A" w:rsidP="00227748">
      <w:pPr>
        <w:autoSpaceDE w:val="0"/>
        <w:autoSpaceDN w:val="0"/>
        <w:adjustRightInd w:val="0"/>
        <w:ind w:firstLine="3960"/>
        <w:rPr>
          <w:sz w:val="26"/>
          <w:szCs w:val="26"/>
        </w:rPr>
      </w:pPr>
      <w:r w:rsidRPr="007407D7">
        <w:rPr>
          <w:sz w:val="26"/>
          <w:szCs w:val="26"/>
        </w:rPr>
        <w:t xml:space="preserve">к дворовым территориям многоквартирных </w:t>
      </w:r>
    </w:p>
    <w:p w:rsidR="0074507A" w:rsidRPr="007407D7" w:rsidRDefault="0074507A" w:rsidP="00227748">
      <w:pPr>
        <w:autoSpaceDE w:val="0"/>
        <w:autoSpaceDN w:val="0"/>
        <w:adjustRightInd w:val="0"/>
        <w:ind w:firstLine="3960"/>
        <w:rPr>
          <w:sz w:val="26"/>
          <w:szCs w:val="26"/>
        </w:rPr>
      </w:pPr>
      <w:r w:rsidRPr="007407D7">
        <w:rPr>
          <w:sz w:val="26"/>
          <w:szCs w:val="26"/>
        </w:rPr>
        <w:t>домов населенных пунктов, срок</w:t>
      </w:r>
    </w:p>
    <w:p w:rsidR="0074507A" w:rsidRPr="007407D7" w:rsidRDefault="0074507A" w:rsidP="00227748">
      <w:pPr>
        <w:autoSpaceDE w:val="0"/>
        <w:autoSpaceDN w:val="0"/>
        <w:adjustRightInd w:val="0"/>
        <w:ind w:firstLine="3960"/>
        <w:rPr>
          <w:sz w:val="26"/>
          <w:szCs w:val="26"/>
        </w:rPr>
      </w:pPr>
      <w:r w:rsidRPr="007407D7">
        <w:rPr>
          <w:sz w:val="26"/>
          <w:szCs w:val="26"/>
        </w:rPr>
        <w:t xml:space="preserve">погашения которых наступает в 2017 году                      </w:t>
      </w:r>
    </w:p>
    <w:p w:rsidR="0074507A" w:rsidRPr="007407D7" w:rsidRDefault="0074507A" w:rsidP="00227748">
      <w:pPr>
        <w:tabs>
          <w:tab w:val="left" w:pos="993"/>
        </w:tabs>
        <w:spacing w:line="360" w:lineRule="auto"/>
        <w:ind w:firstLine="720"/>
        <w:rPr>
          <w:sz w:val="26"/>
          <w:szCs w:val="26"/>
        </w:rPr>
      </w:pPr>
    </w:p>
    <w:p w:rsidR="0074507A" w:rsidRPr="007407D7" w:rsidRDefault="0074507A" w:rsidP="006E242D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7407D7">
        <w:rPr>
          <w:rFonts w:ascii="Times New Roman" w:hAnsi="Times New Roman" w:cs="Times New Roman"/>
          <w:sz w:val="26"/>
          <w:szCs w:val="26"/>
        </w:rPr>
        <w:t>Методика</w:t>
      </w:r>
    </w:p>
    <w:p w:rsidR="0074507A" w:rsidRPr="007407D7" w:rsidRDefault="0074507A" w:rsidP="006E242D">
      <w:pPr>
        <w:pStyle w:val="ConsPlusNormal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 w:rsidRPr="007407D7">
        <w:rPr>
          <w:rFonts w:ascii="Times New Roman" w:hAnsi="Times New Roman" w:cs="Times New Roman"/>
          <w:sz w:val="26"/>
          <w:szCs w:val="26"/>
        </w:rPr>
        <w:t xml:space="preserve"> расчета  суммы списания (сокращения) реструктурируемого </w:t>
      </w:r>
      <w:r w:rsidRPr="007407D7">
        <w:rPr>
          <w:rFonts w:ascii="Times New Roman" w:hAnsi="Times New Roman" w:cs="Times New Roman"/>
          <w:color w:val="000000"/>
          <w:sz w:val="26"/>
          <w:szCs w:val="26"/>
        </w:rPr>
        <w:t xml:space="preserve">долга </w:t>
      </w:r>
    </w:p>
    <w:p w:rsidR="0074507A" w:rsidRPr="007407D7" w:rsidRDefault="0074507A" w:rsidP="006E242D">
      <w:pPr>
        <w:pStyle w:val="ConsPlusNormal"/>
        <w:spacing w:line="36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74507A" w:rsidRPr="007407D7" w:rsidRDefault="0074507A" w:rsidP="006E242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7407D7">
        <w:rPr>
          <w:sz w:val="26"/>
          <w:szCs w:val="26"/>
        </w:rPr>
        <w:t xml:space="preserve">Сумма реструктурируемого долга </w:t>
      </w:r>
      <w:r w:rsidRPr="007407D7">
        <w:rPr>
          <w:sz w:val="26"/>
          <w:szCs w:val="26"/>
          <w:lang w:val="en-US"/>
        </w:rPr>
        <w:t>i</w:t>
      </w:r>
      <w:r w:rsidRPr="007407D7">
        <w:rPr>
          <w:sz w:val="26"/>
          <w:szCs w:val="26"/>
        </w:rPr>
        <w:t>-го муниципального образования Павловского муниципального района, подлежащая списанию в 2017 году, определяется по следующей формуле:</w:t>
      </w:r>
    </w:p>
    <w:p w:rsidR="0074507A" w:rsidRPr="007407D7" w:rsidRDefault="0074507A" w:rsidP="006E242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7407D7">
        <w:rPr>
          <w:sz w:val="26"/>
          <w:szCs w:val="26"/>
          <w:lang w:val="en-US"/>
        </w:rPr>
        <w:t>C</w:t>
      </w:r>
      <w:r w:rsidRPr="007407D7">
        <w:rPr>
          <w:sz w:val="26"/>
          <w:szCs w:val="26"/>
          <w:vertAlign w:val="subscript"/>
          <w:lang w:val="en-US"/>
        </w:rPr>
        <w:t>i</w:t>
      </w:r>
      <w:r w:rsidRPr="007407D7">
        <w:rPr>
          <w:sz w:val="26"/>
          <w:szCs w:val="26"/>
        </w:rPr>
        <w:t xml:space="preserve"> = Д</w:t>
      </w:r>
      <w:r w:rsidRPr="007407D7">
        <w:rPr>
          <w:sz w:val="26"/>
          <w:szCs w:val="26"/>
          <w:vertAlign w:val="subscript"/>
          <w:lang w:val="en-US"/>
        </w:rPr>
        <w:t>i</w:t>
      </w:r>
      <w:r w:rsidRPr="007407D7">
        <w:rPr>
          <w:sz w:val="26"/>
          <w:szCs w:val="26"/>
        </w:rPr>
        <w:t xml:space="preserve"> х 0,99;</w:t>
      </w:r>
    </w:p>
    <w:p w:rsidR="0074507A" w:rsidRPr="007407D7" w:rsidRDefault="0074507A" w:rsidP="006E242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7407D7">
        <w:rPr>
          <w:sz w:val="26"/>
          <w:szCs w:val="26"/>
        </w:rPr>
        <w:t>где:</w:t>
      </w:r>
    </w:p>
    <w:p w:rsidR="0074507A" w:rsidRPr="007407D7" w:rsidRDefault="0074507A" w:rsidP="006E242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7407D7">
        <w:rPr>
          <w:sz w:val="26"/>
          <w:szCs w:val="26"/>
        </w:rPr>
        <w:t>С</w:t>
      </w:r>
      <w:r w:rsidRPr="007407D7">
        <w:rPr>
          <w:sz w:val="26"/>
          <w:szCs w:val="26"/>
          <w:vertAlign w:val="subscript"/>
          <w:lang w:val="en-US"/>
        </w:rPr>
        <w:t>i</w:t>
      </w:r>
      <w:r w:rsidRPr="007407D7">
        <w:rPr>
          <w:sz w:val="26"/>
          <w:szCs w:val="26"/>
          <w:vertAlign w:val="subscript"/>
        </w:rPr>
        <w:t xml:space="preserve">  </w:t>
      </w:r>
      <w:r w:rsidRPr="007407D7">
        <w:rPr>
          <w:sz w:val="26"/>
          <w:szCs w:val="26"/>
        </w:rPr>
        <w:t xml:space="preserve">- сумма реструктурируемого долга </w:t>
      </w:r>
      <w:r w:rsidRPr="007407D7">
        <w:rPr>
          <w:sz w:val="26"/>
          <w:szCs w:val="26"/>
          <w:lang w:val="en-US"/>
        </w:rPr>
        <w:t>i</w:t>
      </w:r>
      <w:r w:rsidRPr="007407D7">
        <w:rPr>
          <w:sz w:val="26"/>
          <w:szCs w:val="26"/>
        </w:rPr>
        <w:t>-го муниципального образования Павловского муниципального района, подлежащая списанию в 2017 году;</w:t>
      </w:r>
    </w:p>
    <w:p w:rsidR="0074507A" w:rsidRPr="007407D7" w:rsidRDefault="0074507A" w:rsidP="006E242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7407D7">
        <w:rPr>
          <w:sz w:val="26"/>
          <w:szCs w:val="26"/>
        </w:rPr>
        <w:t>Д</w:t>
      </w:r>
      <w:r w:rsidRPr="007407D7">
        <w:rPr>
          <w:sz w:val="26"/>
          <w:szCs w:val="26"/>
          <w:vertAlign w:val="subscript"/>
          <w:lang w:val="en-US"/>
        </w:rPr>
        <w:t>i</w:t>
      </w:r>
      <w:r w:rsidRPr="007407D7">
        <w:rPr>
          <w:sz w:val="26"/>
          <w:szCs w:val="26"/>
        </w:rPr>
        <w:t xml:space="preserve"> - консолидированная задолженность по бюджетным кредитам                  </w:t>
      </w:r>
      <w:r w:rsidRPr="007407D7">
        <w:rPr>
          <w:sz w:val="26"/>
          <w:szCs w:val="26"/>
          <w:lang w:val="en-US"/>
        </w:rPr>
        <w:t>i</w:t>
      </w:r>
      <w:r w:rsidRPr="007407D7">
        <w:rPr>
          <w:sz w:val="26"/>
          <w:szCs w:val="26"/>
        </w:rPr>
        <w:t>-го муниципального образования, полученным из бюджета Павловского муниципального района в 2014 году на проектирование, строительство, реконструкцию, капитальный ремонт, ремонт и содержание автомобильных дорог общего пользования местного значения, а также на капитальный ремонт и ремонт дворовых территорий многоквартирных домов, проездов к дворовым территориям многоквартирных домов населенных пунктов, срок погашения которых наступает в 2017 году.</w:t>
      </w:r>
    </w:p>
    <w:p w:rsidR="0074507A" w:rsidRPr="007407D7" w:rsidRDefault="0074507A" w:rsidP="006E242D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</w:p>
    <w:p w:rsidR="0074507A" w:rsidRPr="007407D7" w:rsidRDefault="0074507A" w:rsidP="006E242D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7407D7">
        <w:rPr>
          <w:rFonts w:ascii="Times New Roman" w:hAnsi="Times New Roman" w:cs="Times New Roman"/>
          <w:sz w:val="26"/>
          <w:szCs w:val="26"/>
        </w:rPr>
        <w:t xml:space="preserve">Глава администрации Павловского </w:t>
      </w:r>
    </w:p>
    <w:p w:rsidR="0074507A" w:rsidRPr="007407D7" w:rsidRDefault="0074507A" w:rsidP="006E242D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7407D7">
        <w:rPr>
          <w:rFonts w:ascii="Times New Roman" w:hAnsi="Times New Roman" w:cs="Times New Roman"/>
          <w:sz w:val="26"/>
          <w:szCs w:val="26"/>
        </w:rPr>
        <w:t>муниципального района</w:t>
      </w:r>
      <w:r w:rsidRPr="007407D7">
        <w:rPr>
          <w:rFonts w:ascii="Times New Roman" w:hAnsi="Times New Roman" w:cs="Times New Roman"/>
          <w:sz w:val="26"/>
          <w:szCs w:val="26"/>
        </w:rPr>
        <w:tab/>
      </w:r>
      <w:r w:rsidRPr="007407D7">
        <w:rPr>
          <w:rFonts w:ascii="Times New Roman" w:hAnsi="Times New Roman" w:cs="Times New Roman"/>
          <w:sz w:val="26"/>
          <w:szCs w:val="26"/>
        </w:rPr>
        <w:tab/>
      </w:r>
      <w:r w:rsidRPr="007407D7">
        <w:rPr>
          <w:rFonts w:ascii="Times New Roman" w:hAnsi="Times New Roman" w:cs="Times New Roman"/>
          <w:sz w:val="26"/>
          <w:szCs w:val="26"/>
        </w:rPr>
        <w:tab/>
      </w:r>
      <w:r w:rsidRPr="007407D7">
        <w:rPr>
          <w:rFonts w:ascii="Times New Roman" w:hAnsi="Times New Roman" w:cs="Times New Roman"/>
          <w:sz w:val="26"/>
          <w:szCs w:val="26"/>
        </w:rPr>
        <w:tab/>
      </w:r>
      <w:r w:rsidRPr="007407D7">
        <w:rPr>
          <w:rFonts w:ascii="Times New Roman" w:hAnsi="Times New Roman" w:cs="Times New Roman"/>
          <w:sz w:val="26"/>
          <w:szCs w:val="26"/>
        </w:rPr>
        <w:tab/>
      </w:r>
      <w:r w:rsidRPr="007407D7">
        <w:rPr>
          <w:rFonts w:ascii="Times New Roman" w:hAnsi="Times New Roman" w:cs="Times New Roman"/>
          <w:sz w:val="26"/>
          <w:szCs w:val="26"/>
        </w:rPr>
        <w:tab/>
        <w:t>Ю.Ф. Русинов</w:t>
      </w:r>
    </w:p>
    <w:sectPr w:rsidR="0074507A" w:rsidRPr="007407D7" w:rsidSect="00D30D64">
      <w:headerReference w:type="default" r:id="rId6"/>
      <w:headerReference w:type="first" r:id="rId7"/>
      <w:pgSz w:w="11906" w:h="16838" w:code="9"/>
      <w:pgMar w:top="1134" w:right="707" w:bottom="1701" w:left="1985" w:header="720" w:footer="720" w:gutter="0"/>
      <w:pgNumType w:chapStyle="1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4507A" w:rsidRDefault="0074507A" w:rsidP="00C33431">
      <w:r>
        <w:separator/>
      </w:r>
    </w:p>
  </w:endnote>
  <w:endnote w:type="continuationSeparator" w:id="0">
    <w:p w:rsidR="0074507A" w:rsidRDefault="0074507A" w:rsidP="00C3343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4507A" w:rsidRDefault="0074507A" w:rsidP="00C33431">
      <w:r>
        <w:separator/>
      </w:r>
    </w:p>
  </w:footnote>
  <w:footnote w:type="continuationSeparator" w:id="0">
    <w:p w:rsidR="0074507A" w:rsidRDefault="0074507A" w:rsidP="00C3343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507A" w:rsidRDefault="0074507A">
    <w:pPr>
      <w:pStyle w:val="Header"/>
      <w:jc w:val="center"/>
    </w:pPr>
    <w:fldSimple w:instr=" PAGE   \* MERGEFORMAT ">
      <w:r>
        <w:rPr>
          <w:noProof/>
        </w:rPr>
        <w:t>2</w:t>
      </w:r>
    </w:fldSimple>
  </w:p>
  <w:p w:rsidR="0074507A" w:rsidRDefault="0074507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507A" w:rsidRDefault="0074507A">
    <w:pPr>
      <w:pStyle w:val="Header"/>
      <w:jc w:val="center"/>
    </w:pPr>
  </w:p>
  <w:p w:rsidR="0074507A" w:rsidRDefault="0074507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E242D"/>
    <w:rsid w:val="0006427B"/>
    <w:rsid w:val="000F63A0"/>
    <w:rsid w:val="001E0924"/>
    <w:rsid w:val="00217D01"/>
    <w:rsid w:val="00227748"/>
    <w:rsid w:val="0024456B"/>
    <w:rsid w:val="00252053"/>
    <w:rsid w:val="0027591E"/>
    <w:rsid w:val="00341E33"/>
    <w:rsid w:val="00364C10"/>
    <w:rsid w:val="00364D9C"/>
    <w:rsid w:val="0036606C"/>
    <w:rsid w:val="003C7587"/>
    <w:rsid w:val="00402BDD"/>
    <w:rsid w:val="004B621A"/>
    <w:rsid w:val="0059530F"/>
    <w:rsid w:val="00657976"/>
    <w:rsid w:val="006E242D"/>
    <w:rsid w:val="006E43B0"/>
    <w:rsid w:val="006E4B4F"/>
    <w:rsid w:val="00734D1B"/>
    <w:rsid w:val="007407D7"/>
    <w:rsid w:val="00741827"/>
    <w:rsid w:val="0074507A"/>
    <w:rsid w:val="007878CF"/>
    <w:rsid w:val="007955F2"/>
    <w:rsid w:val="00894F78"/>
    <w:rsid w:val="008F4073"/>
    <w:rsid w:val="00904CEB"/>
    <w:rsid w:val="00907F28"/>
    <w:rsid w:val="00922F67"/>
    <w:rsid w:val="009919C2"/>
    <w:rsid w:val="009D1705"/>
    <w:rsid w:val="009F674A"/>
    <w:rsid w:val="00A6353C"/>
    <w:rsid w:val="00B1154F"/>
    <w:rsid w:val="00BE271E"/>
    <w:rsid w:val="00C00C85"/>
    <w:rsid w:val="00C11203"/>
    <w:rsid w:val="00C11E3A"/>
    <w:rsid w:val="00C33431"/>
    <w:rsid w:val="00D22394"/>
    <w:rsid w:val="00D30D64"/>
    <w:rsid w:val="00DA03DA"/>
    <w:rsid w:val="00DA125A"/>
    <w:rsid w:val="00E87A95"/>
    <w:rsid w:val="00E91EAA"/>
    <w:rsid w:val="00F37F00"/>
    <w:rsid w:val="00F66A29"/>
    <w:rsid w:val="00FB1A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242D"/>
    <w:rPr>
      <w:rFonts w:ascii="Times New Roman" w:eastAsia="Times New Roman" w:hAnsi="Times New Roman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6E242D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table" w:styleId="TableGrid">
    <w:name w:val="Table Grid"/>
    <w:basedOn w:val="TableNormal"/>
    <w:uiPriority w:val="99"/>
    <w:rsid w:val="006E242D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6E242D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6E242D"/>
    <w:rPr>
      <w:rFonts w:ascii="Times New Roman" w:hAnsi="Times New Roman" w:cs="Times New Roman"/>
      <w:sz w:val="20"/>
      <w:szCs w:val="20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36606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87A95"/>
    <w:rPr>
      <w:rFonts w:ascii="Times New Roman" w:hAnsi="Times New Roman"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19</TotalTime>
  <Pages>1</Pages>
  <Words>225</Words>
  <Characters>1289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subject/>
  <dc:creator>agr_mng</dc:creator>
  <cp:keywords/>
  <dc:description/>
  <cp:lastModifiedBy>dohod1</cp:lastModifiedBy>
  <cp:revision>6</cp:revision>
  <cp:lastPrinted>2017-05-22T12:38:00Z</cp:lastPrinted>
  <dcterms:created xsi:type="dcterms:W3CDTF">2017-03-30T07:49:00Z</dcterms:created>
  <dcterms:modified xsi:type="dcterms:W3CDTF">2017-06-09T13:43:00Z</dcterms:modified>
</cp:coreProperties>
</file>