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C56" w:rsidRDefault="004D1C56" w:rsidP="000E1418">
      <w:pPr>
        <w:ind w:left="567"/>
        <w:jc w:val="center"/>
        <w:rPr>
          <w:rFonts w:ascii="Times New Roman" w:hAnsi="Times New Roman"/>
          <w:bCs/>
          <w:spacing w:val="-1"/>
          <w:sz w:val="26"/>
          <w:szCs w:val="26"/>
        </w:rPr>
      </w:pPr>
    </w:p>
    <w:p w:rsidR="004D1C56" w:rsidRDefault="004D1C56" w:rsidP="000E1418">
      <w:pPr>
        <w:ind w:left="567"/>
        <w:jc w:val="center"/>
        <w:rPr>
          <w:rFonts w:ascii="Times New Roman" w:hAnsi="Times New Roman"/>
          <w:bCs/>
          <w:spacing w:val="-1"/>
          <w:sz w:val="26"/>
          <w:szCs w:val="26"/>
        </w:rPr>
      </w:pPr>
    </w:p>
    <w:p w:rsidR="004D1C56" w:rsidRDefault="004D1C56" w:rsidP="000E1418">
      <w:pPr>
        <w:ind w:left="567"/>
        <w:jc w:val="center"/>
        <w:rPr>
          <w:rFonts w:ascii="Times New Roman" w:hAnsi="Times New Roman"/>
          <w:bCs/>
          <w:spacing w:val="-1"/>
          <w:sz w:val="26"/>
          <w:szCs w:val="26"/>
        </w:rPr>
      </w:pPr>
    </w:p>
    <w:p w:rsidR="004D1C56" w:rsidRDefault="004D1C56" w:rsidP="000E1418">
      <w:pPr>
        <w:ind w:left="567"/>
        <w:jc w:val="center"/>
        <w:rPr>
          <w:rFonts w:ascii="Times New Roman" w:hAnsi="Times New Roman"/>
          <w:bCs/>
          <w:spacing w:val="-1"/>
          <w:sz w:val="26"/>
          <w:szCs w:val="26"/>
        </w:rPr>
      </w:pPr>
    </w:p>
    <w:p w:rsidR="004D1C56" w:rsidRDefault="004D1C56" w:rsidP="000E1418">
      <w:pPr>
        <w:ind w:left="567"/>
        <w:jc w:val="center"/>
        <w:rPr>
          <w:rFonts w:ascii="Times New Roman" w:hAnsi="Times New Roman"/>
          <w:bCs/>
          <w:spacing w:val="-1"/>
          <w:sz w:val="26"/>
          <w:szCs w:val="26"/>
        </w:rPr>
      </w:pPr>
    </w:p>
    <w:p w:rsidR="004D1C56" w:rsidRDefault="004D1C56" w:rsidP="00072783">
      <w:pPr>
        <w:ind w:firstLine="0"/>
        <w:rPr>
          <w:rFonts w:ascii="Times New Roman" w:hAnsi="Times New Roman"/>
          <w:bCs/>
          <w:spacing w:val="-1"/>
          <w:sz w:val="26"/>
          <w:szCs w:val="26"/>
        </w:rPr>
      </w:pPr>
    </w:p>
    <w:p w:rsidR="004D1C56" w:rsidRDefault="004D1C56" w:rsidP="004D1C56">
      <w:pPr>
        <w:ind w:firstLine="0"/>
        <w:rPr>
          <w:rFonts w:ascii="Times New Roman" w:hAnsi="Times New Roman"/>
          <w:bCs/>
          <w:spacing w:val="-1"/>
          <w:sz w:val="26"/>
          <w:szCs w:val="26"/>
          <w:lang w:val="en-US"/>
        </w:rPr>
      </w:pPr>
    </w:p>
    <w:p w:rsidR="0084654D" w:rsidRDefault="0084654D" w:rsidP="004D1C56">
      <w:pPr>
        <w:ind w:firstLine="0"/>
        <w:rPr>
          <w:rFonts w:ascii="Times New Roman" w:hAnsi="Times New Roman"/>
          <w:bCs/>
          <w:spacing w:val="-1"/>
          <w:sz w:val="26"/>
          <w:szCs w:val="26"/>
          <w:lang w:val="en-US"/>
        </w:rPr>
      </w:pPr>
    </w:p>
    <w:p w:rsidR="0084654D" w:rsidRDefault="0084654D" w:rsidP="004D1C56">
      <w:pPr>
        <w:ind w:firstLine="0"/>
        <w:rPr>
          <w:rFonts w:ascii="Times New Roman" w:hAnsi="Times New Roman"/>
          <w:bCs/>
          <w:spacing w:val="-1"/>
          <w:sz w:val="26"/>
          <w:szCs w:val="26"/>
          <w:lang w:val="en-US"/>
        </w:rPr>
      </w:pPr>
    </w:p>
    <w:p w:rsidR="0084654D" w:rsidRDefault="0084654D" w:rsidP="004D1C56">
      <w:pPr>
        <w:ind w:firstLine="0"/>
        <w:rPr>
          <w:rFonts w:ascii="Times New Roman" w:hAnsi="Times New Roman"/>
          <w:bCs/>
          <w:spacing w:val="-1"/>
          <w:sz w:val="26"/>
          <w:szCs w:val="26"/>
          <w:lang w:val="en-US"/>
        </w:rPr>
      </w:pPr>
    </w:p>
    <w:p w:rsidR="0084654D" w:rsidRPr="0084654D" w:rsidRDefault="0084654D" w:rsidP="004D1C56">
      <w:pPr>
        <w:ind w:firstLine="0"/>
        <w:rPr>
          <w:rFonts w:ascii="Times New Roman" w:hAnsi="Times New Roman"/>
          <w:bCs/>
          <w:spacing w:val="-1"/>
          <w:sz w:val="26"/>
          <w:szCs w:val="26"/>
          <w:lang w:val="en-US"/>
        </w:rPr>
      </w:pPr>
    </w:p>
    <w:p w:rsidR="00072783" w:rsidRPr="00072783" w:rsidRDefault="00072783" w:rsidP="00072783">
      <w:pPr>
        <w:pStyle w:val="16"/>
        <w:jc w:val="left"/>
        <w:rPr>
          <w:rFonts w:ascii="Times New Roman" w:hAnsi="Times New Roman"/>
          <w:b w:val="0"/>
          <w:caps w:val="0"/>
          <w:sz w:val="24"/>
          <w:szCs w:val="24"/>
        </w:rPr>
      </w:pPr>
    </w:p>
    <w:p w:rsidR="005D0ADA" w:rsidRPr="003F1FD2" w:rsidRDefault="005D0ADA" w:rsidP="005D0ADA">
      <w:pPr>
        <w:pStyle w:val="Title"/>
        <w:ind w:right="5101"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3F1FD2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Павловского муниципального района Воронежской области «</w:t>
      </w:r>
      <w:r w:rsidR="006E4F22" w:rsidRPr="003F1FD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Социализация детей-сирот и детей, нуждающихся в особой защите государства</w:t>
      </w:r>
      <w:r w:rsidRPr="003F1FD2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D1C56" w:rsidRDefault="004D1C56" w:rsidP="004D1C56">
      <w:pPr>
        <w:rPr>
          <w:rFonts w:ascii="Times New Roman" w:hAnsi="Times New Roman"/>
          <w:sz w:val="28"/>
          <w:szCs w:val="28"/>
        </w:rPr>
      </w:pPr>
    </w:p>
    <w:p w:rsidR="004D1C56" w:rsidRDefault="004D1C56" w:rsidP="00D902E7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4D1C56" w:rsidRPr="00BB5905" w:rsidRDefault="004D1C56" w:rsidP="004D1C56">
      <w:pPr>
        <w:numPr>
          <w:ilvl w:val="0"/>
          <w:numId w:val="26"/>
        </w:numPr>
        <w:tabs>
          <w:tab w:val="num" w:pos="0"/>
        </w:tabs>
        <w:suppressAutoHyphens/>
        <w:ind w:left="0" w:firstLine="567"/>
        <w:rPr>
          <w:rFonts w:ascii="Times New Roman" w:hAnsi="Times New Roman"/>
          <w:color w:val="FF0000"/>
          <w:sz w:val="26"/>
          <w:szCs w:val="26"/>
        </w:rPr>
      </w:pPr>
      <w:r w:rsidRPr="00BB5905">
        <w:rPr>
          <w:rFonts w:ascii="Times New Roman" w:hAnsi="Times New Roman"/>
          <w:sz w:val="26"/>
          <w:szCs w:val="26"/>
        </w:rPr>
        <w:t xml:space="preserve">В соответствии со </w:t>
      </w:r>
      <w:hyperlink r:id="rId8" w:history="1">
        <w:r w:rsidRPr="00BB5905">
          <w:rPr>
            <w:rFonts w:ascii="Times New Roman" w:hAnsi="Times New Roman"/>
            <w:sz w:val="26"/>
            <w:szCs w:val="26"/>
          </w:rPr>
          <w:t>статьей 179</w:t>
        </w:r>
      </w:hyperlink>
      <w:r w:rsidRPr="00BB5905">
        <w:rPr>
          <w:rFonts w:ascii="Times New Roman" w:hAnsi="Times New Roman"/>
          <w:sz w:val="26"/>
          <w:szCs w:val="26"/>
        </w:rPr>
        <w:t xml:space="preserve"> Бюджетного кодекса Российской Федерации, постановлением  администрации Павловского муниципального района Воронежской области от 28.08.2020</w:t>
      </w:r>
      <w:r w:rsidRPr="00BB5905">
        <w:rPr>
          <w:rFonts w:ascii="Times New Roman" w:hAnsi="Times New Roman"/>
          <w:color w:val="000000"/>
          <w:sz w:val="26"/>
          <w:szCs w:val="26"/>
        </w:rPr>
        <w:t xml:space="preserve"> № 549 «Об утверждении Порядка разработки, реализации и оценке эффективности муниципальных программ Павловского муниципального района Воронежской области»</w:t>
      </w:r>
      <w:r w:rsidRPr="00BB5905">
        <w:rPr>
          <w:rFonts w:ascii="Times New Roman" w:hAnsi="Times New Roman"/>
          <w:sz w:val="26"/>
          <w:szCs w:val="26"/>
        </w:rPr>
        <w:t>, администрация Павловского муниципального района Воронежской области</w:t>
      </w:r>
    </w:p>
    <w:p w:rsidR="004D1C56" w:rsidRPr="00AE7671" w:rsidRDefault="004D1C56" w:rsidP="004D1C56">
      <w:pPr>
        <w:rPr>
          <w:rFonts w:ascii="Times New Roman" w:hAnsi="Times New Roman"/>
          <w:sz w:val="28"/>
          <w:szCs w:val="28"/>
        </w:rPr>
      </w:pPr>
    </w:p>
    <w:p w:rsidR="004D1C56" w:rsidRPr="00AE7671" w:rsidRDefault="004D1C56" w:rsidP="004D1C56">
      <w:pPr>
        <w:jc w:val="center"/>
        <w:rPr>
          <w:rFonts w:ascii="Times New Roman" w:hAnsi="Times New Roman"/>
          <w:sz w:val="26"/>
          <w:szCs w:val="26"/>
        </w:rPr>
      </w:pPr>
      <w:r w:rsidRPr="00AE7671">
        <w:rPr>
          <w:rFonts w:ascii="Times New Roman" w:hAnsi="Times New Roman"/>
          <w:sz w:val="26"/>
          <w:szCs w:val="26"/>
        </w:rPr>
        <w:t>ПОСТАНОВЛЯЕТ:</w:t>
      </w:r>
    </w:p>
    <w:p w:rsidR="004D1C56" w:rsidRPr="00AE7671" w:rsidRDefault="004D1C56" w:rsidP="004D1C56">
      <w:pPr>
        <w:rPr>
          <w:rFonts w:ascii="Times New Roman" w:hAnsi="Times New Roman"/>
          <w:sz w:val="26"/>
          <w:szCs w:val="26"/>
        </w:rPr>
      </w:pPr>
    </w:p>
    <w:p w:rsidR="004D1C56" w:rsidRDefault="004D1C56" w:rsidP="004D1C56">
      <w:pPr>
        <w:rPr>
          <w:rFonts w:ascii="Times New Roman" w:hAnsi="Times New Roman"/>
          <w:sz w:val="26"/>
          <w:szCs w:val="26"/>
        </w:rPr>
      </w:pPr>
      <w:r w:rsidRPr="00AE7671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Утвердить муниципальную программу Павловского муниципальн</w:t>
      </w:r>
      <w:r w:rsidR="00D64462">
        <w:rPr>
          <w:rFonts w:ascii="Times New Roman" w:hAnsi="Times New Roman"/>
          <w:sz w:val="26"/>
          <w:szCs w:val="26"/>
        </w:rPr>
        <w:t xml:space="preserve">ого района Воронежской </w:t>
      </w:r>
      <w:r w:rsidR="00D64462" w:rsidRPr="003F1FD2">
        <w:rPr>
          <w:rFonts w:ascii="Times New Roman" w:hAnsi="Times New Roman"/>
          <w:sz w:val="26"/>
          <w:szCs w:val="26"/>
        </w:rPr>
        <w:t xml:space="preserve">области </w:t>
      </w:r>
      <w:r w:rsidR="00690D9F" w:rsidRPr="003F1FD2">
        <w:rPr>
          <w:rFonts w:ascii="Times New Roman" w:hAnsi="Times New Roman"/>
          <w:sz w:val="26"/>
          <w:szCs w:val="26"/>
        </w:rPr>
        <w:t>«</w:t>
      </w:r>
      <w:r w:rsidR="003F1FD2" w:rsidRPr="003F1FD2">
        <w:rPr>
          <w:rFonts w:ascii="Times New Roman" w:hAnsi="Times New Roman"/>
          <w:sz w:val="26"/>
          <w:szCs w:val="26"/>
          <w:shd w:val="clear" w:color="auto" w:fill="FFFFFF"/>
        </w:rPr>
        <w:t>Социализация детей-сирот и детей, нуждающихся в особой защите государства</w:t>
      </w:r>
      <w:r w:rsidR="00690D9F" w:rsidRPr="003F1FD2">
        <w:rPr>
          <w:rFonts w:ascii="Times New Roman" w:hAnsi="Times New Roman"/>
          <w:sz w:val="26"/>
          <w:szCs w:val="26"/>
        </w:rPr>
        <w:t>», согласно</w:t>
      </w:r>
      <w:r w:rsidR="00690D9F" w:rsidRPr="001B1679">
        <w:rPr>
          <w:rFonts w:ascii="Times New Roman" w:hAnsi="Times New Roman"/>
          <w:sz w:val="26"/>
          <w:szCs w:val="26"/>
        </w:rPr>
        <w:t xml:space="preserve"> приложению к настоящему постановлению</w:t>
      </w:r>
      <w:r w:rsidRPr="008A6724">
        <w:rPr>
          <w:rFonts w:ascii="Times New Roman" w:hAnsi="Times New Roman"/>
          <w:sz w:val="26"/>
          <w:szCs w:val="26"/>
        </w:rPr>
        <w:t>.</w:t>
      </w:r>
    </w:p>
    <w:p w:rsidR="004D1C56" w:rsidRDefault="004D1C56" w:rsidP="004D1C56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8A6724">
        <w:rPr>
          <w:rFonts w:ascii="Times New Roman" w:hAnsi="Times New Roman"/>
          <w:sz w:val="26"/>
          <w:szCs w:val="26"/>
        </w:rPr>
        <w:t>Финансирование мероприятий, связанных с реализацией муниципальной программы Павловского муниципального района Воронежской области «</w:t>
      </w:r>
      <w:r w:rsidR="003F1FD2" w:rsidRPr="003F1FD2">
        <w:rPr>
          <w:rFonts w:ascii="Times New Roman" w:hAnsi="Times New Roman"/>
          <w:sz w:val="26"/>
          <w:szCs w:val="26"/>
          <w:shd w:val="clear" w:color="auto" w:fill="FFFFFF"/>
        </w:rPr>
        <w:t>Социализация детей-сирот и детей, нуждающихся в особой защите государства</w:t>
      </w:r>
      <w:r w:rsidRPr="008A6724">
        <w:rPr>
          <w:rFonts w:ascii="Times New Roman" w:hAnsi="Times New Roman"/>
          <w:sz w:val="26"/>
          <w:szCs w:val="26"/>
        </w:rPr>
        <w:t>», производить в пределах средств, предусмотренных на эти цели бюджетом Павловского муниципального района</w:t>
      </w:r>
      <w:r w:rsidR="00D902E7">
        <w:rPr>
          <w:rFonts w:ascii="Times New Roman" w:hAnsi="Times New Roman"/>
          <w:sz w:val="26"/>
          <w:szCs w:val="26"/>
        </w:rPr>
        <w:t xml:space="preserve"> Воронежской области</w:t>
      </w:r>
      <w:r w:rsidRPr="008A6724">
        <w:rPr>
          <w:rFonts w:ascii="Times New Roman" w:hAnsi="Times New Roman"/>
          <w:sz w:val="26"/>
          <w:szCs w:val="26"/>
        </w:rPr>
        <w:t xml:space="preserve"> на соответствующий финансовый год.</w:t>
      </w:r>
    </w:p>
    <w:p w:rsidR="004D1C56" w:rsidRPr="008A6724" w:rsidRDefault="004D1C56" w:rsidP="004D1C56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8A6724">
        <w:rPr>
          <w:rFonts w:ascii="Times New Roman" w:hAnsi="Times New Roman"/>
          <w:sz w:val="26"/>
          <w:szCs w:val="26"/>
        </w:rPr>
        <w:t xml:space="preserve">Опубликовать настоящее постановление в муниципальной газете «Павловский муниципальный </w:t>
      </w:r>
      <w:r w:rsidR="00D902E7">
        <w:rPr>
          <w:rFonts w:ascii="Times New Roman" w:hAnsi="Times New Roman"/>
          <w:sz w:val="26"/>
          <w:szCs w:val="26"/>
        </w:rPr>
        <w:t>в</w:t>
      </w:r>
      <w:r w:rsidRPr="008A6724">
        <w:rPr>
          <w:rFonts w:ascii="Times New Roman" w:hAnsi="Times New Roman"/>
          <w:sz w:val="26"/>
          <w:szCs w:val="26"/>
        </w:rPr>
        <w:t>естник» и разместить на официальном сайте администрации Павловского муниципального района</w:t>
      </w:r>
      <w:r w:rsidR="00D902E7">
        <w:rPr>
          <w:rFonts w:ascii="Times New Roman" w:hAnsi="Times New Roman"/>
          <w:sz w:val="26"/>
          <w:szCs w:val="26"/>
        </w:rPr>
        <w:t xml:space="preserve"> </w:t>
      </w:r>
      <w:r w:rsidR="00D902E7" w:rsidRPr="00D902E7">
        <w:rPr>
          <w:rFonts w:ascii="Times New Roman" w:hAnsi="Times New Roman"/>
          <w:sz w:val="26"/>
          <w:szCs w:val="26"/>
        </w:rPr>
        <w:t xml:space="preserve"> </w:t>
      </w:r>
      <w:r w:rsidR="00D902E7">
        <w:rPr>
          <w:rFonts w:ascii="Times New Roman" w:hAnsi="Times New Roman"/>
          <w:sz w:val="26"/>
          <w:szCs w:val="26"/>
        </w:rPr>
        <w:t>Воронежской области.</w:t>
      </w:r>
    </w:p>
    <w:p w:rsidR="004D1C56" w:rsidRDefault="004D1C56" w:rsidP="004D1C56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Настоящее по</w:t>
      </w:r>
      <w:r w:rsidR="0001038E">
        <w:rPr>
          <w:rFonts w:ascii="Times New Roman" w:hAnsi="Times New Roman"/>
          <w:sz w:val="26"/>
          <w:szCs w:val="26"/>
        </w:rPr>
        <w:t>становление вступает в силу с 01.01.</w:t>
      </w:r>
      <w:r>
        <w:rPr>
          <w:rFonts w:ascii="Times New Roman" w:hAnsi="Times New Roman"/>
          <w:sz w:val="26"/>
          <w:szCs w:val="26"/>
        </w:rPr>
        <w:t>202</w:t>
      </w:r>
      <w:r w:rsidR="00D64462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года.</w:t>
      </w:r>
    </w:p>
    <w:p w:rsidR="004D1C56" w:rsidRDefault="004D1C56" w:rsidP="004D1C56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Контроль за исполнением настоящего постановления возложить на заместителя главы администрации Павловского муниципального района Рублевскую Е.Н.</w:t>
      </w:r>
    </w:p>
    <w:p w:rsidR="004D1C56" w:rsidRPr="008A6724" w:rsidRDefault="004D1C56" w:rsidP="004D1C56">
      <w:pPr>
        <w:pStyle w:val="a5"/>
        <w:ind w:firstLine="0"/>
        <w:rPr>
          <w:rFonts w:ascii="Arial" w:hAnsi="Arial" w:cs="Arial"/>
          <w:sz w:val="24"/>
          <w:szCs w:val="24"/>
        </w:rPr>
      </w:pPr>
    </w:p>
    <w:p w:rsidR="004D1C56" w:rsidRPr="00C1220D" w:rsidRDefault="004D1C56" w:rsidP="004D1C56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  <w:r w:rsidRPr="00C1220D">
        <w:rPr>
          <w:rFonts w:ascii="Times New Roman" w:hAnsi="Times New Roman"/>
          <w:sz w:val="26"/>
          <w:szCs w:val="26"/>
        </w:rPr>
        <w:t xml:space="preserve">Глава Павловского </w:t>
      </w:r>
    </w:p>
    <w:p w:rsidR="004D1C56" w:rsidRDefault="004D1C56" w:rsidP="004D1C56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  <w:r w:rsidRPr="00C1220D">
        <w:rPr>
          <w:rFonts w:ascii="Times New Roman" w:hAnsi="Times New Roman"/>
          <w:sz w:val="26"/>
          <w:szCs w:val="26"/>
        </w:rPr>
        <w:t xml:space="preserve">муниципального района </w:t>
      </w:r>
    </w:p>
    <w:p w:rsidR="004D1C56" w:rsidRDefault="004D1C56" w:rsidP="004D1C56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</w:t>
      </w:r>
      <w:r w:rsidRPr="00C1220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</w:t>
      </w:r>
      <w:r w:rsidR="00D902E7">
        <w:rPr>
          <w:rFonts w:ascii="Times New Roman" w:hAnsi="Times New Roman"/>
          <w:sz w:val="26"/>
          <w:szCs w:val="26"/>
        </w:rPr>
        <w:t xml:space="preserve">    </w:t>
      </w:r>
      <w:r w:rsidRPr="00C1220D">
        <w:rPr>
          <w:rFonts w:ascii="Times New Roman" w:hAnsi="Times New Roman"/>
          <w:sz w:val="26"/>
          <w:szCs w:val="26"/>
        </w:rPr>
        <w:t>М.Н. Янцов</w:t>
      </w:r>
    </w:p>
    <w:p w:rsidR="00D64462" w:rsidRPr="001B1679" w:rsidRDefault="00D64462" w:rsidP="00D64462">
      <w:pPr>
        <w:ind w:firstLine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1B1679">
        <w:rPr>
          <w:rFonts w:ascii="Times New Roman" w:hAnsi="Times New Roman"/>
          <w:color w:val="000000"/>
          <w:sz w:val="26"/>
          <w:szCs w:val="26"/>
        </w:rPr>
        <w:lastRenderedPageBreak/>
        <w:t>ПАСПОРТ</w:t>
      </w:r>
    </w:p>
    <w:p w:rsidR="00D64462" w:rsidRPr="001B1679" w:rsidRDefault="00D64462" w:rsidP="00D64462">
      <w:pPr>
        <w:ind w:firstLine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1B1679">
        <w:rPr>
          <w:rFonts w:ascii="Times New Roman" w:hAnsi="Times New Roman"/>
          <w:color w:val="000000"/>
          <w:sz w:val="26"/>
          <w:szCs w:val="26"/>
        </w:rPr>
        <w:t>муниципальной программы Павловского муниципального района</w:t>
      </w:r>
    </w:p>
    <w:p w:rsidR="00D64462" w:rsidRPr="001B1679" w:rsidRDefault="00D64462" w:rsidP="00D64462">
      <w:pPr>
        <w:ind w:firstLine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1B1679">
        <w:rPr>
          <w:rFonts w:ascii="Times New Roman" w:hAnsi="Times New Roman"/>
          <w:color w:val="000000"/>
          <w:sz w:val="26"/>
          <w:szCs w:val="26"/>
        </w:rPr>
        <w:t>Воронежской области</w:t>
      </w:r>
    </w:p>
    <w:p w:rsidR="00D64462" w:rsidRPr="001B1679" w:rsidRDefault="003F1FD2" w:rsidP="00D64462">
      <w:pPr>
        <w:ind w:firstLine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3F1FD2">
        <w:rPr>
          <w:rFonts w:ascii="Times New Roman" w:hAnsi="Times New Roman"/>
          <w:sz w:val="26"/>
          <w:szCs w:val="26"/>
          <w:shd w:val="clear" w:color="auto" w:fill="FFFFFF"/>
        </w:rPr>
        <w:t>Социализация детей-сирот и детей, нуждающихся в особой защите государства</w:t>
      </w:r>
      <w:r w:rsidRPr="001B1679">
        <w:rPr>
          <w:rFonts w:ascii="Times New Roman" w:hAnsi="Times New Roman"/>
          <w:sz w:val="26"/>
          <w:szCs w:val="26"/>
        </w:rPr>
        <w:t xml:space="preserve"> </w:t>
      </w:r>
      <w:r w:rsidR="00D64462" w:rsidRPr="001B1679">
        <w:rPr>
          <w:rFonts w:ascii="Times New Roman" w:hAnsi="Times New Roman"/>
          <w:sz w:val="26"/>
          <w:szCs w:val="26"/>
        </w:rPr>
        <w:t>на территории Павловского муниципального района</w:t>
      </w:r>
    </w:p>
    <w:p w:rsidR="00B07B02" w:rsidRPr="006427A7" w:rsidRDefault="00B07B02" w:rsidP="00D64462">
      <w:pPr>
        <w:shd w:val="clear" w:color="auto" w:fill="FFFFFF"/>
        <w:jc w:val="center"/>
        <w:rPr>
          <w:rFonts w:ascii="Times New Roman" w:hAnsi="Times New Roman"/>
          <w:sz w:val="26"/>
          <w:szCs w:val="26"/>
        </w:rPr>
      </w:pPr>
      <w:r w:rsidRPr="006427A7">
        <w:rPr>
          <w:rFonts w:ascii="Times New Roman" w:hAnsi="Times New Roman"/>
          <w:sz w:val="26"/>
          <w:szCs w:val="26"/>
        </w:rPr>
        <w:t>(далее – муниципальная программа)</w:t>
      </w:r>
    </w:p>
    <w:p w:rsidR="00B07B02" w:rsidRPr="006427A7" w:rsidRDefault="00B07B02" w:rsidP="00B401AB">
      <w:pPr>
        <w:shd w:val="clear" w:color="auto" w:fill="FFFFFF"/>
        <w:jc w:val="center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1847"/>
        <w:gridCol w:w="8438"/>
      </w:tblGrid>
      <w:tr w:rsidR="000E5FF8" w:rsidTr="000E5FF8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5FF8" w:rsidRPr="00D64462" w:rsidRDefault="000E5FF8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D64462">
              <w:rPr>
                <w:rFonts w:ascii="Times New Roman" w:hAnsi="Times New Roman"/>
                <w:spacing w:val="-2"/>
              </w:rPr>
              <w:t>Ответственный</w:t>
            </w:r>
          </w:p>
          <w:p w:rsidR="000E5FF8" w:rsidRPr="00D64462" w:rsidRDefault="000E5FF8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D64462">
              <w:rPr>
                <w:rFonts w:ascii="Times New Roman" w:hAnsi="Times New Roman"/>
              </w:rPr>
              <w:t>исполнитель</w:t>
            </w:r>
          </w:p>
          <w:p w:rsidR="000E5FF8" w:rsidRPr="00D64462" w:rsidRDefault="000E5FF8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D64462">
              <w:rPr>
                <w:rFonts w:ascii="Times New Roman" w:hAnsi="Times New Roman"/>
              </w:rPr>
              <w:t>муниципальной программы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5FF8" w:rsidRPr="00D64462" w:rsidRDefault="00B72EA6">
            <w:pPr>
              <w:shd w:val="clear" w:color="auto" w:fill="FFFFFF"/>
              <w:ind w:firstLine="0"/>
              <w:rPr>
                <w:rFonts w:ascii="Times New Roman" w:hAnsi="Times New Roman"/>
                <w:spacing w:val="-1"/>
              </w:rPr>
            </w:pPr>
            <w:r w:rsidRPr="00D64462">
              <w:rPr>
                <w:rFonts w:ascii="Times New Roman" w:hAnsi="Times New Roman"/>
                <w:spacing w:val="-1"/>
              </w:rPr>
              <w:t>Заместитель</w:t>
            </w:r>
            <w:r w:rsidR="000E5FF8" w:rsidRPr="00D64462">
              <w:rPr>
                <w:rFonts w:ascii="Times New Roman" w:hAnsi="Times New Roman"/>
                <w:spacing w:val="-1"/>
              </w:rPr>
              <w:t xml:space="preserve"> главы администрации Павловского муниципального района </w:t>
            </w:r>
          </w:p>
        </w:tc>
      </w:tr>
      <w:tr w:rsidR="000E5FF8" w:rsidTr="000E5FF8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5FF8" w:rsidRPr="00D64462" w:rsidRDefault="000E5FF8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D64462">
              <w:rPr>
                <w:rFonts w:ascii="Times New Roman" w:hAnsi="Times New Roman"/>
                <w:spacing w:val="-2"/>
              </w:rPr>
              <w:t xml:space="preserve">Исполнители </w:t>
            </w:r>
            <w:r w:rsidRPr="00D64462">
              <w:rPr>
                <w:rFonts w:ascii="Times New Roman" w:hAnsi="Times New Roman"/>
              </w:rPr>
              <w:t>муниципальной программы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462" w:rsidRPr="00D64462" w:rsidRDefault="00D64462" w:rsidP="00D64462">
            <w:pPr>
              <w:pStyle w:val="aa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</w:rPr>
            </w:pPr>
            <w:r w:rsidRPr="00D64462">
              <w:rPr>
                <w:rFonts w:ascii="Times New Roman" w:hAnsi="Times New Roman"/>
              </w:rPr>
              <w:t xml:space="preserve">Отдел опеки и попечительства администрации Павловского муниципального района, </w:t>
            </w:r>
          </w:p>
          <w:p w:rsidR="00D64462" w:rsidRPr="00D64462" w:rsidRDefault="00D64462" w:rsidP="00D64462">
            <w:pPr>
              <w:pStyle w:val="aa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color w:val="000000"/>
              </w:rPr>
            </w:pPr>
            <w:r w:rsidRPr="00D64462">
              <w:rPr>
                <w:rFonts w:ascii="Times New Roman" w:hAnsi="Times New Roman"/>
              </w:rPr>
              <w:t>Ответственный секретарь КДН и ЗП администрации Павловского муниципального района,</w:t>
            </w:r>
          </w:p>
          <w:p w:rsidR="00D64462" w:rsidRPr="00D64462" w:rsidRDefault="00A4235E" w:rsidP="00D64462">
            <w:pPr>
              <w:pStyle w:val="aa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Группа </w:t>
            </w:r>
            <w:r w:rsidR="00D64462" w:rsidRPr="00D64462">
              <w:rPr>
                <w:rFonts w:ascii="Times New Roman" w:hAnsi="Times New Roman"/>
              </w:rPr>
              <w:t>учета и отчетности администрации Павловского муниципального района,</w:t>
            </w:r>
          </w:p>
          <w:p w:rsidR="000E5FF8" w:rsidRPr="00D64462" w:rsidRDefault="00D64462" w:rsidP="00D64462">
            <w:pPr>
              <w:pStyle w:val="aa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color w:val="000000"/>
              </w:rPr>
            </w:pPr>
            <w:r w:rsidRPr="00D64462">
              <w:rPr>
                <w:rFonts w:ascii="Times New Roman" w:hAnsi="Times New Roman"/>
              </w:rPr>
              <w:t>Муниципальный отдел по культуре и межнациональным отношениям администрации Павловского муниципального района</w:t>
            </w:r>
          </w:p>
        </w:tc>
      </w:tr>
      <w:tr w:rsidR="000E5FF8" w:rsidTr="000E5FF8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322F" w:rsidRPr="00F96034" w:rsidRDefault="000E5FF8">
            <w:pPr>
              <w:pStyle w:val="Title"/>
              <w:spacing w:before="0" w:after="0"/>
              <w:ind w:firstLine="0"/>
              <w:jc w:val="both"/>
              <w:outlineLvl w:val="9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A13">
              <w:rPr>
                <w:rFonts w:ascii="Times New Roman" w:hAnsi="Times New Roman" w:cs="Times New Roman"/>
                <w:b w:val="0"/>
                <w:spacing w:val="-2"/>
                <w:sz w:val="24"/>
                <w:szCs w:val="24"/>
              </w:rPr>
              <w:t xml:space="preserve">Подпрограммы </w:t>
            </w:r>
            <w:r w:rsidRPr="00856A13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программы и основные мероприятия</w:t>
            </w:r>
            <w:r w:rsidR="00F9603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муниципальной программы, не включенные в подпрограммы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462" w:rsidRPr="00D64462" w:rsidRDefault="00D64462" w:rsidP="00D64462">
            <w:pPr>
              <w:shd w:val="clear" w:color="auto" w:fill="FFFFFF"/>
              <w:tabs>
                <w:tab w:val="left" w:pos="427"/>
              </w:tabs>
              <w:ind w:firstLine="0"/>
              <w:rPr>
                <w:rFonts w:ascii="Times New Roman" w:hAnsi="Times New Roman"/>
              </w:rPr>
            </w:pPr>
            <w:r w:rsidRPr="00D64462">
              <w:rPr>
                <w:rFonts w:ascii="Times New Roman" w:hAnsi="Times New Roman"/>
              </w:rPr>
              <w:t>Основные мероприятия программы:</w:t>
            </w:r>
          </w:p>
          <w:p w:rsidR="00D64462" w:rsidRPr="00D64462" w:rsidRDefault="00D64462" w:rsidP="00D64462">
            <w:pPr>
              <w:pStyle w:val="aa"/>
              <w:numPr>
                <w:ilvl w:val="0"/>
                <w:numId w:val="31"/>
              </w:numPr>
              <w:shd w:val="clear" w:color="auto" w:fill="FFFFFF"/>
              <w:tabs>
                <w:tab w:val="left" w:pos="427"/>
              </w:tabs>
              <w:ind w:left="0" w:firstLine="0"/>
              <w:rPr>
                <w:rFonts w:ascii="Times New Roman" w:hAnsi="Times New Roman"/>
              </w:rPr>
            </w:pPr>
            <w:r w:rsidRPr="00D64462">
              <w:rPr>
                <w:rFonts w:ascii="Times New Roman" w:hAnsi="Times New Roman"/>
              </w:rPr>
              <w:t>Осуществление выплаты единовременного пособия при всех формах устройства детей, лишенных родительского попечения, в семью;</w:t>
            </w:r>
          </w:p>
          <w:p w:rsidR="00D64462" w:rsidRPr="00D64462" w:rsidRDefault="00D64462" w:rsidP="00D64462">
            <w:pPr>
              <w:pStyle w:val="aa"/>
              <w:numPr>
                <w:ilvl w:val="0"/>
                <w:numId w:val="31"/>
              </w:numPr>
              <w:shd w:val="clear" w:color="auto" w:fill="FFFFFF"/>
              <w:tabs>
                <w:tab w:val="left" w:pos="427"/>
              </w:tabs>
              <w:ind w:left="0" w:firstLine="0"/>
              <w:rPr>
                <w:rFonts w:ascii="Times New Roman" w:hAnsi="Times New Roman"/>
              </w:rPr>
            </w:pPr>
            <w:r w:rsidRPr="00D64462">
              <w:rPr>
                <w:rFonts w:ascii="Times New Roman" w:hAnsi="Times New Roman"/>
              </w:rPr>
              <w:t>Осуществление выплаты приемной семье на содержание подопечных детей;</w:t>
            </w:r>
          </w:p>
          <w:p w:rsidR="00D64462" w:rsidRPr="00D64462" w:rsidRDefault="00D64462" w:rsidP="00D64462">
            <w:pPr>
              <w:pStyle w:val="aa"/>
              <w:numPr>
                <w:ilvl w:val="0"/>
                <w:numId w:val="31"/>
              </w:numPr>
              <w:shd w:val="clear" w:color="auto" w:fill="FFFFFF"/>
              <w:tabs>
                <w:tab w:val="left" w:pos="427"/>
              </w:tabs>
              <w:ind w:left="0" w:firstLine="0"/>
              <w:rPr>
                <w:rFonts w:ascii="Times New Roman" w:hAnsi="Times New Roman"/>
              </w:rPr>
            </w:pPr>
            <w:r w:rsidRPr="00D64462">
              <w:rPr>
                <w:rFonts w:ascii="Times New Roman" w:hAnsi="Times New Roman"/>
              </w:rPr>
              <w:t>Осуществление выплаты семьям опекунов на содержание подопечных детей;</w:t>
            </w:r>
          </w:p>
          <w:p w:rsidR="00D64462" w:rsidRPr="00D64462" w:rsidRDefault="00D64462" w:rsidP="00D64462">
            <w:pPr>
              <w:pStyle w:val="aa"/>
              <w:numPr>
                <w:ilvl w:val="0"/>
                <w:numId w:val="31"/>
              </w:numPr>
              <w:shd w:val="clear" w:color="auto" w:fill="FFFFFF"/>
              <w:tabs>
                <w:tab w:val="left" w:pos="427"/>
              </w:tabs>
              <w:ind w:left="0" w:firstLine="0"/>
              <w:rPr>
                <w:rFonts w:ascii="Times New Roman" w:hAnsi="Times New Roman"/>
              </w:rPr>
            </w:pPr>
            <w:r w:rsidRPr="00D64462">
              <w:rPr>
                <w:rFonts w:ascii="Times New Roman" w:hAnsi="Times New Roman"/>
              </w:rPr>
              <w:t>Осуществление выплаты вознаграждения, причитающегося приемному родителю;</w:t>
            </w:r>
          </w:p>
          <w:p w:rsidR="00D64462" w:rsidRPr="00D64462" w:rsidRDefault="00D64462" w:rsidP="00D64462">
            <w:pPr>
              <w:pStyle w:val="aa"/>
              <w:numPr>
                <w:ilvl w:val="0"/>
                <w:numId w:val="31"/>
              </w:numPr>
              <w:shd w:val="clear" w:color="auto" w:fill="FFFFFF"/>
              <w:tabs>
                <w:tab w:val="left" w:pos="427"/>
              </w:tabs>
              <w:ind w:left="0" w:firstLine="0"/>
              <w:rPr>
                <w:rFonts w:ascii="Times New Roman" w:hAnsi="Times New Roman"/>
              </w:rPr>
            </w:pPr>
            <w:r w:rsidRPr="00D64462">
              <w:rPr>
                <w:rFonts w:ascii="Times New Roman" w:hAnsi="Times New Roman"/>
              </w:rPr>
              <w:t>Выполнение переданных полномочий по организации и осуществлению деятельности по опеке и попечительству;</w:t>
            </w:r>
          </w:p>
          <w:p w:rsidR="00D64462" w:rsidRPr="00D64462" w:rsidRDefault="00D64462" w:rsidP="00D64462">
            <w:pPr>
              <w:pStyle w:val="aa"/>
              <w:numPr>
                <w:ilvl w:val="0"/>
                <w:numId w:val="31"/>
              </w:numPr>
              <w:shd w:val="clear" w:color="auto" w:fill="FFFFFF"/>
              <w:tabs>
                <w:tab w:val="left" w:pos="427"/>
              </w:tabs>
              <w:ind w:left="0" w:firstLine="0"/>
              <w:rPr>
                <w:rFonts w:ascii="Times New Roman" w:hAnsi="Times New Roman"/>
              </w:rPr>
            </w:pPr>
            <w:r w:rsidRPr="00D64462">
              <w:rPr>
                <w:rFonts w:ascii="Times New Roman" w:hAnsi="Times New Roman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прав;</w:t>
            </w:r>
          </w:p>
          <w:p w:rsidR="00B72EA6" w:rsidRPr="006427A7" w:rsidRDefault="003F1FD2">
            <w:pPr>
              <w:shd w:val="clear" w:color="auto" w:fill="FFFFFF"/>
              <w:tabs>
                <w:tab w:val="left" w:pos="427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="006E4F22" w:rsidRPr="006E4F22">
              <w:rPr>
                <w:rFonts w:ascii="Times New Roman" w:hAnsi="Times New Roman"/>
              </w:rPr>
              <w:t>Организация и проведение культурных, спортивных, образовательных и иных мероприятий для замещающих семей Павловского муниципального района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E5FF8" w:rsidTr="000E5FF8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5FF8" w:rsidRPr="006427A7" w:rsidRDefault="000E5FF8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6427A7">
              <w:rPr>
                <w:rFonts w:ascii="Times New Roman" w:hAnsi="Times New Roman"/>
              </w:rPr>
              <w:t>Цель муниципальной программы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2EA6" w:rsidRPr="008F1533" w:rsidRDefault="008F1533" w:rsidP="008F1533">
            <w:pPr>
              <w:shd w:val="clear" w:color="auto" w:fill="FFFFFF"/>
              <w:ind w:firstLine="0"/>
              <w:rPr>
                <w:rFonts w:ascii="Times New Roman" w:hAnsi="Times New Roman"/>
                <w:color w:val="000000" w:themeColor="text1"/>
                <w:spacing w:val="-5"/>
              </w:rPr>
            </w:pPr>
            <w:r w:rsidRPr="008F153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Развитие семейных форм устройства детей-сирот и детей, оставшихся без попечения родителей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и к</w:t>
            </w:r>
            <w:r w:rsidRPr="008F153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оординация деятельности органов и учреждений системы профилактики, направленной на предупреждение безнадзорности, беспризорности, правонарушений и антиобщественных действий несовершеннолетних.</w:t>
            </w:r>
          </w:p>
        </w:tc>
      </w:tr>
      <w:tr w:rsidR="000E5FF8" w:rsidTr="000E5FF8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5FF8" w:rsidRPr="006427A7" w:rsidRDefault="000E5FF8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6427A7">
              <w:rPr>
                <w:rFonts w:ascii="Times New Roman" w:hAnsi="Times New Roman"/>
              </w:rPr>
              <w:t>Задачи муниципальной программы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462" w:rsidRPr="00D64462" w:rsidRDefault="000E5FF8" w:rsidP="00D64462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6427A7">
              <w:rPr>
                <w:rFonts w:ascii="Times New Roman" w:hAnsi="Times New Roman"/>
              </w:rPr>
              <w:t>1</w:t>
            </w:r>
            <w:r w:rsidR="00D64462" w:rsidRPr="001B1679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 w:rsidR="00D64462" w:rsidRPr="00D64462">
              <w:rPr>
                <w:rFonts w:ascii="Times New Roman" w:eastAsia="Calibri" w:hAnsi="Times New Roman"/>
                <w:lang w:eastAsia="en-US"/>
              </w:rPr>
              <w:t>Создание необходимых условий для семейного жизнеустройства детей-сирот и детей, оставшихся без попечения родителей;</w:t>
            </w:r>
          </w:p>
          <w:p w:rsidR="00D64462" w:rsidRPr="00D64462" w:rsidRDefault="00D64462" w:rsidP="00D64462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D64462">
              <w:rPr>
                <w:rFonts w:ascii="Times New Roman" w:eastAsia="Calibri" w:hAnsi="Times New Roman"/>
                <w:lang w:eastAsia="en-US"/>
              </w:rPr>
              <w:t>2.Обеспечение успешной социальной адаптации детей-сирот и детей, оставшихся без попечения родителей, воспитывающихся в замещающих семьях;</w:t>
            </w:r>
          </w:p>
          <w:p w:rsidR="00B72EA6" w:rsidRPr="00D64462" w:rsidRDefault="00D64462" w:rsidP="000B083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D64462">
              <w:rPr>
                <w:rFonts w:ascii="Times New Roman" w:eastAsia="Calibri" w:hAnsi="Times New Roman"/>
                <w:lang w:eastAsia="en-US"/>
              </w:rPr>
              <w:t>3.</w:t>
            </w:r>
            <w:r w:rsidR="0076251A">
              <w:rPr>
                <w:rFonts w:ascii="Times New Roman" w:eastAsia="Calibri" w:hAnsi="Times New Roman"/>
                <w:lang w:eastAsia="en-US"/>
              </w:rPr>
              <w:t xml:space="preserve"> Обеспечение деятельности комиссии по делам несовершеннолетних и защите их прав </w:t>
            </w:r>
            <w:r w:rsidR="000B0839">
              <w:rPr>
                <w:rFonts w:ascii="Times New Roman" w:eastAsia="Calibri" w:hAnsi="Times New Roman"/>
                <w:lang w:eastAsia="en-US"/>
              </w:rPr>
              <w:t>по п</w:t>
            </w:r>
            <w:r w:rsidRPr="00D64462">
              <w:rPr>
                <w:rFonts w:ascii="Times New Roman" w:eastAsia="Calibri" w:hAnsi="Times New Roman"/>
                <w:lang w:eastAsia="en-US"/>
              </w:rPr>
              <w:t>редупреждение безнадзорности, беспризорности, правонарушений и антиобщественных действий несовершеннолетних</w:t>
            </w:r>
            <w:r w:rsidR="000B0839">
              <w:rPr>
                <w:rFonts w:ascii="Times New Roman" w:eastAsia="Calibri" w:hAnsi="Times New Roman"/>
                <w:lang w:eastAsia="en-US"/>
              </w:rPr>
              <w:t>.</w:t>
            </w:r>
          </w:p>
        </w:tc>
      </w:tr>
      <w:tr w:rsidR="000E5FF8" w:rsidTr="000E5FF8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5FF8" w:rsidRPr="006427A7" w:rsidRDefault="00B07B02" w:rsidP="00B07B02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(</w:t>
            </w:r>
            <w:r w:rsidR="000E5FF8" w:rsidRPr="006427A7">
              <w:rPr>
                <w:rFonts w:ascii="Times New Roman" w:hAnsi="Times New Roman"/>
                <w:spacing w:val="-2"/>
              </w:rPr>
              <w:t>индикаторы</w:t>
            </w:r>
            <w:r>
              <w:rPr>
                <w:rFonts w:ascii="Times New Roman" w:hAnsi="Times New Roman"/>
                <w:spacing w:val="-2"/>
              </w:rPr>
              <w:t>)</w:t>
            </w:r>
            <w:r w:rsidR="000E5FF8" w:rsidRPr="006427A7">
              <w:rPr>
                <w:rFonts w:ascii="Times New Roman" w:hAnsi="Times New Roman"/>
                <w:spacing w:val="-2"/>
              </w:rPr>
              <w:t xml:space="preserve"> </w:t>
            </w:r>
            <w:r w:rsidR="000E5FF8" w:rsidRPr="006427A7">
              <w:rPr>
                <w:rFonts w:ascii="Times New Roman" w:hAnsi="Times New Roman"/>
              </w:rPr>
              <w:t>муниципальной программы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7565" w:rsidRPr="009F6F2E" w:rsidRDefault="009F6F2E" w:rsidP="009F6F2E">
            <w:pPr>
              <w:pStyle w:val="aa"/>
              <w:numPr>
                <w:ilvl w:val="0"/>
                <w:numId w:val="38"/>
              </w:numPr>
              <w:ind w:left="0" w:firstLine="0"/>
              <w:rPr>
                <w:rFonts w:ascii="Times New Roman" w:hAnsi="Times New Roman"/>
              </w:rPr>
            </w:pPr>
            <w:r w:rsidRPr="009F6F2E">
              <w:rPr>
                <w:rFonts w:ascii="Times New Roman" w:hAnsi="Times New Roman"/>
              </w:rPr>
              <w:t>Число замещающих семей, которые имеют право на получение единовременных выплат</w:t>
            </w:r>
            <w:r w:rsidR="00897371">
              <w:rPr>
                <w:rFonts w:ascii="Times New Roman" w:hAnsi="Times New Roman"/>
              </w:rPr>
              <w:t>;</w:t>
            </w:r>
          </w:p>
          <w:p w:rsidR="009F6F2E" w:rsidRPr="009F6F2E" w:rsidRDefault="009F6F2E" w:rsidP="009F6F2E">
            <w:pPr>
              <w:pStyle w:val="aa"/>
              <w:numPr>
                <w:ilvl w:val="0"/>
                <w:numId w:val="38"/>
              </w:numPr>
              <w:ind w:left="0" w:firstLine="0"/>
              <w:rPr>
                <w:rFonts w:ascii="Times New Roman" w:hAnsi="Times New Roman"/>
              </w:rPr>
            </w:pPr>
            <w:r w:rsidRPr="009F6F2E">
              <w:rPr>
                <w:rFonts w:ascii="Times New Roman" w:hAnsi="Times New Roman"/>
              </w:rPr>
              <w:t>Доля заявителей, обеспеченных выплатой</w:t>
            </w:r>
            <w:r w:rsidR="00897371">
              <w:rPr>
                <w:rFonts w:ascii="Times New Roman" w:hAnsi="Times New Roman"/>
              </w:rPr>
              <w:t>;</w:t>
            </w:r>
          </w:p>
          <w:p w:rsidR="00FA5D77" w:rsidRDefault="009F6F2E" w:rsidP="009F6F2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A5D77">
              <w:rPr>
                <w:rFonts w:ascii="Times New Roman" w:hAnsi="Times New Roman"/>
              </w:rPr>
              <w:t xml:space="preserve">. </w:t>
            </w:r>
            <w:r w:rsidR="00D64462" w:rsidRPr="00FA5D77">
              <w:rPr>
                <w:rFonts w:ascii="Times New Roman" w:hAnsi="Times New Roman"/>
              </w:rPr>
              <w:t>Число специалистов, осуществляющих деятельность по опеке и попечительству</w:t>
            </w:r>
            <w:r w:rsidR="00897371">
              <w:rPr>
                <w:rFonts w:ascii="Times New Roman" w:hAnsi="Times New Roman"/>
              </w:rPr>
              <w:t>;</w:t>
            </w:r>
          </w:p>
          <w:p w:rsidR="00897371" w:rsidRPr="00897371" w:rsidRDefault="009F6F2E" w:rsidP="00FA5D77">
            <w:pPr>
              <w:pStyle w:val="aa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A5D77">
              <w:rPr>
                <w:rFonts w:ascii="Times New Roman" w:hAnsi="Times New Roman"/>
              </w:rPr>
              <w:t xml:space="preserve">.  </w:t>
            </w:r>
            <w:r w:rsidR="00897371" w:rsidRPr="00897371">
              <w:rPr>
                <w:rFonts w:ascii="Times New Roman" w:hAnsi="Times New Roman"/>
              </w:rPr>
              <w:t xml:space="preserve">Доля </w:t>
            </w:r>
            <w:r w:rsidR="00BF2417">
              <w:rPr>
                <w:rFonts w:ascii="Times New Roman" w:hAnsi="Times New Roman"/>
              </w:rPr>
              <w:t>семей</w:t>
            </w:r>
            <w:r w:rsidR="00897371" w:rsidRPr="00897371">
              <w:rPr>
                <w:rFonts w:ascii="Times New Roman" w:hAnsi="Times New Roman"/>
              </w:rPr>
              <w:t xml:space="preserve">, находящихся в социально опасном положении, которые сняты с </w:t>
            </w:r>
            <w:r w:rsidR="00897371" w:rsidRPr="00897371">
              <w:rPr>
                <w:rFonts w:ascii="Times New Roman" w:hAnsi="Times New Roman"/>
              </w:rPr>
              <w:lastRenderedPageBreak/>
              <w:t>профилакти</w:t>
            </w:r>
            <w:r w:rsidR="00BF2417">
              <w:rPr>
                <w:rFonts w:ascii="Times New Roman" w:hAnsi="Times New Roman"/>
              </w:rPr>
              <w:t>ческого учета, от общего числа семей</w:t>
            </w:r>
            <w:r w:rsidR="00897371" w:rsidRPr="00897371">
              <w:rPr>
                <w:rFonts w:ascii="Times New Roman" w:hAnsi="Times New Roman"/>
              </w:rPr>
              <w:t>, состоящих на учете</w:t>
            </w:r>
            <w:r w:rsidR="00897371">
              <w:rPr>
                <w:rFonts w:ascii="Times New Roman" w:hAnsi="Times New Roman"/>
              </w:rPr>
              <w:t>;</w:t>
            </w:r>
          </w:p>
          <w:p w:rsidR="00D64462" w:rsidRPr="00D64462" w:rsidRDefault="009F6F2E" w:rsidP="00FA5D77">
            <w:pPr>
              <w:pStyle w:val="aa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5</w:t>
            </w:r>
            <w:r w:rsidR="00FA5D77">
              <w:rPr>
                <w:rFonts w:ascii="Times New Roman" w:eastAsia="Calibri" w:hAnsi="Times New Roman"/>
                <w:lang w:eastAsia="en-US"/>
              </w:rPr>
              <w:t xml:space="preserve">. </w:t>
            </w:r>
            <w:r w:rsidR="00D64462" w:rsidRPr="00D64462">
              <w:rPr>
                <w:rFonts w:ascii="Times New Roman" w:eastAsia="Calibri" w:hAnsi="Times New Roman"/>
                <w:lang w:eastAsia="en-US"/>
              </w:rPr>
              <w:t xml:space="preserve">Доля детей сирот и детей, оставшихся без попечения родителей, принявших участие </w:t>
            </w:r>
            <w:r w:rsidR="00141A1C">
              <w:rPr>
                <w:rFonts w:ascii="Times New Roman" w:eastAsia="Calibri" w:hAnsi="Times New Roman"/>
                <w:lang w:eastAsia="en-US"/>
              </w:rPr>
              <w:t>в</w:t>
            </w:r>
            <w:r w:rsidR="00D64462" w:rsidRPr="00D64462">
              <w:rPr>
                <w:rFonts w:ascii="Times New Roman" w:eastAsia="Calibri" w:hAnsi="Times New Roman"/>
                <w:lang w:eastAsia="en-US"/>
              </w:rPr>
              <w:t xml:space="preserve"> мероприятиях для замещающих семей от общего количества детей сирот, воспитывающихся в семьях.</w:t>
            </w:r>
          </w:p>
          <w:p w:rsidR="00F50D8F" w:rsidRPr="00D902E7" w:rsidRDefault="00F50D8F" w:rsidP="00D902E7">
            <w:pPr>
              <w:pStyle w:val="aa"/>
              <w:shd w:val="clear" w:color="auto" w:fill="FFFFFF"/>
              <w:ind w:left="0" w:firstLine="0"/>
              <w:rPr>
                <w:rFonts w:ascii="Times New Roman" w:hAnsi="Times New Roman"/>
              </w:rPr>
            </w:pPr>
          </w:p>
        </w:tc>
      </w:tr>
      <w:tr w:rsidR="000E5FF8" w:rsidTr="000E5FF8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FF8" w:rsidRPr="006427A7" w:rsidRDefault="000E5FF8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6427A7">
              <w:rPr>
                <w:rFonts w:ascii="Times New Roman" w:hAnsi="Times New Roman"/>
                <w:spacing w:val="-2"/>
              </w:rPr>
              <w:lastRenderedPageBreak/>
              <w:t xml:space="preserve">Этапы и сроки </w:t>
            </w:r>
            <w:r w:rsidRPr="006427A7">
              <w:rPr>
                <w:rFonts w:ascii="Times New Roman" w:hAnsi="Times New Roman"/>
              </w:rPr>
              <w:t>реализации муниципальной</w:t>
            </w:r>
          </w:p>
          <w:p w:rsidR="000E5FF8" w:rsidRPr="006427A7" w:rsidRDefault="00F96034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0E5FF8" w:rsidRPr="006427A7">
              <w:rPr>
                <w:rFonts w:ascii="Times New Roman" w:hAnsi="Times New Roman"/>
              </w:rPr>
              <w:t>рограммы</w:t>
            </w:r>
            <w:r w:rsidR="00A67D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5FF8" w:rsidRPr="006427A7" w:rsidRDefault="00861351" w:rsidP="007521A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6427A7">
              <w:rPr>
                <w:rFonts w:ascii="Times New Roman" w:hAnsi="Times New Roman"/>
              </w:rPr>
              <w:t>На постоянной основе 01.01.20</w:t>
            </w:r>
            <w:r w:rsidR="00B07B02">
              <w:rPr>
                <w:rFonts w:ascii="Times New Roman" w:hAnsi="Times New Roman"/>
              </w:rPr>
              <w:t>2</w:t>
            </w:r>
            <w:r w:rsidR="00D64462">
              <w:rPr>
                <w:rFonts w:ascii="Times New Roman" w:hAnsi="Times New Roman"/>
              </w:rPr>
              <w:t>2</w:t>
            </w:r>
            <w:r w:rsidRPr="006427A7">
              <w:rPr>
                <w:rFonts w:ascii="Times New Roman" w:hAnsi="Times New Roman"/>
              </w:rPr>
              <w:t xml:space="preserve"> — 31.12.202</w:t>
            </w:r>
            <w:r w:rsidR="007521A5">
              <w:rPr>
                <w:rFonts w:ascii="Times New Roman" w:hAnsi="Times New Roman"/>
              </w:rPr>
              <w:t>9</w:t>
            </w:r>
          </w:p>
        </w:tc>
      </w:tr>
      <w:tr w:rsidR="000E5FF8" w:rsidTr="000E5FF8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5FF8" w:rsidRPr="006427A7" w:rsidRDefault="000E5FF8" w:rsidP="003831D2">
            <w:pPr>
              <w:shd w:val="clear" w:color="auto" w:fill="FFFFFF"/>
              <w:tabs>
                <w:tab w:val="left" w:pos="2330"/>
              </w:tabs>
              <w:ind w:firstLine="0"/>
              <w:rPr>
                <w:rFonts w:ascii="Times New Roman" w:hAnsi="Times New Roman"/>
              </w:rPr>
            </w:pPr>
            <w:r w:rsidRPr="006427A7">
              <w:rPr>
                <w:rFonts w:ascii="Times New Roman" w:hAnsi="Times New Roman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A13" w:rsidRPr="005A047F" w:rsidRDefault="00861351" w:rsidP="00856A13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 xml:space="preserve">Общий объем финансирования на реализацию муниципальной программы составляет </w:t>
            </w:r>
            <w:r w:rsidR="005A047F" w:rsidRPr="005A047F">
              <w:rPr>
                <w:rFonts w:ascii="Times New Roman" w:hAnsi="Times New Roman"/>
              </w:rPr>
              <w:t>157594,20</w:t>
            </w:r>
            <w:r w:rsidR="006749B5" w:rsidRPr="005A047F">
              <w:rPr>
                <w:rFonts w:ascii="Times New Roman" w:hAnsi="Times New Roman"/>
              </w:rPr>
              <w:t xml:space="preserve"> </w:t>
            </w:r>
            <w:r w:rsidRPr="005A047F">
              <w:rPr>
                <w:rFonts w:ascii="Times New Roman" w:hAnsi="Times New Roman"/>
              </w:rPr>
              <w:t>тыс. руб.</w:t>
            </w:r>
            <w:r w:rsidR="00B05761" w:rsidRPr="005A047F">
              <w:rPr>
                <w:rFonts w:ascii="Times New Roman" w:hAnsi="Times New Roman"/>
              </w:rPr>
              <w:t>,</w:t>
            </w:r>
            <w:r w:rsidR="008D35C2" w:rsidRPr="005A047F">
              <w:rPr>
                <w:rFonts w:ascii="Times New Roman" w:hAnsi="Times New Roman"/>
              </w:rPr>
              <w:t xml:space="preserve"> </w:t>
            </w:r>
            <w:r w:rsidR="00856A13" w:rsidRPr="005A047F">
              <w:rPr>
                <w:rFonts w:ascii="Times New Roman" w:hAnsi="Times New Roman"/>
              </w:rPr>
              <w:t>в том числе</w:t>
            </w:r>
            <w:r w:rsidR="001D2306" w:rsidRPr="005A047F">
              <w:rPr>
                <w:rFonts w:ascii="Times New Roman" w:hAnsi="Times New Roman"/>
              </w:rPr>
              <w:t xml:space="preserve"> по источникам финансирования</w:t>
            </w:r>
            <w:r w:rsidR="00856A13" w:rsidRPr="005A047F">
              <w:rPr>
                <w:rFonts w:ascii="Times New Roman" w:hAnsi="Times New Roman"/>
              </w:rPr>
              <w:t>:</w:t>
            </w:r>
          </w:p>
          <w:p w:rsidR="00856A13" w:rsidRPr="005A047F" w:rsidRDefault="00856A13" w:rsidP="003F189A">
            <w:pPr>
              <w:ind w:hanging="4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федеральн</w:t>
            </w:r>
            <w:r w:rsidR="003F189A" w:rsidRPr="005A047F">
              <w:rPr>
                <w:rFonts w:ascii="Times New Roman" w:hAnsi="Times New Roman"/>
              </w:rPr>
              <w:t>ый</w:t>
            </w:r>
            <w:r w:rsidRPr="005A047F">
              <w:rPr>
                <w:rFonts w:ascii="Times New Roman" w:hAnsi="Times New Roman"/>
              </w:rPr>
              <w:t xml:space="preserve"> бюдже</w:t>
            </w:r>
            <w:r w:rsidR="003F189A" w:rsidRPr="005A047F">
              <w:rPr>
                <w:rFonts w:ascii="Times New Roman" w:hAnsi="Times New Roman"/>
              </w:rPr>
              <w:t>т</w:t>
            </w:r>
            <w:r w:rsidRPr="005A047F">
              <w:rPr>
                <w:rFonts w:ascii="Times New Roman" w:hAnsi="Times New Roman"/>
              </w:rPr>
              <w:t xml:space="preserve"> – </w:t>
            </w:r>
            <w:r w:rsidR="005A047F" w:rsidRPr="005A047F">
              <w:rPr>
                <w:rFonts w:ascii="Times New Roman" w:hAnsi="Times New Roman"/>
              </w:rPr>
              <w:t>5739,70</w:t>
            </w:r>
            <w:r w:rsidRPr="005A047F">
              <w:rPr>
                <w:rFonts w:ascii="Times New Roman" w:hAnsi="Times New Roman"/>
              </w:rPr>
              <w:t xml:space="preserve"> тыс. рублей;</w:t>
            </w:r>
          </w:p>
          <w:p w:rsidR="00856A13" w:rsidRPr="005A047F" w:rsidRDefault="003F189A" w:rsidP="003F189A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областной бюджет</w:t>
            </w:r>
            <w:r w:rsidR="00856A13" w:rsidRPr="005A047F">
              <w:rPr>
                <w:rFonts w:ascii="Times New Roman" w:hAnsi="Times New Roman"/>
              </w:rPr>
              <w:t xml:space="preserve"> – </w:t>
            </w:r>
            <w:r w:rsidR="005A047F" w:rsidRPr="005A047F">
              <w:rPr>
                <w:rFonts w:ascii="Times New Roman" w:hAnsi="Times New Roman"/>
              </w:rPr>
              <w:t>151030,50</w:t>
            </w:r>
            <w:r w:rsidR="00856A13" w:rsidRPr="005A047F">
              <w:rPr>
                <w:rFonts w:ascii="Times New Roman" w:hAnsi="Times New Roman"/>
              </w:rPr>
              <w:t xml:space="preserve"> тыс. рублей;</w:t>
            </w:r>
          </w:p>
          <w:p w:rsidR="00856A13" w:rsidRPr="005A047F" w:rsidRDefault="003F189A" w:rsidP="003F189A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бюджет</w:t>
            </w:r>
            <w:r w:rsidR="00D902E7" w:rsidRPr="005A047F">
              <w:rPr>
                <w:rFonts w:ascii="Times New Roman" w:hAnsi="Times New Roman"/>
              </w:rPr>
              <w:t xml:space="preserve"> муниципального района</w:t>
            </w:r>
            <w:r w:rsidR="00856A13" w:rsidRPr="005A047F">
              <w:rPr>
                <w:rFonts w:ascii="Times New Roman" w:hAnsi="Times New Roman"/>
              </w:rPr>
              <w:t xml:space="preserve"> – </w:t>
            </w:r>
            <w:r w:rsidR="005A047F" w:rsidRPr="005A047F">
              <w:rPr>
                <w:rFonts w:ascii="Times New Roman" w:hAnsi="Times New Roman"/>
              </w:rPr>
              <w:t>824,00</w:t>
            </w:r>
            <w:r w:rsidR="00856A13" w:rsidRPr="005A047F">
              <w:rPr>
                <w:rFonts w:ascii="Times New Roman" w:hAnsi="Times New Roman"/>
              </w:rPr>
              <w:t xml:space="preserve"> тыс. рублей;</w:t>
            </w:r>
          </w:p>
          <w:p w:rsidR="003F189A" w:rsidRPr="005A047F" w:rsidRDefault="003F189A" w:rsidP="003F189A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внебюджетные</w:t>
            </w:r>
            <w:r w:rsidR="00856A13" w:rsidRPr="005A047F">
              <w:rPr>
                <w:rFonts w:ascii="Times New Roman" w:hAnsi="Times New Roman"/>
              </w:rPr>
              <w:t xml:space="preserve"> </w:t>
            </w:r>
            <w:r w:rsidRPr="005A047F">
              <w:rPr>
                <w:rFonts w:ascii="Times New Roman" w:hAnsi="Times New Roman"/>
              </w:rPr>
              <w:t>источники</w:t>
            </w:r>
            <w:r w:rsidR="00856A13" w:rsidRPr="005A047F">
              <w:rPr>
                <w:rFonts w:ascii="Times New Roman" w:hAnsi="Times New Roman"/>
              </w:rPr>
              <w:t xml:space="preserve"> – </w:t>
            </w:r>
            <w:r w:rsidR="005A047F" w:rsidRPr="005A047F">
              <w:rPr>
                <w:rFonts w:ascii="Times New Roman" w:hAnsi="Times New Roman"/>
              </w:rPr>
              <w:t>0</w:t>
            </w:r>
            <w:r w:rsidR="00856A13" w:rsidRPr="005A047F">
              <w:rPr>
                <w:rFonts w:ascii="Times New Roman" w:hAnsi="Times New Roman"/>
              </w:rPr>
              <w:t xml:space="preserve"> тыс.</w:t>
            </w:r>
            <w:r w:rsidRPr="005A047F">
              <w:rPr>
                <w:rFonts w:ascii="Times New Roman" w:hAnsi="Times New Roman"/>
              </w:rPr>
              <w:t xml:space="preserve"> рублей: </w:t>
            </w:r>
          </w:p>
          <w:p w:rsidR="00856A13" w:rsidRPr="005A047F" w:rsidRDefault="003F189A" w:rsidP="003F189A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в том числе по годам реализации муниципальной программы:</w:t>
            </w:r>
          </w:p>
          <w:p w:rsidR="003F189A" w:rsidRPr="005A047F" w:rsidRDefault="003F189A" w:rsidP="003F189A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202</w:t>
            </w:r>
            <w:r w:rsidR="005A047F" w:rsidRPr="005A047F">
              <w:rPr>
                <w:rFonts w:ascii="Times New Roman" w:hAnsi="Times New Roman"/>
              </w:rPr>
              <w:t>2</w:t>
            </w:r>
            <w:r w:rsidRPr="005A047F">
              <w:rPr>
                <w:rFonts w:ascii="Times New Roman" w:hAnsi="Times New Roman"/>
              </w:rPr>
              <w:t xml:space="preserve"> год </w:t>
            </w:r>
            <w:r w:rsidR="005A047F" w:rsidRPr="005A047F">
              <w:rPr>
                <w:rFonts w:ascii="Times New Roman" w:hAnsi="Times New Roman"/>
              </w:rPr>
              <w:t>–</w:t>
            </w:r>
            <w:r w:rsidRPr="005A047F">
              <w:rPr>
                <w:rFonts w:ascii="Times New Roman" w:hAnsi="Times New Roman"/>
              </w:rPr>
              <w:t xml:space="preserve"> </w:t>
            </w:r>
            <w:r w:rsidR="005A047F" w:rsidRPr="005A047F">
              <w:rPr>
                <w:rFonts w:ascii="Times New Roman" w:hAnsi="Times New Roman"/>
              </w:rPr>
              <w:t>19276,30</w:t>
            </w:r>
            <w:r w:rsidRPr="005A047F">
              <w:rPr>
                <w:rFonts w:ascii="Times New Roman" w:hAnsi="Times New Roman"/>
              </w:rPr>
              <w:t xml:space="preserve"> тыс. рублей, в том числе по источникам финансирования:</w:t>
            </w:r>
          </w:p>
          <w:p w:rsidR="003F189A" w:rsidRPr="005A047F" w:rsidRDefault="003F189A" w:rsidP="003F189A">
            <w:pPr>
              <w:ind w:hanging="4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 xml:space="preserve">федеральный бюджет – </w:t>
            </w:r>
            <w:r w:rsidR="005A047F" w:rsidRPr="005A047F">
              <w:rPr>
                <w:rFonts w:ascii="Times New Roman" w:hAnsi="Times New Roman"/>
              </w:rPr>
              <w:t xml:space="preserve">570,20 </w:t>
            </w:r>
            <w:r w:rsidRPr="005A047F">
              <w:rPr>
                <w:rFonts w:ascii="Times New Roman" w:hAnsi="Times New Roman"/>
              </w:rPr>
              <w:t>тыс. рублей;</w:t>
            </w:r>
          </w:p>
          <w:p w:rsidR="003F189A" w:rsidRPr="005A047F" w:rsidRDefault="003F189A" w:rsidP="003F189A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 xml:space="preserve">областной бюджет – </w:t>
            </w:r>
            <w:r w:rsidR="005A047F" w:rsidRPr="005A047F">
              <w:rPr>
                <w:rFonts w:ascii="Times New Roman" w:hAnsi="Times New Roman"/>
              </w:rPr>
              <w:t xml:space="preserve">18603,10 </w:t>
            </w:r>
            <w:r w:rsidRPr="005A047F">
              <w:rPr>
                <w:rFonts w:ascii="Times New Roman" w:hAnsi="Times New Roman"/>
              </w:rPr>
              <w:t xml:space="preserve"> тыс. рублей;</w:t>
            </w:r>
          </w:p>
          <w:p w:rsidR="003F189A" w:rsidRPr="005A047F" w:rsidRDefault="00D902E7" w:rsidP="003F189A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 xml:space="preserve">бюджет муниципального района </w:t>
            </w:r>
            <w:r w:rsidR="003F189A" w:rsidRPr="005A047F">
              <w:rPr>
                <w:rFonts w:ascii="Times New Roman" w:hAnsi="Times New Roman"/>
              </w:rPr>
              <w:t xml:space="preserve">– </w:t>
            </w:r>
            <w:r w:rsidR="005A047F" w:rsidRPr="005A047F">
              <w:rPr>
                <w:rFonts w:ascii="Times New Roman" w:hAnsi="Times New Roman"/>
              </w:rPr>
              <w:t>103</w:t>
            </w:r>
            <w:r w:rsidR="003F189A" w:rsidRPr="005A047F">
              <w:rPr>
                <w:rFonts w:ascii="Times New Roman" w:hAnsi="Times New Roman"/>
              </w:rPr>
              <w:t>,00 тыс. рублей;</w:t>
            </w:r>
          </w:p>
          <w:p w:rsidR="003F189A" w:rsidRPr="005A047F" w:rsidRDefault="003F189A" w:rsidP="003F189A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 xml:space="preserve">внебюджетные источники – </w:t>
            </w:r>
            <w:r w:rsidR="005A047F" w:rsidRPr="005A047F">
              <w:rPr>
                <w:rFonts w:ascii="Times New Roman" w:hAnsi="Times New Roman"/>
              </w:rPr>
              <w:t>0</w:t>
            </w:r>
            <w:r w:rsidRPr="005A047F">
              <w:rPr>
                <w:rFonts w:ascii="Times New Roman" w:hAnsi="Times New Roman"/>
              </w:rPr>
              <w:t xml:space="preserve"> тыс. рублей;</w:t>
            </w:r>
          </w:p>
          <w:p w:rsidR="003F189A" w:rsidRPr="005A047F" w:rsidRDefault="003F189A" w:rsidP="003F189A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202</w:t>
            </w:r>
            <w:r w:rsidR="005A047F" w:rsidRPr="005A047F">
              <w:rPr>
                <w:rFonts w:ascii="Times New Roman" w:hAnsi="Times New Roman"/>
              </w:rPr>
              <w:t>3</w:t>
            </w:r>
            <w:r w:rsidRPr="005A047F">
              <w:rPr>
                <w:rFonts w:ascii="Times New Roman" w:hAnsi="Times New Roman"/>
              </w:rPr>
              <w:t xml:space="preserve"> год </w:t>
            </w:r>
            <w:r w:rsidR="005A047F" w:rsidRPr="005A047F">
              <w:rPr>
                <w:rFonts w:ascii="Times New Roman" w:hAnsi="Times New Roman"/>
              </w:rPr>
              <w:t>–</w:t>
            </w:r>
            <w:r w:rsidRPr="005A047F">
              <w:rPr>
                <w:rFonts w:ascii="Times New Roman" w:hAnsi="Times New Roman"/>
              </w:rPr>
              <w:t xml:space="preserve"> </w:t>
            </w:r>
            <w:r w:rsidR="005A047F" w:rsidRPr="005A047F">
              <w:rPr>
                <w:rFonts w:ascii="Times New Roman" w:hAnsi="Times New Roman"/>
              </w:rPr>
              <w:t>19759,70</w:t>
            </w:r>
            <w:r w:rsidRPr="005A047F">
              <w:rPr>
                <w:rFonts w:ascii="Times New Roman" w:hAnsi="Times New Roman"/>
              </w:rPr>
              <w:t xml:space="preserve"> тыс. рублей, в том числе по источникам финансирования:</w:t>
            </w:r>
          </w:p>
          <w:p w:rsidR="003F189A" w:rsidRPr="005A047F" w:rsidRDefault="003F189A" w:rsidP="003F189A">
            <w:pPr>
              <w:ind w:hanging="4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 xml:space="preserve">федеральный бюджет – </w:t>
            </w:r>
            <w:r w:rsidR="005A047F" w:rsidRPr="005A047F">
              <w:rPr>
                <w:rFonts w:ascii="Times New Roman" w:hAnsi="Times New Roman"/>
              </w:rPr>
              <w:t>738,50</w:t>
            </w:r>
            <w:r w:rsidRPr="005A047F">
              <w:rPr>
                <w:rFonts w:ascii="Times New Roman" w:hAnsi="Times New Roman"/>
              </w:rPr>
              <w:t xml:space="preserve"> тыс. рублей;</w:t>
            </w:r>
          </w:p>
          <w:p w:rsidR="003F189A" w:rsidRPr="005A047F" w:rsidRDefault="003F189A" w:rsidP="003F189A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 xml:space="preserve">областной бюджет – </w:t>
            </w:r>
            <w:r w:rsidR="005A047F" w:rsidRPr="005A047F">
              <w:rPr>
                <w:rFonts w:ascii="Times New Roman" w:hAnsi="Times New Roman"/>
              </w:rPr>
              <w:t>18918,20</w:t>
            </w:r>
            <w:r w:rsidRPr="005A047F">
              <w:rPr>
                <w:rFonts w:ascii="Times New Roman" w:hAnsi="Times New Roman"/>
              </w:rPr>
              <w:t xml:space="preserve"> тыс. рублей;</w:t>
            </w:r>
          </w:p>
          <w:p w:rsidR="003F189A" w:rsidRPr="005A047F" w:rsidRDefault="00D902E7" w:rsidP="003F189A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 xml:space="preserve">бюджет муниципального района </w:t>
            </w:r>
            <w:r w:rsidR="003F189A" w:rsidRPr="005A047F">
              <w:rPr>
                <w:rFonts w:ascii="Times New Roman" w:hAnsi="Times New Roman"/>
              </w:rPr>
              <w:t xml:space="preserve">– </w:t>
            </w:r>
            <w:r w:rsidR="005A047F" w:rsidRPr="005A047F">
              <w:rPr>
                <w:rFonts w:ascii="Times New Roman" w:hAnsi="Times New Roman"/>
              </w:rPr>
              <w:t>103,00</w:t>
            </w:r>
            <w:r w:rsidR="003F189A" w:rsidRPr="005A047F">
              <w:rPr>
                <w:rFonts w:ascii="Times New Roman" w:hAnsi="Times New Roman"/>
              </w:rPr>
              <w:t xml:space="preserve"> тыс. рублей;</w:t>
            </w:r>
          </w:p>
          <w:p w:rsidR="003F189A" w:rsidRPr="005A047F" w:rsidRDefault="003F189A" w:rsidP="003F189A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 xml:space="preserve">внебюджетные источники – </w:t>
            </w:r>
            <w:r w:rsidR="005A047F" w:rsidRPr="005A047F">
              <w:rPr>
                <w:rFonts w:ascii="Times New Roman" w:hAnsi="Times New Roman"/>
              </w:rPr>
              <w:t>0</w:t>
            </w:r>
            <w:r w:rsidRPr="005A047F">
              <w:rPr>
                <w:rFonts w:ascii="Times New Roman" w:hAnsi="Times New Roman"/>
              </w:rPr>
              <w:t xml:space="preserve"> тыс. рублей;</w:t>
            </w:r>
          </w:p>
          <w:p w:rsidR="005A047F" w:rsidRPr="005A047F" w:rsidRDefault="005A047F" w:rsidP="005A047F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5A047F">
              <w:rPr>
                <w:rFonts w:ascii="Times New Roman" w:hAnsi="Times New Roman"/>
              </w:rPr>
              <w:t xml:space="preserve"> год – 19759,70 тыс. рублей, в том числе по источникам финансирования:</w:t>
            </w:r>
          </w:p>
          <w:p w:rsidR="005A047F" w:rsidRPr="005A047F" w:rsidRDefault="005A047F" w:rsidP="005A047F">
            <w:pPr>
              <w:ind w:hanging="4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федеральный бюджет – 738,50 тыс. 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областной бюджет – 18918,20 тыс. 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бюджет муниципального района – 103,00 тыс. 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внебюджетные источники – 0 тыс. рублей;</w:t>
            </w:r>
          </w:p>
          <w:p w:rsidR="005A047F" w:rsidRPr="005A047F" w:rsidRDefault="005A047F" w:rsidP="005A047F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5A047F">
              <w:rPr>
                <w:rFonts w:ascii="Times New Roman" w:hAnsi="Times New Roman"/>
              </w:rPr>
              <w:t xml:space="preserve"> год – 19759,70 тыс. рублей, в том числе по источникам финансирования:</w:t>
            </w:r>
          </w:p>
          <w:p w:rsidR="005A047F" w:rsidRPr="005A047F" w:rsidRDefault="005A047F" w:rsidP="005A047F">
            <w:pPr>
              <w:ind w:hanging="4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федеральный бюджет – 738,50 тыс. 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областной бюджет – 18918,20 тыс. 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бюджет муниципального района – 103,00 тыс. 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внебюджетные источники – 0 тыс. рублей;</w:t>
            </w:r>
          </w:p>
          <w:p w:rsidR="005A047F" w:rsidRPr="005A047F" w:rsidRDefault="005A047F" w:rsidP="005A047F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 w:rsidRPr="005A047F">
              <w:rPr>
                <w:rFonts w:ascii="Times New Roman" w:hAnsi="Times New Roman"/>
              </w:rPr>
              <w:t xml:space="preserve"> год – 19759,70 тыс. рублей, в том числе по источникам финансирования:</w:t>
            </w:r>
          </w:p>
          <w:p w:rsidR="005A047F" w:rsidRPr="005A047F" w:rsidRDefault="005A047F" w:rsidP="005A047F">
            <w:pPr>
              <w:ind w:hanging="4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федеральный бюджет – 738,50 тыс. 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областной бюджет – 18918,20 тыс. 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бюджет муниципального района – 103,00 тыс. 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внебюджетные источники – 0 тыс. рублей;</w:t>
            </w:r>
          </w:p>
          <w:p w:rsidR="005A047F" w:rsidRPr="005A047F" w:rsidRDefault="005A047F" w:rsidP="005A047F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 w:rsidRPr="005A047F">
              <w:rPr>
                <w:rFonts w:ascii="Times New Roman" w:hAnsi="Times New Roman"/>
              </w:rPr>
              <w:t xml:space="preserve"> год – 19759,70 тыс. рублей, в том числе по источникам финансирования:</w:t>
            </w:r>
          </w:p>
          <w:p w:rsidR="005A047F" w:rsidRPr="005A047F" w:rsidRDefault="005A047F" w:rsidP="005A047F">
            <w:pPr>
              <w:ind w:hanging="4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федеральный бюджет – 738,50 тыс. 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областной бюджет – 18918,20 тыс. 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бюджет муниципального района – 103,00 тыс. 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внебюджетные источники – 0 тыс. рублей;</w:t>
            </w:r>
          </w:p>
          <w:p w:rsidR="005A047F" w:rsidRPr="005A047F" w:rsidRDefault="005A047F" w:rsidP="005A047F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 w:rsidRPr="005A047F">
              <w:rPr>
                <w:rFonts w:ascii="Times New Roman" w:hAnsi="Times New Roman"/>
              </w:rPr>
              <w:t xml:space="preserve"> год – 19759,70 тыс. рублей, в том числе по источникам финансирования:</w:t>
            </w:r>
          </w:p>
          <w:p w:rsidR="005A047F" w:rsidRPr="005A047F" w:rsidRDefault="005A047F" w:rsidP="005A047F">
            <w:pPr>
              <w:ind w:hanging="4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федеральный бюджет – 738,50 тыс. 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областной бюджет – 18918,20 тыс. 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бюджет муниципального района – 103,00 тыс. 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внебюджетные источники – 0 тыс. рублей;</w:t>
            </w:r>
          </w:p>
          <w:p w:rsidR="005A047F" w:rsidRPr="005A047F" w:rsidRDefault="005A047F" w:rsidP="005A047F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9</w:t>
            </w:r>
            <w:r w:rsidRPr="005A047F">
              <w:rPr>
                <w:rFonts w:ascii="Times New Roman" w:hAnsi="Times New Roman"/>
              </w:rPr>
              <w:t xml:space="preserve"> год – 19759,70 тыс. рублей, в том числе по источникам финансирования:</w:t>
            </w:r>
          </w:p>
          <w:p w:rsidR="005A047F" w:rsidRPr="005A047F" w:rsidRDefault="005A047F" w:rsidP="005A047F">
            <w:pPr>
              <w:ind w:hanging="4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lastRenderedPageBreak/>
              <w:t>федеральный бюджет – 738,50 тыс. 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областной бюджет – 18918,20 тыс. 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бюджет муниципального района – 103,00 тыс. рублей;</w:t>
            </w:r>
          </w:p>
          <w:p w:rsidR="005A047F" w:rsidRPr="005A047F" w:rsidRDefault="005A047F" w:rsidP="005A047F">
            <w:pPr>
              <w:ind w:firstLine="0"/>
              <w:rPr>
                <w:rFonts w:ascii="Times New Roman" w:hAnsi="Times New Roman"/>
              </w:rPr>
            </w:pPr>
            <w:r w:rsidRPr="005A047F">
              <w:rPr>
                <w:rFonts w:ascii="Times New Roman" w:hAnsi="Times New Roman"/>
              </w:rPr>
              <w:t>внебюджетные источники – 0 тыс. рублей;</w:t>
            </w:r>
          </w:p>
          <w:p w:rsidR="000E5FF8" w:rsidRPr="00867B22" w:rsidRDefault="000E5FF8" w:rsidP="00602EB0">
            <w:pPr>
              <w:ind w:firstLine="0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4236EC" w:rsidRPr="006427A7" w:rsidRDefault="004236EC" w:rsidP="00AE4AF2">
      <w:pPr>
        <w:ind w:firstLine="0"/>
        <w:rPr>
          <w:rFonts w:ascii="Times New Roman" w:hAnsi="Times New Roman"/>
          <w:sz w:val="26"/>
          <w:szCs w:val="26"/>
          <w:lang w:eastAsia="en-US"/>
        </w:rPr>
      </w:pPr>
    </w:p>
    <w:p w:rsidR="00207E6E" w:rsidRDefault="00207E6E" w:rsidP="00AE4AF2">
      <w:pPr>
        <w:pStyle w:val="ConsPlusNormal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07E6E" w:rsidRDefault="00207E6E" w:rsidP="00D53ACB">
      <w:pPr>
        <w:pStyle w:val="ConsPlusNormal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E0C48" w:rsidRDefault="00AC7765" w:rsidP="006E0C48">
      <w:pPr>
        <w:pStyle w:val="a7"/>
        <w:spacing w:after="0"/>
        <w:ind w:firstLine="709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Раздел </w:t>
      </w:r>
      <w:r w:rsidR="006E0C48">
        <w:rPr>
          <w:rFonts w:ascii="Times New Roman" w:hAnsi="Times New Roman"/>
          <w:bCs/>
          <w:sz w:val="26"/>
          <w:szCs w:val="26"/>
        </w:rPr>
        <w:t>1</w:t>
      </w:r>
      <w:r w:rsidR="006E0C48" w:rsidRPr="006427A7">
        <w:rPr>
          <w:rFonts w:ascii="Times New Roman" w:hAnsi="Times New Roman"/>
          <w:bCs/>
          <w:sz w:val="26"/>
          <w:szCs w:val="26"/>
        </w:rPr>
        <w:t xml:space="preserve">. </w:t>
      </w:r>
      <w:r w:rsidR="006E0C48" w:rsidRPr="004E4828">
        <w:rPr>
          <w:rFonts w:ascii="Times New Roman" w:hAnsi="Times New Roman"/>
          <w:sz w:val="26"/>
          <w:szCs w:val="26"/>
        </w:rPr>
        <w:t>Приоритеты муниципальной политики, цели, задачи и показатели (индикаторы) достижения цел</w:t>
      </w:r>
      <w:r w:rsidR="006E0C48">
        <w:rPr>
          <w:rFonts w:ascii="Times New Roman" w:hAnsi="Times New Roman"/>
          <w:sz w:val="26"/>
          <w:szCs w:val="26"/>
        </w:rPr>
        <w:t>ей</w:t>
      </w:r>
      <w:r w:rsidR="006E0C48" w:rsidRPr="004E4828">
        <w:rPr>
          <w:rFonts w:ascii="Times New Roman" w:hAnsi="Times New Roman"/>
          <w:sz w:val="26"/>
          <w:szCs w:val="26"/>
        </w:rPr>
        <w:t xml:space="preserve"> и решения задач в сфере реализации муниципальной программы</w:t>
      </w:r>
    </w:p>
    <w:p w:rsidR="006E0C48" w:rsidRPr="006427A7" w:rsidRDefault="006E0C48" w:rsidP="006E0C48">
      <w:pPr>
        <w:ind w:firstLine="709"/>
        <w:rPr>
          <w:rFonts w:ascii="Times New Roman" w:hAnsi="Times New Roman"/>
          <w:sz w:val="26"/>
          <w:szCs w:val="26"/>
        </w:rPr>
      </w:pPr>
    </w:p>
    <w:p w:rsidR="006E0C48" w:rsidRPr="00A360B2" w:rsidRDefault="006E0C48" w:rsidP="00A360B2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0B2">
        <w:rPr>
          <w:rFonts w:ascii="Times New Roman" w:hAnsi="Times New Roman" w:cs="Times New Roman"/>
          <w:sz w:val="26"/>
          <w:szCs w:val="26"/>
        </w:rPr>
        <w:t>1.1. Приоритеты муниципальной политики в сфере реализации муниципальной программы.</w:t>
      </w:r>
    </w:p>
    <w:p w:rsidR="00A360B2" w:rsidRPr="00A360B2" w:rsidRDefault="00A360B2" w:rsidP="007521A5">
      <w:pPr>
        <w:pStyle w:val="2"/>
        <w:shd w:val="clear" w:color="auto" w:fill="FFFFFF"/>
        <w:spacing w:line="300" w:lineRule="atLeast"/>
        <w:jc w:val="both"/>
        <w:rPr>
          <w:rFonts w:ascii="Times New Roman" w:hAnsi="Times New Roman"/>
          <w:b w:val="0"/>
          <w:sz w:val="26"/>
          <w:szCs w:val="26"/>
        </w:rPr>
      </w:pPr>
      <w:r w:rsidRPr="00A360B2">
        <w:rPr>
          <w:rFonts w:ascii="Times New Roman" w:hAnsi="Times New Roman"/>
          <w:b w:val="0"/>
          <w:sz w:val="26"/>
          <w:szCs w:val="26"/>
        </w:rPr>
        <w:t xml:space="preserve">Приоритеты муниципальной политики в сфере реализации муниципальной программы «Профилактика и преодоление социального сиротства на территории Павловского муниципального района» определены исходя из Федерального закона от 24.06.1999 N 120-ФЗ "Об основах системы профилактики безнадзорности и правонарушений несовершеннолетних", </w:t>
      </w:r>
      <w:r w:rsidRPr="00A360B2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Указа Президента Российской Федерации от 29 мая 2017 г. № 240 </w:t>
      </w:r>
      <w:r>
        <w:rPr>
          <w:rFonts w:ascii="Times New Roman" w:hAnsi="Times New Roman"/>
          <w:b w:val="0"/>
          <w:sz w:val="26"/>
          <w:szCs w:val="26"/>
          <w:shd w:val="clear" w:color="auto" w:fill="FFFFFF"/>
        </w:rPr>
        <w:t>«</w:t>
      </w:r>
      <w:r w:rsidRPr="00A360B2">
        <w:rPr>
          <w:rFonts w:ascii="Times New Roman" w:hAnsi="Times New Roman"/>
          <w:b w:val="0"/>
          <w:sz w:val="26"/>
          <w:szCs w:val="26"/>
          <w:shd w:val="clear" w:color="auto" w:fill="FFFFFF"/>
        </w:rPr>
        <w:t>Об объявлении в Российской Федерации Десятилетия детства»</w:t>
      </w:r>
      <w:r w:rsidRPr="00A360B2">
        <w:rPr>
          <w:rFonts w:ascii="Times New Roman" w:hAnsi="Times New Roman"/>
          <w:b w:val="0"/>
          <w:sz w:val="26"/>
          <w:szCs w:val="26"/>
        </w:rPr>
        <w:t>, Распоряжени</w:t>
      </w:r>
      <w:r>
        <w:rPr>
          <w:rFonts w:ascii="Times New Roman" w:hAnsi="Times New Roman"/>
          <w:b w:val="0"/>
          <w:sz w:val="26"/>
          <w:szCs w:val="26"/>
        </w:rPr>
        <w:t>я</w:t>
      </w:r>
      <w:r w:rsidRPr="00A360B2">
        <w:rPr>
          <w:rFonts w:ascii="Times New Roman" w:hAnsi="Times New Roman"/>
          <w:b w:val="0"/>
          <w:sz w:val="26"/>
          <w:szCs w:val="26"/>
        </w:rPr>
        <w:t xml:space="preserve"> Правительства РФ от 23 января 2021 г. № 122-р </w:t>
      </w:r>
      <w:r>
        <w:rPr>
          <w:rFonts w:ascii="Times New Roman" w:hAnsi="Times New Roman"/>
          <w:b w:val="0"/>
          <w:sz w:val="26"/>
          <w:szCs w:val="26"/>
        </w:rPr>
        <w:t>«</w:t>
      </w:r>
      <w:r w:rsidRPr="00A360B2">
        <w:rPr>
          <w:rFonts w:ascii="Times New Roman" w:hAnsi="Times New Roman"/>
          <w:b w:val="0"/>
          <w:sz w:val="26"/>
          <w:szCs w:val="26"/>
        </w:rPr>
        <w:t>Об утверждении плана основных мероприятий, проводимых в рамках Десятилетия детства, на период до 2027 г</w:t>
      </w:r>
      <w:r>
        <w:rPr>
          <w:rFonts w:ascii="Times New Roman" w:hAnsi="Times New Roman"/>
          <w:b w:val="0"/>
          <w:sz w:val="26"/>
          <w:szCs w:val="26"/>
        </w:rPr>
        <w:t>ода»</w:t>
      </w:r>
      <w:r w:rsidRPr="00A360B2">
        <w:rPr>
          <w:rFonts w:ascii="Times New Roman" w:hAnsi="Times New Roman"/>
          <w:b w:val="0"/>
          <w:sz w:val="26"/>
          <w:szCs w:val="26"/>
        </w:rPr>
        <w:t>, Распоряжения Правительства РФ от 25.08.2014 N 1618-р «Об утверждении Концепции государственной семейной политики в Российской Федерации на период до 2025 года», Закона Воронежской области от 20.11.2007 N 121-ОЗ "О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попечительству", Закона Воронежской области от 03.04.2006 N 29-ОЗ "О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созданию и организации деятельности комиссий по делам несовершеннолетних и защите их прав".</w:t>
      </w:r>
    </w:p>
    <w:p w:rsidR="00A360B2" w:rsidRPr="001B1679" w:rsidRDefault="00A360B2" w:rsidP="007521A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1679">
        <w:rPr>
          <w:rFonts w:ascii="Times New Roman" w:hAnsi="Times New Roman" w:cs="Times New Roman"/>
          <w:sz w:val="26"/>
          <w:szCs w:val="26"/>
        </w:rPr>
        <w:t>Вышеперечисленными нормативными правовыми актами предусматривается, в том числе,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B1679">
        <w:rPr>
          <w:rFonts w:ascii="Times New Roman" w:hAnsi="Times New Roman" w:cs="Times New Roman"/>
          <w:sz w:val="26"/>
          <w:szCs w:val="26"/>
        </w:rPr>
        <w:t>сокращение числа детей, остающихся без попечения родителей.</w:t>
      </w:r>
    </w:p>
    <w:p w:rsidR="006E0C48" w:rsidRDefault="006E0C48" w:rsidP="007521A5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</w:p>
    <w:p w:rsidR="006E0C48" w:rsidRPr="006427A7" w:rsidRDefault="006E0C48" w:rsidP="00A41468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Pr="006427A7">
        <w:rPr>
          <w:rFonts w:ascii="Times New Roman" w:hAnsi="Times New Roman"/>
          <w:sz w:val="26"/>
          <w:szCs w:val="26"/>
        </w:rPr>
        <w:t>.2. Цели, задачи и показатели (индикаторы) достижения целей и решения задач муниципальной программы.</w:t>
      </w:r>
    </w:p>
    <w:p w:rsidR="007521A5" w:rsidRPr="001B1679" w:rsidRDefault="007521A5" w:rsidP="007521A5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  <w:r w:rsidRPr="001B1679">
        <w:rPr>
          <w:rFonts w:ascii="Times New Roman" w:hAnsi="Times New Roman"/>
          <w:sz w:val="26"/>
          <w:szCs w:val="26"/>
        </w:rPr>
        <w:t xml:space="preserve">Цель муниципальной программы </w:t>
      </w:r>
      <w:r>
        <w:rPr>
          <w:rFonts w:ascii="Times New Roman" w:hAnsi="Times New Roman"/>
          <w:sz w:val="26"/>
          <w:szCs w:val="26"/>
        </w:rPr>
        <w:t>–</w:t>
      </w:r>
      <w:r w:rsidRPr="001B1679">
        <w:rPr>
          <w:rFonts w:ascii="Times New Roman" w:hAnsi="Times New Roman"/>
          <w:sz w:val="26"/>
          <w:szCs w:val="26"/>
        </w:rPr>
        <w:t xml:space="preserve"> снижение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1B1679">
        <w:rPr>
          <w:rFonts w:ascii="Times New Roman" w:hAnsi="Times New Roman"/>
          <w:sz w:val="26"/>
          <w:szCs w:val="26"/>
        </w:rPr>
        <w:t>уровня социального сиротства в Павловском муниципальном районе.</w:t>
      </w:r>
    </w:p>
    <w:p w:rsidR="007521A5" w:rsidRPr="001B1679" w:rsidRDefault="007521A5" w:rsidP="007521A5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  <w:r w:rsidRPr="001B1679">
        <w:rPr>
          <w:rFonts w:ascii="Times New Roman" w:hAnsi="Times New Roman"/>
          <w:sz w:val="26"/>
          <w:szCs w:val="26"/>
        </w:rPr>
        <w:t xml:space="preserve">Достижение цели муниципальной программы будет осуществляться путем решения следующих задач: </w:t>
      </w:r>
    </w:p>
    <w:p w:rsidR="007521A5" w:rsidRPr="00FA5D77" w:rsidRDefault="007521A5" w:rsidP="007521A5">
      <w:pPr>
        <w:ind w:firstLine="709"/>
        <w:rPr>
          <w:rFonts w:ascii="Times New Roman" w:hAnsi="Times New Roman"/>
          <w:sz w:val="26"/>
          <w:szCs w:val="26"/>
        </w:rPr>
      </w:pPr>
      <w:r w:rsidRPr="00FA5D77">
        <w:rPr>
          <w:rFonts w:ascii="Times New Roman" w:hAnsi="Times New Roman"/>
          <w:sz w:val="26"/>
          <w:szCs w:val="26"/>
        </w:rPr>
        <w:t xml:space="preserve">1. </w:t>
      </w:r>
      <w:r w:rsidR="00FA5D77" w:rsidRPr="00FC4D52">
        <w:rPr>
          <w:rFonts w:ascii="Times New Roman" w:hAnsi="Times New Roman"/>
          <w:sz w:val="26"/>
          <w:szCs w:val="26"/>
        </w:rPr>
        <w:t>Развитие семейных форм устройства детей-сирот и детей, оставшихся без попечения родителей</w:t>
      </w:r>
      <w:r w:rsidRPr="00FA5D77">
        <w:rPr>
          <w:rFonts w:ascii="Times New Roman" w:hAnsi="Times New Roman"/>
          <w:sz w:val="26"/>
          <w:szCs w:val="26"/>
        </w:rPr>
        <w:t>.</w:t>
      </w:r>
    </w:p>
    <w:p w:rsidR="007521A5" w:rsidRPr="00FA5D77" w:rsidRDefault="007521A5" w:rsidP="007521A5">
      <w:pPr>
        <w:ind w:firstLine="709"/>
        <w:rPr>
          <w:rFonts w:ascii="Times New Roman" w:hAnsi="Times New Roman"/>
          <w:sz w:val="26"/>
          <w:szCs w:val="26"/>
        </w:rPr>
      </w:pPr>
      <w:r w:rsidRPr="00FA5D77">
        <w:rPr>
          <w:rFonts w:ascii="Times New Roman" w:hAnsi="Times New Roman"/>
          <w:sz w:val="26"/>
          <w:szCs w:val="26"/>
        </w:rPr>
        <w:t xml:space="preserve">2. </w:t>
      </w:r>
      <w:r w:rsidR="00FA5D77" w:rsidRPr="00FC4D52">
        <w:rPr>
          <w:rFonts w:ascii="Times New Roman" w:hAnsi="Times New Roman"/>
          <w:sz w:val="26"/>
          <w:szCs w:val="26"/>
        </w:rPr>
        <w:t>Создание условий для сокращения количества семей, находящихся в социально опасном положении</w:t>
      </w:r>
      <w:r w:rsidR="00FA5D77">
        <w:rPr>
          <w:rFonts w:ascii="Times New Roman" w:hAnsi="Times New Roman"/>
          <w:sz w:val="26"/>
          <w:szCs w:val="26"/>
        </w:rPr>
        <w:t>.</w:t>
      </w:r>
    </w:p>
    <w:p w:rsidR="009C7565" w:rsidRDefault="009C7565" w:rsidP="009C7565">
      <w:pPr>
        <w:ind w:firstLine="709"/>
        <w:rPr>
          <w:rFonts w:ascii="Times New Roman" w:hAnsi="Times New Roman"/>
          <w:sz w:val="26"/>
          <w:szCs w:val="26"/>
        </w:rPr>
      </w:pPr>
      <w:r w:rsidRPr="009C7565">
        <w:rPr>
          <w:rFonts w:ascii="Times New Roman" w:hAnsi="Times New Roman"/>
          <w:sz w:val="26"/>
          <w:szCs w:val="26"/>
        </w:rPr>
        <w:t>Достижение запланированных результатов муниципальной программы характеризуется следующими показателями (индикаторами):</w:t>
      </w:r>
    </w:p>
    <w:p w:rsidR="009F6F2E" w:rsidRDefault="009F6F2E" w:rsidP="009F6F2E">
      <w:pPr>
        <w:pStyle w:val="aa"/>
        <w:numPr>
          <w:ilvl w:val="0"/>
          <w:numId w:val="39"/>
        </w:numPr>
        <w:ind w:left="0" w:firstLine="709"/>
        <w:rPr>
          <w:rFonts w:ascii="Times New Roman" w:hAnsi="Times New Roman"/>
          <w:sz w:val="26"/>
          <w:szCs w:val="26"/>
        </w:rPr>
      </w:pPr>
      <w:r w:rsidRPr="009F6F2E">
        <w:rPr>
          <w:rFonts w:ascii="Times New Roman" w:hAnsi="Times New Roman"/>
          <w:sz w:val="26"/>
          <w:szCs w:val="26"/>
        </w:rPr>
        <w:lastRenderedPageBreak/>
        <w:t>Число замещающих семей, которые имеют право на получение единовременных выплат.</w:t>
      </w:r>
    </w:p>
    <w:p w:rsidR="009F6F2E" w:rsidRDefault="009F6F2E" w:rsidP="009F6F2E">
      <w:pPr>
        <w:pStyle w:val="aa"/>
        <w:numPr>
          <w:ilvl w:val="0"/>
          <w:numId w:val="39"/>
        </w:numPr>
        <w:ind w:left="0" w:firstLine="709"/>
        <w:rPr>
          <w:rFonts w:ascii="Times New Roman" w:hAnsi="Times New Roman"/>
          <w:sz w:val="26"/>
          <w:szCs w:val="26"/>
        </w:rPr>
      </w:pPr>
      <w:r w:rsidRPr="009F6F2E">
        <w:rPr>
          <w:rFonts w:ascii="Times New Roman" w:hAnsi="Times New Roman"/>
          <w:sz w:val="26"/>
          <w:szCs w:val="26"/>
        </w:rPr>
        <w:t>Доля заявителей, обеспеченных выплатой.</w:t>
      </w:r>
    </w:p>
    <w:p w:rsidR="009F6F2E" w:rsidRDefault="009F6F2E" w:rsidP="009F6F2E">
      <w:pPr>
        <w:pStyle w:val="aa"/>
        <w:numPr>
          <w:ilvl w:val="0"/>
          <w:numId w:val="39"/>
        </w:numPr>
        <w:ind w:left="0" w:firstLine="709"/>
        <w:rPr>
          <w:rFonts w:ascii="Times New Roman" w:hAnsi="Times New Roman"/>
          <w:sz w:val="26"/>
          <w:szCs w:val="26"/>
        </w:rPr>
      </w:pPr>
      <w:r w:rsidRPr="009F6F2E">
        <w:rPr>
          <w:rFonts w:ascii="Times New Roman" w:hAnsi="Times New Roman"/>
          <w:sz w:val="26"/>
          <w:szCs w:val="26"/>
        </w:rPr>
        <w:t>Число специалистов, осуществляющих деятель</w:t>
      </w:r>
      <w:r>
        <w:rPr>
          <w:rFonts w:ascii="Times New Roman" w:hAnsi="Times New Roman"/>
          <w:sz w:val="26"/>
          <w:szCs w:val="26"/>
        </w:rPr>
        <w:t>ность по опеке и попечительству.</w:t>
      </w:r>
    </w:p>
    <w:p w:rsidR="009F6F2E" w:rsidRDefault="009F6F2E" w:rsidP="009F6F2E">
      <w:pPr>
        <w:pStyle w:val="aa"/>
        <w:numPr>
          <w:ilvl w:val="0"/>
          <w:numId w:val="39"/>
        </w:numPr>
        <w:ind w:left="0" w:firstLine="709"/>
        <w:rPr>
          <w:rFonts w:ascii="Times New Roman" w:hAnsi="Times New Roman"/>
          <w:sz w:val="26"/>
          <w:szCs w:val="26"/>
        </w:rPr>
      </w:pPr>
      <w:r w:rsidRPr="009F6F2E">
        <w:rPr>
          <w:rFonts w:ascii="Times New Roman" w:hAnsi="Times New Roman"/>
          <w:sz w:val="26"/>
          <w:szCs w:val="26"/>
        </w:rPr>
        <w:t>Доля семей, находящихся в социально опасном положении, которые сняты с профилактического учета, от общего числа семей, состоящих на учете.</w:t>
      </w:r>
    </w:p>
    <w:p w:rsidR="009F6F2E" w:rsidRPr="009F6F2E" w:rsidRDefault="009F6F2E" w:rsidP="009F6F2E">
      <w:pPr>
        <w:pStyle w:val="aa"/>
        <w:numPr>
          <w:ilvl w:val="0"/>
          <w:numId w:val="39"/>
        </w:numPr>
        <w:ind w:left="0" w:firstLine="709"/>
        <w:rPr>
          <w:rFonts w:ascii="Times New Roman" w:hAnsi="Times New Roman"/>
          <w:sz w:val="26"/>
          <w:szCs w:val="26"/>
        </w:rPr>
      </w:pPr>
      <w:r w:rsidRPr="009F6F2E">
        <w:rPr>
          <w:rFonts w:ascii="Times New Roman" w:eastAsia="Calibri" w:hAnsi="Times New Roman"/>
          <w:sz w:val="26"/>
          <w:szCs w:val="26"/>
          <w:lang w:eastAsia="en-US"/>
        </w:rPr>
        <w:t>Доля детей сирот и детей, оставшихся без попечения родителей, принявших участие в районных мероприятиях для замещающих семей от общего количества детей сирот, воспитывающихся в семьях.</w:t>
      </w:r>
    </w:p>
    <w:p w:rsidR="006E0C48" w:rsidRPr="007521A5" w:rsidRDefault="00BF7003" w:rsidP="006E0C48">
      <w:pPr>
        <w:pStyle w:val="a7"/>
        <w:spacing w:after="0"/>
        <w:ind w:firstLine="709"/>
        <w:rPr>
          <w:rFonts w:ascii="Times New Roman" w:hAnsi="Times New Roman"/>
          <w:sz w:val="26"/>
          <w:szCs w:val="26"/>
        </w:rPr>
      </w:pPr>
      <w:r w:rsidRPr="007521A5">
        <w:rPr>
          <w:rFonts w:ascii="Times New Roman" w:hAnsi="Times New Roman"/>
          <w:sz w:val="26"/>
          <w:szCs w:val="26"/>
        </w:rPr>
        <w:t xml:space="preserve">1.4. </w:t>
      </w:r>
      <w:r w:rsidR="00D53ACB" w:rsidRPr="007521A5">
        <w:rPr>
          <w:rFonts w:ascii="Times New Roman" w:hAnsi="Times New Roman"/>
          <w:sz w:val="26"/>
          <w:szCs w:val="26"/>
        </w:rPr>
        <w:t>Методик</w:t>
      </w:r>
      <w:r w:rsidR="006F12F1" w:rsidRPr="007521A5">
        <w:rPr>
          <w:rFonts w:ascii="Times New Roman" w:hAnsi="Times New Roman"/>
          <w:sz w:val="26"/>
          <w:szCs w:val="26"/>
        </w:rPr>
        <w:t>а</w:t>
      </w:r>
      <w:r w:rsidR="00D53ACB" w:rsidRPr="007521A5">
        <w:rPr>
          <w:rFonts w:ascii="Times New Roman" w:hAnsi="Times New Roman"/>
          <w:sz w:val="26"/>
          <w:szCs w:val="26"/>
        </w:rPr>
        <w:t xml:space="preserve"> расчета</w:t>
      </w:r>
      <w:r w:rsidR="006F12F1" w:rsidRPr="007521A5">
        <w:rPr>
          <w:rFonts w:ascii="Times New Roman" w:hAnsi="Times New Roman"/>
          <w:sz w:val="26"/>
          <w:szCs w:val="26"/>
        </w:rPr>
        <w:t xml:space="preserve"> качественных</w:t>
      </w:r>
      <w:r w:rsidR="009F6F2E">
        <w:rPr>
          <w:rFonts w:ascii="Times New Roman" w:hAnsi="Times New Roman"/>
          <w:sz w:val="26"/>
          <w:szCs w:val="26"/>
        </w:rPr>
        <w:t xml:space="preserve"> и количественных </w:t>
      </w:r>
      <w:r w:rsidR="00D53ACB" w:rsidRPr="007521A5">
        <w:rPr>
          <w:rFonts w:ascii="Times New Roman" w:hAnsi="Times New Roman"/>
          <w:sz w:val="26"/>
          <w:szCs w:val="26"/>
        </w:rPr>
        <w:t xml:space="preserve"> показателей (индикаторов) муниципальной программы Павловского муниципального района Воронежской области «</w:t>
      </w:r>
      <w:r w:rsidR="007521A5" w:rsidRPr="007521A5">
        <w:rPr>
          <w:rFonts w:ascii="Times New Roman" w:hAnsi="Times New Roman"/>
          <w:sz w:val="26"/>
          <w:szCs w:val="26"/>
        </w:rPr>
        <w:t>Профилактика социального сиротства</w:t>
      </w:r>
      <w:r w:rsidR="00D53ACB" w:rsidRPr="007521A5">
        <w:rPr>
          <w:rFonts w:ascii="Times New Roman" w:hAnsi="Times New Roman"/>
          <w:sz w:val="26"/>
          <w:szCs w:val="26"/>
        </w:rPr>
        <w:t>» приведен</w:t>
      </w:r>
      <w:r w:rsidR="006F12F1" w:rsidRPr="007521A5">
        <w:rPr>
          <w:rFonts w:ascii="Times New Roman" w:hAnsi="Times New Roman"/>
          <w:sz w:val="26"/>
          <w:szCs w:val="26"/>
        </w:rPr>
        <w:t>а</w:t>
      </w:r>
      <w:r w:rsidR="00D53ACB" w:rsidRPr="007521A5">
        <w:rPr>
          <w:rFonts w:ascii="Times New Roman" w:hAnsi="Times New Roman"/>
          <w:sz w:val="26"/>
          <w:szCs w:val="26"/>
        </w:rPr>
        <w:t xml:space="preserve"> в приложении № 2 к </w:t>
      </w:r>
      <w:r w:rsidR="001F21C9" w:rsidRPr="007521A5">
        <w:rPr>
          <w:rFonts w:ascii="Times New Roman" w:hAnsi="Times New Roman"/>
          <w:sz w:val="26"/>
          <w:szCs w:val="26"/>
        </w:rPr>
        <w:t>муниципальной программе.</w:t>
      </w:r>
    </w:p>
    <w:p w:rsidR="00271B41" w:rsidRDefault="00271B41" w:rsidP="00271B41">
      <w:pPr>
        <w:pStyle w:val="a7"/>
        <w:spacing w:after="0"/>
        <w:ind w:firstLine="709"/>
        <w:rPr>
          <w:rFonts w:ascii="Times New Roman" w:hAnsi="Times New Roman"/>
          <w:sz w:val="26"/>
          <w:szCs w:val="26"/>
        </w:rPr>
      </w:pPr>
    </w:p>
    <w:p w:rsidR="00271B41" w:rsidRPr="0027322F" w:rsidRDefault="00AC7765" w:rsidP="00271B41">
      <w:pPr>
        <w:pStyle w:val="a7"/>
        <w:spacing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Раздел </w:t>
      </w:r>
      <w:r w:rsidR="00271B41" w:rsidRPr="0027322F">
        <w:rPr>
          <w:rFonts w:ascii="Times New Roman" w:hAnsi="Times New Roman"/>
          <w:sz w:val="26"/>
          <w:szCs w:val="26"/>
        </w:rPr>
        <w:t>2. Объемы финансовых ресурсов, необходимых для реализации муниципальной программы.</w:t>
      </w:r>
    </w:p>
    <w:p w:rsidR="00271B41" w:rsidRPr="00D53ACB" w:rsidRDefault="00271B41" w:rsidP="006E0C48">
      <w:pPr>
        <w:pStyle w:val="a7"/>
        <w:spacing w:after="0"/>
        <w:ind w:firstLine="709"/>
        <w:rPr>
          <w:rFonts w:ascii="Times New Roman" w:hAnsi="Times New Roman"/>
          <w:sz w:val="26"/>
          <w:szCs w:val="26"/>
        </w:rPr>
      </w:pPr>
    </w:p>
    <w:p w:rsidR="00D53ACB" w:rsidRPr="007521A5" w:rsidRDefault="00271B41" w:rsidP="00D53ACB">
      <w:pPr>
        <w:pStyle w:val="a7"/>
        <w:spacing w:after="0"/>
        <w:ind w:firstLine="709"/>
        <w:rPr>
          <w:rFonts w:ascii="Times New Roman" w:hAnsi="Times New Roman"/>
          <w:sz w:val="26"/>
          <w:szCs w:val="26"/>
        </w:rPr>
      </w:pPr>
      <w:r w:rsidRPr="007521A5">
        <w:rPr>
          <w:rFonts w:ascii="Times New Roman" w:hAnsi="Times New Roman"/>
          <w:sz w:val="26"/>
          <w:szCs w:val="26"/>
        </w:rPr>
        <w:t>2.1</w:t>
      </w:r>
      <w:r w:rsidR="00BF7003" w:rsidRPr="007521A5">
        <w:rPr>
          <w:rFonts w:ascii="Times New Roman" w:hAnsi="Times New Roman"/>
          <w:sz w:val="26"/>
          <w:szCs w:val="26"/>
        </w:rPr>
        <w:t xml:space="preserve">. </w:t>
      </w:r>
      <w:r w:rsidR="00D53ACB" w:rsidRPr="007521A5">
        <w:rPr>
          <w:rFonts w:ascii="Times New Roman" w:hAnsi="Times New Roman"/>
          <w:sz w:val="26"/>
          <w:szCs w:val="26"/>
        </w:rPr>
        <w:t>Расходы бюджета</w:t>
      </w:r>
      <w:r w:rsidR="001F21C9" w:rsidRPr="007521A5">
        <w:rPr>
          <w:rFonts w:ascii="Times New Roman" w:hAnsi="Times New Roman"/>
          <w:sz w:val="26"/>
          <w:szCs w:val="26"/>
        </w:rPr>
        <w:t xml:space="preserve"> Павловского муниципального района Воронежской области</w:t>
      </w:r>
      <w:r w:rsidR="00D53ACB" w:rsidRPr="007521A5">
        <w:rPr>
          <w:rFonts w:ascii="Times New Roman" w:hAnsi="Times New Roman"/>
          <w:sz w:val="26"/>
          <w:szCs w:val="26"/>
        </w:rPr>
        <w:t xml:space="preserve"> на реализацию муниципальной программы Павловского муниципального района Воронежской области «</w:t>
      </w:r>
      <w:r w:rsidR="007521A5" w:rsidRPr="007521A5">
        <w:rPr>
          <w:rFonts w:ascii="Times New Roman" w:hAnsi="Times New Roman"/>
          <w:sz w:val="26"/>
          <w:szCs w:val="26"/>
        </w:rPr>
        <w:t>Профилактика социального сиротства</w:t>
      </w:r>
      <w:r w:rsidR="00D53ACB" w:rsidRPr="007521A5">
        <w:rPr>
          <w:rFonts w:ascii="Times New Roman" w:hAnsi="Times New Roman"/>
          <w:sz w:val="26"/>
          <w:szCs w:val="26"/>
        </w:rPr>
        <w:t>» на 202</w:t>
      </w:r>
      <w:r w:rsidR="007521A5" w:rsidRPr="007521A5">
        <w:rPr>
          <w:rFonts w:ascii="Times New Roman" w:hAnsi="Times New Roman"/>
          <w:sz w:val="26"/>
          <w:szCs w:val="26"/>
        </w:rPr>
        <w:t>2</w:t>
      </w:r>
      <w:r w:rsidR="00D53ACB" w:rsidRPr="007521A5">
        <w:rPr>
          <w:rFonts w:ascii="Times New Roman" w:hAnsi="Times New Roman"/>
          <w:sz w:val="26"/>
          <w:szCs w:val="26"/>
        </w:rPr>
        <w:t xml:space="preserve"> год, а также финансовое обеспечение и прогнозная (справочная) оценка расходов федерального, областного, </w:t>
      </w:r>
      <w:r w:rsidR="001F21C9" w:rsidRPr="007521A5">
        <w:rPr>
          <w:rFonts w:ascii="Times New Roman" w:hAnsi="Times New Roman"/>
          <w:sz w:val="26"/>
          <w:szCs w:val="26"/>
        </w:rPr>
        <w:t xml:space="preserve">бюджета муниципального района </w:t>
      </w:r>
      <w:r w:rsidR="00D53ACB" w:rsidRPr="007521A5">
        <w:rPr>
          <w:rFonts w:ascii="Times New Roman" w:hAnsi="Times New Roman"/>
          <w:sz w:val="26"/>
          <w:szCs w:val="26"/>
        </w:rPr>
        <w:t xml:space="preserve"> и внебюджетных источников на реализацию муниципальной программы приведены в приложении № 3 и приложении № 4</w:t>
      </w:r>
      <w:r w:rsidR="001F21C9" w:rsidRPr="007521A5">
        <w:rPr>
          <w:rFonts w:ascii="Times New Roman" w:hAnsi="Times New Roman"/>
          <w:sz w:val="26"/>
          <w:szCs w:val="26"/>
        </w:rPr>
        <w:t xml:space="preserve"> к</w:t>
      </w:r>
      <w:r w:rsidR="00D53ACB" w:rsidRPr="007521A5">
        <w:rPr>
          <w:rFonts w:ascii="Times New Roman" w:hAnsi="Times New Roman"/>
          <w:sz w:val="26"/>
          <w:szCs w:val="26"/>
        </w:rPr>
        <w:t xml:space="preserve"> </w:t>
      </w:r>
      <w:r w:rsidR="001F21C9" w:rsidRPr="007521A5">
        <w:rPr>
          <w:rFonts w:ascii="Times New Roman" w:hAnsi="Times New Roman"/>
          <w:sz w:val="26"/>
          <w:szCs w:val="26"/>
        </w:rPr>
        <w:t>муниципальной программе</w:t>
      </w:r>
      <w:r w:rsidR="00D53ACB" w:rsidRPr="007521A5">
        <w:rPr>
          <w:rFonts w:ascii="Times New Roman" w:hAnsi="Times New Roman"/>
          <w:sz w:val="26"/>
          <w:szCs w:val="26"/>
        </w:rPr>
        <w:t>.</w:t>
      </w:r>
    </w:p>
    <w:p w:rsidR="009A0A6E" w:rsidRPr="007521A5" w:rsidRDefault="009A0A6E" w:rsidP="00BF7003">
      <w:pPr>
        <w:pStyle w:val="a7"/>
        <w:spacing w:after="0"/>
        <w:ind w:firstLine="709"/>
        <w:rPr>
          <w:rFonts w:ascii="Times New Roman" w:hAnsi="Times New Roman"/>
          <w:sz w:val="26"/>
          <w:szCs w:val="26"/>
        </w:rPr>
      </w:pPr>
    </w:p>
    <w:p w:rsidR="00D53ACB" w:rsidRPr="007521A5" w:rsidRDefault="00271B41" w:rsidP="001F21C9">
      <w:pPr>
        <w:pStyle w:val="a7"/>
        <w:spacing w:after="0"/>
        <w:ind w:firstLine="709"/>
        <w:rPr>
          <w:rFonts w:ascii="Times New Roman" w:hAnsi="Times New Roman"/>
          <w:b/>
          <w:sz w:val="26"/>
          <w:szCs w:val="26"/>
        </w:rPr>
      </w:pPr>
      <w:r w:rsidRPr="007521A5">
        <w:rPr>
          <w:rFonts w:ascii="Times New Roman" w:hAnsi="Times New Roman"/>
          <w:sz w:val="26"/>
          <w:szCs w:val="26"/>
        </w:rPr>
        <w:t>2.2</w:t>
      </w:r>
      <w:r w:rsidR="00BF7003" w:rsidRPr="007521A5">
        <w:rPr>
          <w:rFonts w:ascii="Times New Roman" w:hAnsi="Times New Roman"/>
          <w:sz w:val="26"/>
          <w:szCs w:val="26"/>
        </w:rPr>
        <w:t xml:space="preserve">. </w:t>
      </w:r>
      <w:r w:rsidR="00D53ACB" w:rsidRPr="007521A5">
        <w:rPr>
          <w:rFonts w:ascii="Times New Roman" w:hAnsi="Times New Roman"/>
          <w:sz w:val="26"/>
          <w:szCs w:val="26"/>
        </w:rPr>
        <w:t>План реализации муниципальной программы Павловского муниципального района Воронежской области</w:t>
      </w:r>
      <w:r w:rsidR="00BF7003" w:rsidRPr="007521A5">
        <w:rPr>
          <w:rFonts w:ascii="Times New Roman" w:hAnsi="Times New Roman"/>
          <w:sz w:val="26"/>
          <w:szCs w:val="26"/>
        </w:rPr>
        <w:t xml:space="preserve"> «</w:t>
      </w:r>
      <w:r w:rsidR="007521A5" w:rsidRPr="007521A5">
        <w:rPr>
          <w:rFonts w:ascii="Times New Roman" w:hAnsi="Times New Roman"/>
          <w:sz w:val="26"/>
          <w:szCs w:val="26"/>
        </w:rPr>
        <w:t>Профилактика и преодоление социального сиротства</w:t>
      </w:r>
      <w:r w:rsidR="00BF7003" w:rsidRPr="007521A5">
        <w:rPr>
          <w:rFonts w:ascii="Times New Roman" w:hAnsi="Times New Roman"/>
          <w:sz w:val="26"/>
          <w:szCs w:val="26"/>
        </w:rPr>
        <w:t>» на 20</w:t>
      </w:r>
      <w:r w:rsidR="007521A5" w:rsidRPr="007521A5">
        <w:rPr>
          <w:rFonts w:ascii="Times New Roman" w:hAnsi="Times New Roman"/>
          <w:sz w:val="26"/>
          <w:szCs w:val="26"/>
        </w:rPr>
        <w:t>22</w:t>
      </w:r>
      <w:r w:rsidR="00BF7003" w:rsidRPr="007521A5">
        <w:rPr>
          <w:rFonts w:ascii="Times New Roman" w:hAnsi="Times New Roman"/>
          <w:sz w:val="26"/>
          <w:szCs w:val="26"/>
        </w:rPr>
        <w:t xml:space="preserve"> год и ответственные за исполнение мероприятий Плана реализации муниципальной программы Павловского муниципального района Воронежской области «</w:t>
      </w:r>
      <w:r w:rsidR="007521A5" w:rsidRPr="007521A5">
        <w:rPr>
          <w:rFonts w:ascii="Times New Roman" w:hAnsi="Times New Roman"/>
          <w:sz w:val="26"/>
          <w:szCs w:val="26"/>
        </w:rPr>
        <w:t>Профилактика социального сиротства</w:t>
      </w:r>
      <w:r w:rsidR="00BF7003" w:rsidRPr="007521A5">
        <w:rPr>
          <w:rFonts w:ascii="Times New Roman" w:hAnsi="Times New Roman"/>
          <w:sz w:val="26"/>
          <w:szCs w:val="26"/>
        </w:rPr>
        <w:t xml:space="preserve">» на 202 год приведен в приложении № 5 и приложении № 6 к </w:t>
      </w:r>
      <w:r w:rsidR="001F21C9" w:rsidRPr="007521A5">
        <w:rPr>
          <w:rFonts w:ascii="Times New Roman" w:hAnsi="Times New Roman"/>
          <w:sz w:val="26"/>
          <w:szCs w:val="26"/>
        </w:rPr>
        <w:t>муниципальной программе.</w:t>
      </w:r>
    </w:p>
    <w:p w:rsidR="00207E6E" w:rsidRDefault="00207E6E" w:rsidP="00A81055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401AB" w:rsidRPr="00B401AB" w:rsidRDefault="007D3D49" w:rsidP="00B401AB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B401AB" w:rsidRPr="00B401A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Павловского</w:t>
      </w:r>
    </w:p>
    <w:p w:rsidR="007D3D49" w:rsidRDefault="00B401AB" w:rsidP="00B401AB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  <w:r w:rsidRPr="00B401AB">
        <w:rPr>
          <w:rFonts w:ascii="Times New Roman" w:hAnsi="Times New Roman"/>
          <w:sz w:val="26"/>
          <w:szCs w:val="26"/>
        </w:rPr>
        <w:t xml:space="preserve">муниципального района  </w:t>
      </w:r>
    </w:p>
    <w:p w:rsidR="00D74513" w:rsidRDefault="007D3D49" w:rsidP="0027322F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B401AB" w:rsidRPr="00B401AB">
        <w:rPr>
          <w:rFonts w:ascii="Times New Roman" w:hAnsi="Times New Roman"/>
          <w:sz w:val="26"/>
          <w:szCs w:val="26"/>
        </w:rPr>
        <w:t xml:space="preserve">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="009A0A6E">
        <w:rPr>
          <w:rFonts w:ascii="Times New Roman" w:hAnsi="Times New Roman"/>
          <w:sz w:val="26"/>
          <w:szCs w:val="26"/>
        </w:rPr>
        <w:t xml:space="preserve">                      М.Н. Янцов</w:t>
      </w:r>
    </w:p>
    <w:p w:rsidR="00174446" w:rsidRDefault="00174446" w:rsidP="0027322F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:rsidR="00396A77" w:rsidRDefault="00396A77" w:rsidP="0027322F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:rsidR="00174446" w:rsidRPr="0027322F" w:rsidRDefault="00174446" w:rsidP="0027322F">
      <w:pPr>
        <w:spacing w:line="100" w:lineRule="atLeast"/>
        <w:ind w:firstLine="0"/>
        <w:rPr>
          <w:rFonts w:ascii="Times New Roman" w:hAnsi="Times New Roman"/>
          <w:sz w:val="26"/>
          <w:szCs w:val="26"/>
        </w:rPr>
        <w:sectPr w:rsidR="00174446" w:rsidRPr="0027322F" w:rsidSect="006427A7">
          <w:pgSz w:w="11906" w:h="16838" w:code="9"/>
          <w:pgMar w:top="1134" w:right="567" w:bottom="1134" w:left="1134" w:header="709" w:footer="709" w:gutter="0"/>
          <w:cols w:space="708"/>
          <w:docGrid w:linePitch="360"/>
        </w:sectPr>
      </w:pPr>
    </w:p>
    <w:p w:rsidR="00A4235E" w:rsidRPr="003D2DDE" w:rsidRDefault="00A4235E" w:rsidP="00A4235E">
      <w:pPr>
        <w:ind w:right="-2"/>
        <w:rPr>
          <w:rFonts w:ascii="Times New Roman" w:hAnsi="Times New Roman"/>
          <w:sz w:val="26"/>
          <w:szCs w:val="26"/>
        </w:rPr>
      </w:pPr>
      <w:r w:rsidRPr="003D2DDE">
        <w:rPr>
          <w:rFonts w:ascii="Times New Roman" w:hAnsi="Times New Roman"/>
          <w:sz w:val="26"/>
          <w:szCs w:val="26"/>
        </w:rPr>
        <w:lastRenderedPageBreak/>
        <w:t>СОГЛАСОВАНО</w:t>
      </w:r>
    </w:p>
    <w:p w:rsidR="00A4235E" w:rsidRPr="003D2DDE" w:rsidRDefault="00A4235E" w:rsidP="00A4235E">
      <w:pPr>
        <w:ind w:right="-2"/>
        <w:rPr>
          <w:rFonts w:ascii="Times New Roman" w:hAnsi="Times New Roman"/>
          <w:sz w:val="26"/>
          <w:szCs w:val="26"/>
        </w:rPr>
      </w:pPr>
    </w:p>
    <w:p w:rsidR="00A4235E" w:rsidRPr="003D2DDE" w:rsidRDefault="00A4235E" w:rsidP="00A4235E">
      <w:pPr>
        <w:ind w:right="-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Pr="003D2DDE">
        <w:rPr>
          <w:rFonts w:ascii="Times New Roman" w:hAnsi="Times New Roman"/>
          <w:sz w:val="26"/>
          <w:szCs w:val="26"/>
        </w:rPr>
        <w:t xml:space="preserve">уководитель аппарата администрации </w:t>
      </w:r>
    </w:p>
    <w:p w:rsidR="00A4235E" w:rsidRDefault="00A4235E" w:rsidP="00A4235E">
      <w:pPr>
        <w:ind w:right="-2"/>
        <w:rPr>
          <w:rFonts w:ascii="Times New Roman" w:hAnsi="Times New Roman"/>
          <w:sz w:val="26"/>
          <w:szCs w:val="26"/>
        </w:rPr>
      </w:pPr>
      <w:r w:rsidRPr="003D2DDE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</w:t>
      </w:r>
      <w:r>
        <w:rPr>
          <w:rFonts w:ascii="Times New Roman" w:hAnsi="Times New Roman"/>
          <w:sz w:val="26"/>
          <w:szCs w:val="26"/>
        </w:rPr>
        <w:t xml:space="preserve">       </w:t>
      </w:r>
      <w:r w:rsidRPr="003D2DDE">
        <w:rPr>
          <w:rFonts w:ascii="Times New Roman" w:hAnsi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>Ю.В. Чечурина</w:t>
      </w:r>
    </w:p>
    <w:p w:rsidR="00A4235E" w:rsidRPr="003D2DDE" w:rsidRDefault="00A4235E" w:rsidP="00A4235E">
      <w:pPr>
        <w:ind w:right="-2"/>
        <w:rPr>
          <w:rFonts w:ascii="Times New Roman" w:hAnsi="Times New Roman"/>
          <w:sz w:val="26"/>
          <w:szCs w:val="26"/>
        </w:rPr>
      </w:pPr>
    </w:p>
    <w:p w:rsidR="00A4235E" w:rsidRPr="003D2DDE" w:rsidRDefault="00A4235E" w:rsidP="00A4235E">
      <w:pPr>
        <w:rPr>
          <w:rFonts w:ascii="Times New Roman" w:hAnsi="Times New Roman"/>
          <w:sz w:val="26"/>
          <w:szCs w:val="26"/>
        </w:rPr>
      </w:pPr>
      <w:r w:rsidRPr="003D2DDE">
        <w:rPr>
          <w:rFonts w:ascii="Times New Roman" w:hAnsi="Times New Roman"/>
          <w:sz w:val="26"/>
          <w:szCs w:val="26"/>
        </w:rPr>
        <w:t>Начальник отдела правового обеспечения</w:t>
      </w:r>
    </w:p>
    <w:p w:rsidR="00A4235E" w:rsidRPr="003D2DDE" w:rsidRDefault="00A4235E" w:rsidP="00A4235E">
      <w:pPr>
        <w:rPr>
          <w:rFonts w:ascii="Times New Roman" w:hAnsi="Times New Roman"/>
          <w:sz w:val="26"/>
          <w:szCs w:val="26"/>
        </w:rPr>
      </w:pPr>
      <w:r w:rsidRPr="003D2DDE">
        <w:rPr>
          <w:rFonts w:ascii="Times New Roman" w:hAnsi="Times New Roman"/>
          <w:sz w:val="26"/>
          <w:szCs w:val="26"/>
        </w:rPr>
        <w:t xml:space="preserve">и противодействия коррупции   администрации </w:t>
      </w:r>
    </w:p>
    <w:p w:rsidR="00A4235E" w:rsidRPr="003D2DDE" w:rsidRDefault="00A4235E" w:rsidP="00A4235E">
      <w:pPr>
        <w:rPr>
          <w:rFonts w:ascii="Times New Roman" w:hAnsi="Times New Roman"/>
          <w:sz w:val="26"/>
          <w:szCs w:val="26"/>
        </w:rPr>
      </w:pPr>
      <w:r w:rsidRPr="003D2DDE">
        <w:rPr>
          <w:rFonts w:ascii="Times New Roman" w:hAnsi="Times New Roman"/>
          <w:sz w:val="26"/>
          <w:szCs w:val="26"/>
        </w:rPr>
        <w:t>Павловского муниципального района                                                 А.Г. Мельникова</w:t>
      </w:r>
    </w:p>
    <w:p w:rsidR="00A4235E" w:rsidRPr="003D2DD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Pr="003D2DDE" w:rsidRDefault="00A4235E" w:rsidP="00A4235E">
      <w:pPr>
        <w:rPr>
          <w:rFonts w:ascii="Times New Roman" w:hAnsi="Times New Roman"/>
          <w:sz w:val="26"/>
          <w:szCs w:val="26"/>
        </w:rPr>
      </w:pPr>
      <w:r w:rsidRPr="003D2DDE">
        <w:rPr>
          <w:rFonts w:ascii="Times New Roman" w:hAnsi="Times New Roman"/>
          <w:sz w:val="26"/>
          <w:szCs w:val="26"/>
        </w:rPr>
        <w:t xml:space="preserve">Начальник отдела опеки и попечительства </w:t>
      </w:r>
    </w:p>
    <w:p w:rsidR="00A4235E" w:rsidRPr="003D2DDE" w:rsidRDefault="00A4235E" w:rsidP="00A4235E">
      <w:pPr>
        <w:rPr>
          <w:rFonts w:ascii="Times New Roman" w:hAnsi="Times New Roman"/>
          <w:sz w:val="26"/>
          <w:szCs w:val="26"/>
        </w:rPr>
      </w:pPr>
      <w:r w:rsidRPr="003D2DDE">
        <w:rPr>
          <w:rFonts w:ascii="Times New Roman" w:hAnsi="Times New Roman"/>
          <w:sz w:val="26"/>
          <w:szCs w:val="26"/>
        </w:rPr>
        <w:t>администрации Павловского муниципального района                    М.А. Виноградова</w:t>
      </w:r>
    </w:p>
    <w:p w:rsidR="00A4235E" w:rsidRPr="003D2DD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Pr="003D2DD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Pr="003D2DD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Pr="003D2DD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Pr="003D2DD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Pr="003D2DD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Pr="003D2DD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Pr="003D2DDE" w:rsidRDefault="00A4235E" w:rsidP="00A4235E">
      <w:pPr>
        <w:rPr>
          <w:rFonts w:ascii="Times New Roman" w:hAnsi="Times New Roman"/>
          <w:sz w:val="26"/>
          <w:szCs w:val="26"/>
        </w:rPr>
      </w:pPr>
      <w:r w:rsidRPr="003D2DDE">
        <w:rPr>
          <w:rFonts w:ascii="Times New Roman" w:hAnsi="Times New Roman"/>
          <w:sz w:val="26"/>
          <w:szCs w:val="26"/>
        </w:rPr>
        <w:t>ВНЕСЕНО</w:t>
      </w:r>
    </w:p>
    <w:p w:rsidR="00A4235E" w:rsidRPr="003D2DDE" w:rsidRDefault="00A4235E" w:rsidP="00A4235E">
      <w:pPr>
        <w:rPr>
          <w:rFonts w:ascii="Times New Roman" w:hAnsi="Times New Roman"/>
          <w:sz w:val="26"/>
          <w:szCs w:val="26"/>
        </w:rPr>
      </w:pPr>
    </w:p>
    <w:p w:rsidR="00A4235E" w:rsidRDefault="00A4235E" w:rsidP="00A4235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администрации </w:t>
      </w:r>
    </w:p>
    <w:p w:rsidR="00A4235E" w:rsidRPr="003D2DDE" w:rsidRDefault="00A4235E" w:rsidP="00A4235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Павловского муниципального района                                                   Е.Н. Рублевская</w:t>
      </w:r>
    </w:p>
    <w:p w:rsidR="00A4235E" w:rsidRPr="003D2DDE" w:rsidRDefault="00A4235E" w:rsidP="00A4235E">
      <w:pPr>
        <w:rPr>
          <w:rFonts w:ascii="Times New Roman" w:hAnsi="Times New Roman"/>
        </w:rPr>
      </w:pPr>
    </w:p>
    <w:p w:rsidR="00A4235E" w:rsidRPr="003D2DDE" w:rsidRDefault="00A4235E" w:rsidP="00A4235E">
      <w:pPr>
        <w:rPr>
          <w:rFonts w:ascii="Times New Roman" w:hAnsi="Times New Roman"/>
        </w:rPr>
      </w:pPr>
    </w:p>
    <w:p w:rsidR="00361570" w:rsidRPr="00361570" w:rsidRDefault="00361570" w:rsidP="0027322F">
      <w:pPr>
        <w:ind w:firstLine="0"/>
        <w:jc w:val="left"/>
        <w:rPr>
          <w:rFonts w:ascii="Times New Roman" w:hAnsi="Times New Roman"/>
          <w:sz w:val="26"/>
          <w:szCs w:val="26"/>
        </w:rPr>
      </w:pPr>
    </w:p>
    <w:sectPr w:rsidR="00361570" w:rsidRPr="00361570" w:rsidSect="0084654D">
      <w:pgSz w:w="11906" w:h="16838"/>
      <w:pgMar w:top="567" w:right="567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CF7" w:rsidRDefault="00B25CF7" w:rsidP="00D8632F">
      <w:r>
        <w:separator/>
      </w:r>
    </w:p>
  </w:endnote>
  <w:endnote w:type="continuationSeparator" w:id="1">
    <w:p w:rsidR="00B25CF7" w:rsidRDefault="00B25CF7" w:rsidP="00D86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CF7" w:rsidRDefault="00B25CF7" w:rsidP="00D8632F">
      <w:r>
        <w:separator/>
      </w:r>
    </w:p>
  </w:footnote>
  <w:footnote w:type="continuationSeparator" w:id="1">
    <w:p w:rsidR="00B25CF7" w:rsidRDefault="00B25CF7" w:rsidP="00D863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5D35CA"/>
    <w:multiLevelType w:val="hybridMultilevel"/>
    <w:tmpl w:val="8756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C3B8B"/>
    <w:multiLevelType w:val="hybridMultilevel"/>
    <w:tmpl w:val="A5A2A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B13A3"/>
    <w:multiLevelType w:val="hybridMultilevel"/>
    <w:tmpl w:val="1A5ECD5E"/>
    <w:lvl w:ilvl="0" w:tplc="451257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C16672"/>
    <w:multiLevelType w:val="hybridMultilevel"/>
    <w:tmpl w:val="440AB4CE"/>
    <w:lvl w:ilvl="0" w:tplc="03F65FDE">
      <w:start w:val="1"/>
      <w:numFmt w:val="decimal"/>
      <w:lvlText w:val="%1."/>
      <w:lvlJc w:val="left"/>
      <w:pPr>
        <w:ind w:left="20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5">
    <w:nsid w:val="110D6019"/>
    <w:multiLevelType w:val="hybridMultilevel"/>
    <w:tmpl w:val="C2DAB72C"/>
    <w:lvl w:ilvl="0" w:tplc="98A8D026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6">
    <w:nsid w:val="19545CD4"/>
    <w:multiLevelType w:val="hybridMultilevel"/>
    <w:tmpl w:val="9104E69E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263591"/>
    <w:multiLevelType w:val="hybridMultilevel"/>
    <w:tmpl w:val="83747F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B669E6"/>
    <w:multiLevelType w:val="hybridMultilevel"/>
    <w:tmpl w:val="4538E486"/>
    <w:lvl w:ilvl="0" w:tplc="857EAF80">
      <w:start w:val="1"/>
      <w:numFmt w:val="decimal"/>
      <w:lvlText w:val="%1."/>
      <w:lvlJc w:val="left"/>
      <w:pPr>
        <w:ind w:left="1080" w:hanging="360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2B0EB3"/>
    <w:multiLevelType w:val="hybridMultilevel"/>
    <w:tmpl w:val="D59ECEEA"/>
    <w:lvl w:ilvl="0" w:tplc="9124A484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0">
    <w:nsid w:val="260F4B31"/>
    <w:multiLevelType w:val="hybridMultilevel"/>
    <w:tmpl w:val="741267A8"/>
    <w:lvl w:ilvl="0" w:tplc="F2F2CF7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FC2434"/>
    <w:multiLevelType w:val="hybridMultilevel"/>
    <w:tmpl w:val="92CE896A"/>
    <w:lvl w:ilvl="0" w:tplc="5246A8EA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0D80173"/>
    <w:multiLevelType w:val="hybridMultilevel"/>
    <w:tmpl w:val="155CBC76"/>
    <w:lvl w:ilvl="0" w:tplc="C41A8B0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86374DC"/>
    <w:multiLevelType w:val="hybridMultilevel"/>
    <w:tmpl w:val="415AA86E"/>
    <w:lvl w:ilvl="0" w:tplc="17D0CC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B177F"/>
    <w:multiLevelType w:val="hybridMultilevel"/>
    <w:tmpl w:val="F6662910"/>
    <w:lvl w:ilvl="0" w:tplc="E7C4D2AE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E70311"/>
    <w:multiLevelType w:val="hybridMultilevel"/>
    <w:tmpl w:val="B98247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A1506B2"/>
    <w:multiLevelType w:val="hybridMultilevel"/>
    <w:tmpl w:val="C87E3DA2"/>
    <w:lvl w:ilvl="0" w:tplc="635AF1B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D0E0188"/>
    <w:multiLevelType w:val="hybridMultilevel"/>
    <w:tmpl w:val="3BD834CA"/>
    <w:lvl w:ilvl="0" w:tplc="972E49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0F4A49"/>
    <w:multiLevelType w:val="hybridMultilevel"/>
    <w:tmpl w:val="76924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6136B8"/>
    <w:multiLevelType w:val="hybridMultilevel"/>
    <w:tmpl w:val="D2FA5D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4041BA"/>
    <w:multiLevelType w:val="multilevel"/>
    <w:tmpl w:val="57AE4640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5DF00DC5"/>
    <w:multiLevelType w:val="hybridMultilevel"/>
    <w:tmpl w:val="680E38A6"/>
    <w:lvl w:ilvl="0" w:tplc="12B4C87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6D621E"/>
    <w:multiLevelType w:val="hybridMultilevel"/>
    <w:tmpl w:val="B03A48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867390"/>
    <w:multiLevelType w:val="hybridMultilevel"/>
    <w:tmpl w:val="F956F324"/>
    <w:lvl w:ilvl="0" w:tplc="5782A7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524E87"/>
    <w:multiLevelType w:val="multilevel"/>
    <w:tmpl w:val="372C111E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26">
    <w:nsid w:val="6A55183E"/>
    <w:multiLevelType w:val="hybridMultilevel"/>
    <w:tmpl w:val="DA06C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76D50D6A"/>
    <w:multiLevelType w:val="hybridMultilevel"/>
    <w:tmpl w:val="D59ECEEA"/>
    <w:lvl w:ilvl="0" w:tplc="9124A484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9">
    <w:nsid w:val="785C2F45"/>
    <w:multiLevelType w:val="hybridMultilevel"/>
    <w:tmpl w:val="09DED340"/>
    <w:lvl w:ilvl="0" w:tplc="DE8648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7EB54442"/>
    <w:multiLevelType w:val="hybridMultilevel"/>
    <w:tmpl w:val="CD361C32"/>
    <w:lvl w:ilvl="0" w:tplc="D0E6ADA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8"/>
  </w:num>
  <w:num w:numId="2">
    <w:abstractNumId w:val="9"/>
  </w:num>
  <w:num w:numId="3">
    <w:abstractNumId w:val="25"/>
  </w:num>
  <w:num w:numId="4">
    <w:abstractNumId w:val="12"/>
  </w:num>
  <w:num w:numId="5">
    <w:abstractNumId w:val="30"/>
  </w:num>
  <w:num w:numId="6">
    <w:abstractNumId w:val="26"/>
  </w:num>
  <w:num w:numId="7">
    <w:abstractNumId w:val="13"/>
  </w:num>
  <w:num w:numId="8">
    <w:abstractNumId w:val="32"/>
  </w:num>
  <w:num w:numId="9">
    <w:abstractNumId w:val="27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6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7"/>
  </w:num>
  <w:num w:numId="22">
    <w:abstractNumId w:val="3"/>
  </w:num>
  <w:num w:numId="23">
    <w:abstractNumId w:val="5"/>
  </w:num>
  <w:num w:numId="24">
    <w:abstractNumId w:val="21"/>
  </w:num>
  <w:num w:numId="25">
    <w:abstractNumId w:val="8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16"/>
  </w:num>
  <w:num w:numId="29">
    <w:abstractNumId w:val="23"/>
  </w:num>
  <w:num w:numId="30">
    <w:abstractNumId w:val="17"/>
  </w:num>
  <w:num w:numId="31">
    <w:abstractNumId w:val="4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9"/>
  </w:num>
  <w:num w:numId="35">
    <w:abstractNumId w:val="11"/>
  </w:num>
  <w:num w:numId="36">
    <w:abstractNumId w:val="15"/>
  </w:num>
  <w:num w:numId="37">
    <w:abstractNumId w:val="22"/>
  </w:num>
  <w:num w:numId="38">
    <w:abstractNumId w:val="31"/>
  </w:num>
  <w:num w:numId="39">
    <w:abstractNumId w:val="18"/>
  </w:num>
  <w:num w:numId="40">
    <w:abstractNumId w:val="2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48EC"/>
    <w:rsid w:val="0001038E"/>
    <w:rsid w:val="00011798"/>
    <w:rsid w:val="000172B2"/>
    <w:rsid w:val="00020556"/>
    <w:rsid w:val="00021810"/>
    <w:rsid w:val="0004235D"/>
    <w:rsid w:val="00055F5F"/>
    <w:rsid w:val="00056E13"/>
    <w:rsid w:val="000602F8"/>
    <w:rsid w:val="00072783"/>
    <w:rsid w:val="00075446"/>
    <w:rsid w:val="000826B2"/>
    <w:rsid w:val="000966CE"/>
    <w:rsid w:val="000B0839"/>
    <w:rsid w:val="000C6719"/>
    <w:rsid w:val="000D4584"/>
    <w:rsid w:val="000D7814"/>
    <w:rsid w:val="000E1418"/>
    <w:rsid w:val="000E3160"/>
    <w:rsid w:val="000E5FF8"/>
    <w:rsid w:val="000E6CAD"/>
    <w:rsid w:val="000F5420"/>
    <w:rsid w:val="00113656"/>
    <w:rsid w:val="00113D9E"/>
    <w:rsid w:val="00116493"/>
    <w:rsid w:val="0013632E"/>
    <w:rsid w:val="00136C42"/>
    <w:rsid w:val="00141A1C"/>
    <w:rsid w:val="001441E6"/>
    <w:rsid w:val="001502E3"/>
    <w:rsid w:val="001506B6"/>
    <w:rsid w:val="001522F3"/>
    <w:rsid w:val="00152CC6"/>
    <w:rsid w:val="0016116C"/>
    <w:rsid w:val="00164BF5"/>
    <w:rsid w:val="00174446"/>
    <w:rsid w:val="001940E2"/>
    <w:rsid w:val="001947BE"/>
    <w:rsid w:val="001A202C"/>
    <w:rsid w:val="001A3858"/>
    <w:rsid w:val="001C0DF6"/>
    <w:rsid w:val="001C518D"/>
    <w:rsid w:val="001C6414"/>
    <w:rsid w:val="001C6841"/>
    <w:rsid w:val="001C6CE0"/>
    <w:rsid w:val="001C7782"/>
    <w:rsid w:val="001D2306"/>
    <w:rsid w:val="001D6422"/>
    <w:rsid w:val="001E24DF"/>
    <w:rsid w:val="001E4918"/>
    <w:rsid w:val="001F1A4F"/>
    <w:rsid w:val="001F1E79"/>
    <w:rsid w:val="001F21C9"/>
    <w:rsid w:val="001F2ECA"/>
    <w:rsid w:val="002002CF"/>
    <w:rsid w:val="0020135F"/>
    <w:rsid w:val="0020152E"/>
    <w:rsid w:val="00205B57"/>
    <w:rsid w:val="00207E6E"/>
    <w:rsid w:val="0021096C"/>
    <w:rsid w:val="002368BE"/>
    <w:rsid w:val="002451C4"/>
    <w:rsid w:val="00247F7F"/>
    <w:rsid w:val="002504C6"/>
    <w:rsid w:val="00256BD0"/>
    <w:rsid w:val="00262AF5"/>
    <w:rsid w:val="00265BA0"/>
    <w:rsid w:val="002661D7"/>
    <w:rsid w:val="00271B41"/>
    <w:rsid w:val="0027322F"/>
    <w:rsid w:val="00290038"/>
    <w:rsid w:val="00290F4E"/>
    <w:rsid w:val="00294174"/>
    <w:rsid w:val="0029515A"/>
    <w:rsid w:val="002B24D6"/>
    <w:rsid w:val="002B28EB"/>
    <w:rsid w:val="002B3FF9"/>
    <w:rsid w:val="002B6137"/>
    <w:rsid w:val="002C1E04"/>
    <w:rsid w:val="002E3729"/>
    <w:rsid w:val="002F7EAF"/>
    <w:rsid w:val="0030453A"/>
    <w:rsid w:val="00307325"/>
    <w:rsid w:val="0033138E"/>
    <w:rsid w:val="003342E1"/>
    <w:rsid w:val="00350380"/>
    <w:rsid w:val="00361570"/>
    <w:rsid w:val="003668E6"/>
    <w:rsid w:val="00381015"/>
    <w:rsid w:val="003831D2"/>
    <w:rsid w:val="00383FE5"/>
    <w:rsid w:val="00396A77"/>
    <w:rsid w:val="003A74D6"/>
    <w:rsid w:val="003B0A12"/>
    <w:rsid w:val="003B34F6"/>
    <w:rsid w:val="003B60B1"/>
    <w:rsid w:val="003C5002"/>
    <w:rsid w:val="003D1A63"/>
    <w:rsid w:val="003D1E87"/>
    <w:rsid w:val="003D7C00"/>
    <w:rsid w:val="003E125D"/>
    <w:rsid w:val="003E475F"/>
    <w:rsid w:val="003F189A"/>
    <w:rsid w:val="003F1FD2"/>
    <w:rsid w:val="00405A9D"/>
    <w:rsid w:val="0041362D"/>
    <w:rsid w:val="00416056"/>
    <w:rsid w:val="004236EC"/>
    <w:rsid w:val="00427CCE"/>
    <w:rsid w:val="00430E6D"/>
    <w:rsid w:val="00431E3B"/>
    <w:rsid w:val="0043610E"/>
    <w:rsid w:val="00456925"/>
    <w:rsid w:val="00476548"/>
    <w:rsid w:val="00476DD9"/>
    <w:rsid w:val="00482CD0"/>
    <w:rsid w:val="00497955"/>
    <w:rsid w:val="004A3DB3"/>
    <w:rsid w:val="004C7CB9"/>
    <w:rsid w:val="004D0BD2"/>
    <w:rsid w:val="004D1C56"/>
    <w:rsid w:val="004D2AD6"/>
    <w:rsid w:val="004D3F51"/>
    <w:rsid w:val="004E3188"/>
    <w:rsid w:val="00502290"/>
    <w:rsid w:val="0050360B"/>
    <w:rsid w:val="0051044A"/>
    <w:rsid w:val="0051727E"/>
    <w:rsid w:val="00520BFF"/>
    <w:rsid w:val="00532799"/>
    <w:rsid w:val="00534351"/>
    <w:rsid w:val="00555463"/>
    <w:rsid w:val="00561512"/>
    <w:rsid w:val="0056462C"/>
    <w:rsid w:val="00572EA9"/>
    <w:rsid w:val="005737F8"/>
    <w:rsid w:val="00586359"/>
    <w:rsid w:val="005A047F"/>
    <w:rsid w:val="005A0890"/>
    <w:rsid w:val="005A1AF7"/>
    <w:rsid w:val="005A4827"/>
    <w:rsid w:val="005B3635"/>
    <w:rsid w:val="005B771C"/>
    <w:rsid w:val="005C2708"/>
    <w:rsid w:val="005C5102"/>
    <w:rsid w:val="005D0ADA"/>
    <w:rsid w:val="005D596B"/>
    <w:rsid w:val="005E34AD"/>
    <w:rsid w:val="005E4932"/>
    <w:rsid w:val="005F2686"/>
    <w:rsid w:val="00602EB0"/>
    <w:rsid w:val="0060332B"/>
    <w:rsid w:val="006101D4"/>
    <w:rsid w:val="00610EAD"/>
    <w:rsid w:val="00617BAD"/>
    <w:rsid w:val="00633E95"/>
    <w:rsid w:val="006427A7"/>
    <w:rsid w:val="00647F9A"/>
    <w:rsid w:val="006724A7"/>
    <w:rsid w:val="00673B78"/>
    <w:rsid w:val="006749B5"/>
    <w:rsid w:val="0067542F"/>
    <w:rsid w:val="006848EC"/>
    <w:rsid w:val="00690D9F"/>
    <w:rsid w:val="006937A6"/>
    <w:rsid w:val="00695C08"/>
    <w:rsid w:val="006A0B71"/>
    <w:rsid w:val="006A3A9A"/>
    <w:rsid w:val="006C0431"/>
    <w:rsid w:val="006D5668"/>
    <w:rsid w:val="006D66AC"/>
    <w:rsid w:val="006E0C48"/>
    <w:rsid w:val="006E4F22"/>
    <w:rsid w:val="006E7389"/>
    <w:rsid w:val="006F12F1"/>
    <w:rsid w:val="00703BF6"/>
    <w:rsid w:val="007075D8"/>
    <w:rsid w:val="00741363"/>
    <w:rsid w:val="00742D8E"/>
    <w:rsid w:val="007521A5"/>
    <w:rsid w:val="0075257B"/>
    <w:rsid w:val="0076251A"/>
    <w:rsid w:val="00765D8B"/>
    <w:rsid w:val="007747F0"/>
    <w:rsid w:val="00775FAB"/>
    <w:rsid w:val="00787F44"/>
    <w:rsid w:val="00791D28"/>
    <w:rsid w:val="00797FFC"/>
    <w:rsid w:val="007B16BC"/>
    <w:rsid w:val="007B29B1"/>
    <w:rsid w:val="007B720B"/>
    <w:rsid w:val="007C2C86"/>
    <w:rsid w:val="007C3B80"/>
    <w:rsid w:val="007C7EE8"/>
    <w:rsid w:val="007D2AA9"/>
    <w:rsid w:val="007D3D49"/>
    <w:rsid w:val="007D5396"/>
    <w:rsid w:val="00804148"/>
    <w:rsid w:val="008176F8"/>
    <w:rsid w:val="0084654D"/>
    <w:rsid w:val="0085131D"/>
    <w:rsid w:val="00852EFE"/>
    <w:rsid w:val="00855AA7"/>
    <w:rsid w:val="00856A13"/>
    <w:rsid w:val="008572E3"/>
    <w:rsid w:val="00861351"/>
    <w:rsid w:val="00867B22"/>
    <w:rsid w:val="00891639"/>
    <w:rsid w:val="00897371"/>
    <w:rsid w:val="008B0091"/>
    <w:rsid w:val="008D105D"/>
    <w:rsid w:val="008D2A50"/>
    <w:rsid w:val="008D35C2"/>
    <w:rsid w:val="008D3E8C"/>
    <w:rsid w:val="008F1533"/>
    <w:rsid w:val="008F56DE"/>
    <w:rsid w:val="008F643D"/>
    <w:rsid w:val="00932AAE"/>
    <w:rsid w:val="0094264C"/>
    <w:rsid w:val="00950BC7"/>
    <w:rsid w:val="009626DE"/>
    <w:rsid w:val="0098212C"/>
    <w:rsid w:val="009919AA"/>
    <w:rsid w:val="00991E8A"/>
    <w:rsid w:val="009A0A6E"/>
    <w:rsid w:val="009A1633"/>
    <w:rsid w:val="009A190C"/>
    <w:rsid w:val="009B1C1E"/>
    <w:rsid w:val="009B7136"/>
    <w:rsid w:val="009B7882"/>
    <w:rsid w:val="009C15C9"/>
    <w:rsid w:val="009C2724"/>
    <w:rsid w:val="009C7565"/>
    <w:rsid w:val="009D4FBA"/>
    <w:rsid w:val="009E4854"/>
    <w:rsid w:val="009E5BF9"/>
    <w:rsid w:val="009F6F2E"/>
    <w:rsid w:val="00A12FF1"/>
    <w:rsid w:val="00A2241A"/>
    <w:rsid w:val="00A360B2"/>
    <w:rsid w:val="00A41468"/>
    <w:rsid w:val="00A4235E"/>
    <w:rsid w:val="00A42441"/>
    <w:rsid w:val="00A44667"/>
    <w:rsid w:val="00A529DF"/>
    <w:rsid w:val="00A561AE"/>
    <w:rsid w:val="00A56F6B"/>
    <w:rsid w:val="00A62176"/>
    <w:rsid w:val="00A67D26"/>
    <w:rsid w:val="00A71F8B"/>
    <w:rsid w:val="00A74CE5"/>
    <w:rsid w:val="00A81055"/>
    <w:rsid w:val="00A84FE0"/>
    <w:rsid w:val="00A86C8C"/>
    <w:rsid w:val="00AA0974"/>
    <w:rsid w:val="00AA6406"/>
    <w:rsid w:val="00AB7724"/>
    <w:rsid w:val="00AC628F"/>
    <w:rsid w:val="00AC7765"/>
    <w:rsid w:val="00AD05F3"/>
    <w:rsid w:val="00AD57B9"/>
    <w:rsid w:val="00AD67EA"/>
    <w:rsid w:val="00AE0A31"/>
    <w:rsid w:val="00AE4AF2"/>
    <w:rsid w:val="00AE5781"/>
    <w:rsid w:val="00AF4BF0"/>
    <w:rsid w:val="00AF6897"/>
    <w:rsid w:val="00B0474B"/>
    <w:rsid w:val="00B05761"/>
    <w:rsid w:val="00B07B02"/>
    <w:rsid w:val="00B1459A"/>
    <w:rsid w:val="00B15F25"/>
    <w:rsid w:val="00B1793F"/>
    <w:rsid w:val="00B25CF7"/>
    <w:rsid w:val="00B33044"/>
    <w:rsid w:val="00B401AB"/>
    <w:rsid w:val="00B51CB0"/>
    <w:rsid w:val="00B72EA6"/>
    <w:rsid w:val="00BA2D49"/>
    <w:rsid w:val="00BA413D"/>
    <w:rsid w:val="00BA67DF"/>
    <w:rsid w:val="00BE1FA8"/>
    <w:rsid w:val="00BF2417"/>
    <w:rsid w:val="00BF5230"/>
    <w:rsid w:val="00BF7003"/>
    <w:rsid w:val="00C12550"/>
    <w:rsid w:val="00C2460A"/>
    <w:rsid w:val="00C337F2"/>
    <w:rsid w:val="00C36D85"/>
    <w:rsid w:val="00C65017"/>
    <w:rsid w:val="00C661AA"/>
    <w:rsid w:val="00C757D5"/>
    <w:rsid w:val="00C77716"/>
    <w:rsid w:val="00C879C9"/>
    <w:rsid w:val="00C94CD1"/>
    <w:rsid w:val="00CB4F99"/>
    <w:rsid w:val="00CC1B81"/>
    <w:rsid w:val="00CC380C"/>
    <w:rsid w:val="00CE186D"/>
    <w:rsid w:val="00CE71DA"/>
    <w:rsid w:val="00CF1A1B"/>
    <w:rsid w:val="00CF5595"/>
    <w:rsid w:val="00D0197A"/>
    <w:rsid w:val="00D03D2F"/>
    <w:rsid w:val="00D04557"/>
    <w:rsid w:val="00D11A74"/>
    <w:rsid w:val="00D140EE"/>
    <w:rsid w:val="00D14D6F"/>
    <w:rsid w:val="00D27218"/>
    <w:rsid w:val="00D273A1"/>
    <w:rsid w:val="00D4210B"/>
    <w:rsid w:val="00D44ED7"/>
    <w:rsid w:val="00D46805"/>
    <w:rsid w:val="00D4722B"/>
    <w:rsid w:val="00D51D41"/>
    <w:rsid w:val="00D53ACB"/>
    <w:rsid w:val="00D64462"/>
    <w:rsid w:val="00D65DA8"/>
    <w:rsid w:val="00D71156"/>
    <w:rsid w:val="00D74513"/>
    <w:rsid w:val="00D8632F"/>
    <w:rsid w:val="00D86D8E"/>
    <w:rsid w:val="00D902E7"/>
    <w:rsid w:val="00D92C41"/>
    <w:rsid w:val="00DB384F"/>
    <w:rsid w:val="00DB5F5D"/>
    <w:rsid w:val="00DC3DAE"/>
    <w:rsid w:val="00DC4E0A"/>
    <w:rsid w:val="00DE446D"/>
    <w:rsid w:val="00DF171B"/>
    <w:rsid w:val="00DF51E6"/>
    <w:rsid w:val="00E077D5"/>
    <w:rsid w:val="00E07BDB"/>
    <w:rsid w:val="00E253B6"/>
    <w:rsid w:val="00E274D3"/>
    <w:rsid w:val="00E3411F"/>
    <w:rsid w:val="00E40F7B"/>
    <w:rsid w:val="00E451D2"/>
    <w:rsid w:val="00E45B36"/>
    <w:rsid w:val="00E550C2"/>
    <w:rsid w:val="00E669B6"/>
    <w:rsid w:val="00E76974"/>
    <w:rsid w:val="00E90531"/>
    <w:rsid w:val="00EC5A30"/>
    <w:rsid w:val="00EC7799"/>
    <w:rsid w:val="00EF1D10"/>
    <w:rsid w:val="00EF6C93"/>
    <w:rsid w:val="00F01B1B"/>
    <w:rsid w:val="00F0201C"/>
    <w:rsid w:val="00F123F1"/>
    <w:rsid w:val="00F12913"/>
    <w:rsid w:val="00F210E4"/>
    <w:rsid w:val="00F27686"/>
    <w:rsid w:val="00F33F10"/>
    <w:rsid w:val="00F50D8F"/>
    <w:rsid w:val="00F5522A"/>
    <w:rsid w:val="00F65CE8"/>
    <w:rsid w:val="00F71E26"/>
    <w:rsid w:val="00F95FB9"/>
    <w:rsid w:val="00F96034"/>
    <w:rsid w:val="00FA5D77"/>
    <w:rsid w:val="00FB47D8"/>
    <w:rsid w:val="00FC2343"/>
    <w:rsid w:val="00FD5D32"/>
    <w:rsid w:val="00FE1443"/>
    <w:rsid w:val="00FE5882"/>
    <w:rsid w:val="00FE7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Title" w:semiHidden="0" w:unhideWhenUsed="0" w:qFormat="1"/>
    <w:lsdException w:name="Default Paragraph Font" w:uiPriority="0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HTML Variabl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!Обычный текст документа"/>
    <w:qFormat/>
    <w:rsid w:val="002C1E0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1"/>
    <w:next w:val="a1"/>
    <w:link w:val="10"/>
    <w:qFormat/>
    <w:rsid w:val="002C1E04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1"/>
    <w:link w:val="20"/>
    <w:qFormat/>
    <w:rsid w:val="002C1E04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1"/>
    <w:link w:val="30"/>
    <w:qFormat/>
    <w:rsid w:val="002C1E04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1"/>
    <w:link w:val="40"/>
    <w:qFormat/>
    <w:rsid w:val="002C1E0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1"/>
    <w:next w:val="a1"/>
    <w:link w:val="50"/>
    <w:semiHidden/>
    <w:unhideWhenUsed/>
    <w:qFormat/>
    <w:rsid w:val="00D74513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D74513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1"/>
    <w:next w:val="a1"/>
    <w:link w:val="70"/>
    <w:uiPriority w:val="99"/>
    <w:semiHidden/>
    <w:unhideWhenUsed/>
    <w:qFormat/>
    <w:rsid w:val="00D74513"/>
    <w:pPr>
      <w:keepNext/>
      <w:jc w:val="center"/>
      <w:outlineLvl w:val="6"/>
    </w:pPr>
    <w:rPr>
      <w:sz w:val="28"/>
    </w:rPr>
  </w:style>
  <w:style w:type="paragraph" w:styleId="9">
    <w:name w:val="heading 9"/>
    <w:basedOn w:val="a1"/>
    <w:next w:val="a1"/>
    <w:link w:val="90"/>
    <w:uiPriority w:val="99"/>
    <w:semiHidden/>
    <w:unhideWhenUsed/>
    <w:qFormat/>
    <w:rsid w:val="00D74513"/>
    <w:pPr>
      <w:spacing w:before="240" w:after="60"/>
      <w:outlineLvl w:val="8"/>
    </w:pPr>
    <w:rPr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aliases w:val="Основной текст 1,Нумерованный список !!,Надин стиль"/>
    <w:basedOn w:val="a1"/>
    <w:link w:val="a6"/>
    <w:uiPriority w:val="99"/>
    <w:unhideWhenUsed/>
    <w:rsid w:val="006848EC"/>
    <w:pPr>
      <w:ind w:firstLine="720"/>
    </w:pPr>
    <w:rPr>
      <w:rFonts w:ascii="Times New Roman" w:hAnsi="Times New Roman"/>
      <w:sz w:val="26"/>
      <w:szCs w:val="20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"/>
    <w:link w:val="a5"/>
    <w:uiPriority w:val="99"/>
    <w:rsid w:val="006848EC"/>
    <w:rPr>
      <w:rFonts w:ascii="Times New Roman" w:eastAsia="Times New Roman" w:hAnsi="Times New Roman" w:cs="Times New Roman"/>
      <w:sz w:val="26"/>
      <w:szCs w:val="20"/>
    </w:rPr>
  </w:style>
  <w:style w:type="paragraph" w:styleId="a7">
    <w:name w:val="Body Text"/>
    <w:aliases w:val="bt"/>
    <w:basedOn w:val="a1"/>
    <w:link w:val="a8"/>
    <w:uiPriority w:val="99"/>
    <w:unhideWhenUsed/>
    <w:rsid w:val="006848EC"/>
    <w:pPr>
      <w:spacing w:after="120"/>
    </w:pPr>
  </w:style>
  <w:style w:type="character" w:customStyle="1" w:styleId="a8">
    <w:name w:val="Основной текст Знак"/>
    <w:aliases w:val="bt Знак1"/>
    <w:basedOn w:val="a2"/>
    <w:link w:val="a7"/>
    <w:uiPriority w:val="99"/>
    <w:rsid w:val="006848EC"/>
  </w:style>
  <w:style w:type="paragraph" w:customStyle="1" w:styleId="ConsPlusNonformat">
    <w:name w:val="ConsPlusNonformat"/>
    <w:uiPriority w:val="99"/>
    <w:rsid w:val="006848E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Cell">
    <w:name w:val="ConsPlusCell"/>
    <w:uiPriority w:val="99"/>
    <w:rsid w:val="006848EC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table" w:styleId="a9">
    <w:name w:val="Table Grid"/>
    <w:basedOn w:val="a3"/>
    <w:uiPriority w:val="99"/>
    <w:rsid w:val="006848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1"/>
    <w:uiPriority w:val="34"/>
    <w:qFormat/>
    <w:rsid w:val="006848EC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6848E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sz w:val="22"/>
      <w:szCs w:val="22"/>
    </w:rPr>
  </w:style>
  <w:style w:type="paragraph" w:styleId="ab">
    <w:name w:val="No Spacing"/>
    <w:uiPriority w:val="1"/>
    <w:qFormat/>
    <w:rsid w:val="006848EC"/>
    <w:rPr>
      <w:rFonts w:cs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6848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6848EC"/>
    <w:rPr>
      <w:rFonts w:ascii="Arial" w:eastAsia="Calibri" w:hAnsi="Arial" w:cs="Arial"/>
      <w:sz w:val="22"/>
      <w:szCs w:val="22"/>
      <w:lang w:val="ru-RU" w:eastAsia="ru-RU" w:bidi="ar-SA"/>
    </w:rPr>
  </w:style>
  <w:style w:type="character" w:customStyle="1" w:styleId="10">
    <w:name w:val="Заголовок 1 Знак"/>
    <w:aliases w:val="!Части документа Знак1"/>
    <w:link w:val="1"/>
    <w:rsid w:val="0035038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350380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35038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350380"/>
    <w:rPr>
      <w:rFonts w:ascii="Arial" w:hAnsi="Arial"/>
      <w:b/>
      <w:bCs/>
      <w:sz w:val="26"/>
      <w:szCs w:val="28"/>
    </w:rPr>
  </w:style>
  <w:style w:type="paragraph" w:styleId="ac">
    <w:name w:val="Balloon Text"/>
    <w:basedOn w:val="a1"/>
    <w:link w:val="ad"/>
    <w:uiPriority w:val="99"/>
    <w:semiHidden/>
    <w:rsid w:val="00350380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350380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uiPriority w:val="99"/>
    <w:rsid w:val="003503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095">
    <w:name w:val="Стиль по ширине Первая строка:  095 см"/>
    <w:basedOn w:val="a1"/>
    <w:uiPriority w:val="99"/>
    <w:rsid w:val="00350380"/>
    <w:pPr>
      <w:ind w:firstLine="709"/>
    </w:pPr>
    <w:rPr>
      <w:rFonts w:ascii="Times New Roman" w:hAnsi="Times New Roman"/>
      <w:sz w:val="28"/>
      <w:szCs w:val="28"/>
    </w:rPr>
  </w:style>
  <w:style w:type="paragraph" w:customStyle="1" w:styleId="ConsPlusDocList">
    <w:name w:val="ConsPlusDocList"/>
    <w:uiPriority w:val="99"/>
    <w:rsid w:val="003503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Document Map"/>
    <w:basedOn w:val="a1"/>
    <w:link w:val="af"/>
    <w:uiPriority w:val="99"/>
    <w:semiHidden/>
    <w:rsid w:val="00350380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">
    <w:name w:val="Схема документа Знак"/>
    <w:link w:val="ae"/>
    <w:uiPriority w:val="99"/>
    <w:semiHidden/>
    <w:rsid w:val="00350380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af0">
    <w:name w:val="header"/>
    <w:basedOn w:val="a1"/>
    <w:link w:val="af1"/>
    <w:uiPriority w:val="99"/>
    <w:rsid w:val="00350380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link w:val="af0"/>
    <w:uiPriority w:val="99"/>
    <w:rsid w:val="00350380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page number"/>
    <w:uiPriority w:val="99"/>
    <w:rsid w:val="00350380"/>
    <w:rPr>
      <w:rFonts w:cs="Times New Roman"/>
    </w:rPr>
  </w:style>
  <w:style w:type="paragraph" w:styleId="af3">
    <w:name w:val="footer"/>
    <w:basedOn w:val="a1"/>
    <w:link w:val="af4"/>
    <w:uiPriority w:val="99"/>
    <w:rsid w:val="00350380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f4">
    <w:name w:val="Нижний колонтитул Знак"/>
    <w:link w:val="af3"/>
    <w:uiPriority w:val="99"/>
    <w:rsid w:val="00350380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1"/>
    <w:link w:val="22"/>
    <w:uiPriority w:val="99"/>
    <w:semiHidden/>
    <w:rsid w:val="00350380"/>
    <w:pPr>
      <w:ind w:firstLine="708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rsid w:val="00350380"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Знак3"/>
    <w:uiPriority w:val="99"/>
    <w:semiHidden/>
    <w:rsid w:val="00350380"/>
    <w:rPr>
      <w:rFonts w:cs="Times New Roman"/>
      <w:sz w:val="24"/>
      <w:szCs w:val="24"/>
      <w:lang w:val="ru-RU" w:eastAsia="ru-RU"/>
    </w:rPr>
  </w:style>
  <w:style w:type="paragraph" w:styleId="af5">
    <w:name w:val="Plain Text"/>
    <w:basedOn w:val="a1"/>
    <w:link w:val="af6"/>
    <w:uiPriority w:val="99"/>
    <w:rsid w:val="00350380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uiPriority w:val="99"/>
    <w:rsid w:val="00350380"/>
    <w:rPr>
      <w:rFonts w:ascii="Courier New" w:eastAsia="Times New Roman" w:hAnsi="Courier New" w:cs="Times New Roman"/>
      <w:sz w:val="20"/>
      <w:szCs w:val="20"/>
    </w:rPr>
  </w:style>
  <w:style w:type="numbering" w:customStyle="1" w:styleId="a">
    <w:name w:val="Стиль маркированный"/>
    <w:rsid w:val="00350380"/>
    <w:pPr>
      <w:numPr>
        <w:numId w:val="4"/>
      </w:numPr>
    </w:pPr>
  </w:style>
  <w:style w:type="numbering" w:customStyle="1" w:styleId="a0">
    <w:name w:val="Стиль многоуровневый"/>
    <w:rsid w:val="00350380"/>
    <w:pPr>
      <w:numPr>
        <w:numId w:val="5"/>
      </w:numPr>
    </w:pPr>
  </w:style>
  <w:style w:type="paragraph" w:customStyle="1" w:styleId="af7">
    <w:name w:val="Обычный.Название подразделения"/>
    <w:uiPriority w:val="99"/>
    <w:rsid w:val="00350380"/>
    <w:rPr>
      <w:rFonts w:ascii="SchoolBook" w:hAnsi="SchoolBook"/>
      <w:sz w:val="28"/>
    </w:rPr>
  </w:style>
  <w:style w:type="paragraph" w:styleId="af8">
    <w:name w:val="Subtitle"/>
    <w:basedOn w:val="a1"/>
    <w:link w:val="af9"/>
    <w:uiPriority w:val="99"/>
    <w:qFormat/>
    <w:rsid w:val="00350380"/>
    <w:pPr>
      <w:spacing w:before="120"/>
      <w:jc w:val="center"/>
    </w:pPr>
    <w:rPr>
      <w:rFonts w:ascii="Times New Roman" w:hAnsi="Times New Roman"/>
      <w:b/>
      <w:spacing w:val="40"/>
      <w:sz w:val="28"/>
    </w:rPr>
  </w:style>
  <w:style w:type="character" w:customStyle="1" w:styleId="af9">
    <w:name w:val="Подзаголовок Знак"/>
    <w:link w:val="af8"/>
    <w:uiPriority w:val="99"/>
    <w:rsid w:val="00350380"/>
    <w:rPr>
      <w:rFonts w:ascii="Times New Roman" w:eastAsia="Times New Roman" w:hAnsi="Times New Roman" w:cs="Times New Roman"/>
      <w:b/>
      <w:spacing w:val="40"/>
      <w:sz w:val="28"/>
      <w:szCs w:val="24"/>
    </w:rPr>
  </w:style>
  <w:style w:type="paragraph" w:styleId="afa">
    <w:name w:val="footnote text"/>
    <w:basedOn w:val="a1"/>
    <w:link w:val="afb"/>
    <w:uiPriority w:val="99"/>
    <w:semiHidden/>
    <w:unhideWhenUsed/>
    <w:rsid w:val="00350380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rsid w:val="00350380"/>
    <w:rPr>
      <w:rFonts w:ascii="Times New Roman" w:eastAsia="Times New Roman" w:hAnsi="Times New Roman" w:cs="Times New Roman"/>
      <w:sz w:val="20"/>
      <w:szCs w:val="20"/>
    </w:rPr>
  </w:style>
  <w:style w:type="character" w:styleId="afc">
    <w:name w:val="footnote reference"/>
    <w:uiPriority w:val="99"/>
    <w:semiHidden/>
    <w:unhideWhenUsed/>
    <w:rsid w:val="00350380"/>
    <w:rPr>
      <w:vertAlign w:val="superscript"/>
    </w:rPr>
  </w:style>
  <w:style w:type="character" w:styleId="afd">
    <w:name w:val="Hyperlink"/>
    <w:rsid w:val="002C1E04"/>
    <w:rPr>
      <w:color w:val="0000FF"/>
      <w:u w:val="none"/>
    </w:rPr>
  </w:style>
  <w:style w:type="character" w:styleId="afe">
    <w:name w:val="FollowedHyperlink"/>
    <w:uiPriority w:val="99"/>
    <w:semiHidden/>
    <w:unhideWhenUsed/>
    <w:rsid w:val="00350380"/>
    <w:rPr>
      <w:color w:val="800080"/>
      <w:u w:val="single"/>
    </w:rPr>
  </w:style>
  <w:style w:type="paragraph" w:customStyle="1" w:styleId="xl67">
    <w:name w:val="xl67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68">
    <w:name w:val="xl68"/>
    <w:basedOn w:val="a1"/>
    <w:uiPriority w:val="99"/>
    <w:rsid w:val="00350380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1"/>
    <w:uiPriority w:val="99"/>
    <w:rsid w:val="00350380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70">
    <w:name w:val="xl70"/>
    <w:basedOn w:val="a1"/>
    <w:uiPriority w:val="99"/>
    <w:rsid w:val="00350380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1">
    <w:name w:val="xl71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2">
    <w:name w:val="xl72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3">
    <w:name w:val="xl73"/>
    <w:basedOn w:val="a1"/>
    <w:uiPriority w:val="99"/>
    <w:rsid w:val="00350380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4">
    <w:name w:val="xl74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5">
    <w:name w:val="xl75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6">
    <w:name w:val="xl76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78">
    <w:name w:val="xl78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9">
    <w:name w:val="xl79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80">
    <w:name w:val="xl80"/>
    <w:basedOn w:val="a1"/>
    <w:uiPriority w:val="99"/>
    <w:rsid w:val="0035038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1"/>
    <w:uiPriority w:val="99"/>
    <w:rsid w:val="003503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6">
    <w:name w:val="xl86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7">
    <w:name w:val="xl87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9">
    <w:name w:val="xl89"/>
    <w:basedOn w:val="a1"/>
    <w:uiPriority w:val="99"/>
    <w:rsid w:val="003503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0">
    <w:name w:val="xl90"/>
    <w:basedOn w:val="a1"/>
    <w:uiPriority w:val="99"/>
    <w:rsid w:val="0035038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2">
    <w:name w:val="xl92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3">
    <w:name w:val="xl93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94">
    <w:name w:val="xl94"/>
    <w:basedOn w:val="a1"/>
    <w:uiPriority w:val="99"/>
    <w:rsid w:val="003503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5">
    <w:name w:val="xl95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6">
    <w:name w:val="xl96"/>
    <w:basedOn w:val="a1"/>
    <w:uiPriority w:val="99"/>
    <w:rsid w:val="003503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8">
    <w:name w:val="xl98"/>
    <w:basedOn w:val="a1"/>
    <w:uiPriority w:val="99"/>
    <w:rsid w:val="0035038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99">
    <w:name w:val="xl99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0">
    <w:name w:val="xl100"/>
    <w:basedOn w:val="a1"/>
    <w:uiPriority w:val="99"/>
    <w:rsid w:val="003503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1"/>
    <w:uiPriority w:val="99"/>
    <w:rsid w:val="003503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2">
    <w:name w:val="xl102"/>
    <w:basedOn w:val="a1"/>
    <w:uiPriority w:val="99"/>
    <w:rsid w:val="003503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1"/>
    <w:uiPriority w:val="99"/>
    <w:rsid w:val="003503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1"/>
    <w:uiPriority w:val="99"/>
    <w:rsid w:val="003503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06">
    <w:name w:val="xl106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07">
    <w:name w:val="xl107"/>
    <w:basedOn w:val="a1"/>
    <w:uiPriority w:val="99"/>
    <w:rsid w:val="003503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8">
    <w:name w:val="xl108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9">
    <w:name w:val="xl109"/>
    <w:basedOn w:val="a1"/>
    <w:uiPriority w:val="99"/>
    <w:rsid w:val="003503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1"/>
    <w:uiPriority w:val="99"/>
    <w:rsid w:val="003503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1">
    <w:name w:val="xl111"/>
    <w:basedOn w:val="a1"/>
    <w:uiPriority w:val="99"/>
    <w:rsid w:val="0035038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2">
    <w:name w:val="xl112"/>
    <w:basedOn w:val="a1"/>
    <w:uiPriority w:val="99"/>
    <w:rsid w:val="003503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3">
    <w:name w:val="xl113"/>
    <w:basedOn w:val="a1"/>
    <w:uiPriority w:val="99"/>
    <w:rsid w:val="003503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4">
    <w:name w:val="xl114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5">
    <w:name w:val="xl115"/>
    <w:basedOn w:val="a1"/>
    <w:uiPriority w:val="99"/>
    <w:rsid w:val="003503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6">
    <w:name w:val="xl116"/>
    <w:basedOn w:val="a1"/>
    <w:uiPriority w:val="99"/>
    <w:rsid w:val="003503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7">
    <w:name w:val="xl117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8">
    <w:name w:val="xl118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19">
    <w:name w:val="xl119"/>
    <w:basedOn w:val="a1"/>
    <w:uiPriority w:val="99"/>
    <w:rsid w:val="00350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0">
    <w:name w:val="xl120"/>
    <w:basedOn w:val="a1"/>
    <w:uiPriority w:val="99"/>
    <w:rsid w:val="003503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21">
    <w:name w:val="xl121"/>
    <w:basedOn w:val="a1"/>
    <w:uiPriority w:val="99"/>
    <w:rsid w:val="003503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22">
    <w:name w:val="xl122"/>
    <w:basedOn w:val="a1"/>
    <w:uiPriority w:val="99"/>
    <w:rsid w:val="003503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stf">
    <w:name w:val="stf"/>
    <w:basedOn w:val="a1"/>
    <w:uiPriority w:val="99"/>
    <w:rsid w:val="00350380"/>
    <w:pPr>
      <w:spacing w:before="180" w:after="100" w:afterAutospacing="1"/>
      <w:ind w:firstLine="720"/>
    </w:pPr>
    <w:rPr>
      <w:rFonts w:ascii="Verdana" w:hAnsi="Verdana"/>
      <w:sz w:val="18"/>
      <w:szCs w:val="18"/>
    </w:rPr>
  </w:style>
  <w:style w:type="character" w:customStyle="1" w:styleId="aff">
    <w:name w:val="Основной текст_"/>
    <w:link w:val="11"/>
    <w:uiPriority w:val="99"/>
    <w:rsid w:val="00350380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1"/>
    <w:link w:val="aff"/>
    <w:uiPriority w:val="99"/>
    <w:rsid w:val="00350380"/>
    <w:pPr>
      <w:shd w:val="clear" w:color="auto" w:fill="FFFFFF"/>
      <w:spacing w:after="120" w:line="0" w:lineRule="atLeast"/>
      <w:ind w:hanging="1480"/>
    </w:pPr>
    <w:rPr>
      <w:rFonts w:ascii="Calibri" w:hAnsi="Calibri"/>
      <w:sz w:val="27"/>
      <w:szCs w:val="27"/>
    </w:rPr>
  </w:style>
  <w:style w:type="paragraph" w:styleId="aff0">
    <w:name w:val="Title"/>
    <w:basedOn w:val="a1"/>
    <w:next w:val="a1"/>
    <w:link w:val="aff1"/>
    <w:uiPriority w:val="99"/>
    <w:qFormat/>
    <w:rsid w:val="006101D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1">
    <w:name w:val="Название Знак"/>
    <w:link w:val="aff0"/>
    <w:uiPriority w:val="99"/>
    <w:rsid w:val="006101D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inf">
    <w:name w:val="inf"/>
    <w:basedOn w:val="a1"/>
    <w:uiPriority w:val="99"/>
    <w:rsid w:val="006101D4"/>
    <w:pPr>
      <w:spacing w:before="100" w:beforeAutospacing="1" w:after="100" w:afterAutospacing="1"/>
    </w:pPr>
    <w:rPr>
      <w:rFonts w:ascii="Times New Roman" w:hAnsi="Times New Roman"/>
    </w:rPr>
  </w:style>
  <w:style w:type="paragraph" w:styleId="aff2">
    <w:name w:val="Normal (Web)"/>
    <w:basedOn w:val="a1"/>
    <w:uiPriority w:val="99"/>
    <w:unhideWhenUsed/>
    <w:rsid w:val="006101D4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w-mailboxuserinfoemailinner">
    <w:name w:val="w-mailbox__userinfo__email_inner"/>
    <w:basedOn w:val="a2"/>
    <w:uiPriority w:val="99"/>
    <w:rsid w:val="006101D4"/>
  </w:style>
  <w:style w:type="character" w:styleId="aff3">
    <w:name w:val="Strong"/>
    <w:uiPriority w:val="99"/>
    <w:qFormat/>
    <w:rsid w:val="006101D4"/>
    <w:rPr>
      <w:b/>
      <w:bCs/>
    </w:rPr>
  </w:style>
  <w:style w:type="character" w:customStyle="1" w:styleId="b-share-form-button">
    <w:name w:val="b-share-form-button"/>
    <w:basedOn w:val="a2"/>
    <w:uiPriority w:val="99"/>
    <w:rsid w:val="006101D4"/>
  </w:style>
  <w:style w:type="paragraph" w:styleId="23">
    <w:name w:val="Body Text Indent 2"/>
    <w:basedOn w:val="a1"/>
    <w:link w:val="24"/>
    <w:uiPriority w:val="99"/>
    <w:unhideWhenUsed/>
    <w:rsid w:val="006101D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rsid w:val="006101D4"/>
  </w:style>
  <w:style w:type="paragraph" w:customStyle="1" w:styleId="25">
    <w:name w:val="Знак2"/>
    <w:basedOn w:val="a1"/>
    <w:uiPriority w:val="99"/>
    <w:rsid w:val="00F020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TML">
    <w:name w:val="HTML Variable"/>
    <w:aliases w:val="!Ссылки в документе"/>
    <w:rsid w:val="002C1E0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4">
    <w:name w:val="annotation text"/>
    <w:aliases w:val="!Равноширинный текст документа"/>
    <w:basedOn w:val="a1"/>
    <w:link w:val="aff5"/>
    <w:semiHidden/>
    <w:rsid w:val="002C1E04"/>
    <w:rPr>
      <w:rFonts w:ascii="Courier" w:hAnsi="Courier"/>
      <w:sz w:val="22"/>
      <w:szCs w:val="20"/>
    </w:rPr>
  </w:style>
  <w:style w:type="character" w:customStyle="1" w:styleId="aff5">
    <w:name w:val="Текст примечания Знак"/>
    <w:aliases w:val="!Равноширинный текст документа Знак1"/>
    <w:link w:val="aff4"/>
    <w:semiHidden/>
    <w:rsid w:val="00E274D3"/>
    <w:rPr>
      <w:rFonts w:ascii="Courier" w:hAnsi="Courier"/>
      <w:sz w:val="22"/>
    </w:rPr>
  </w:style>
  <w:style w:type="paragraph" w:customStyle="1" w:styleId="Title">
    <w:name w:val="Title!Название НПА"/>
    <w:basedOn w:val="a1"/>
    <w:uiPriority w:val="99"/>
    <w:rsid w:val="002C1E0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50">
    <w:name w:val="Заголовок 5 Знак"/>
    <w:link w:val="5"/>
    <w:semiHidden/>
    <w:rsid w:val="00D74513"/>
    <w:rPr>
      <w:rFonts w:ascii="Arial" w:hAnsi="Arial"/>
      <w:b/>
      <w:bCs/>
      <w:i/>
      <w:iCs/>
      <w:sz w:val="24"/>
      <w:szCs w:val="26"/>
    </w:rPr>
  </w:style>
  <w:style w:type="character" w:customStyle="1" w:styleId="60">
    <w:name w:val="Заголовок 6 Знак"/>
    <w:link w:val="6"/>
    <w:semiHidden/>
    <w:rsid w:val="00D74513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link w:val="7"/>
    <w:uiPriority w:val="99"/>
    <w:semiHidden/>
    <w:rsid w:val="00D74513"/>
    <w:rPr>
      <w:rFonts w:ascii="Arial" w:hAnsi="Arial"/>
      <w:sz w:val="28"/>
      <w:szCs w:val="24"/>
    </w:rPr>
  </w:style>
  <w:style w:type="character" w:customStyle="1" w:styleId="90">
    <w:name w:val="Заголовок 9 Знак"/>
    <w:link w:val="9"/>
    <w:uiPriority w:val="99"/>
    <w:semiHidden/>
    <w:rsid w:val="00D74513"/>
    <w:rPr>
      <w:rFonts w:ascii="Arial" w:hAnsi="Arial" w:cs="Arial"/>
      <w:sz w:val="22"/>
      <w:szCs w:val="22"/>
    </w:rPr>
  </w:style>
  <w:style w:type="character" w:customStyle="1" w:styleId="110">
    <w:name w:val="Заголовок 1 Знак1"/>
    <w:aliases w:val="!Части документа Знак"/>
    <w:rsid w:val="00D74513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aliases w:val="!Разделы документа Знак"/>
    <w:semiHidden/>
    <w:rsid w:val="00D74513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D74513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semiHidden/>
    <w:rsid w:val="00D74513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2">
    <w:name w:val="Текст примечания Знак1"/>
    <w:aliases w:val="!Равноширинный текст документа Знак"/>
    <w:semiHidden/>
    <w:rsid w:val="00D74513"/>
    <w:rPr>
      <w:rFonts w:ascii="Arial" w:hAnsi="Arial"/>
    </w:rPr>
  </w:style>
  <w:style w:type="paragraph" w:styleId="aff6">
    <w:name w:val="caption"/>
    <w:basedOn w:val="a1"/>
    <w:next w:val="a1"/>
    <w:uiPriority w:val="99"/>
    <w:semiHidden/>
    <w:unhideWhenUsed/>
    <w:qFormat/>
    <w:rsid w:val="00D74513"/>
    <w:pPr>
      <w:widowControl w:val="0"/>
      <w:autoSpaceDE w:val="0"/>
      <w:autoSpaceDN w:val="0"/>
      <w:adjustRightInd w:val="0"/>
      <w:spacing w:line="259" w:lineRule="auto"/>
      <w:jc w:val="center"/>
    </w:pPr>
    <w:rPr>
      <w:i/>
      <w:iCs/>
      <w:sz w:val="32"/>
      <w:szCs w:val="32"/>
    </w:rPr>
  </w:style>
  <w:style w:type="character" w:customStyle="1" w:styleId="13">
    <w:name w:val="Основной текст Знак1"/>
    <w:aliases w:val="bt Знак"/>
    <w:uiPriority w:val="99"/>
    <w:semiHidden/>
    <w:rsid w:val="00D74513"/>
    <w:rPr>
      <w:rFonts w:ascii="Arial" w:hAnsi="Arial"/>
      <w:sz w:val="24"/>
      <w:szCs w:val="24"/>
    </w:rPr>
  </w:style>
  <w:style w:type="character" w:customStyle="1" w:styleId="14">
    <w:name w:val="Основной текст с отступом Знак1"/>
    <w:aliases w:val="Основной текст 1 Знак1,Нумерованный список !! Знак1,Надин стиль Знак1"/>
    <w:uiPriority w:val="99"/>
    <w:semiHidden/>
    <w:rsid w:val="00D74513"/>
    <w:rPr>
      <w:rFonts w:ascii="Arial" w:hAnsi="Arial"/>
      <w:sz w:val="24"/>
      <w:szCs w:val="24"/>
    </w:rPr>
  </w:style>
  <w:style w:type="paragraph" w:styleId="32">
    <w:name w:val="Body Text 3"/>
    <w:basedOn w:val="a1"/>
    <w:link w:val="33"/>
    <w:uiPriority w:val="99"/>
    <w:semiHidden/>
    <w:unhideWhenUsed/>
    <w:rsid w:val="00D7451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D74513"/>
    <w:rPr>
      <w:rFonts w:ascii="Arial" w:hAnsi="Arial"/>
      <w:sz w:val="16"/>
      <w:szCs w:val="16"/>
    </w:rPr>
  </w:style>
  <w:style w:type="paragraph" w:customStyle="1" w:styleId="Application">
    <w:name w:val="Application!Приложение"/>
    <w:uiPriority w:val="99"/>
    <w:rsid w:val="00D74513"/>
    <w:pPr>
      <w:spacing w:before="120" w:after="120"/>
      <w:jc w:val="right"/>
    </w:pPr>
    <w:rPr>
      <w:rFonts w:ascii="Times New Roman" w:hAnsi="Times New Roman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D74513"/>
    <w:rPr>
      <w:rFonts w:ascii="Times New Roman" w:hAnsi="Times New Roman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D74513"/>
    <w:pPr>
      <w:jc w:val="center"/>
    </w:pPr>
    <w:rPr>
      <w:rFonts w:ascii="Times New Roman" w:hAnsi="Times New Roman" w:cs="Arial"/>
      <w:b/>
      <w:bCs/>
      <w:kern w:val="28"/>
      <w:sz w:val="24"/>
      <w:szCs w:val="32"/>
    </w:rPr>
  </w:style>
  <w:style w:type="character" w:customStyle="1" w:styleId="15">
    <w:name w:val="1Орган_ПР Знак"/>
    <w:link w:val="16"/>
    <w:locked/>
    <w:rsid w:val="00D74513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16">
    <w:name w:val="1Орган_ПР"/>
    <w:basedOn w:val="a1"/>
    <w:link w:val="15"/>
    <w:qFormat/>
    <w:rsid w:val="00D74513"/>
    <w:pPr>
      <w:snapToGrid w:val="0"/>
      <w:ind w:firstLine="0"/>
      <w:jc w:val="center"/>
    </w:pPr>
    <w:rPr>
      <w:b/>
      <w:caps/>
      <w:sz w:val="28"/>
      <w:szCs w:val="28"/>
      <w:lang w:eastAsia="ar-SA"/>
    </w:rPr>
  </w:style>
  <w:style w:type="character" w:customStyle="1" w:styleId="26">
    <w:name w:val="2Название Знак"/>
    <w:link w:val="27"/>
    <w:locked/>
    <w:rsid w:val="00D74513"/>
    <w:rPr>
      <w:rFonts w:ascii="Arial" w:hAnsi="Arial" w:cs="Arial"/>
      <w:b/>
      <w:sz w:val="28"/>
      <w:szCs w:val="28"/>
      <w:lang w:eastAsia="ar-SA"/>
    </w:rPr>
  </w:style>
  <w:style w:type="paragraph" w:customStyle="1" w:styleId="27">
    <w:name w:val="2Название"/>
    <w:basedOn w:val="a1"/>
    <w:link w:val="26"/>
    <w:qFormat/>
    <w:rsid w:val="00D74513"/>
    <w:pPr>
      <w:ind w:firstLine="0"/>
      <w:jc w:val="center"/>
    </w:pPr>
    <w:rPr>
      <w:b/>
      <w:sz w:val="28"/>
      <w:szCs w:val="28"/>
      <w:lang w:eastAsia="ar-SA"/>
    </w:rPr>
  </w:style>
  <w:style w:type="character" w:customStyle="1" w:styleId="34">
    <w:name w:val="3Приложение Знак"/>
    <w:link w:val="35"/>
    <w:locked/>
    <w:rsid w:val="00D74513"/>
    <w:rPr>
      <w:rFonts w:ascii="Arial" w:hAnsi="Arial" w:cs="Arial"/>
      <w:sz w:val="24"/>
      <w:szCs w:val="28"/>
    </w:rPr>
  </w:style>
  <w:style w:type="paragraph" w:customStyle="1" w:styleId="35">
    <w:name w:val="3Приложение"/>
    <w:basedOn w:val="a1"/>
    <w:link w:val="34"/>
    <w:qFormat/>
    <w:rsid w:val="00D74513"/>
    <w:pPr>
      <w:ind w:left="5103" w:firstLine="0"/>
    </w:pPr>
    <w:rPr>
      <w:szCs w:val="28"/>
    </w:rPr>
  </w:style>
  <w:style w:type="paragraph" w:customStyle="1" w:styleId="4-">
    <w:name w:val="4Таблица-Т"/>
    <w:basedOn w:val="35"/>
    <w:uiPriority w:val="99"/>
    <w:qFormat/>
    <w:rsid w:val="00D74513"/>
    <w:pPr>
      <w:ind w:left="0"/>
    </w:pPr>
    <w:rPr>
      <w:sz w:val="22"/>
    </w:rPr>
  </w:style>
  <w:style w:type="paragraph" w:customStyle="1" w:styleId="FR1">
    <w:name w:val="FR1"/>
    <w:uiPriority w:val="99"/>
    <w:rsid w:val="00D74513"/>
    <w:pPr>
      <w:widowControl w:val="0"/>
      <w:autoSpaceDE w:val="0"/>
      <w:autoSpaceDN w:val="0"/>
      <w:adjustRightInd w:val="0"/>
      <w:spacing w:before="420"/>
    </w:pPr>
    <w:rPr>
      <w:rFonts w:ascii="Times New Roman" w:hAnsi="Times New Roman"/>
      <w:sz w:val="28"/>
      <w:szCs w:val="28"/>
    </w:rPr>
  </w:style>
  <w:style w:type="paragraph" w:customStyle="1" w:styleId="230">
    <w:name w:val="Знак23"/>
    <w:basedOn w:val="a1"/>
    <w:uiPriority w:val="99"/>
    <w:rsid w:val="00D74513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Знак22"/>
    <w:basedOn w:val="a1"/>
    <w:uiPriority w:val="99"/>
    <w:rsid w:val="00D74513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1">
    <w:name w:val="Знак21"/>
    <w:basedOn w:val="a1"/>
    <w:uiPriority w:val="99"/>
    <w:rsid w:val="00D74513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42">
    <w:name w:val="4Таблица"/>
    <w:basedOn w:val="a3"/>
    <w:rsid w:val="00D74513"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1E8CA1ABD120DC8AB655B305252FE323747F295EDE6E85909A2DDC58FDA8DEF37BD54FDB12B8B756B06B728C8BD66982C9F2B36E50B66zEV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877A3-63ED-4F51-8A75-E9FEC6EA5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479</TotalTime>
  <Pages>6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12383</CharactersWithSpaces>
  <SharedDoc>false</SharedDoc>
  <HLinks>
    <vt:vector size="6" baseType="variant">
      <vt:variant>
        <vt:i4>2490469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consultantplus://offline/ref=CAA1E8CA1ABD120DC8AB655B305252FE323747F295EDE6E85909A2DDC58FDA8DEF37BD54FDB12B8B756B06B728C8BD66982C9F2B36E50B66zEVDL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ahaidarova</dc:creator>
  <cp:lastModifiedBy>Vinogradova</cp:lastModifiedBy>
  <cp:revision>7</cp:revision>
  <cp:lastPrinted>2021-09-23T14:55:00Z</cp:lastPrinted>
  <dcterms:created xsi:type="dcterms:W3CDTF">2021-09-13T14:54:00Z</dcterms:created>
  <dcterms:modified xsi:type="dcterms:W3CDTF">2021-09-23T14:56:00Z</dcterms:modified>
</cp:coreProperties>
</file>