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области«Содействие развитию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B8583B" w:rsidRPr="00A75CD7" w:rsidRDefault="00B8583B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164F55" w:rsidRPr="00A75CD7" w:rsidRDefault="00164F55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народных депутатов Павловского муниципального района Воронежской 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области </w:t>
      </w:r>
      <w:r w:rsidR="00E92CD1" w:rsidRPr="00E92CD1">
        <w:rPr>
          <w:rFonts w:ascii="Times New Roman" w:hAnsi="Times New Roman"/>
          <w:color w:val="000000" w:themeColor="text1"/>
          <w:sz w:val="26"/>
          <w:szCs w:val="26"/>
        </w:rPr>
        <w:t>от 24.12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.2020 года № </w:t>
      </w:r>
      <w:r w:rsidR="00E92CD1" w:rsidRPr="00E92CD1">
        <w:rPr>
          <w:rFonts w:ascii="Times New Roman" w:hAnsi="Times New Roman"/>
          <w:color w:val="000000" w:themeColor="text1"/>
          <w:sz w:val="26"/>
          <w:szCs w:val="26"/>
        </w:rPr>
        <w:t>182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района Воронежской области на 2021 год и </w:t>
      </w:r>
      <w:r w:rsidR="00E92CD1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>плановый период 2022 и 2023 годов»,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73482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Default="006B1CCA" w:rsidP="00D322F2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1.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 Внести в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муниципальную программу </w:t>
      </w:r>
      <w:r w:rsidR="00AF31BC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Воронежской области 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Содействие развитию муниципальных образований и местного самоуправления</w:t>
      </w:r>
      <w:r w:rsidR="00164F55" w:rsidRPr="00A75CD7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, утвержденную постановлением администрации 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Павловского муниципального района Воронежской области </w:t>
      </w:r>
      <w:r w:rsidR="00FD60A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от 22.10.2020 № 700 </w:t>
      </w:r>
      <w:r w:rsidR="00EA050F">
        <w:rPr>
          <w:rFonts w:ascii="Times New Roman" w:hAnsi="Times New Roman"/>
          <w:color w:val="000000" w:themeColor="text1"/>
          <w:sz w:val="26"/>
          <w:szCs w:val="26"/>
        </w:rPr>
        <w:t xml:space="preserve">следующие 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>изменения</w:t>
      </w:r>
      <w:r w:rsidR="00EA050F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:rsidR="00EA050F" w:rsidRDefault="00EA050F" w:rsidP="00D322F2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1.1. Приложение № 3 изложить в редакции согласно приложение № 1 к настоящему постановлению.</w:t>
      </w:r>
    </w:p>
    <w:p w:rsidR="00EA050F" w:rsidRDefault="00EA050F" w:rsidP="00D322F2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1.2. Приложение № 4 изложить в редак</w:t>
      </w:r>
      <w:r w:rsidR="00FB2E30">
        <w:rPr>
          <w:rFonts w:ascii="Times New Roman" w:hAnsi="Times New Roman"/>
          <w:color w:val="000000" w:themeColor="text1"/>
          <w:sz w:val="26"/>
          <w:szCs w:val="26"/>
        </w:rPr>
        <w:t>ции согласно приложение № 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постановлению.</w:t>
      </w:r>
    </w:p>
    <w:p w:rsidR="00EA050F" w:rsidRDefault="00EA050F" w:rsidP="00D322F2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1.3. Приложение № 5 изложить в редак</w:t>
      </w:r>
      <w:r w:rsidR="00FB2E30">
        <w:rPr>
          <w:rFonts w:ascii="Times New Roman" w:hAnsi="Times New Roman"/>
          <w:color w:val="000000" w:themeColor="text1"/>
          <w:sz w:val="26"/>
          <w:szCs w:val="26"/>
        </w:rPr>
        <w:t>ции согласно приложение № 3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постановлению.</w:t>
      </w:r>
    </w:p>
    <w:p w:rsidR="00D322F2" w:rsidRDefault="00D322F2" w:rsidP="00D322F2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</w:p>
    <w:p w:rsidR="000F73E9" w:rsidRDefault="000F73E9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М.Н. </w:t>
            </w:r>
            <w:proofErr w:type="spellStart"/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Янцов</w:t>
            </w:r>
            <w:proofErr w:type="spellEnd"/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73482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EA050F" w:rsidRDefault="00EA050F" w:rsidP="0073482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734820">
      <w:pPr>
        <w:ind w:left="-426"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lastRenderedPageBreak/>
        <w:t>СОГЛАСОВАНО</w:t>
      </w:r>
    </w:p>
    <w:p w:rsidR="00D872C6" w:rsidRDefault="00D872C6" w:rsidP="00734820">
      <w:pPr>
        <w:rPr>
          <w:rFonts w:ascii="Times New Roman" w:hAnsi="Times New Roman"/>
          <w:sz w:val="26"/>
          <w:szCs w:val="26"/>
        </w:rPr>
      </w:pPr>
    </w:p>
    <w:p w:rsidR="00D872C6" w:rsidRDefault="00D872C6" w:rsidP="00734820">
      <w:pPr>
        <w:ind w:left="-426" w:firstLine="0"/>
        <w:rPr>
          <w:rFonts w:ascii="Times New Roman" w:hAnsi="Times New Roman"/>
          <w:sz w:val="26"/>
          <w:szCs w:val="26"/>
        </w:rPr>
      </w:pPr>
    </w:p>
    <w:p w:rsidR="00D872C6" w:rsidRPr="00E64B7D" w:rsidRDefault="00D872C6" w:rsidP="00734820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Pr="00E64B7D">
        <w:rPr>
          <w:rFonts w:ascii="Times New Roman" w:hAnsi="Times New Roman"/>
          <w:sz w:val="26"/>
          <w:szCs w:val="26"/>
        </w:rPr>
        <w:t>уководител</w:t>
      </w:r>
      <w:r>
        <w:rPr>
          <w:rFonts w:ascii="Times New Roman" w:hAnsi="Times New Roman"/>
          <w:sz w:val="26"/>
          <w:szCs w:val="26"/>
        </w:rPr>
        <w:t>ь</w:t>
      </w:r>
      <w:r w:rsidRPr="00E64B7D">
        <w:rPr>
          <w:rFonts w:ascii="Times New Roman" w:hAnsi="Times New Roman"/>
          <w:sz w:val="26"/>
          <w:szCs w:val="26"/>
        </w:rPr>
        <w:t xml:space="preserve"> аппарата администрации </w:t>
      </w:r>
    </w:p>
    <w:p w:rsidR="00D872C6" w:rsidRPr="00E64B7D" w:rsidRDefault="00D872C6" w:rsidP="00734820">
      <w:pPr>
        <w:ind w:firstLine="0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</w:t>
      </w:r>
      <w:r w:rsidR="004171A0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Ю.В. </w:t>
      </w:r>
      <w:proofErr w:type="spellStart"/>
      <w:r>
        <w:rPr>
          <w:rFonts w:ascii="Times New Roman" w:hAnsi="Times New Roman"/>
          <w:sz w:val="26"/>
          <w:szCs w:val="26"/>
        </w:rPr>
        <w:t>Чечурина</w:t>
      </w:r>
      <w:proofErr w:type="spellEnd"/>
    </w:p>
    <w:p w:rsidR="00D872C6" w:rsidRDefault="00D872C6" w:rsidP="00734820">
      <w:pPr>
        <w:rPr>
          <w:rFonts w:ascii="Times New Roman" w:hAnsi="Times New Roman"/>
          <w:sz w:val="26"/>
          <w:szCs w:val="26"/>
        </w:rPr>
      </w:pPr>
    </w:p>
    <w:p w:rsidR="00D872C6" w:rsidRDefault="00D872C6" w:rsidP="00734820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D872C6" w:rsidRDefault="00D872C6" w:rsidP="00734820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D872C6" w:rsidRDefault="00D872C6" w:rsidP="00734820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Л.В. Якушева</w:t>
      </w:r>
    </w:p>
    <w:p w:rsidR="00D872C6" w:rsidRDefault="00D872C6" w:rsidP="00734820">
      <w:pPr>
        <w:rPr>
          <w:rFonts w:ascii="Times New Roman" w:hAnsi="Times New Roman"/>
          <w:sz w:val="26"/>
          <w:szCs w:val="26"/>
        </w:rPr>
      </w:pPr>
    </w:p>
    <w:p w:rsidR="00734820" w:rsidRPr="009E23AB" w:rsidRDefault="00734820" w:rsidP="00734820">
      <w:pPr>
        <w:widowControl w:val="0"/>
        <w:ind w:firstLine="0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Начальник группы</w:t>
      </w:r>
      <w:r w:rsidRPr="009E23AB">
        <w:rPr>
          <w:rFonts w:ascii="Times New Roman" w:hAnsi="Times New Roman"/>
          <w:color w:val="000000"/>
          <w:sz w:val="25"/>
          <w:szCs w:val="25"/>
        </w:rPr>
        <w:t xml:space="preserve"> учета и отчетности</w:t>
      </w:r>
    </w:p>
    <w:p w:rsidR="00734820" w:rsidRPr="009E23AB" w:rsidRDefault="00734820" w:rsidP="00734820">
      <w:pPr>
        <w:widowControl w:val="0"/>
        <w:ind w:firstLine="0"/>
        <w:rPr>
          <w:rFonts w:ascii="Times New Roman" w:hAnsi="Times New Roman"/>
          <w:color w:val="000000"/>
          <w:sz w:val="25"/>
          <w:szCs w:val="25"/>
        </w:rPr>
      </w:pPr>
      <w:r w:rsidRPr="009E23AB">
        <w:rPr>
          <w:rFonts w:ascii="Times New Roman" w:hAnsi="Times New Roman"/>
          <w:color w:val="000000"/>
          <w:sz w:val="25"/>
          <w:szCs w:val="25"/>
        </w:rPr>
        <w:t xml:space="preserve">администрации Павловского </w:t>
      </w:r>
    </w:p>
    <w:p w:rsidR="00734820" w:rsidRPr="009E23AB" w:rsidRDefault="00734820" w:rsidP="00734820">
      <w:pPr>
        <w:widowControl w:val="0"/>
        <w:ind w:firstLine="0"/>
        <w:rPr>
          <w:rFonts w:ascii="Times New Roman" w:hAnsi="Times New Roman"/>
          <w:color w:val="000000"/>
          <w:sz w:val="25"/>
          <w:szCs w:val="25"/>
        </w:rPr>
      </w:pPr>
      <w:r w:rsidRPr="009E23AB">
        <w:rPr>
          <w:rFonts w:ascii="Times New Roman" w:hAnsi="Times New Roman"/>
          <w:color w:val="000000"/>
          <w:sz w:val="25"/>
          <w:szCs w:val="25"/>
        </w:rPr>
        <w:t xml:space="preserve">муниципального района                                                              </w:t>
      </w:r>
      <w:r>
        <w:rPr>
          <w:rFonts w:ascii="Times New Roman" w:hAnsi="Times New Roman"/>
          <w:color w:val="000000"/>
          <w:sz w:val="25"/>
          <w:szCs w:val="25"/>
        </w:rPr>
        <w:t xml:space="preserve">          </w:t>
      </w:r>
      <w:r w:rsidRPr="009E23AB">
        <w:rPr>
          <w:rFonts w:ascii="Times New Roman" w:hAnsi="Times New Roman"/>
          <w:color w:val="000000"/>
          <w:sz w:val="25"/>
          <w:szCs w:val="25"/>
        </w:rPr>
        <w:t xml:space="preserve">        М.В. </w:t>
      </w:r>
      <w:proofErr w:type="spellStart"/>
      <w:r w:rsidRPr="009E23AB">
        <w:rPr>
          <w:rFonts w:ascii="Times New Roman" w:hAnsi="Times New Roman"/>
          <w:color w:val="000000"/>
          <w:sz w:val="25"/>
          <w:szCs w:val="25"/>
        </w:rPr>
        <w:t>Харечкова</w:t>
      </w:r>
      <w:proofErr w:type="spellEnd"/>
    </w:p>
    <w:p w:rsidR="00734820" w:rsidRDefault="00734820" w:rsidP="00734820">
      <w:pPr>
        <w:rPr>
          <w:rFonts w:ascii="Times New Roman" w:hAnsi="Times New Roman"/>
          <w:sz w:val="26"/>
          <w:szCs w:val="26"/>
        </w:rPr>
      </w:pPr>
    </w:p>
    <w:p w:rsidR="00734820" w:rsidRDefault="00734820" w:rsidP="00734820">
      <w:pPr>
        <w:rPr>
          <w:rFonts w:ascii="Times New Roman" w:hAnsi="Times New Roman"/>
          <w:sz w:val="26"/>
          <w:szCs w:val="26"/>
        </w:rPr>
      </w:pPr>
    </w:p>
    <w:p w:rsidR="00D872C6" w:rsidRPr="001E6A3E" w:rsidRDefault="00D872C6" w:rsidP="00734820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Pr="001E6A3E">
        <w:rPr>
          <w:rFonts w:ascii="Times New Roman" w:hAnsi="Times New Roman"/>
          <w:sz w:val="26"/>
          <w:szCs w:val="26"/>
        </w:rPr>
        <w:t xml:space="preserve"> отдела правового обеспечения и </w:t>
      </w:r>
    </w:p>
    <w:p w:rsidR="00D872C6" w:rsidRPr="001E6A3E" w:rsidRDefault="00D872C6" w:rsidP="00734820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D872C6" w:rsidRDefault="00D872C6" w:rsidP="00734820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А.Г. Мельникова</w:t>
      </w:r>
    </w:p>
    <w:p w:rsidR="00D872C6" w:rsidRDefault="00D872C6" w:rsidP="00734820">
      <w:pPr>
        <w:ind w:firstLine="0"/>
        <w:rPr>
          <w:rFonts w:ascii="Times New Roman" w:hAnsi="Times New Roman"/>
          <w:sz w:val="26"/>
          <w:szCs w:val="26"/>
        </w:rPr>
      </w:pPr>
    </w:p>
    <w:p w:rsidR="00D872C6" w:rsidRDefault="00D872C6" w:rsidP="00734820">
      <w:pPr>
        <w:ind w:firstLine="0"/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0F73E9" w:rsidRDefault="000F73E9" w:rsidP="00D872C6">
      <w:pPr>
        <w:rPr>
          <w:rFonts w:ascii="Times New Roman" w:hAnsi="Times New Roman"/>
          <w:sz w:val="26"/>
          <w:szCs w:val="26"/>
        </w:rPr>
      </w:pPr>
    </w:p>
    <w:p w:rsidR="000F73E9" w:rsidRDefault="000F73E9" w:rsidP="00D872C6">
      <w:pPr>
        <w:rPr>
          <w:rFonts w:ascii="Times New Roman" w:hAnsi="Times New Roman"/>
          <w:sz w:val="26"/>
          <w:szCs w:val="26"/>
        </w:rPr>
      </w:pPr>
    </w:p>
    <w:p w:rsidR="000F73E9" w:rsidRDefault="000F73E9" w:rsidP="00D872C6">
      <w:pPr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</w:p>
    <w:p w:rsidR="000F73E9" w:rsidRDefault="000F73E9" w:rsidP="00D872C6">
      <w:pPr>
        <w:ind w:firstLine="0"/>
        <w:rPr>
          <w:rFonts w:ascii="Times New Roman" w:hAnsi="Times New Roman"/>
          <w:sz w:val="26"/>
          <w:szCs w:val="26"/>
        </w:rPr>
      </w:pPr>
    </w:p>
    <w:p w:rsidR="000F73E9" w:rsidRDefault="000F73E9" w:rsidP="00D872C6">
      <w:pPr>
        <w:ind w:firstLine="0"/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Default="00D872C6" w:rsidP="00D872C6">
      <w:pPr>
        <w:ind w:firstLine="0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P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P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P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</w:p>
    <w:p w:rsidR="00D872C6" w:rsidRP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P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D872C6" w:rsidRPr="00D872C6" w:rsidRDefault="00D872C6" w:rsidP="00D872C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ВНЕСЕНО</w:t>
      </w:r>
    </w:p>
    <w:p w:rsidR="00D872C6" w:rsidRDefault="00D872C6" w:rsidP="00D872C6">
      <w:pPr>
        <w:rPr>
          <w:rFonts w:ascii="Times New Roman" w:hAnsi="Times New Roman"/>
          <w:sz w:val="26"/>
          <w:szCs w:val="26"/>
        </w:rPr>
      </w:pPr>
    </w:p>
    <w:p w:rsidR="000F73E9" w:rsidRDefault="000F73E9" w:rsidP="00D872C6">
      <w:pPr>
        <w:rPr>
          <w:rFonts w:ascii="Times New Roman" w:hAnsi="Times New Roman"/>
          <w:sz w:val="26"/>
          <w:szCs w:val="26"/>
        </w:rPr>
      </w:pPr>
    </w:p>
    <w:p w:rsidR="000F73E9" w:rsidRPr="00D872C6" w:rsidRDefault="000F73E9" w:rsidP="00D872C6">
      <w:pPr>
        <w:rPr>
          <w:rFonts w:ascii="Times New Roman" w:hAnsi="Times New Roman"/>
          <w:sz w:val="26"/>
          <w:szCs w:val="26"/>
        </w:rPr>
      </w:pPr>
    </w:p>
    <w:p w:rsidR="000F73E9" w:rsidRDefault="000F73E9" w:rsidP="000F73E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администрации</w:t>
      </w:r>
    </w:p>
    <w:p w:rsidR="000F73E9" w:rsidRDefault="000F73E9" w:rsidP="000F73E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 Ю.А. Черенков </w:t>
      </w:r>
    </w:p>
    <w:p w:rsidR="00D872C6" w:rsidRDefault="00D872C6" w:rsidP="00D872C6">
      <w:pPr>
        <w:rPr>
          <w:rFonts w:ascii="Times New Roman" w:hAnsi="Times New Roman"/>
          <w:color w:val="000000" w:themeColor="text1"/>
          <w:sz w:val="26"/>
          <w:szCs w:val="26"/>
        </w:rPr>
      </w:pPr>
    </w:p>
    <w:sectPr w:rsidR="00D872C6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CE5" w:rsidRDefault="00BE0CE5" w:rsidP="00510A87">
      <w:r>
        <w:separator/>
      </w:r>
    </w:p>
  </w:endnote>
  <w:endnote w:type="continuationSeparator" w:id="1">
    <w:p w:rsidR="00BE0CE5" w:rsidRDefault="00BE0CE5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CE5" w:rsidRDefault="00BE0CE5" w:rsidP="00510A87">
      <w:r>
        <w:separator/>
      </w:r>
    </w:p>
  </w:footnote>
  <w:footnote w:type="continuationSeparator" w:id="1">
    <w:p w:rsidR="00BE0CE5" w:rsidRDefault="00BE0CE5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96A"/>
    <w:rsid w:val="00062C32"/>
    <w:rsid w:val="0006357B"/>
    <w:rsid w:val="000757BC"/>
    <w:rsid w:val="000921C9"/>
    <w:rsid w:val="00092D0E"/>
    <w:rsid w:val="000A0AE6"/>
    <w:rsid w:val="000A2F9C"/>
    <w:rsid w:val="000A5865"/>
    <w:rsid w:val="000B36E8"/>
    <w:rsid w:val="000B4699"/>
    <w:rsid w:val="000C6D8E"/>
    <w:rsid w:val="000D45A8"/>
    <w:rsid w:val="000D745C"/>
    <w:rsid w:val="000E7DFF"/>
    <w:rsid w:val="000F73E9"/>
    <w:rsid w:val="00101F4A"/>
    <w:rsid w:val="00103C05"/>
    <w:rsid w:val="00106CA6"/>
    <w:rsid w:val="00111E60"/>
    <w:rsid w:val="00117C24"/>
    <w:rsid w:val="00120138"/>
    <w:rsid w:val="00131E32"/>
    <w:rsid w:val="00135C6C"/>
    <w:rsid w:val="0013641E"/>
    <w:rsid w:val="00136DA8"/>
    <w:rsid w:val="00146A67"/>
    <w:rsid w:val="00146D5A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1F5699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50F7"/>
    <w:rsid w:val="002F31F6"/>
    <w:rsid w:val="002F5708"/>
    <w:rsid w:val="002F6460"/>
    <w:rsid w:val="00320B09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171A0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A59E2"/>
    <w:rsid w:val="004A5B81"/>
    <w:rsid w:val="004B18BD"/>
    <w:rsid w:val="004C72F0"/>
    <w:rsid w:val="004E26AC"/>
    <w:rsid w:val="004E42FE"/>
    <w:rsid w:val="00510A87"/>
    <w:rsid w:val="0051495C"/>
    <w:rsid w:val="005255C0"/>
    <w:rsid w:val="005260BB"/>
    <w:rsid w:val="0053133F"/>
    <w:rsid w:val="005316FD"/>
    <w:rsid w:val="0053194A"/>
    <w:rsid w:val="00532C55"/>
    <w:rsid w:val="00534475"/>
    <w:rsid w:val="00544F6B"/>
    <w:rsid w:val="00562EBF"/>
    <w:rsid w:val="00564BE7"/>
    <w:rsid w:val="00570EDD"/>
    <w:rsid w:val="00575378"/>
    <w:rsid w:val="00575639"/>
    <w:rsid w:val="00592186"/>
    <w:rsid w:val="005A109F"/>
    <w:rsid w:val="005A21F2"/>
    <w:rsid w:val="005C2CB2"/>
    <w:rsid w:val="005C3E33"/>
    <w:rsid w:val="005C770C"/>
    <w:rsid w:val="005D74DA"/>
    <w:rsid w:val="005E4E90"/>
    <w:rsid w:val="005E4F75"/>
    <w:rsid w:val="005E6FCC"/>
    <w:rsid w:val="0060239D"/>
    <w:rsid w:val="00603C0F"/>
    <w:rsid w:val="006066A8"/>
    <w:rsid w:val="0061422F"/>
    <w:rsid w:val="00617514"/>
    <w:rsid w:val="006212E6"/>
    <w:rsid w:val="00622022"/>
    <w:rsid w:val="00625650"/>
    <w:rsid w:val="00637643"/>
    <w:rsid w:val="006436BB"/>
    <w:rsid w:val="00643838"/>
    <w:rsid w:val="00645E01"/>
    <w:rsid w:val="00651BA8"/>
    <w:rsid w:val="00654545"/>
    <w:rsid w:val="006549D2"/>
    <w:rsid w:val="00661779"/>
    <w:rsid w:val="00666116"/>
    <w:rsid w:val="0069401A"/>
    <w:rsid w:val="00697D72"/>
    <w:rsid w:val="006A0242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4820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80107A"/>
    <w:rsid w:val="008102EC"/>
    <w:rsid w:val="00840395"/>
    <w:rsid w:val="008422C4"/>
    <w:rsid w:val="008517B5"/>
    <w:rsid w:val="008561D6"/>
    <w:rsid w:val="00856BC6"/>
    <w:rsid w:val="00866977"/>
    <w:rsid w:val="008733E8"/>
    <w:rsid w:val="00875F66"/>
    <w:rsid w:val="00877A52"/>
    <w:rsid w:val="00892C01"/>
    <w:rsid w:val="00893431"/>
    <w:rsid w:val="00894FBF"/>
    <w:rsid w:val="00895DB8"/>
    <w:rsid w:val="008979C9"/>
    <w:rsid w:val="008A4B21"/>
    <w:rsid w:val="008C5213"/>
    <w:rsid w:val="008E3C2D"/>
    <w:rsid w:val="008E643E"/>
    <w:rsid w:val="008E7559"/>
    <w:rsid w:val="008F2322"/>
    <w:rsid w:val="009020AD"/>
    <w:rsid w:val="00921BB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9079C"/>
    <w:rsid w:val="009923B9"/>
    <w:rsid w:val="00992771"/>
    <w:rsid w:val="00996831"/>
    <w:rsid w:val="009A6744"/>
    <w:rsid w:val="009C11CE"/>
    <w:rsid w:val="009D2B3E"/>
    <w:rsid w:val="009D6491"/>
    <w:rsid w:val="009F4C65"/>
    <w:rsid w:val="00A016FC"/>
    <w:rsid w:val="00A021C3"/>
    <w:rsid w:val="00A27308"/>
    <w:rsid w:val="00A27E80"/>
    <w:rsid w:val="00A57C23"/>
    <w:rsid w:val="00A75CD7"/>
    <w:rsid w:val="00A772BE"/>
    <w:rsid w:val="00A85B37"/>
    <w:rsid w:val="00A85B57"/>
    <w:rsid w:val="00A96F24"/>
    <w:rsid w:val="00AA53B8"/>
    <w:rsid w:val="00AA5B49"/>
    <w:rsid w:val="00AB0EA6"/>
    <w:rsid w:val="00AD6E6D"/>
    <w:rsid w:val="00AE0DA3"/>
    <w:rsid w:val="00AF31BC"/>
    <w:rsid w:val="00AF4F5B"/>
    <w:rsid w:val="00AF7116"/>
    <w:rsid w:val="00B00ACA"/>
    <w:rsid w:val="00B046D0"/>
    <w:rsid w:val="00B174C3"/>
    <w:rsid w:val="00B264F3"/>
    <w:rsid w:val="00B30FF6"/>
    <w:rsid w:val="00B354B7"/>
    <w:rsid w:val="00B42338"/>
    <w:rsid w:val="00B44598"/>
    <w:rsid w:val="00B46F70"/>
    <w:rsid w:val="00B50A96"/>
    <w:rsid w:val="00B5711D"/>
    <w:rsid w:val="00B63966"/>
    <w:rsid w:val="00B66870"/>
    <w:rsid w:val="00B67634"/>
    <w:rsid w:val="00B74FA7"/>
    <w:rsid w:val="00B77C8F"/>
    <w:rsid w:val="00B8583B"/>
    <w:rsid w:val="00B95528"/>
    <w:rsid w:val="00BA1E14"/>
    <w:rsid w:val="00BB6147"/>
    <w:rsid w:val="00BC04FF"/>
    <w:rsid w:val="00BC2B0B"/>
    <w:rsid w:val="00BD4E70"/>
    <w:rsid w:val="00BE0CE5"/>
    <w:rsid w:val="00BE4A3F"/>
    <w:rsid w:val="00BF3835"/>
    <w:rsid w:val="00BF5C70"/>
    <w:rsid w:val="00BF5E06"/>
    <w:rsid w:val="00C1128F"/>
    <w:rsid w:val="00C22AA2"/>
    <w:rsid w:val="00C33369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D00389"/>
    <w:rsid w:val="00D014EA"/>
    <w:rsid w:val="00D11414"/>
    <w:rsid w:val="00D152A5"/>
    <w:rsid w:val="00D15D48"/>
    <w:rsid w:val="00D322F2"/>
    <w:rsid w:val="00D3256F"/>
    <w:rsid w:val="00D34E90"/>
    <w:rsid w:val="00D415EE"/>
    <w:rsid w:val="00D43D08"/>
    <w:rsid w:val="00D46797"/>
    <w:rsid w:val="00D563C3"/>
    <w:rsid w:val="00D64E0A"/>
    <w:rsid w:val="00D64EDE"/>
    <w:rsid w:val="00D70112"/>
    <w:rsid w:val="00D71025"/>
    <w:rsid w:val="00D71789"/>
    <w:rsid w:val="00D730A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61E1"/>
    <w:rsid w:val="00DB130C"/>
    <w:rsid w:val="00DB3C7A"/>
    <w:rsid w:val="00DB4851"/>
    <w:rsid w:val="00DB4D51"/>
    <w:rsid w:val="00DB603F"/>
    <w:rsid w:val="00DB6459"/>
    <w:rsid w:val="00DB701F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39F2"/>
    <w:rsid w:val="00E04AF6"/>
    <w:rsid w:val="00E0682D"/>
    <w:rsid w:val="00E131A7"/>
    <w:rsid w:val="00E16BDB"/>
    <w:rsid w:val="00E35127"/>
    <w:rsid w:val="00E42D3A"/>
    <w:rsid w:val="00E53B43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50F"/>
    <w:rsid w:val="00EA0EE0"/>
    <w:rsid w:val="00EA65FB"/>
    <w:rsid w:val="00EE3497"/>
    <w:rsid w:val="00EE34E4"/>
    <w:rsid w:val="00EE5200"/>
    <w:rsid w:val="00EE7CFB"/>
    <w:rsid w:val="00F014CA"/>
    <w:rsid w:val="00F23EC5"/>
    <w:rsid w:val="00F40175"/>
    <w:rsid w:val="00F4156F"/>
    <w:rsid w:val="00F51BD0"/>
    <w:rsid w:val="00F535FE"/>
    <w:rsid w:val="00F62185"/>
    <w:rsid w:val="00F76082"/>
    <w:rsid w:val="00F77664"/>
    <w:rsid w:val="00F83339"/>
    <w:rsid w:val="00F91093"/>
    <w:rsid w:val="00FB2E30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FE8DC-92E5-4864-B940-86A09C57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470</TotalTime>
  <Pages>3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Sector</cp:lastModifiedBy>
  <cp:revision>73</cp:revision>
  <cp:lastPrinted>2021-11-25T07:28:00Z</cp:lastPrinted>
  <dcterms:created xsi:type="dcterms:W3CDTF">2021-01-27T05:40:00Z</dcterms:created>
  <dcterms:modified xsi:type="dcterms:W3CDTF">2021-11-25T07:29:00Z</dcterms:modified>
</cp:coreProperties>
</file>