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61E" w:rsidRPr="00573173" w:rsidRDefault="0086561E" w:rsidP="0086561E">
      <w:pPr>
        <w:suppressAutoHyphens/>
        <w:ind w:firstLine="0"/>
        <w:jc w:val="center"/>
        <w:rPr>
          <w:rFonts w:ascii="Times New Roman" w:hAnsi="Times New Roman"/>
          <w:b/>
          <w:sz w:val="28"/>
          <w:szCs w:val="20"/>
          <w:lang w:eastAsia="ar-SA"/>
        </w:rPr>
      </w:pPr>
      <w:r>
        <w:rPr>
          <w:rFonts w:ascii="Times New Roman" w:hAnsi="Times New Roman"/>
          <w:b/>
          <w:noProof/>
          <w:sz w:val="28"/>
          <w:szCs w:val="20"/>
        </w:rPr>
        <w:drawing>
          <wp:anchor distT="0" distB="0" distL="114300" distR="114300" simplePos="0" relativeHeight="251659264" behindDoc="0" locked="0" layoutInCell="1" allowOverlap="1" wp14:anchorId="79940EF9" wp14:editId="400F4E02">
            <wp:simplePos x="0" y="0"/>
            <wp:positionH relativeFrom="column">
              <wp:posOffset>2600325</wp:posOffset>
            </wp:positionH>
            <wp:positionV relativeFrom="paragraph">
              <wp:posOffset>96520</wp:posOffset>
            </wp:positionV>
            <wp:extent cx="646430" cy="807720"/>
            <wp:effectExtent l="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p>
    <w:p w:rsidR="0086561E" w:rsidRPr="00573173" w:rsidRDefault="0086561E" w:rsidP="0086561E">
      <w:pPr>
        <w:suppressAutoHyphens/>
        <w:ind w:firstLine="0"/>
        <w:jc w:val="center"/>
        <w:rPr>
          <w:rFonts w:ascii="Times New Roman" w:hAnsi="Times New Roman"/>
          <w:b/>
          <w:sz w:val="28"/>
          <w:szCs w:val="20"/>
          <w:lang w:eastAsia="ar-SA"/>
        </w:rPr>
      </w:pPr>
    </w:p>
    <w:p w:rsidR="0086561E" w:rsidRPr="00573173" w:rsidRDefault="0086561E" w:rsidP="0086561E">
      <w:pPr>
        <w:suppressAutoHyphens/>
        <w:ind w:firstLine="0"/>
        <w:jc w:val="center"/>
        <w:rPr>
          <w:rFonts w:ascii="Times New Roman" w:hAnsi="Times New Roman"/>
          <w:b/>
          <w:sz w:val="28"/>
          <w:szCs w:val="20"/>
          <w:lang w:eastAsia="ar-SA"/>
        </w:rPr>
      </w:pPr>
    </w:p>
    <w:p w:rsidR="0086561E" w:rsidRDefault="0086561E" w:rsidP="0086561E">
      <w:pPr>
        <w:ind w:firstLine="0"/>
        <w:jc w:val="center"/>
        <w:rPr>
          <w:rFonts w:ascii="Times New Roman" w:hAnsi="Times New Roman"/>
          <w:b/>
          <w:sz w:val="40"/>
          <w:szCs w:val="40"/>
        </w:rPr>
      </w:pPr>
    </w:p>
    <w:p w:rsidR="0086561E" w:rsidRPr="00573173" w:rsidRDefault="0086561E" w:rsidP="0086561E">
      <w:pPr>
        <w:suppressAutoHyphens/>
        <w:ind w:firstLine="0"/>
        <w:jc w:val="center"/>
        <w:rPr>
          <w:rFonts w:ascii="Times New Roman" w:hAnsi="Times New Roman"/>
          <w:sz w:val="28"/>
          <w:szCs w:val="28"/>
        </w:rPr>
      </w:pPr>
      <w:r w:rsidRPr="00573173">
        <w:rPr>
          <w:rFonts w:ascii="Times New Roman" w:hAnsi="Times New Roman"/>
          <w:b/>
          <w:sz w:val="28"/>
          <w:szCs w:val="20"/>
          <w:lang w:eastAsia="ar-SA"/>
        </w:rPr>
        <w:t>АДМИНИСТРАЦИЯ ПАВЛОВСКОГО МУНИЦИПАЛЬНОГО РАЙОНА</w:t>
      </w:r>
      <w:r w:rsidRPr="00573173">
        <w:rPr>
          <w:rFonts w:ascii="Times New Roman" w:hAnsi="Times New Roman"/>
          <w:b/>
          <w:bCs/>
          <w:sz w:val="28"/>
          <w:szCs w:val="28"/>
        </w:rPr>
        <w:t xml:space="preserve"> ВОРОНЕЖСКОЙ ОБЛАСТИ</w:t>
      </w:r>
    </w:p>
    <w:p w:rsidR="0086561E" w:rsidRPr="00573173" w:rsidRDefault="0086561E" w:rsidP="0086561E">
      <w:pPr>
        <w:ind w:firstLine="0"/>
        <w:jc w:val="left"/>
        <w:rPr>
          <w:rFonts w:ascii="Times New Roman" w:hAnsi="Times New Roman"/>
          <w:szCs w:val="28"/>
          <w:u w:val="single"/>
        </w:rPr>
      </w:pPr>
    </w:p>
    <w:p w:rsidR="0086561E" w:rsidRPr="00573173" w:rsidRDefault="0086561E" w:rsidP="0086561E">
      <w:pPr>
        <w:ind w:firstLine="0"/>
        <w:jc w:val="center"/>
        <w:rPr>
          <w:rFonts w:ascii="Times New Roman" w:hAnsi="Times New Roman"/>
          <w:b/>
          <w:sz w:val="40"/>
          <w:szCs w:val="40"/>
        </w:rPr>
      </w:pPr>
      <w:r w:rsidRPr="00573173">
        <w:rPr>
          <w:rFonts w:ascii="Times New Roman" w:hAnsi="Times New Roman"/>
          <w:b/>
          <w:sz w:val="40"/>
          <w:szCs w:val="40"/>
        </w:rPr>
        <w:t xml:space="preserve">    ПОСТАНОВЛЕНИЕ</w:t>
      </w:r>
    </w:p>
    <w:tbl>
      <w:tblPr>
        <w:tblW w:w="0" w:type="auto"/>
        <w:tblLayout w:type="fixed"/>
        <w:tblLook w:val="04A0" w:firstRow="1" w:lastRow="0" w:firstColumn="1" w:lastColumn="0" w:noHBand="0" w:noVBand="1"/>
      </w:tblPr>
      <w:tblGrid>
        <w:gridCol w:w="714"/>
        <w:gridCol w:w="1896"/>
        <w:gridCol w:w="622"/>
        <w:gridCol w:w="1085"/>
      </w:tblGrid>
      <w:tr w:rsidR="0086561E" w:rsidRPr="00051C77" w:rsidTr="001A0E54">
        <w:trPr>
          <w:trHeight w:val="306"/>
        </w:trPr>
        <w:tc>
          <w:tcPr>
            <w:tcW w:w="714" w:type="dxa"/>
          </w:tcPr>
          <w:p w:rsidR="0086561E" w:rsidRPr="00051C77" w:rsidRDefault="0086561E" w:rsidP="001A0E54">
            <w:pPr>
              <w:spacing w:line="360" w:lineRule="atLeast"/>
              <w:ind w:firstLine="0"/>
              <w:rPr>
                <w:rFonts w:ascii="Times New Roman" w:hAnsi="Times New Roman"/>
                <w:sz w:val="26"/>
                <w:szCs w:val="26"/>
              </w:rPr>
            </w:pPr>
          </w:p>
          <w:p w:rsidR="0086561E" w:rsidRPr="00051C77" w:rsidRDefault="0086561E" w:rsidP="001A0E54">
            <w:pPr>
              <w:spacing w:line="360" w:lineRule="atLeast"/>
              <w:ind w:firstLine="0"/>
              <w:rPr>
                <w:rFonts w:ascii="Times New Roman" w:hAnsi="Times New Roman"/>
                <w:sz w:val="26"/>
                <w:szCs w:val="26"/>
              </w:rPr>
            </w:pPr>
          </w:p>
          <w:p w:rsidR="0086561E" w:rsidRPr="00051C77" w:rsidRDefault="0086561E" w:rsidP="001A0E54">
            <w:pPr>
              <w:spacing w:line="360" w:lineRule="atLeast"/>
              <w:ind w:firstLine="0"/>
              <w:rPr>
                <w:rFonts w:ascii="Times New Roman" w:hAnsi="Times New Roman"/>
                <w:sz w:val="26"/>
                <w:szCs w:val="26"/>
              </w:rPr>
            </w:pPr>
            <w:r w:rsidRPr="00051C77">
              <w:rPr>
                <w:rFonts w:ascii="Times New Roman" w:hAnsi="Times New Roman"/>
                <w:sz w:val="26"/>
                <w:szCs w:val="26"/>
              </w:rPr>
              <w:t>От</w:t>
            </w:r>
          </w:p>
        </w:tc>
        <w:tc>
          <w:tcPr>
            <w:tcW w:w="1896" w:type="dxa"/>
            <w:tcBorders>
              <w:top w:val="nil"/>
              <w:left w:val="nil"/>
              <w:bottom w:val="single" w:sz="4" w:space="0" w:color="auto"/>
              <w:right w:val="nil"/>
            </w:tcBorders>
          </w:tcPr>
          <w:p w:rsidR="0086561E" w:rsidRPr="00051C77" w:rsidRDefault="0086561E" w:rsidP="001A0E54">
            <w:pPr>
              <w:spacing w:line="360" w:lineRule="atLeast"/>
              <w:ind w:firstLine="0"/>
              <w:rPr>
                <w:rFonts w:ascii="Times New Roman" w:hAnsi="Times New Roman"/>
                <w:sz w:val="26"/>
                <w:szCs w:val="26"/>
              </w:rPr>
            </w:pPr>
          </w:p>
          <w:p w:rsidR="00481FA6" w:rsidRDefault="00481FA6" w:rsidP="001A0E54">
            <w:pPr>
              <w:spacing w:line="360" w:lineRule="atLeast"/>
              <w:ind w:firstLine="0"/>
              <w:rPr>
                <w:rFonts w:ascii="Times New Roman" w:hAnsi="Times New Roman"/>
                <w:sz w:val="26"/>
                <w:szCs w:val="26"/>
              </w:rPr>
            </w:pPr>
          </w:p>
          <w:p w:rsidR="0086561E" w:rsidRPr="00481FA6" w:rsidRDefault="0086561E" w:rsidP="00481FA6">
            <w:pPr>
              <w:ind w:firstLine="0"/>
              <w:rPr>
                <w:rFonts w:ascii="Times New Roman" w:hAnsi="Times New Roman"/>
                <w:sz w:val="26"/>
                <w:szCs w:val="26"/>
              </w:rPr>
            </w:pPr>
          </w:p>
        </w:tc>
        <w:tc>
          <w:tcPr>
            <w:tcW w:w="622" w:type="dxa"/>
          </w:tcPr>
          <w:p w:rsidR="0086561E" w:rsidRPr="00051C77" w:rsidRDefault="0086561E" w:rsidP="001A0E54">
            <w:pPr>
              <w:spacing w:line="360" w:lineRule="atLeast"/>
              <w:ind w:firstLine="0"/>
              <w:rPr>
                <w:rFonts w:ascii="Times New Roman" w:hAnsi="Times New Roman"/>
                <w:sz w:val="26"/>
                <w:szCs w:val="26"/>
              </w:rPr>
            </w:pPr>
          </w:p>
          <w:p w:rsidR="0086561E" w:rsidRPr="00051C77" w:rsidRDefault="0086561E" w:rsidP="001A0E54">
            <w:pPr>
              <w:spacing w:line="360" w:lineRule="atLeast"/>
              <w:ind w:firstLine="0"/>
              <w:rPr>
                <w:rFonts w:ascii="Times New Roman" w:hAnsi="Times New Roman"/>
                <w:sz w:val="26"/>
                <w:szCs w:val="26"/>
              </w:rPr>
            </w:pPr>
          </w:p>
          <w:p w:rsidR="0086561E" w:rsidRPr="00051C77" w:rsidRDefault="0086561E" w:rsidP="001A0E54">
            <w:pPr>
              <w:spacing w:line="360" w:lineRule="atLeast"/>
              <w:ind w:firstLine="0"/>
              <w:rPr>
                <w:rFonts w:ascii="Times New Roman" w:hAnsi="Times New Roman"/>
                <w:sz w:val="26"/>
                <w:szCs w:val="26"/>
              </w:rPr>
            </w:pPr>
            <w:r w:rsidRPr="00051C77">
              <w:rPr>
                <w:rFonts w:ascii="Times New Roman" w:hAnsi="Times New Roman"/>
                <w:sz w:val="26"/>
                <w:szCs w:val="26"/>
              </w:rPr>
              <w:t>№</w:t>
            </w:r>
          </w:p>
        </w:tc>
        <w:tc>
          <w:tcPr>
            <w:tcW w:w="1085" w:type="dxa"/>
            <w:tcBorders>
              <w:top w:val="nil"/>
              <w:left w:val="nil"/>
              <w:bottom w:val="single" w:sz="4" w:space="0" w:color="auto"/>
              <w:right w:val="nil"/>
            </w:tcBorders>
          </w:tcPr>
          <w:p w:rsidR="0086561E" w:rsidRPr="00051C77" w:rsidRDefault="0086561E" w:rsidP="001A0E54">
            <w:pPr>
              <w:spacing w:line="360" w:lineRule="atLeast"/>
              <w:ind w:firstLine="0"/>
              <w:rPr>
                <w:rFonts w:ascii="Times New Roman" w:hAnsi="Times New Roman"/>
                <w:sz w:val="26"/>
                <w:szCs w:val="26"/>
              </w:rPr>
            </w:pPr>
          </w:p>
          <w:p w:rsidR="0086561E" w:rsidRPr="00051C77" w:rsidRDefault="0086561E" w:rsidP="001A0E54">
            <w:pPr>
              <w:spacing w:line="360" w:lineRule="atLeast"/>
              <w:ind w:firstLine="0"/>
              <w:rPr>
                <w:rFonts w:ascii="Times New Roman" w:hAnsi="Times New Roman"/>
                <w:sz w:val="26"/>
                <w:szCs w:val="26"/>
              </w:rPr>
            </w:pPr>
          </w:p>
          <w:p w:rsidR="0086561E" w:rsidRPr="00051C77" w:rsidRDefault="0086561E" w:rsidP="001A0E54">
            <w:pPr>
              <w:spacing w:line="360" w:lineRule="atLeast"/>
              <w:ind w:firstLine="0"/>
              <w:rPr>
                <w:rFonts w:ascii="Times New Roman" w:hAnsi="Times New Roman"/>
                <w:sz w:val="26"/>
                <w:szCs w:val="26"/>
              </w:rPr>
            </w:pPr>
          </w:p>
        </w:tc>
      </w:tr>
      <w:tr w:rsidR="0086561E" w:rsidRPr="00051C77" w:rsidTr="001A0E54">
        <w:trPr>
          <w:trHeight w:val="102"/>
        </w:trPr>
        <w:tc>
          <w:tcPr>
            <w:tcW w:w="4317" w:type="dxa"/>
            <w:gridSpan w:val="4"/>
            <w:hideMark/>
          </w:tcPr>
          <w:p w:rsidR="0086561E" w:rsidRPr="00051C77" w:rsidRDefault="0086561E" w:rsidP="001A0E54">
            <w:pPr>
              <w:spacing w:line="360" w:lineRule="atLeast"/>
              <w:ind w:firstLine="0"/>
              <w:jc w:val="left"/>
              <w:rPr>
                <w:rFonts w:ascii="Times New Roman" w:hAnsi="Times New Roman"/>
                <w:sz w:val="26"/>
                <w:szCs w:val="26"/>
              </w:rPr>
            </w:pPr>
            <w:r w:rsidRPr="00051C77">
              <w:rPr>
                <w:rFonts w:ascii="Times New Roman" w:hAnsi="Times New Roman"/>
                <w:sz w:val="26"/>
                <w:szCs w:val="26"/>
              </w:rPr>
              <w:t xml:space="preserve">             г. Павловск</w:t>
            </w:r>
          </w:p>
        </w:tc>
      </w:tr>
    </w:tbl>
    <w:p w:rsidR="0028578F" w:rsidRDefault="0028578F"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153CF6" w:rsidRPr="00153CF6" w:rsidRDefault="000B51A6" w:rsidP="00153CF6">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24.12.20</w:t>
      </w:r>
      <w:r>
        <w:rPr>
          <w:rFonts w:ascii="Times New Roman" w:hAnsi="Times New Roman"/>
          <w:sz w:val="26"/>
          <w:szCs w:val="26"/>
        </w:rPr>
        <w:t>20</w:t>
      </w:r>
      <w:r w:rsidRPr="000B51A6">
        <w:rPr>
          <w:rFonts w:ascii="Times New Roman" w:hAnsi="Times New Roman"/>
          <w:sz w:val="26"/>
          <w:szCs w:val="26"/>
        </w:rPr>
        <w:t xml:space="preserve"> № 1</w:t>
      </w:r>
      <w:r>
        <w:rPr>
          <w:rFonts w:ascii="Times New Roman" w:hAnsi="Times New Roman"/>
          <w:sz w:val="26"/>
          <w:szCs w:val="26"/>
        </w:rPr>
        <w:t>82</w:t>
      </w:r>
      <w:r w:rsidRPr="000B51A6">
        <w:rPr>
          <w:rFonts w:ascii="Times New Roman" w:hAnsi="Times New Roman"/>
          <w:sz w:val="26"/>
          <w:szCs w:val="26"/>
        </w:rPr>
        <w:t xml:space="preserve"> «Об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21</w:t>
      </w:r>
      <w:r w:rsidRPr="000B51A6">
        <w:rPr>
          <w:rFonts w:ascii="Times New Roman" w:hAnsi="Times New Roman"/>
          <w:sz w:val="26"/>
          <w:szCs w:val="26"/>
        </w:rPr>
        <w:t xml:space="preserve"> год и на плановый период 202</w:t>
      </w:r>
      <w:r>
        <w:rPr>
          <w:rFonts w:ascii="Times New Roman" w:hAnsi="Times New Roman"/>
          <w:sz w:val="26"/>
          <w:szCs w:val="26"/>
        </w:rPr>
        <w:t>2</w:t>
      </w:r>
      <w:r w:rsidRPr="000B51A6">
        <w:rPr>
          <w:rFonts w:ascii="Times New Roman" w:hAnsi="Times New Roman"/>
          <w:sz w:val="26"/>
          <w:szCs w:val="26"/>
        </w:rPr>
        <w:t xml:space="preserve"> и 202</w:t>
      </w:r>
      <w:r>
        <w:rPr>
          <w:rFonts w:ascii="Times New Roman" w:hAnsi="Times New Roman"/>
          <w:sz w:val="26"/>
          <w:szCs w:val="26"/>
        </w:rPr>
        <w:t>3</w:t>
      </w:r>
      <w:r w:rsidRPr="000B51A6">
        <w:rPr>
          <w:rFonts w:ascii="Times New Roman" w:hAnsi="Times New Roman"/>
          <w:sz w:val="26"/>
          <w:szCs w:val="26"/>
        </w:rPr>
        <w:t xml:space="preserve"> годов»</w:t>
      </w:r>
      <w:r>
        <w:rPr>
          <w:rFonts w:ascii="Times New Roman" w:hAnsi="Times New Roman"/>
          <w:sz w:val="26"/>
          <w:szCs w:val="26"/>
        </w:rPr>
        <w:t>,</w:t>
      </w:r>
      <w:r w:rsidR="00153CF6"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«Об утверждении</w:t>
      </w:r>
      <w:proofErr w:type="gramEnd"/>
      <w:r w:rsidR="00153CF6" w:rsidRPr="000B51A6">
        <w:rPr>
          <w:rFonts w:ascii="Times New Roman" w:hAnsi="Times New Roman"/>
          <w:sz w:val="26"/>
          <w:szCs w:val="26"/>
        </w:rPr>
        <w:t xml:space="preserve"> Порядка разработки, реализации и оценке эффективности муниципальных программ Павловского муниципального района Воронежской области», в целях повышения эффективности программных</w:t>
      </w:r>
      <w:r w:rsidR="00153CF6"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 xml:space="preserve">1. </w:t>
      </w:r>
      <w:proofErr w:type="gramStart"/>
      <w:r w:rsidRPr="00153CF6">
        <w:rPr>
          <w:rFonts w:ascii="Times New Roman" w:hAnsi="Times New Roman"/>
          <w:sz w:val="26"/>
          <w:szCs w:val="26"/>
        </w:rPr>
        <w:t>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«Об утверждении муниципальной программы  Павловского муниципального </w:t>
      </w:r>
      <w:r w:rsidRPr="00153CF6">
        <w:rPr>
          <w:rFonts w:ascii="Times New Roman" w:hAnsi="Times New Roman"/>
          <w:sz w:val="26"/>
          <w:szCs w:val="26"/>
        </w:rPr>
        <w:lastRenderedPageBreak/>
        <w:t>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(далее – программа) следующие изменения:</w:t>
      </w:r>
      <w:proofErr w:type="gramEnd"/>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593A5D" w:rsidRDefault="00593A5D" w:rsidP="00153CF6">
      <w:pPr>
        <w:autoSpaceDE w:val="0"/>
        <w:autoSpaceDN w:val="0"/>
        <w:adjustRightInd w:val="0"/>
        <w:ind w:firstLine="540"/>
        <w:rPr>
          <w:sz w:val="26"/>
          <w:szCs w:val="26"/>
        </w:rPr>
      </w:pPr>
      <w:r>
        <w:rPr>
          <w:rFonts w:ascii="Times New Roman" w:hAnsi="Times New Roman"/>
          <w:bCs/>
          <w:sz w:val="26"/>
          <w:szCs w:val="26"/>
        </w:rPr>
        <w:t>«</w:t>
      </w:r>
    </w:p>
    <w:tbl>
      <w:tblPr>
        <w:tblW w:w="4960" w:type="pct"/>
        <w:tblInd w:w="-102" w:type="dxa"/>
        <w:tblCellMar>
          <w:left w:w="40" w:type="dxa"/>
          <w:right w:w="40" w:type="dxa"/>
        </w:tblCellMar>
        <w:tblLook w:val="0000" w:firstRow="0" w:lastRow="0" w:firstColumn="0" w:lastColumn="0" w:noHBand="0" w:noVBand="0"/>
      </w:tblPr>
      <w:tblGrid>
        <w:gridCol w:w="2096"/>
        <w:gridCol w:w="7405"/>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AD7886" w:rsidRPr="00E201CD">
              <w:rPr>
                <w:rFonts w:ascii="Times New Roman" w:hAnsi="Times New Roman"/>
              </w:rPr>
              <w:t>25</w:t>
            </w:r>
            <w:r w:rsidR="00186149">
              <w:rPr>
                <w:rFonts w:ascii="Times New Roman" w:hAnsi="Times New Roman"/>
              </w:rPr>
              <w:t>6</w:t>
            </w:r>
            <w:r w:rsidR="00AD7886" w:rsidRPr="00E201CD">
              <w:rPr>
                <w:rFonts w:ascii="Times New Roman" w:hAnsi="Times New Roman"/>
              </w:rPr>
              <w:t xml:space="preserve"> 663,4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AD7886" w:rsidRPr="00E201CD">
              <w:rPr>
                <w:rFonts w:ascii="Times New Roman" w:hAnsi="Times New Roman"/>
              </w:rPr>
              <w:t>102 114</w:t>
            </w:r>
            <w:r w:rsidR="00593A5D" w:rsidRPr="00E201CD">
              <w:rPr>
                <w:rFonts w:ascii="Times New Roman" w:hAnsi="Times New Roman"/>
              </w:rPr>
              <w:t>,0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AD7886" w:rsidRPr="00E201CD">
              <w:rPr>
                <w:rFonts w:ascii="Times New Roman" w:hAnsi="Times New Roman"/>
              </w:rPr>
              <w:t>155 549</w:t>
            </w:r>
            <w:r w:rsidR="00593A5D" w:rsidRPr="00E201CD">
              <w:rPr>
                <w:rFonts w:ascii="Times New Roman" w:hAnsi="Times New Roman"/>
              </w:rPr>
              <w:t>,</w:t>
            </w:r>
            <w:r w:rsidR="00AD7886" w:rsidRPr="00E201CD">
              <w:rPr>
                <w:rFonts w:ascii="Times New Roman" w:hAnsi="Times New Roman"/>
              </w:rPr>
              <w:t>4</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2021 год: всего – </w:t>
            </w:r>
            <w:r w:rsidR="00AD7886" w:rsidRPr="00E201CD">
              <w:rPr>
                <w:rFonts w:ascii="Times New Roman" w:hAnsi="Times New Roman"/>
                <w:sz w:val="24"/>
                <w:szCs w:val="24"/>
              </w:rPr>
              <w:t>10</w:t>
            </w:r>
            <w:r w:rsidR="00186149">
              <w:rPr>
                <w:rFonts w:ascii="Times New Roman" w:hAnsi="Times New Roman"/>
                <w:sz w:val="24"/>
                <w:szCs w:val="24"/>
              </w:rPr>
              <w:t>7</w:t>
            </w:r>
            <w:r w:rsidR="00AD7886" w:rsidRPr="00E201CD">
              <w:rPr>
                <w:rFonts w:ascii="Times New Roman" w:hAnsi="Times New Roman"/>
                <w:sz w:val="24"/>
                <w:szCs w:val="24"/>
              </w:rPr>
              <w:t> 738,6</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AD7886" w:rsidRPr="00E201CD">
              <w:rPr>
                <w:rFonts w:ascii="Times New Roman" w:hAnsi="Times New Roman"/>
              </w:rPr>
              <w:t>85 731,0</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186149">
              <w:rPr>
                <w:rFonts w:ascii="Times New Roman" w:hAnsi="Times New Roman" w:cs="Times New Roman"/>
                <w:sz w:val="24"/>
                <w:szCs w:val="24"/>
              </w:rPr>
              <w:t>2</w:t>
            </w:r>
            <w:r w:rsidR="00AD7886" w:rsidRPr="00E201CD">
              <w:rPr>
                <w:rFonts w:ascii="Times New Roman" w:hAnsi="Times New Roman" w:cs="Times New Roman"/>
                <w:sz w:val="24"/>
                <w:szCs w:val="24"/>
              </w:rPr>
              <w:t> 007,6</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2022 год: всего – 2</w:t>
            </w:r>
            <w:r w:rsidR="00AD7886" w:rsidRPr="00E201CD">
              <w:rPr>
                <w:rFonts w:ascii="Times New Roman" w:hAnsi="Times New Roman"/>
                <w:sz w:val="24"/>
                <w:szCs w:val="24"/>
              </w:rPr>
              <w:t>5</w:t>
            </w:r>
            <w:r w:rsidRPr="00E201CD">
              <w:rPr>
                <w:rFonts w:ascii="Times New Roman" w:hAnsi="Times New Roman"/>
                <w:sz w:val="24"/>
                <w:szCs w:val="24"/>
              </w:rPr>
              <w:t> </w:t>
            </w:r>
            <w:r w:rsidR="00AD7886" w:rsidRPr="00E201CD">
              <w:rPr>
                <w:rFonts w:ascii="Times New Roman" w:hAnsi="Times New Roman"/>
                <w:sz w:val="24"/>
                <w:szCs w:val="24"/>
              </w:rPr>
              <w:t>496</w:t>
            </w:r>
            <w:r w:rsidRPr="00E201CD">
              <w:rPr>
                <w:rFonts w:ascii="Times New Roman" w:hAnsi="Times New Roman"/>
                <w:sz w:val="24"/>
                <w:szCs w:val="24"/>
              </w:rPr>
              <w:t>,</w:t>
            </w:r>
            <w:r w:rsidR="00AD7886" w:rsidRPr="00E201CD">
              <w:rPr>
                <w:rFonts w:ascii="Times New Roman" w:hAnsi="Times New Roman"/>
                <w:sz w:val="24"/>
                <w:szCs w:val="24"/>
              </w:rPr>
              <w:t>4</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AD7886" w:rsidRPr="00E201CD">
              <w:rPr>
                <w:rFonts w:ascii="Times New Roman" w:hAnsi="Times New Roman"/>
              </w:rPr>
              <w:t>7 976</w:t>
            </w:r>
            <w:r w:rsidR="00593A5D" w:rsidRPr="00E201CD">
              <w:rPr>
                <w:rFonts w:ascii="Times New Roman" w:hAnsi="Times New Roman"/>
              </w:rPr>
              <w:t>,0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17</w:t>
            </w:r>
            <w:r w:rsidR="00593A5D" w:rsidRPr="00E201CD">
              <w:rPr>
                <w:rFonts w:ascii="Times New Roman" w:hAnsi="Times New Roman" w:cs="Times New Roman"/>
                <w:sz w:val="24"/>
                <w:szCs w:val="24"/>
              </w:rPr>
              <w:t> </w:t>
            </w:r>
            <w:r w:rsidR="00AD7886" w:rsidRPr="00E201CD">
              <w:rPr>
                <w:rFonts w:ascii="Times New Roman" w:hAnsi="Times New Roman" w:cs="Times New Roman"/>
                <w:sz w:val="24"/>
                <w:szCs w:val="24"/>
              </w:rPr>
              <w:t>520</w:t>
            </w:r>
            <w:r w:rsidR="00593A5D" w:rsidRPr="00E201CD">
              <w:rPr>
                <w:rFonts w:ascii="Times New Roman" w:hAnsi="Times New Roman" w:cs="Times New Roman"/>
                <w:sz w:val="24"/>
                <w:szCs w:val="24"/>
              </w:rPr>
              <w:t>,</w:t>
            </w:r>
            <w:r w:rsidR="00AD7886" w:rsidRPr="00E201CD">
              <w:rPr>
                <w:rFonts w:ascii="Times New Roman" w:hAnsi="Times New Roman" w:cs="Times New Roman"/>
                <w:sz w:val="24"/>
                <w:szCs w:val="24"/>
              </w:rPr>
              <w:t>4</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2023 год: всего – </w:t>
            </w:r>
            <w:r w:rsidR="00AD7886" w:rsidRPr="00E201CD">
              <w:rPr>
                <w:rFonts w:ascii="Times New Roman" w:hAnsi="Times New Roman"/>
                <w:sz w:val="24"/>
                <w:szCs w:val="24"/>
              </w:rPr>
              <w:t>26</w:t>
            </w:r>
            <w:r w:rsidRPr="00E201CD">
              <w:rPr>
                <w:rFonts w:ascii="Times New Roman" w:hAnsi="Times New Roman"/>
                <w:sz w:val="24"/>
                <w:szCs w:val="24"/>
              </w:rPr>
              <w:t> </w:t>
            </w:r>
            <w:r w:rsidR="00AD7886" w:rsidRPr="00E201CD">
              <w:rPr>
                <w:rFonts w:ascii="Times New Roman" w:hAnsi="Times New Roman"/>
                <w:sz w:val="24"/>
                <w:szCs w:val="24"/>
              </w:rPr>
              <w:t>493</w:t>
            </w:r>
            <w:r w:rsidRPr="00E201CD">
              <w:rPr>
                <w:rFonts w:ascii="Times New Roman" w:hAnsi="Times New Roman"/>
                <w:sz w:val="24"/>
                <w:szCs w:val="24"/>
              </w:rPr>
              <w:t>,</w:t>
            </w:r>
            <w:r w:rsidR="00AD7886" w:rsidRPr="00E201CD">
              <w:rPr>
                <w:rFonts w:ascii="Times New Roman" w:hAnsi="Times New Roman"/>
                <w:sz w:val="24"/>
                <w:szCs w:val="24"/>
              </w:rPr>
              <w:t>4</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AD7886" w:rsidRPr="00E201CD">
              <w:rPr>
                <w:rFonts w:ascii="Times New Roman" w:hAnsi="Times New Roman"/>
              </w:rPr>
              <w:t>8 407</w:t>
            </w:r>
            <w:r w:rsidR="00593A5D" w:rsidRPr="00E201CD">
              <w:rPr>
                <w:rFonts w:ascii="Times New Roman" w:hAnsi="Times New Roman"/>
              </w:rPr>
              <w:t>,0 тыс. рублей;</w:t>
            </w:r>
          </w:p>
          <w:p w:rsidR="00593A5D" w:rsidRPr="00E201CD" w:rsidRDefault="00892E5C"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18 086</w:t>
            </w:r>
            <w:r w:rsidR="00593A5D" w:rsidRPr="00E201CD">
              <w:rPr>
                <w:rFonts w:ascii="Times New Roman" w:hAnsi="Times New Roman" w:cs="Times New Roman"/>
                <w:sz w:val="24"/>
                <w:szCs w:val="24"/>
              </w:rPr>
              <w:t>,</w:t>
            </w:r>
            <w:r w:rsidR="00AD7886" w:rsidRPr="00E201CD">
              <w:rPr>
                <w:rFonts w:ascii="Times New Roman" w:hAnsi="Times New Roman" w:cs="Times New Roman"/>
                <w:sz w:val="24"/>
                <w:szCs w:val="24"/>
              </w:rPr>
              <w:t>4</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2024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4E3F5D">
              <w:rPr>
                <w:rFonts w:ascii="Times New Roman" w:hAnsi="Times New Roman"/>
              </w:rPr>
              <w:t xml:space="preserve"> </w:t>
            </w:r>
            <w:r w:rsidR="00593A5D" w:rsidRPr="00E201CD">
              <w:rPr>
                <w:rFonts w:ascii="Times New Roman" w:hAnsi="Times New Roman"/>
              </w:rPr>
              <w:t>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2025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-0,0 тыс. рублей;</w:t>
            </w:r>
          </w:p>
          <w:p w:rsidR="00593A5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r>
              <w:rPr>
                <w:rFonts w:ascii="Times New Roman" w:hAnsi="Times New Roman" w:cs="Times New Roman"/>
                <w:sz w:val="24"/>
                <w:szCs w:val="24"/>
              </w:rPr>
              <w:t>;</w:t>
            </w:r>
          </w:p>
          <w:p w:rsidR="00667BD6" w:rsidRPr="00E201CD" w:rsidRDefault="00667BD6" w:rsidP="00667BD6">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2026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lastRenderedPageBreak/>
              <w:t>2)</w:t>
            </w:r>
            <w:r w:rsidR="00593A5D" w:rsidRPr="00E201CD">
              <w:rPr>
                <w:rFonts w:ascii="Times New Roman" w:hAnsi="Times New Roman"/>
              </w:rPr>
              <w:t xml:space="preserve"> областной бюджет -0,0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2027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2028 год: всего – </w:t>
            </w:r>
            <w:r w:rsidR="00AD7886" w:rsidRPr="00E201CD">
              <w:rPr>
                <w:rFonts w:ascii="Times New Roman" w:hAnsi="Times New Roman"/>
                <w:sz w:val="24"/>
                <w:szCs w:val="24"/>
              </w:rPr>
              <w:t>19 387</w:t>
            </w:r>
            <w:r w:rsidRPr="00E201CD">
              <w:rPr>
                <w:rFonts w:ascii="Times New Roman" w:hAnsi="Times New Roman"/>
                <w:sz w:val="24"/>
                <w:szCs w:val="24"/>
              </w:rPr>
              <w:t>,0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-0,0 тыс. рублей;</w:t>
            </w:r>
          </w:p>
          <w:p w:rsidR="00593A5D" w:rsidRPr="00E201CD" w:rsidRDefault="00667BD6"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19 387</w:t>
            </w:r>
            <w:r w:rsidR="00593A5D" w:rsidRPr="00E201CD">
              <w:rPr>
                <w:rFonts w:ascii="Times New Roman" w:hAnsi="Times New Roman" w:cs="Times New Roman"/>
                <w:sz w:val="24"/>
                <w:szCs w:val="24"/>
              </w:rPr>
              <w:t>,0 тыс. рублей;</w:t>
            </w:r>
          </w:p>
          <w:p w:rsidR="00593A5D" w:rsidRPr="00E201CD" w:rsidRDefault="00667BD6"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AC5FC2">
              <w:rPr>
                <w:rFonts w:ascii="Times New Roman" w:hAnsi="Times New Roman"/>
              </w:rPr>
              <w:t>9</w:t>
            </w:r>
            <w:r w:rsidRPr="00796EBE">
              <w:rPr>
                <w:rFonts w:ascii="Times New Roman" w:hAnsi="Times New Roman"/>
              </w:rPr>
              <w:t xml:space="preserve"> 2</w:t>
            </w:r>
            <w:r w:rsidR="00CC2702" w:rsidRPr="00796EBE">
              <w:rPr>
                <w:rFonts w:ascii="Times New Roman" w:hAnsi="Times New Roman"/>
              </w:rPr>
              <w:t>39</w:t>
            </w:r>
            <w:r w:rsidRPr="00796EBE">
              <w:rPr>
                <w:rFonts w:ascii="Times New Roman" w:hAnsi="Times New Roman"/>
              </w:rPr>
              <w:t>,0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 </w:t>
            </w:r>
            <w:r w:rsidR="00AC5FC2">
              <w:rPr>
                <w:rFonts w:ascii="Times New Roman" w:hAnsi="Times New Roman"/>
              </w:rPr>
              <w:t>9</w:t>
            </w:r>
            <w:r w:rsidR="00D83875" w:rsidRPr="00796EBE">
              <w:rPr>
                <w:rFonts w:ascii="Times New Roman" w:hAnsi="Times New Roman"/>
              </w:rPr>
              <w:t xml:space="preserve"> </w:t>
            </w:r>
            <w:r w:rsidR="00CC2702" w:rsidRPr="00796EBE">
              <w:rPr>
                <w:rFonts w:ascii="Times New Roman" w:hAnsi="Times New Roman"/>
              </w:rPr>
              <w:t>239</w:t>
            </w:r>
            <w:r w:rsidR="00D83875" w:rsidRPr="00796EBE">
              <w:rPr>
                <w:rFonts w:ascii="Times New Roman" w:hAnsi="Times New Roman"/>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CC2702" w:rsidRPr="00796EBE">
              <w:rPr>
                <w:rFonts w:ascii="Times New Roman" w:hAnsi="Times New Roman"/>
                <w:sz w:val="24"/>
                <w:szCs w:val="24"/>
              </w:rPr>
              <w:t>2 513</w:t>
            </w:r>
            <w:r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2 513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CC2702" w:rsidRPr="00796EBE">
              <w:rPr>
                <w:rFonts w:ascii="Times New Roman" w:hAnsi="Times New Roman"/>
                <w:sz w:val="24"/>
                <w:szCs w:val="24"/>
              </w:rPr>
              <w:t>13</w:t>
            </w:r>
            <w:r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w:t>
            </w:r>
            <w:r w:rsidR="00CC2702" w:rsidRPr="00796EBE">
              <w:rPr>
                <w:rFonts w:ascii="Times New Roman" w:hAnsi="Times New Roman" w:cs="Times New Roman"/>
                <w:sz w:val="24"/>
                <w:szCs w:val="24"/>
              </w:rPr>
              <w:t>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CC2702" w:rsidP="00D83875">
            <w:pPr>
              <w:pStyle w:val="ConsPlusNormal"/>
              <w:ind w:firstLine="0"/>
              <w:jc w:val="both"/>
              <w:rPr>
                <w:sz w:val="24"/>
                <w:szCs w:val="24"/>
              </w:rPr>
            </w:pPr>
            <w:r w:rsidRPr="00796EBE">
              <w:rPr>
                <w:rFonts w:ascii="Times New Roman" w:hAnsi="Times New Roman"/>
                <w:sz w:val="24"/>
                <w:szCs w:val="24"/>
              </w:rPr>
              <w:t>2023 год: всего – 13</w:t>
            </w:r>
            <w:r w:rsidR="00D83875" w:rsidRPr="00796EBE">
              <w:rPr>
                <w:rFonts w:ascii="Times New Roman" w:hAnsi="Times New Roman"/>
                <w:sz w:val="24"/>
                <w:szCs w:val="24"/>
              </w:rPr>
              <w:t>,0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2024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lastRenderedPageBreak/>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2025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2026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2027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–1 540,0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2028 год: всего – 1 540,0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–1 540,0 тыс. рублей;</w:t>
            </w:r>
          </w:p>
          <w:p w:rsidR="00D83875" w:rsidRPr="00796EBE" w:rsidRDefault="00796EBE" w:rsidP="00D83875">
            <w:pPr>
              <w:pStyle w:val="ConsPlusNormal"/>
              <w:ind w:firstLine="0"/>
              <w:jc w:val="both"/>
              <w:rPr>
                <w:rFonts w:ascii="Times New Roman" w:hAnsi="Times New Roman"/>
                <w:sz w:val="24"/>
                <w:szCs w:val="24"/>
              </w:rPr>
            </w:pPr>
            <w:r>
              <w:rPr>
                <w:rFonts w:ascii="Times New Roman" w:hAnsi="Times New Roman"/>
                <w:sz w:val="24"/>
                <w:szCs w:val="24"/>
              </w:rPr>
              <w:t>4)</w:t>
            </w:r>
            <w:r w:rsidR="00D83875" w:rsidRPr="00796EBE">
              <w:rPr>
                <w:rFonts w:ascii="Times New Roman" w:hAnsi="Times New Roman"/>
                <w:sz w:val="24"/>
                <w:szCs w:val="24"/>
              </w:rPr>
              <w:t xml:space="preserve"> внебюджетные источники – 0,0 тыс. рублей.</w:t>
            </w:r>
          </w:p>
        </w:tc>
      </w:tr>
    </w:tbl>
    <w:p w:rsidR="003364CF" w:rsidRPr="00AC5FC2" w:rsidRDefault="00D83875" w:rsidP="00AC5FC2">
      <w:pPr>
        <w:shd w:val="clear" w:color="auto" w:fill="FFFFFF"/>
        <w:spacing w:after="240"/>
        <w:ind w:firstLine="426"/>
        <w:jc w:val="left"/>
        <w:rPr>
          <w:rFonts w:ascii="Times New Roman" w:hAnsi="Times New Roman"/>
          <w:bCs/>
          <w:sz w:val="26"/>
          <w:szCs w:val="26"/>
        </w:rPr>
      </w:pPr>
      <w:r>
        <w:rPr>
          <w:rFonts w:ascii="Times New Roman" w:hAnsi="Times New Roman"/>
          <w:bCs/>
          <w:sz w:val="26"/>
          <w:szCs w:val="26"/>
        </w:rPr>
        <w:lastRenderedPageBreak/>
        <w:t xml:space="preserve">                                                                                                                                        ».</w:t>
      </w:r>
    </w:p>
    <w:p w:rsidR="003364CF" w:rsidRPr="00207814" w:rsidRDefault="003364CF" w:rsidP="003364CF">
      <w:pPr>
        <w:ind w:firstLine="426"/>
        <w:rPr>
          <w:rFonts w:ascii="Times New Roman" w:hAnsi="Times New Roman"/>
          <w:sz w:val="26"/>
          <w:szCs w:val="26"/>
        </w:rPr>
      </w:pPr>
      <w:r>
        <w:rPr>
          <w:rFonts w:ascii="Times New Roman" w:hAnsi="Times New Roman"/>
          <w:sz w:val="26"/>
          <w:szCs w:val="26"/>
        </w:rPr>
        <w:t>1.</w:t>
      </w:r>
      <w:r w:rsidR="0048568A">
        <w:rPr>
          <w:rFonts w:ascii="Times New Roman" w:hAnsi="Times New Roman"/>
          <w:sz w:val="26"/>
          <w:szCs w:val="26"/>
        </w:rPr>
        <w:t>3</w:t>
      </w:r>
      <w:r>
        <w:rPr>
          <w:rFonts w:ascii="Times New Roman" w:hAnsi="Times New Roman"/>
          <w:sz w:val="26"/>
          <w:szCs w:val="26"/>
        </w:rPr>
        <w:t>.  Раздел 2 «Объемы финансовых ресурсов, необходимых для реализации муниципальной программы» изложить в следующей редакции:</w:t>
      </w:r>
    </w:p>
    <w:p w:rsidR="00C811D2" w:rsidRDefault="003364CF" w:rsidP="003364CF">
      <w:pPr>
        <w:widowControl w:val="0"/>
        <w:autoSpaceDE w:val="0"/>
        <w:autoSpaceDN w:val="0"/>
        <w:adjustRightInd w:val="0"/>
        <w:ind w:firstLine="426"/>
        <w:rPr>
          <w:rFonts w:ascii="Times New Roman" w:hAnsi="Times New Roman"/>
          <w:sz w:val="26"/>
          <w:szCs w:val="26"/>
        </w:rPr>
      </w:pPr>
      <w:r>
        <w:rPr>
          <w:rFonts w:ascii="Times New Roman" w:hAnsi="Times New Roman"/>
          <w:sz w:val="26"/>
          <w:szCs w:val="26"/>
        </w:rPr>
        <w:t>«</w:t>
      </w:r>
      <w:r w:rsidR="00C811D2">
        <w:rPr>
          <w:rFonts w:ascii="Times New Roman" w:hAnsi="Times New Roman"/>
          <w:sz w:val="26"/>
          <w:szCs w:val="26"/>
        </w:rPr>
        <w:t>Раздел 2. Объемы финансовых ресурсов, необходимых для реализации муниципальной программы.</w:t>
      </w:r>
    </w:p>
    <w:p w:rsidR="003364CF" w:rsidRDefault="003364CF" w:rsidP="003364CF">
      <w:pPr>
        <w:widowControl w:val="0"/>
        <w:autoSpaceDE w:val="0"/>
        <w:autoSpaceDN w:val="0"/>
        <w:adjustRightInd w:val="0"/>
        <w:ind w:firstLine="426"/>
        <w:rPr>
          <w:rFonts w:ascii="Times New Roman" w:hAnsi="Times New Roman"/>
          <w:sz w:val="26"/>
          <w:szCs w:val="26"/>
        </w:rPr>
      </w:pPr>
      <w:r w:rsidRPr="00207814">
        <w:rPr>
          <w:rFonts w:ascii="Times New Roman" w:hAnsi="Times New Roman"/>
          <w:sz w:val="26"/>
          <w:szCs w:val="26"/>
        </w:rPr>
        <w:t xml:space="preserve">Объем финансового обеспечения реализации </w:t>
      </w:r>
      <w:r>
        <w:rPr>
          <w:rFonts w:ascii="Times New Roman" w:hAnsi="Times New Roman"/>
          <w:sz w:val="26"/>
          <w:szCs w:val="26"/>
        </w:rPr>
        <w:t>муниципальной программы</w:t>
      </w:r>
      <w:r w:rsidRPr="00207814">
        <w:rPr>
          <w:rFonts w:ascii="Times New Roman" w:hAnsi="Times New Roman"/>
          <w:sz w:val="26"/>
          <w:szCs w:val="26"/>
        </w:rPr>
        <w:t xml:space="preserve"> за счет средств бюджета Павловского муниципального района</w:t>
      </w:r>
      <w:r>
        <w:rPr>
          <w:rFonts w:ascii="Times New Roman" w:hAnsi="Times New Roman"/>
          <w:sz w:val="26"/>
          <w:szCs w:val="26"/>
        </w:rPr>
        <w:t xml:space="preserve"> Воронежской области</w:t>
      </w:r>
      <w:r w:rsidRPr="00207814">
        <w:rPr>
          <w:rFonts w:ascii="Times New Roman" w:hAnsi="Times New Roman"/>
          <w:sz w:val="26"/>
          <w:szCs w:val="26"/>
        </w:rPr>
        <w:t xml:space="preserve"> за весь период ее реализации составляет </w:t>
      </w:r>
      <w:r>
        <w:rPr>
          <w:rFonts w:ascii="Times New Roman" w:hAnsi="Times New Roman"/>
        </w:rPr>
        <w:t>1</w:t>
      </w:r>
      <w:r w:rsidR="00D22A05">
        <w:rPr>
          <w:rFonts w:ascii="Times New Roman" w:hAnsi="Times New Roman"/>
        </w:rPr>
        <w:t>5</w:t>
      </w:r>
      <w:r w:rsidR="00AC5FC2">
        <w:rPr>
          <w:rFonts w:ascii="Times New Roman" w:hAnsi="Times New Roman"/>
        </w:rPr>
        <w:t>4</w:t>
      </w:r>
      <w:r>
        <w:rPr>
          <w:rFonts w:ascii="Times New Roman" w:hAnsi="Times New Roman"/>
        </w:rPr>
        <w:t> </w:t>
      </w:r>
      <w:r w:rsidR="00D22A05">
        <w:rPr>
          <w:rFonts w:ascii="Times New Roman" w:hAnsi="Times New Roman"/>
        </w:rPr>
        <w:t>549</w:t>
      </w:r>
      <w:r>
        <w:rPr>
          <w:rFonts w:ascii="Times New Roman" w:hAnsi="Times New Roman"/>
        </w:rPr>
        <w:t>,</w:t>
      </w:r>
      <w:r w:rsidR="00D22A05">
        <w:rPr>
          <w:rFonts w:ascii="Times New Roman" w:hAnsi="Times New Roman"/>
        </w:rPr>
        <w:t>4</w:t>
      </w:r>
      <w:r>
        <w:rPr>
          <w:rFonts w:ascii="Times New Roman" w:hAnsi="Times New Roman"/>
        </w:rPr>
        <w:t xml:space="preserve"> </w:t>
      </w:r>
      <w:r w:rsidRPr="00207814">
        <w:rPr>
          <w:rFonts w:ascii="Times New Roman" w:hAnsi="Times New Roman"/>
          <w:sz w:val="26"/>
          <w:szCs w:val="26"/>
        </w:rPr>
        <w:t xml:space="preserve">тыс. рублей. </w:t>
      </w:r>
    </w:p>
    <w:p w:rsid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00040B34" w:rsidRPr="00040B34">
        <w:rPr>
          <w:rFonts w:ascii="Times New Roman" w:hAnsi="Times New Roman"/>
          <w:sz w:val="26"/>
          <w:szCs w:val="26"/>
        </w:rPr>
        <w:t xml:space="preserve">. Приложение № </w:t>
      </w:r>
      <w:r w:rsidR="00040B34">
        <w:rPr>
          <w:rFonts w:ascii="Times New Roman" w:hAnsi="Times New Roman"/>
          <w:sz w:val="26"/>
          <w:szCs w:val="26"/>
        </w:rPr>
        <w:t>2</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1</w:t>
      </w:r>
      <w:r w:rsidR="00040B34" w:rsidRPr="00040B34">
        <w:rPr>
          <w:rFonts w:ascii="Times New Roman" w:hAnsi="Times New Roman"/>
          <w:sz w:val="26"/>
          <w:szCs w:val="26"/>
        </w:rPr>
        <w:t xml:space="preserve"> к настоящему постановлению.</w:t>
      </w:r>
    </w:p>
    <w:p w:rsidR="00040B34" w:rsidRP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00040B34">
        <w:rPr>
          <w:rFonts w:ascii="Times New Roman" w:hAnsi="Times New Roman"/>
          <w:sz w:val="26"/>
          <w:szCs w:val="26"/>
        </w:rPr>
        <w:t xml:space="preserve">. </w:t>
      </w:r>
      <w:r w:rsidR="00040B34" w:rsidRPr="00040B34">
        <w:rPr>
          <w:rFonts w:ascii="Times New Roman" w:hAnsi="Times New Roman"/>
          <w:sz w:val="26"/>
          <w:szCs w:val="26"/>
        </w:rPr>
        <w:t xml:space="preserve">Приложение № </w:t>
      </w:r>
      <w:r w:rsidR="00040B34">
        <w:rPr>
          <w:rFonts w:ascii="Times New Roman" w:hAnsi="Times New Roman"/>
          <w:sz w:val="26"/>
          <w:szCs w:val="26"/>
        </w:rPr>
        <w:t>3</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00040B34" w:rsidRPr="00040B34">
        <w:rPr>
          <w:rFonts w:ascii="Times New Roman" w:hAnsi="Times New Roman"/>
          <w:sz w:val="26"/>
          <w:szCs w:val="26"/>
        </w:rPr>
        <w:t xml:space="preserve"> к настоящему постановлению.</w:t>
      </w:r>
    </w:p>
    <w:p w:rsidR="00040B34" w:rsidRDefault="0048568A"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040B34" w:rsidRPr="00040B34">
        <w:rPr>
          <w:rFonts w:ascii="Times New Roman" w:hAnsi="Times New Roman"/>
          <w:sz w:val="26"/>
          <w:szCs w:val="26"/>
        </w:rPr>
        <w:t xml:space="preserve">. Приложение № </w:t>
      </w:r>
      <w:r w:rsidR="00040B34">
        <w:rPr>
          <w:rFonts w:ascii="Times New Roman" w:hAnsi="Times New Roman"/>
          <w:sz w:val="26"/>
          <w:szCs w:val="26"/>
        </w:rPr>
        <w:t>4</w:t>
      </w:r>
      <w:r w:rsidR="00040B34"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00040B34" w:rsidRPr="00040B34">
        <w:rPr>
          <w:rFonts w:ascii="Times New Roman" w:hAnsi="Times New Roman"/>
          <w:sz w:val="26"/>
          <w:szCs w:val="26"/>
        </w:rPr>
        <w:t xml:space="preserve"> к настоящему постановлению.</w:t>
      </w:r>
    </w:p>
    <w:p w:rsidR="00153CF6" w:rsidRDefault="0048568A" w:rsidP="00040B34">
      <w:pPr>
        <w:autoSpaceDE w:val="0"/>
        <w:autoSpaceDN w:val="0"/>
        <w:adjustRightInd w:val="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Pr="00040B34" w:rsidRDefault="00040B34" w:rsidP="00040B34">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3"/>
        <w:gridCol w:w="4851"/>
      </w:tblGrid>
      <w:tr w:rsidR="00153CF6" w:rsidRPr="0032172F" w:rsidTr="00D83875">
        <w:tc>
          <w:tcPr>
            <w:tcW w:w="4863" w:type="dxa"/>
            <w:shd w:val="clear" w:color="auto" w:fill="auto"/>
          </w:tcPr>
          <w:p w:rsidR="00153CF6" w:rsidRPr="0032172F" w:rsidRDefault="00153CF6" w:rsidP="00D83875">
            <w:pPr>
              <w:autoSpaceDE w:val="0"/>
              <w:autoSpaceDN w:val="0"/>
              <w:adjustRightInd w:val="0"/>
              <w:ind w:firstLine="0"/>
              <w:rPr>
                <w:rFonts w:ascii="Times New Roman" w:hAnsi="Times New Roman"/>
                <w:sz w:val="26"/>
                <w:szCs w:val="26"/>
              </w:rPr>
            </w:pPr>
            <w:r w:rsidRPr="0032172F">
              <w:rPr>
                <w:rFonts w:ascii="Times New Roman" w:hAnsi="Times New Roman"/>
                <w:sz w:val="26"/>
                <w:szCs w:val="26"/>
              </w:rPr>
              <w:t>Глава Павловского муниципального района</w:t>
            </w:r>
            <w:r>
              <w:rPr>
                <w:rFonts w:ascii="Times New Roman" w:hAnsi="Times New Roman"/>
                <w:sz w:val="26"/>
                <w:szCs w:val="26"/>
              </w:rPr>
              <w:t xml:space="preserve"> </w:t>
            </w:r>
            <w:r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153CF6" w:rsidP="00D83875">
            <w:pPr>
              <w:autoSpaceDE w:val="0"/>
              <w:autoSpaceDN w:val="0"/>
              <w:adjustRightInd w:val="0"/>
              <w:ind w:firstLine="0"/>
              <w:jc w:val="right"/>
              <w:rPr>
                <w:rFonts w:ascii="Times New Roman" w:hAnsi="Times New Roman"/>
                <w:sz w:val="26"/>
                <w:szCs w:val="26"/>
              </w:rPr>
            </w:pPr>
            <w:proofErr w:type="spellStart"/>
            <w:r w:rsidRPr="0032172F">
              <w:rPr>
                <w:rFonts w:ascii="Times New Roman" w:hAnsi="Times New Roman"/>
                <w:sz w:val="26"/>
                <w:szCs w:val="26"/>
              </w:rPr>
              <w:t>М.Н.Янцов</w:t>
            </w:r>
            <w:proofErr w:type="spellEnd"/>
          </w:p>
        </w:tc>
      </w:tr>
    </w:tbl>
    <w:p w:rsidR="001F586E" w:rsidRP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1F586E" w:rsidRPr="001F586E" w:rsidRDefault="001F586E" w:rsidP="001F586E">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1F586E" w:rsidRPr="001F586E" w:rsidTr="009445B4">
        <w:tc>
          <w:tcPr>
            <w:tcW w:w="5778" w:type="dxa"/>
          </w:tcPr>
          <w:p w:rsidR="001F586E" w:rsidRPr="001F586E" w:rsidRDefault="006F4B2E" w:rsidP="005F73AA">
            <w:pPr>
              <w:autoSpaceDE w:val="0"/>
              <w:autoSpaceDN w:val="0"/>
              <w:adjustRightInd w:val="0"/>
              <w:ind w:firstLine="0"/>
              <w:jc w:val="left"/>
              <w:rPr>
                <w:rFonts w:ascii="Times New Roman" w:hAnsi="Times New Roman"/>
                <w:sz w:val="26"/>
                <w:szCs w:val="26"/>
              </w:rPr>
            </w:pPr>
            <w:proofErr w:type="spellStart"/>
            <w:r>
              <w:rPr>
                <w:rFonts w:ascii="Times New Roman" w:hAnsi="Times New Roman"/>
                <w:sz w:val="26"/>
                <w:szCs w:val="26"/>
              </w:rPr>
              <w:t>И.о</w:t>
            </w:r>
            <w:proofErr w:type="spellEnd"/>
            <w:r>
              <w:rPr>
                <w:rFonts w:ascii="Times New Roman" w:hAnsi="Times New Roman"/>
                <w:sz w:val="26"/>
                <w:szCs w:val="26"/>
              </w:rPr>
              <w:t>. руководителя</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1F586E" w:rsidRPr="001F586E" w:rsidRDefault="006F4B2E" w:rsidP="00306A28">
            <w:pPr>
              <w:ind w:left="1593" w:firstLine="0"/>
              <w:jc w:val="left"/>
              <w:rPr>
                <w:rFonts w:ascii="Times New Roman" w:hAnsi="Times New Roman"/>
                <w:sz w:val="26"/>
                <w:szCs w:val="26"/>
              </w:rPr>
            </w:pPr>
            <w:r>
              <w:rPr>
                <w:rFonts w:ascii="Times New Roman" w:hAnsi="Times New Roman"/>
                <w:sz w:val="26"/>
                <w:szCs w:val="26"/>
              </w:rPr>
              <w:t xml:space="preserve">А.Ю. </w:t>
            </w:r>
            <w:proofErr w:type="spellStart"/>
            <w:r>
              <w:rPr>
                <w:rFonts w:ascii="Times New Roman" w:hAnsi="Times New Roman"/>
                <w:sz w:val="26"/>
                <w:szCs w:val="26"/>
              </w:rPr>
              <w:t>Жмурко</w:t>
            </w:r>
            <w:proofErr w:type="spellEnd"/>
          </w:p>
        </w:tc>
      </w:tr>
      <w:tr w:rsidR="001F586E" w:rsidRPr="001F586E" w:rsidTr="009445B4">
        <w:tc>
          <w:tcPr>
            <w:tcW w:w="5778" w:type="dxa"/>
            <w:hideMark/>
          </w:tcPr>
          <w:p w:rsidR="001F586E" w:rsidRPr="00231D51" w:rsidRDefault="001F586E" w:rsidP="001F586E">
            <w:pPr>
              <w:autoSpaceDE w:val="0"/>
              <w:autoSpaceDN w:val="0"/>
              <w:adjustRightInd w:val="0"/>
              <w:ind w:firstLine="0"/>
              <w:jc w:val="left"/>
              <w:rPr>
                <w:rFonts w:ascii="Times New Roman" w:hAnsi="Times New Roman"/>
                <w:sz w:val="26"/>
                <w:szCs w:val="26"/>
              </w:rPr>
            </w:pPr>
            <w:r w:rsidRPr="00231D51">
              <w:rPr>
                <w:rFonts w:ascii="Times New Roman" w:hAnsi="Times New Roman"/>
                <w:sz w:val="26"/>
                <w:szCs w:val="26"/>
              </w:rPr>
              <w:t>Начальник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1F586E" w:rsidRPr="00231D51" w:rsidRDefault="001F586E" w:rsidP="00306A28">
            <w:pPr>
              <w:autoSpaceDE w:val="0"/>
              <w:autoSpaceDN w:val="0"/>
              <w:adjustRightInd w:val="0"/>
              <w:ind w:left="1593" w:firstLine="0"/>
              <w:jc w:val="left"/>
              <w:rPr>
                <w:rFonts w:ascii="Times New Roman" w:hAnsi="Times New Roman"/>
                <w:sz w:val="26"/>
                <w:szCs w:val="26"/>
              </w:rPr>
            </w:pPr>
          </w:p>
          <w:p w:rsidR="001F586E" w:rsidRPr="00231D51" w:rsidRDefault="001F586E" w:rsidP="00306A28">
            <w:pPr>
              <w:autoSpaceDE w:val="0"/>
              <w:autoSpaceDN w:val="0"/>
              <w:adjustRightInd w:val="0"/>
              <w:ind w:left="1593" w:firstLine="0"/>
              <w:jc w:val="left"/>
              <w:rPr>
                <w:rFonts w:ascii="Times New Roman" w:hAnsi="Times New Roman"/>
                <w:sz w:val="26"/>
                <w:szCs w:val="26"/>
              </w:rPr>
            </w:pPr>
          </w:p>
          <w:p w:rsidR="001F586E" w:rsidRPr="00231D51" w:rsidRDefault="001F586E" w:rsidP="00306A28">
            <w:pPr>
              <w:autoSpaceDE w:val="0"/>
              <w:autoSpaceDN w:val="0"/>
              <w:adjustRightInd w:val="0"/>
              <w:ind w:left="1593" w:firstLine="0"/>
              <w:jc w:val="left"/>
              <w:rPr>
                <w:rFonts w:ascii="Times New Roman" w:hAnsi="Times New Roman"/>
                <w:sz w:val="26"/>
                <w:szCs w:val="26"/>
              </w:rPr>
            </w:pPr>
          </w:p>
          <w:p w:rsidR="001F586E" w:rsidRPr="00231D51" w:rsidRDefault="00231D51" w:rsidP="00306A28">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1F586E" w:rsidRPr="001F586E" w:rsidTr="009445B4">
        <w:trPr>
          <w:trHeight w:val="203"/>
        </w:trPr>
        <w:tc>
          <w:tcPr>
            <w:tcW w:w="5778" w:type="dxa"/>
          </w:tcPr>
          <w:p w:rsidR="001F586E" w:rsidRPr="001F586E" w:rsidRDefault="001F586E" w:rsidP="001F586E">
            <w:pPr>
              <w:autoSpaceDE w:val="0"/>
              <w:autoSpaceDN w:val="0"/>
              <w:adjustRightInd w:val="0"/>
              <w:ind w:firstLine="0"/>
              <w:jc w:val="left"/>
              <w:rPr>
                <w:rFonts w:ascii="Times New Roman" w:hAnsi="Times New Roman"/>
                <w:sz w:val="26"/>
                <w:szCs w:val="26"/>
              </w:rPr>
            </w:pPr>
          </w:p>
        </w:tc>
        <w:tc>
          <w:tcPr>
            <w:tcW w:w="3932" w:type="dxa"/>
          </w:tcPr>
          <w:p w:rsidR="001F586E" w:rsidRPr="001F586E" w:rsidRDefault="001F586E" w:rsidP="00306A28">
            <w:pPr>
              <w:autoSpaceDE w:val="0"/>
              <w:autoSpaceDN w:val="0"/>
              <w:adjustRightInd w:val="0"/>
              <w:ind w:left="1593" w:firstLine="0"/>
              <w:rPr>
                <w:rFonts w:ascii="Times New Roman" w:hAnsi="Times New Roman"/>
                <w:sz w:val="26"/>
                <w:szCs w:val="26"/>
              </w:rPr>
            </w:pPr>
          </w:p>
        </w:tc>
      </w:tr>
      <w:tr w:rsidR="001F586E" w:rsidRPr="001F586E" w:rsidTr="009445B4">
        <w:tc>
          <w:tcPr>
            <w:tcW w:w="5778" w:type="dxa"/>
          </w:tcPr>
          <w:p w:rsidR="001F586E" w:rsidRPr="001F586E" w:rsidRDefault="001F586E"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autoSpaceDE w:val="0"/>
              <w:autoSpaceDN w:val="0"/>
              <w:adjustRightInd w:val="0"/>
              <w:ind w:left="1593" w:firstLine="0"/>
              <w:rPr>
                <w:rFonts w:ascii="Times New Roman" w:hAnsi="Times New Roman"/>
                <w:sz w:val="26"/>
                <w:szCs w:val="26"/>
              </w:rPr>
            </w:pPr>
          </w:p>
        </w:tc>
      </w:tr>
      <w:tr w:rsidR="001F586E" w:rsidRPr="001F586E" w:rsidTr="009445B4">
        <w:trPr>
          <w:trHeight w:val="80"/>
        </w:trPr>
        <w:tc>
          <w:tcPr>
            <w:tcW w:w="5778" w:type="dxa"/>
            <w:hideMark/>
          </w:tcPr>
          <w:p w:rsidR="001F586E" w:rsidRPr="001F586E" w:rsidRDefault="006F4B2E" w:rsidP="006F4B2E">
            <w:pPr>
              <w:ind w:firstLine="0"/>
              <w:jc w:val="left"/>
              <w:rPr>
                <w:rFonts w:ascii="Times New Roman" w:hAnsi="Times New Roman"/>
                <w:sz w:val="26"/>
                <w:szCs w:val="26"/>
              </w:rPr>
            </w:pPr>
            <w:r>
              <w:rPr>
                <w:rFonts w:ascii="Times New Roman" w:hAnsi="Times New Roman"/>
                <w:sz w:val="26"/>
                <w:szCs w:val="26"/>
              </w:rPr>
              <w:t>Н</w:t>
            </w:r>
            <w:r w:rsidR="001F586E"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1F586E" w:rsidRPr="001F586E" w:rsidRDefault="001F586E" w:rsidP="00306A28">
            <w:pPr>
              <w:autoSpaceDE w:val="0"/>
              <w:autoSpaceDN w:val="0"/>
              <w:adjustRightInd w:val="0"/>
              <w:ind w:left="1593" w:firstLine="0"/>
              <w:jc w:val="left"/>
              <w:rPr>
                <w:rFonts w:ascii="Times New Roman" w:hAnsi="Times New Roman"/>
                <w:sz w:val="26"/>
                <w:szCs w:val="26"/>
              </w:rPr>
            </w:pPr>
          </w:p>
          <w:p w:rsidR="001F586E" w:rsidRPr="001F586E" w:rsidRDefault="001F586E" w:rsidP="00306A28">
            <w:pPr>
              <w:autoSpaceDE w:val="0"/>
              <w:autoSpaceDN w:val="0"/>
              <w:adjustRightInd w:val="0"/>
              <w:ind w:left="1593" w:firstLine="0"/>
              <w:jc w:val="left"/>
              <w:rPr>
                <w:rFonts w:ascii="Times New Roman" w:hAnsi="Times New Roman"/>
                <w:sz w:val="26"/>
                <w:szCs w:val="26"/>
              </w:rPr>
            </w:pPr>
          </w:p>
          <w:p w:rsidR="001F586E" w:rsidRPr="001F586E" w:rsidRDefault="006F4B2E" w:rsidP="00306A28">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А.Г. Мельникова</w:t>
            </w:r>
          </w:p>
        </w:tc>
      </w:tr>
      <w:tr w:rsidR="001F586E" w:rsidRPr="001F586E" w:rsidTr="009445B4">
        <w:tc>
          <w:tcPr>
            <w:tcW w:w="5778" w:type="dxa"/>
          </w:tcPr>
          <w:p w:rsidR="001F586E" w:rsidRPr="001F586E" w:rsidRDefault="001F586E"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306A28" w:rsidRDefault="00306A28"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D0391D" w:rsidRDefault="00D0391D" w:rsidP="00D0391D">
      <w:pPr>
        <w:autoSpaceDE w:val="0"/>
        <w:autoSpaceDN w:val="0"/>
        <w:adjustRightInd w:val="0"/>
        <w:ind w:firstLine="0"/>
        <w:jc w:val="left"/>
        <w:rPr>
          <w:rFonts w:ascii="Times New Roman" w:hAnsi="Times New Roman"/>
          <w:sz w:val="26"/>
          <w:szCs w:val="26"/>
        </w:rPr>
      </w:pPr>
      <w:r>
        <w:rPr>
          <w:rFonts w:ascii="Times New Roman" w:hAnsi="Times New Roman"/>
          <w:sz w:val="26"/>
          <w:szCs w:val="26"/>
        </w:rPr>
        <w:t>ВНЕСЕНО</w:t>
      </w:r>
    </w:p>
    <w:p w:rsidR="00D0391D" w:rsidRDefault="00D0391D" w:rsidP="00D0391D">
      <w:pPr>
        <w:autoSpaceDE w:val="0"/>
        <w:autoSpaceDN w:val="0"/>
        <w:adjustRightInd w:val="0"/>
        <w:ind w:firstLine="0"/>
        <w:jc w:val="left"/>
        <w:rPr>
          <w:rFonts w:ascii="Times New Roman" w:hAnsi="Times New Roman"/>
          <w:sz w:val="26"/>
          <w:szCs w:val="26"/>
        </w:rPr>
      </w:pPr>
    </w:p>
    <w:p w:rsidR="00D0391D" w:rsidRDefault="00D0391D" w:rsidP="00D0391D">
      <w:pPr>
        <w:autoSpaceDE w:val="0"/>
        <w:autoSpaceDN w:val="0"/>
        <w:adjustRightInd w:val="0"/>
        <w:ind w:firstLine="0"/>
        <w:jc w:val="left"/>
        <w:rPr>
          <w:rFonts w:ascii="Times New Roman" w:hAnsi="Times New Roman"/>
          <w:sz w:val="26"/>
          <w:szCs w:val="26"/>
        </w:rPr>
      </w:pPr>
      <w:proofErr w:type="spellStart"/>
      <w:r>
        <w:rPr>
          <w:rFonts w:ascii="Times New Roman" w:hAnsi="Times New Roman"/>
          <w:sz w:val="26"/>
          <w:szCs w:val="26"/>
        </w:rPr>
        <w:t>И.о</w:t>
      </w:r>
      <w:proofErr w:type="spellEnd"/>
      <w:r>
        <w:rPr>
          <w:rFonts w:ascii="Times New Roman" w:hAnsi="Times New Roman"/>
          <w:sz w:val="26"/>
          <w:szCs w:val="26"/>
        </w:rPr>
        <w:t>. руководителя муниципального</w:t>
      </w:r>
    </w:p>
    <w:p w:rsidR="00D0391D" w:rsidRDefault="00D0391D" w:rsidP="00D0391D">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отдела по финансам администрации </w:t>
      </w:r>
    </w:p>
    <w:p w:rsidR="00D0391D" w:rsidRDefault="00D0391D" w:rsidP="00D0391D">
      <w:pPr>
        <w:autoSpaceDE w:val="0"/>
        <w:autoSpaceDN w:val="0"/>
        <w:adjustRightInd w:val="0"/>
        <w:ind w:firstLine="0"/>
        <w:jc w:val="left"/>
        <w:rPr>
          <w:rFonts w:ascii="Times New Roman" w:hAnsi="Times New Roman"/>
          <w:sz w:val="26"/>
          <w:szCs w:val="26"/>
        </w:rPr>
      </w:pPr>
      <w:r>
        <w:rPr>
          <w:rFonts w:ascii="Times New Roman" w:hAnsi="Times New Roman"/>
          <w:sz w:val="26"/>
          <w:szCs w:val="26"/>
        </w:rPr>
        <w:t>Павловского муниципального района                                                     Я.В. Рязанцева</w:t>
      </w:r>
    </w:p>
    <w:p w:rsidR="001F586E" w:rsidRPr="001F586E" w:rsidRDefault="001F586E" w:rsidP="00D0391D">
      <w:pPr>
        <w:autoSpaceDE w:val="0"/>
        <w:autoSpaceDN w:val="0"/>
        <w:adjustRightInd w:val="0"/>
        <w:ind w:firstLine="0"/>
        <w:jc w:val="left"/>
        <w:rPr>
          <w:rFonts w:ascii="Times New Roman" w:hAnsi="Times New Roman"/>
          <w:sz w:val="26"/>
          <w:szCs w:val="26"/>
        </w:rPr>
      </w:pPr>
      <w:bookmarkStart w:id="0" w:name="_GoBack"/>
      <w:bookmarkEnd w:id="0"/>
    </w:p>
    <w:sectPr w:rsidR="001F586E" w:rsidRPr="001F586E" w:rsidSect="008033DC">
      <w:pgSz w:w="11905" w:h="16838" w:code="9"/>
      <w:pgMar w:top="709" w:right="706"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E4F" w:rsidRDefault="00FF2E4F">
      <w:r>
        <w:separator/>
      </w:r>
    </w:p>
  </w:endnote>
  <w:endnote w:type="continuationSeparator" w:id="0">
    <w:p w:rsidR="00FF2E4F" w:rsidRDefault="00FF2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E4F" w:rsidRDefault="00FF2E4F">
      <w:r>
        <w:separator/>
      </w:r>
    </w:p>
  </w:footnote>
  <w:footnote w:type="continuationSeparator" w:id="0">
    <w:p w:rsidR="00FF2E4F" w:rsidRDefault="00FF2E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65495"/>
    <w:rsid w:val="000735C1"/>
    <w:rsid w:val="000753DF"/>
    <w:rsid w:val="00077798"/>
    <w:rsid w:val="00077925"/>
    <w:rsid w:val="00083D6D"/>
    <w:rsid w:val="00087686"/>
    <w:rsid w:val="0009220F"/>
    <w:rsid w:val="00093020"/>
    <w:rsid w:val="000A0F00"/>
    <w:rsid w:val="000A5A91"/>
    <w:rsid w:val="000A7868"/>
    <w:rsid w:val="000B51A6"/>
    <w:rsid w:val="000B7A94"/>
    <w:rsid w:val="000C7A7F"/>
    <w:rsid w:val="000D4C72"/>
    <w:rsid w:val="000E7047"/>
    <w:rsid w:val="000E7648"/>
    <w:rsid w:val="0010799C"/>
    <w:rsid w:val="0011498C"/>
    <w:rsid w:val="00121F94"/>
    <w:rsid w:val="00123D93"/>
    <w:rsid w:val="00124B2E"/>
    <w:rsid w:val="00125F4F"/>
    <w:rsid w:val="00133D27"/>
    <w:rsid w:val="00140FF8"/>
    <w:rsid w:val="00150AFB"/>
    <w:rsid w:val="00153CF6"/>
    <w:rsid w:val="00161EB4"/>
    <w:rsid w:val="00166E45"/>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30F02"/>
    <w:rsid w:val="00231D51"/>
    <w:rsid w:val="00233AF7"/>
    <w:rsid w:val="002436BF"/>
    <w:rsid w:val="00251ADF"/>
    <w:rsid w:val="00252C27"/>
    <w:rsid w:val="00262A8A"/>
    <w:rsid w:val="002653B9"/>
    <w:rsid w:val="00265E01"/>
    <w:rsid w:val="00266E96"/>
    <w:rsid w:val="002703D8"/>
    <w:rsid w:val="00270F7A"/>
    <w:rsid w:val="00283319"/>
    <w:rsid w:val="0028578F"/>
    <w:rsid w:val="00287E9F"/>
    <w:rsid w:val="00293766"/>
    <w:rsid w:val="002A72A5"/>
    <w:rsid w:val="002B6445"/>
    <w:rsid w:val="002C195E"/>
    <w:rsid w:val="002D0B88"/>
    <w:rsid w:val="002E306B"/>
    <w:rsid w:val="002E6253"/>
    <w:rsid w:val="00305AB5"/>
    <w:rsid w:val="0030638A"/>
    <w:rsid w:val="00306A28"/>
    <w:rsid w:val="003112C4"/>
    <w:rsid w:val="003167C6"/>
    <w:rsid w:val="0032172F"/>
    <w:rsid w:val="00331D60"/>
    <w:rsid w:val="003364CF"/>
    <w:rsid w:val="00344B0F"/>
    <w:rsid w:val="00345227"/>
    <w:rsid w:val="003455E0"/>
    <w:rsid w:val="00360AA0"/>
    <w:rsid w:val="00364245"/>
    <w:rsid w:val="00373D60"/>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7756"/>
    <w:rsid w:val="004349F6"/>
    <w:rsid w:val="004367B6"/>
    <w:rsid w:val="00444F9F"/>
    <w:rsid w:val="00454F37"/>
    <w:rsid w:val="004556B7"/>
    <w:rsid w:val="00455E76"/>
    <w:rsid w:val="00470D25"/>
    <w:rsid w:val="00481FA6"/>
    <w:rsid w:val="0048568A"/>
    <w:rsid w:val="00495412"/>
    <w:rsid w:val="00495ED4"/>
    <w:rsid w:val="00496F76"/>
    <w:rsid w:val="004A2335"/>
    <w:rsid w:val="004B3B0F"/>
    <w:rsid w:val="004C15A9"/>
    <w:rsid w:val="004C5285"/>
    <w:rsid w:val="004D0153"/>
    <w:rsid w:val="004D1D3C"/>
    <w:rsid w:val="004E3F5D"/>
    <w:rsid w:val="004F0180"/>
    <w:rsid w:val="004F0B12"/>
    <w:rsid w:val="004F2725"/>
    <w:rsid w:val="004F5FDF"/>
    <w:rsid w:val="005023A2"/>
    <w:rsid w:val="00504A60"/>
    <w:rsid w:val="005338DD"/>
    <w:rsid w:val="0053683B"/>
    <w:rsid w:val="00542DBA"/>
    <w:rsid w:val="005550E4"/>
    <w:rsid w:val="00563544"/>
    <w:rsid w:val="00571F11"/>
    <w:rsid w:val="005725A2"/>
    <w:rsid w:val="00573173"/>
    <w:rsid w:val="00575C87"/>
    <w:rsid w:val="0057655D"/>
    <w:rsid w:val="0057759C"/>
    <w:rsid w:val="005846AE"/>
    <w:rsid w:val="0058748C"/>
    <w:rsid w:val="00593A5D"/>
    <w:rsid w:val="005944E9"/>
    <w:rsid w:val="00596D7D"/>
    <w:rsid w:val="005B39C3"/>
    <w:rsid w:val="005B622E"/>
    <w:rsid w:val="005C0AF4"/>
    <w:rsid w:val="005C49D4"/>
    <w:rsid w:val="005C5B66"/>
    <w:rsid w:val="005D2DC1"/>
    <w:rsid w:val="005D5C86"/>
    <w:rsid w:val="005D7140"/>
    <w:rsid w:val="005E1229"/>
    <w:rsid w:val="005E32A4"/>
    <w:rsid w:val="005F73AA"/>
    <w:rsid w:val="00601732"/>
    <w:rsid w:val="0061104A"/>
    <w:rsid w:val="00622157"/>
    <w:rsid w:val="0062688A"/>
    <w:rsid w:val="006339C9"/>
    <w:rsid w:val="00637438"/>
    <w:rsid w:val="006427A8"/>
    <w:rsid w:val="006606D0"/>
    <w:rsid w:val="00667BD6"/>
    <w:rsid w:val="00680039"/>
    <w:rsid w:val="00680062"/>
    <w:rsid w:val="0068194A"/>
    <w:rsid w:val="00681D2C"/>
    <w:rsid w:val="006924E8"/>
    <w:rsid w:val="006953F6"/>
    <w:rsid w:val="0069608C"/>
    <w:rsid w:val="006A6C89"/>
    <w:rsid w:val="006B7C43"/>
    <w:rsid w:val="006C7044"/>
    <w:rsid w:val="006D119A"/>
    <w:rsid w:val="006E5216"/>
    <w:rsid w:val="006E5C32"/>
    <w:rsid w:val="006F4B2E"/>
    <w:rsid w:val="00706821"/>
    <w:rsid w:val="00717818"/>
    <w:rsid w:val="00723893"/>
    <w:rsid w:val="0074051B"/>
    <w:rsid w:val="00744892"/>
    <w:rsid w:val="00745D0E"/>
    <w:rsid w:val="007509CA"/>
    <w:rsid w:val="00751E32"/>
    <w:rsid w:val="00757409"/>
    <w:rsid w:val="00765A22"/>
    <w:rsid w:val="00774B0F"/>
    <w:rsid w:val="00780E60"/>
    <w:rsid w:val="00793D45"/>
    <w:rsid w:val="00796EBE"/>
    <w:rsid w:val="007976B5"/>
    <w:rsid w:val="007A217A"/>
    <w:rsid w:val="007A6D19"/>
    <w:rsid w:val="007C577D"/>
    <w:rsid w:val="007D11B1"/>
    <w:rsid w:val="007D4ED6"/>
    <w:rsid w:val="007D5139"/>
    <w:rsid w:val="007E0E10"/>
    <w:rsid w:val="007F1A46"/>
    <w:rsid w:val="007F4724"/>
    <w:rsid w:val="007F4C92"/>
    <w:rsid w:val="008033DC"/>
    <w:rsid w:val="008039BB"/>
    <w:rsid w:val="0081081F"/>
    <w:rsid w:val="00813F56"/>
    <w:rsid w:val="00816F63"/>
    <w:rsid w:val="00823443"/>
    <w:rsid w:val="00831A4F"/>
    <w:rsid w:val="00836D4F"/>
    <w:rsid w:val="008472B1"/>
    <w:rsid w:val="00851BC0"/>
    <w:rsid w:val="00860FF8"/>
    <w:rsid w:val="00861598"/>
    <w:rsid w:val="008638EC"/>
    <w:rsid w:val="0086561E"/>
    <w:rsid w:val="008662FC"/>
    <w:rsid w:val="008679C6"/>
    <w:rsid w:val="00883E65"/>
    <w:rsid w:val="00887433"/>
    <w:rsid w:val="00892E5C"/>
    <w:rsid w:val="00894494"/>
    <w:rsid w:val="008A4DEB"/>
    <w:rsid w:val="008A765E"/>
    <w:rsid w:val="008B54E7"/>
    <w:rsid w:val="008C22FB"/>
    <w:rsid w:val="008D2EC7"/>
    <w:rsid w:val="008E5171"/>
    <w:rsid w:val="008F1F45"/>
    <w:rsid w:val="009014EC"/>
    <w:rsid w:val="0091301D"/>
    <w:rsid w:val="0092088F"/>
    <w:rsid w:val="00925243"/>
    <w:rsid w:val="0092650B"/>
    <w:rsid w:val="00926FF1"/>
    <w:rsid w:val="0093637F"/>
    <w:rsid w:val="0093646A"/>
    <w:rsid w:val="00937F17"/>
    <w:rsid w:val="009439EB"/>
    <w:rsid w:val="009445B4"/>
    <w:rsid w:val="00946C55"/>
    <w:rsid w:val="00962EDA"/>
    <w:rsid w:val="00965FD3"/>
    <w:rsid w:val="009702FB"/>
    <w:rsid w:val="00971B17"/>
    <w:rsid w:val="0097408A"/>
    <w:rsid w:val="00976153"/>
    <w:rsid w:val="00976BFF"/>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3667"/>
    <w:rsid w:val="00A86689"/>
    <w:rsid w:val="00A9450F"/>
    <w:rsid w:val="00AC2977"/>
    <w:rsid w:val="00AC5FC2"/>
    <w:rsid w:val="00AD393B"/>
    <w:rsid w:val="00AD6C57"/>
    <w:rsid w:val="00AD7886"/>
    <w:rsid w:val="00AD7C50"/>
    <w:rsid w:val="00B241C4"/>
    <w:rsid w:val="00B24BF6"/>
    <w:rsid w:val="00B25452"/>
    <w:rsid w:val="00B415AB"/>
    <w:rsid w:val="00B41A88"/>
    <w:rsid w:val="00B4242A"/>
    <w:rsid w:val="00B4569B"/>
    <w:rsid w:val="00B51615"/>
    <w:rsid w:val="00B53FF8"/>
    <w:rsid w:val="00B70C80"/>
    <w:rsid w:val="00B8422E"/>
    <w:rsid w:val="00BA1163"/>
    <w:rsid w:val="00BB0868"/>
    <w:rsid w:val="00BB65D6"/>
    <w:rsid w:val="00BB6AE6"/>
    <w:rsid w:val="00BC1D1A"/>
    <w:rsid w:val="00BC4AC2"/>
    <w:rsid w:val="00BD2597"/>
    <w:rsid w:val="00BD2ED0"/>
    <w:rsid w:val="00BE09CB"/>
    <w:rsid w:val="00BE1DF4"/>
    <w:rsid w:val="00BF5078"/>
    <w:rsid w:val="00C16A6D"/>
    <w:rsid w:val="00C243D0"/>
    <w:rsid w:val="00C246BC"/>
    <w:rsid w:val="00C25BBC"/>
    <w:rsid w:val="00C353C5"/>
    <w:rsid w:val="00C3639D"/>
    <w:rsid w:val="00C43CB9"/>
    <w:rsid w:val="00C441B9"/>
    <w:rsid w:val="00C4494B"/>
    <w:rsid w:val="00C4655B"/>
    <w:rsid w:val="00C54046"/>
    <w:rsid w:val="00C61E0D"/>
    <w:rsid w:val="00C704B0"/>
    <w:rsid w:val="00C7223E"/>
    <w:rsid w:val="00C811D2"/>
    <w:rsid w:val="00C812A4"/>
    <w:rsid w:val="00C9062B"/>
    <w:rsid w:val="00C92600"/>
    <w:rsid w:val="00CA299B"/>
    <w:rsid w:val="00CA5A4D"/>
    <w:rsid w:val="00CB3B11"/>
    <w:rsid w:val="00CB5750"/>
    <w:rsid w:val="00CC2702"/>
    <w:rsid w:val="00CD35BD"/>
    <w:rsid w:val="00CD6191"/>
    <w:rsid w:val="00CF27EB"/>
    <w:rsid w:val="00CF54A2"/>
    <w:rsid w:val="00D0391D"/>
    <w:rsid w:val="00D042B2"/>
    <w:rsid w:val="00D10796"/>
    <w:rsid w:val="00D224DF"/>
    <w:rsid w:val="00D22A05"/>
    <w:rsid w:val="00D317B2"/>
    <w:rsid w:val="00D47EFD"/>
    <w:rsid w:val="00D61827"/>
    <w:rsid w:val="00D621C0"/>
    <w:rsid w:val="00D628EC"/>
    <w:rsid w:val="00D663DE"/>
    <w:rsid w:val="00D6707C"/>
    <w:rsid w:val="00D71F3C"/>
    <w:rsid w:val="00D76702"/>
    <w:rsid w:val="00D834E5"/>
    <w:rsid w:val="00D83875"/>
    <w:rsid w:val="00D84EF4"/>
    <w:rsid w:val="00D87B20"/>
    <w:rsid w:val="00D906FC"/>
    <w:rsid w:val="00D936EB"/>
    <w:rsid w:val="00DB61C0"/>
    <w:rsid w:val="00DD31BA"/>
    <w:rsid w:val="00DD4A61"/>
    <w:rsid w:val="00DF5F6B"/>
    <w:rsid w:val="00E02FA4"/>
    <w:rsid w:val="00E045D4"/>
    <w:rsid w:val="00E1267D"/>
    <w:rsid w:val="00E16631"/>
    <w:rsid w:val="00E201CD"/>
    <w:rsid w:val="00E266EC"/>
    <w:rsid w:val="00E3202D"/>
    <w:rsid w:val="00E40754"/>
    <w:rsid w:val="00E41C96"/>
    <w:rsid w:val="00E4481D"/>
    <w:rsid w:val="00E50642"/>
    <w:rsid w:val="00E54C75"/>
    <w:rsid w:val="00E704C4"/>
    <w:rsid w:val="00E74940"/>
    <w:rsid w:val="00E825D0"/>
    <w:rsid w:val="00E83528"/>
    <w:rsid w:val="00E90CF3"/>
    <w:rsid w:val="00EA6084"/>
    <w:rsid w:val="00EC2B48"/>
    <w:rsid w:val="00EC493B"/>
    <w:rsid w:val="00EC5FD8"/>
    <w:rsid w:val="00EC70A9"/>
    <w:rsid w:val="00EC729C"/>
    <w:rsid w:val="00ED32CF"/>
    <w:rsid w:val="00ED78D4"/>
    <w:rsid w:val="00EE1AC4"/>
    <w:rsid w:val="00EE1F6D"/>
    <w:rsid w:val="00EE21A4"/>
    <w:rsid w:val="00EE593F"/>
    <w:rsid w:val="00EE5CD8"/>
    <w:rsid w:val="00EE7A60"/>
    <w:rsid w:val="00EF67FB"/>
    <w:rsid w:val="00EF6D1E"/>
    <w:rsid w:val="00F02941"/>
    <w:rsid w:val="00F02C9A"/>
    <w:rsid w:val="00F06063"/>
    <w:rsid w:val="00F12BF0"/>
    <w:rsid w:val="00F179A7"/>
    <w:rsid w:val="00F308BB"/>
    <w:rsid w:val="00F35CE9"/>
    <w:rsid w:val="00F372B0"/>
    <w:rsid w:val="00F42360"/>
    <w:rsid w:val="00F56EE7"/>
    <w:rsid w:val="00F65BDF"/>
    <w:rsid w:val="00F676FE"/>
    <w:rsid w:val="00FA3131"/>
    <w:rsid w:val="00FB3ABE"/>
    <w:rsid w:val="00FB50F5"/>
    <w:rsid w:val="00FB5231"/>
    <w:rsid w:val="00FC0A9A"/>
    <w:rsid w:val="00FD662E"/>
    <w:rsid w:val="00FE2377"/>
    <w:rsid w:val="00FE3BAE"/>
    <w:rsid w:val="00FF2E4F"/>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1991330059">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178F1-12B1-4AA4-9810-EB06F3D2C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212</TotalTime>
  <Pages>5</Pages>
  <Words>1445</Words>
  <Characters>8237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38</cp:revision>
  <cp:lastPrinted>2021-02-20T08:21:00Z</cp:lastPrinted>
  <dcterms:created xsi:type="dcterms:W3CDTF">2020-11-27T10:02:00Z</dcterms:created>
  <dcterms:modified xsi:type="dcterms:W3CDTF">2021-03-16T07:39:00Z</dcterms:modified>
</cp:coreProperties>
</file>