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5A3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73482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6B1CCA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Внести в</w:t>
      </w:r>
      <w:r w:rsidR="005A390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 xml:space="preserve">, утвержденную постановлением администрации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</w:t>
      </w:r>
      <w:r w:rsidR="005A390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от 22.10.2020 № 700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изменения, изложив её в редакции согласно приложению к настоящему постановлению.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73482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EA050F" w:rsidRDefault="00EA050F" w:rsidP="0073482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EA050F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76C" w:rsidRDefault="009B676C" w:rsidP="00510A87">
      <w:r>
        <w:separator/>
      </w:r>
    </w:p>
  </w:endnote>
  <w:endnote w:type="continuationSeparator" w:id="1">
    <w:p w:rsidR="009B676C" w:rsidRDefault="009B676C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76C" w:rsidRDefault="009B676C" w:rsidP="00510A87">
      <w:r>
        <w:separator/>
      </w:r>
    </w:p>
  </w:footnote>
  <w:footnote w:type="continuationSeparator" w:id="1">
    <w:p w:rsidR="009B676C" w:rsidRDefault="009B676C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831"/>
    <w:rsid w:val="009A6744"/>
    <w:rsid w:val="009B676C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0CE5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473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75</cp:revision>
  <cp:lastPrinted>2021-11-25T07:28:00Z</cp:lastPrinted>
  <dcterms:created xsi:type="dcterms:W3CDTF">2021-01-27T05:40:00Z</dcterms:created>
  <dcterms:modified xsi:type="dcterms:W3CDTF">2022-01-24T13:42:00Z</dcterms:modified>
</cp:coreProperties>
</file>