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5D22BE" w:rsidRDefault="005D22BE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от 22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подпрограмме 891 016,7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187 445,1 тыс.рублей, областной бюджет 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734,8 тыс.рублей, бюджет Павловского муниципального района Воронежской области 180 836,8тыс.рублей, внебюджетные источники 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315 821,3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587261,0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281669,3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122258,6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639953,42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301806,68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209012,3</w:t>
            </w:r>
            <w:r w:rsidR="00F465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129134,4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372" w:rsidRDefault="00324372" w:rsidP="00510A87">
      <w:r>
        <w:separator/>
      </w:r>
    </w:p>
  </w:endnote>
  <w:endnote w:type="continuationSeparator" w:id="1">
    <w:p w:rsidR="00324372" w:rsidRDefault="00324372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372" w:rsidRDefault="00324372" w:rsidP="00510A87">
      <w:r>
        <w:separator/>
      </w:r>
    </w:p>
  </w:footnote>
  <w:footnote w:type="continuationSeparator" w:id="1">
    <w:p w:rsidR="00324372" w:rsidRDefault="00324372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D7D9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54532"/>
    <w:rsid w:val="00562EBF"/>
    <w:rsid w:val="00564BE7"/>
    <w:rsid w:val="00570EDD"/>
    <w:rsid w:val="00575378"/>
    <w:rsid w:val="00575639"/>
    <w:rsid w:val="00592186"/>
    <w:rsid w:val="005A109F"/>
    <w:rsid w:val="005A21F2"/>
    <w:rsid w:val="005A33B3"/>
    <w:rsid w:val="005C2CB2"/>
    <w:rsid w:val="005C3E33"/>
    <w:rsid w:val="005C770C"/>
    <w:rsid w:val="005D22BE"/>
    <w:rsid w:val="005D74DA"/>
    <w:rsid w:val="005E383E"/>
    <w:rsid w:val="005E4E90"/>
    <w:rsid w:val="005E4F75"/>
    <w:rsid w:val="005E6FCC"/>
    <w:rsid w:val="0060239D"/>
    <w:rsid w:val="00603C0F"/>
    <w:rsid w:val="006066A8"/>
    <w:rsid w:val="0061422F"/>
    <w:rsid w:val="00616D1A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87859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40395"/>
    <w:rsid w:val="008422C4"/>
    <w:rsid w:val="008517B5"/>
    <w:rsid w:val="008561D6"/>
    <w:rsid w:val="008568CE"/>
    <w:rsid w:val="00856BC6"/>
    <w:rsid w:val="00866977"/>
    <w:rsid w:val="008733E8"/>
    <w:rsid w:val="00875F66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D2B3E"/>
    <w:rsid w:val="009D6491"/>
    <w:rsid w:val="009F4C65"/>
    <w:rsid w:val="00A016FC"/>
    <w:rsid w:val="00A021C3"/>
    <w:rsid w:val="00A27308"/>
    <w:rsid w:val="00A27E80"/>
    <w:rsid w:val="00A57C23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D11A8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6147"/>
    <w:rsid w:val="00BC04FF"/>
    <w:rsid w:val="00BC2B0B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E3497"/>
    <w:rsid w:val="00EE34E4"/>
    <w:rsid w:val="00EE5200"/>
    <w:rsid w:val="00EE7CFB"/>
    <w:rsid w:val="00F014CA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  <w:rsid w:val="00FE4C0F"/>
    <w:rsid w:val="00FE6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E8DC-92E5-4864-B940-86A09C57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19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14</cp:revision>
  <cp:lastPrinted>2023-12-15T05:57:00Z</cp:lastPrinted>
  <dcterms:created xsi:type="dcterms:W3CDTF">2023-12-11T11:56:00Z</dcterms:created>
  <dcterms:modified xsi:type="dcterms:W3CDTF">2023-12-27T12:45:00Z</dcterms:modified>
</cp:coreProperties>
</file>