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39E" w:rsidRDefault="0080439E"/>
    <w:tbl>
      <w:tblPr>
        <w:tblW w:w="0" w:type="auto"/>
        <w:tblLook w:val="01E0"/>
      </w:tblPr>
      <w:tblGrid>
        <w:gridCol w:w="4785"/>
        <w:gridCol w:w="4786"/>
      </w:tblGrid>
      <w:tr w:rsidR="00200DAF" w:rsidRPr="00750509" w:rsidTr="00D15A58">
        <w:tc>
          <w:tcPr>
            <w:tcW w:w="4785" w:type="dxa"/>
          </w:tcPr>
          <w:p w:rsidR="00200DAF" w:rsidRPr="00750509" w:rsidRDefault="00200DAF" w:rsidP="00D15A58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4786" w:type="dxa"/>
          </w:tcPr>
          <w:p w:rsidR="00200DAF" w:rsidRPr="00750509" w:rsidRDefault="00200DAF" w:rsidP="0020497C">
            <w:pPr>
              <w:ind w:left="177" w:firstLine="0"/>
              <w:outlineLvl w:val="0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  <w:r w:rsidRPr="00750509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Приложение</w:t>
            </w:r>
          </w:p>
          <w:p w:rsidR="005C2CB2" w:rsidRPr="00750509" w:rsidRDefault="00200DAF" w:rsidP="0020497C">
            <w:pPr>
              <w:ind w:left="177" w:firstLine="0"/>
              <w:outlineLvl w:val="0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  <w:r w:rsidRPr="00750509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к постановлению</w:t>
            </w:r>
            <w:r w:rsidR="00DD0DFF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 xml:space="preserve"> </w:t>
            </w:r>
            <w:r w:rsidRPr="00750509">
              <w:rPr>
                <w:rFonts w:ascii="Times New Roman" w:hAnsi="Times New Roman"/>
                <w:bCs/>
                <w:color w:val="000000" w:themeColor="text1"/>
                <w:kern w:val="36"/>
                <w:sz w:val="26"/>
                <w:szCs w:val="26"/>
              </w:rPr>
              <w:t>администрации</w:t>
            </w:r>
          </w:p>
          <w:p w:rsidR="00200DAF" w:rsidRPr="00750509" w:rsidRDefault="00200DAF" w:rsidP="0020497C">
            <w:pPr>
              <w:ind w:left="177" w:firstLine="0"/>
              <w:outlineLvl w:val="0"/>
              <w:rPr>
                <w:rFonts w:ascii="Times New Roman" w:hAnsi="Times New Roman"/>
                <w:bCs/>
                <w:color w:val="000000" w:themeColor="text1"/>
                <w:kern w:val="36"/>
                <w:sz w:val="26"/>
                <w:szCs w:val="26"/>
              </w:rPr>
            </w:pPr>
            <w:r w:rsidRPr="00750509">
              <w:rPr>
                <w:rFonts w:ascii="Times New Roman" w:hAnsi="Times New Roman"/>
                <w:bCs/>
                <w:color w:val="000000" w:themeColor="text1"/>
                <w:kern w:val="36"/>
                <w:sz w:val="26"/>
                <w:szCs w:val="26"/>
              </w:rPr>
              <w:t>Павловского муниципального района</w:t>
            </w:r>
            <w:r w:rsidR="00B8583B" w:rsidRPr="00750509">
              <w:rPr>
                <w:rFonts w:ascii="Times New Roman" w:hAnsi="Times New Roman"/>
                <w:bCs/>
                <w:color w:val="000000" w:themeColor="text1"/>
                <w:kern w:val="36"/>
                <w:sz w:val="26"/>
                <w:szCs w:val="26"/>
              </w:rPr>
              <w:br/>
              <w:t>Воронежской области</w:t>
            </w:r>
          </w:p>
          <w:p w:rsidR="00200DAF" w:rsidRPr="00750509" w:rsidRDefault="00200DAF" w:rsidP="00E026A1">
            <w:pPr>
              <w:ind w:left="177" w:firstLine="0"/>
              <w:outlineLvl w:val="0"/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</w:pPr>
            <w:r w:rsidRPr="00750509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от</w:t>
            </w:r>
            <w:r w:rsidR="00A85B37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«____</w:t>
            </w:r>
            <w:r w:rsidR="00E026A1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»__________</w:t>
            </w:r>
            <w:r w:rsidR="00A85B37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___</w:t>
            </w:r>
            <w:r w:rsidR="005C2CB2" w:rsidRPr="00750509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№</w:t>
            </w:r>
            <w:r w:rsidR="00E026A1">
              <w:rPr>
                <w:rFonts w:ascii="Times New Roman" w:hAnsi="Times New Roman"/>
                <w:bCs/>
                <w:color w:val="000000" w:themeColor="text1"/>
                <w:sz w:val="26"/>
                <w:szCs w:val="26"/>
              </w:rPr>
              <w:t>__________</w:t>
            </w:r>
          </w:p>
        </w:tc>
      </w:tr>
    </w:tbl>
    <w:p w:rsidR="00200DAF" w:rsidRPr="00750509" w:rsidRDefault="00200DAF" w:rsidP="00200DAF">
      <w:pPr>
        <w:outlineLvl w:val="0"/>
        <w:rPr>
          <w:rFonts w:ascii="Times New Roman" w:hAnsi="Times New Roman"/>
          <w:bCs/>
          <w:color w:val="000000" w:themeColor="text1"/>
          <w:sz w:val="26"/>
          <w:szCs w:val="26"/>
        </w:rPr>
      </w:pPr>
    </w:p>
    <w:p w:rsidR="00200DAF" w:rsidRPr="00750509" w:rsidRDefault="00200DAF" w:rsidP="00200DAF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750509">
        <w:rPr>
          <w:rFonts w:ascii="Times New Roman" w:hAnsi="Times New Roman"/>
          <w:color w:val="000000" w:themeColor="text1"/>
          <w:sz w:val="26"/>
          <w:szCs w:val="26"/>
        </w:rPr>
        <w:t>ПАСПОРТ</w:t>
      </w:r>
    </w:p>
    <w:p w:rsidR="00200DAF" w:rsidRPr="00750509" w:rsidRDefault="00200DAF" w:rsidP="00200DAF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муниципальной программы Павловского муниципального района </w:t>
      </w:r>
    </w:p>
    <w:p w:rsidR="00200DAF" w:rsidRPr="00750509" w:rsidRDefault="00200DAF" w:rsidP="00200DAF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750509">
        <w:rPr>
          <w:rFonts w:ascii="Times New Roman" w:hAnsi="Times New Roman"/>
          <w:color w:val="000000" w:themeColor="text1"/>
          <w:sz w:val="26"/>
          <w:szCs w:val="26"/>
        </w:rPr>
        <w:t>Воронежской области</w:t>
      </w:r>
    </w:p>
    <w:p w:rsidR="00200DAF" w:rsidRPr="00750509" w:rsidRDefault="00200DAF" w:rsidP="00200DAF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750509">
        <w:rPr>
          <w:rFonts w:ascii="Times New Roman" w:hAnsi="Times New Roman"/>
          <w:color w:val="000000" w:themeColor="text1"/>
          <w:sz w:val="26"/>
          <w:szCs w:val="26"/>
        </w:rPr>
        <w:t>«Содействие развитию муниципальных образований и местного самоуправления»</w:t>
      </w:r>
    </w:p>
    <w:p w:rsidR="00200DAF" w:rsidRPr="00750509" w:rsidRDefault="00200DAF" w:rsidP="00200DAF">
      <w:pPr>
        <w:jc w:val="center"/>
        <w:rPr>
          <w:rFonts w:cs="Arial"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06"/>
        <w:gridCol w:w="6865"/>
      </w:tblGrid>
      <w:tr w:rsidR="00200DAF" w:rsidRPr="00750509" w:rsidTr="006F3F80">
        <w:tc>
          <w:tcPr>
            <w:tcW w:w="2706" w:type="dxa"/>
          </w:tcPr>
          <w:p w:rsidR="00200DAF" w:rsidRPr="00750509" w:rsidRDefault="00200DAF" w:rsidP="009C11C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Ответственный исполнитель муниципальной</w:t>
            </w:r>
            <w:r w:rsidR="00F7276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750509">
              <w:rPr>
                <w:rFonts w:ascii="Times New Roman" w:hAnsi="Times New Roman"/>
                <w:color w:val="000000" w:themeColor="text1"/>
              </w:rPr>
              <w:t>программы</w:t>
            </w:r>
          </w:p>
        </w:tc>
        <w:tc>
          <w:tcPr>
            <w:tcW w:w="6865" w:type="dxa"/>
          </w:tcPr>
          <w:p w:rsidR="00200DAF" w:rsidRPr="00750509" w:rsidRDefault="00A44016" w:rsidP="00E026A1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Первый з</w:t>
            </w:r>
            <w:r w:rsidR="005C2CB2" w:rsidRPr="00750509">
              <w:rPr>
                <w:rFonts w:ascii="Times New Roman" w:hAnsi="Times New Roman"/>
                <w:color w:val="000000" w:themeColor="text1"/>
              </w:rPr>
              <w:t>аместитель главы</w:t>
            </w:r>
            <w:r w:rsidR="001C619B" w:rsidRPr="00750509">
              <w:rPr>
                <w:rFonts w:ascii="Times New Roman" w:hAnsi="Times New Roman"/>
                <w:color w:val="000000" w:themeColor="text1"/>
              </w:rPr>
              <w:t xml:space="preserve"> администрации Павловского муниципального района</w:t>
            </w:r>
            <w:r w:rsidR="005C2CB2" w:rsidRPr="00750509">
              <w:rPr>
                <w:rFonts w:ascii="Times New Roman" w:hAnsi="Times New Roman"/>
                <w:color w:val="000000" w:themeColor="text1"/>
              </w:rPr>
              <w:t xml:space="preserve"> Черенков</w:t>
            </w:r>
            <w:r w:rsidR="00E026A1" w:rsidRPr="00750509">
              <w:rPr>
                <w:rFonts w:ascii="Times New Roman" w:hAnsi="Times New Roman"/>
                <w:color w:val="000000" w:themeColor="text1"/>
              </w:rPr>
              <w:t xml:space="preserve"> Ю.А.</w:t>
            </w:r>
          </w:p>
        </w:tc>
      </w:tr>
      <w:tr w:rsidR="00E0279A" w:rsidRPr="00750509" w:rsidTr="006F3F80">
        <w:tc>
          <w:tcPr>
            <w:tcW w:w="2706" w:type="dxa"/>
          </w:tcPr>
          <w:p w:rsidR="00E0279A" w:rsidRPr="00750509" w:rsidRDefault="00E0279A" w:rsidP="00E0279A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Исполнители муниципальной программы</w:t>
            </w:r>
          </w:p>
        </w:tc>
        <w:tc>
          <w:tcPr>
            <w:tcW w:w="6865" w:type="dxa"/>
          </w:tcPr>
          <w:p w:rsidR="00E0279A" w:rsidRPr="00A75CD7" w:rsidRDefault="00E0279A" w:rsidP="00E0279A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1. Отдел территориального развития администрации Павловского муниципального района Воронежской области.</w:t>
            </w:r>
          </w:p>
          <w:p w:rsidR="00E0279A" w:rsidRPr="00A75CD7" w:rsidRDefault="00E0279A" w:rsidP="00E0279A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2. Отдел по строительству, жилищно-коммунальному хозяйству и транспорту администрации Павловского муниципального района Воронежской области.</w:t>
            </w:r>
          </w:p>
          <w:p w:rsidR="00E0279A" w:rsidRPr="00A75CD7" w:rsidRDefault="00E0279A" w:rsidP="00E0279A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3. Отдел по архитектуре и градостроительству администрации Павловского муниципального района Воронежской области.</w:t>
            </w:r>
          </w:p>
          <w:p w:rsidR="00E0279A" w:rsidRPr="00A75CD7" w:rsidRDefault="00E0279A" w:rsidP="00E0279A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4. 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области.</w:t>
            </w:r>
          </w:p>
          <w:p w:rsidR="00E0279A" w:rsidRPr="00A75CD7" w:rsidRDefault="00E0279A" w:rsidP="00E0279A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5. Муниципальный отдел по финансам администрации Павловского муниципального района Воронежской области.</w:t>
            </w:r>
          </w:p>
          <w:p w:rsidR="00E0279A" w:rsidRDefault="00E0279A" w:rsidP="00E0279A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A75CD7">
              <w:rPr>
                <w:rFonts w:ascii="Times New Roman" w:hAnsi="Times New Roman"/>
                <w:color w:val="000000" w:themeColor="text1"/>
              </w:rPr>
              <w:t>6. МКУ ПМР «Управление сельского хозяйства».</w:t>
            </w:r>
          </w:p>
          <w:p w:rsidR="009C12ED" w:rsidRPr="00A75CD7" w:rsidRDefault="009C12ED" w:rsidP="00E0279A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7. Муниципальный отдел по управлению муниципальным имуществом администрации Павловского муниципального района Воронежской области.</w:t>
            </w:r>
          </w:p>
        </w:tc>
      </w:tr>
      <w:tr w:rsidR="00E0279A" w:rsidRPr="00750509" w:rsidTr="00F72767">
        <w:trPr>
          <w:trHeight w:val="2021"/>
        </w:trPr>
        <w:tc>
          <w:tcPr>
            <w:tcW w:w="2706" w:type="dxa"/>
          </w:tcPr>
          <w:p w:rsidR="00E0279A" w:rsidRPr="00750509" w:rsidRDefault="00E0279A" w:rsidP="00E0279A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Подпрограммы муниципальной программы и основные мероприятия муниципальной программы, не включенные в подпрограммы</w:t>
            </w:r>
          </w:p>
        </w:tc>
        <w:tc>
          <w:tcPr>
            <w:tcW w:w="6865" w:type="dxa"/>
          </w:tcPr>
          <w:p w:rsidR="00707792" w:rsidRPr="00BE0297" w:rsidRDefault="00707792" w:rsidP="00707792">
            <w:pPr>
              <w:ind w:firstLine="709"/>
              <w:rPr>
                <w:rFonts w:ascii="Times New Roman" w:hAnsi="Times New Roman"/>
                <w:color w:val="000000"/>
              </w:rPr>
            </w:pPr>
            <w:r w:rsidRPr="00BE0297">
              <w:rPr>
                <w:rFonts w:ascii="Times New Roman" w:hAnsi="Times New Roman"/>
                <w:color w:val="000000"/>
              </w:rPr>
              <w:t>Основные мероприятия:</w:t>
            </w:r>
          </w:p>
          <w:p w:rsidR="00707792" w:rsidRPr="00BE0297" w:rsidRDefault="00707792" w:rsidP="00707792">
            <w:pPr>
              <w:ind w:firstLine="709"/>
              <w:rPr>
                <w:rFonts w:ascii="Times New Roman" w:hAnsi="Times New Roman"/>
                <w:color w:val="000000"/>
              </w:rPr>
            </w:pPr>
            <w:r w:rsidRPr="00BE0297">
              <w:rPr>
                <w:rFonts w:ascii="Times New Roman" w:hAnsi="Times New Roman"/>
                <w:color w:val="000000"/>
              </w:rPr>
              <w:t>1. Выделение за счёт средств бюджета Павловского муниципального района Воронежской области грантов поселениям Павловского муниципального района по результатам оценки эффективности развития поселений.</w:t>
            </w:r>
          </w:p>
          <w:p w:rsidR="00707792" w:rsidRPr="00BE0297" w:rsidRDefault="00707792" w:rsidP="00707792">
            <w:pPr>
              <w:ind w:firstLine="709"/>
              <w:rPr>
                <w:rFonts w:ascii="Times New Roman" w:hAnsi="Times New Roman"/>
                <w:color w:val="000000"/>
              </w:rPr>
            </w:pPr>
            <w:r w:rsidRPr="00BE0297">
              <w:rPr>
                <w:rFonts w:ascii="Times New Roman" w:hAnsi="Times New Roman"/>
                <w:color w:val="000000"/>
              </w:rPr>
              <w:t>2. Развитие систем водоснабжения и водоотведения поселений Павловского муниципального района Воронежской области.</w:t>
            </w:r>
          </w:p>
          <w:p w:rsidR="00707792" w:rsidRPr="00BE0297" w:rsidRDefault="00707792" w:rsidP="00707792">
            <w:pPr>
              <w:ind w:firstLine="709"/>
              <w:rPr>
                <w:rFonts w:ascii="Times New Roman" w:hAnsi="Times New Roman"/>
                <w:color w:val="000000"/>
              </w:rPr>
            </w:pPr>
            <w:r w:rsidRPr="00BE0297">
              <w:rPr>
                <w:rFonts w:ascii="Times New Roman" w:hAnsi="Times New Roman"/>
                <w:color w:val="000000"/>
              </w:rPr>
              <w:t>3. Строительство газопровода низкого давления по сельским поселениям Павловского муниципального района Воронежской области.</w:t>
            </w:r>
          </w:p>
          <w:p w:rsidR="00707792" w:rsidRPr="00BE0297" w:rsidRDefault="00707792" w:rsidP="00707792">
            <w:pPr>
              <w:ind w:firstLine="709"/>
              <w:rPr>
                <w:rFonts w:ascii="Times New Roman" w:hAnsi="Times New Roman"/>
                <w:color w:val="000000"/>
              </w:rPr>
            </w:pPr>
            <w:r w:rsidRPr="00BE0297">
              <w:rPr>
                <w:rFonts w:ascii="Times New Roman" w:hAnsi="Times New Roman"/>
                <w:color w:val="000000"/>
              </w:rPr>
              <w:t>4. Повышение комфортности и упрощение процедур получения гражданами государственных и муниципальных услуг.</w:t>
            </w:r>
          </w:p>
          <w:p w:rsidR="00707792" w:rsidRPr="00BE0297" w:rsidRDefault="00707792" w:rsidP="00707792">
            <w:pPr>
              <w:ind w:firstLine="709"/>
              <w:rPr>
                <w:rFonts w:ascii="Times New Roman" w:hAnsi="Times New Roman"/>
                <w:color w:val="000000"/>
              </w:rPr>
            </w:pPr>
            <w:r w:rsidRPr="00BE0297">
              <w:rPr>
                <w:rFonts w:ascii="Times New Roman" w:hAnsi="Times New Roman"/>
                <w:color w:val="000000"/>
              </w:rPr>
              <w:t>5. Ремонт и благоустройство военно-мемориальных объектов.</w:t>
            </w:r>
          </w:p>
          <w:p w:rsidR="00707792" w:rsidRPr="00BE0297" w:rsidRDefault="00707792" w:rsidP="00707792">
            <w:pPr>
              <w:ind w:firstLine="709"/>
              <w:rPr>
                <w:rFonts w:ascii="Times New Roman" w:hAnsi="Times New Roman"/>
                <w:color w:val="000000"/>
              </w:rPr>
            </w:pPr>
            <w:r w:rsidRPr="00BE0297">
              <w:rPr>
                <w:rFonts w:ascii="Times New Roman" w:hAnsi="Times New Roman"/>
                <w:color w:val="000000"/>
              </w:rPr>
              <w:t>6. Энергосбережение и повышение энергетической эффективности в системе наружного освещения.</w:t>
            </w:r>
          </w:p>
          <w:p w:rsidR="00707792" w:rsidRPr="00BE0297" w:rsidRDefault="00707792" w:rsidP="00707792">
            <w:pPr>
              <w:ind w:firstLine="709"/>
              <w:rPr>
                <w:rFonts w:ascii="Times New Roman" w:hAnsi="Times New Roman"/>
                <w:color w:val="000000"/>
              </w:rPr>
            </w:pPr>
            <w:r w:rsidRPr="00BE0297">
              <w:rPr>
                <w:rFonts w:ascii="Times New Roman" w:hAnsi="Times New Roman"/>
                <w:color w:val="000000"/>
              </w:rPr>
              <w:t>7. Развитие градостроительной деятельности поселений Павловского муниципального района Воронежской области.</w:t>
            </w:r>
          </w:p>
          <w:p w:rsidR="00707792" w:rsidRPr="00BE0297" w:rsidRDefault="00707792" w:rsidP="00707792">
            <w:pPr>
              <w:ind w:firstLine="709"/>
              <w:rPr>
                <w:rFonts w:ascii="Times New Roman" w:hAnsi="Times New Roman"/>
                <w:color w:val="000000"/>
              </w:rPr>
            </w:pPr>
            <w:r w:rsidRPr="00BE0297">
              <w:rPr>
                <w:rFonts w:ascii="Times New Roman" w:hAnsi="Times New Roman"/>
                <w:color w:val="000000"/>
              </w:rPr>
              <w:lastRenderedPageBreak/>
              <w:t>8. Осуществление дорожной деятельности в отношении автомобильных дорог местного значения в Павловском муниципальном районе Воронежской области.</w:t>
            </w:r>
          </w:p>
          <w:p w:rsidR="00707792" w:rsidRPr="00BE0297" w:rsidRDefault="00707792" w:rsidP="00707792">
            <w:pPr>
              <w:ind w:firstLine="709"/>
              <w:rPr>
                <w:rFonts w:ascii="Times New Roman" w:hAnsi="Times New Roman"/>
                <w:color w:val="000000"/>
              </w:rPr>
            </w:pPr>
            <w:r w:rsidRPr="00BE0297">
              <w:rPr>
                <w:rFonts w:ascii="Times New Roman" w:hAnsi="Times New Roman"/>
                <w:color w:val="000000"/>
              </w:rPr>
              <w:t>9. Проведение районного конкурса «Самое красивое село Павловского муниципального района Воронежской области».</w:t>
            </w:r>
          </w:p>
          <w:p w:rsidR="00707792" w:rsidRPr="00BE0297" w:rsidRDefault="00707792" w:rsidP="00707792">
            <w:pPr>
              <w:ind w:firstLine="709"/>
              <w:rPr>
                <w:rFonts w:ascii="Times New Roman" w:hAnsi="Times New Roman"/>
                <w:color w:val="000000"/>
              </w:rPr>
            </w:pPr>
            <w:r w:rsidRPr="00BE0297">
              <w:rPr>
                <w:rFonts w:ascii="Times New Roman" w:hAnsi="Times New Roman"/>
                <w:color w:val="000000"/>
              </w:rPr>
              <w:t>10. Благоустройство территорий поселений Павловского муниципального района Воронежской области.</w:t>
            </w:r>
          </w:p>
          <w:p w:rsidR="00707792" w:rsidRPr="00BE0297" w:rsidRDefault="00707792" w:rsidP="00F72767">
            <w:pPr>
              <w:ind w:firstLine="709"/>
              <w:rPr>
                <w:rFonts w:ascii="Times New Roman" w:hAnsi="Times New Roman"/>
                <w:color w:val="000000"/>
              </w:rPr>
            </w:pPr>
            <w:r w:rsidRPr="00BE0297">
              <w:rPr>
                <w:rFonts w:ascii="Times New Roman" w:hAnsi="Times New Roman"/>
                <w:color w:val="000000"/>
              </w:rPr>
              <w:t>11. Развитие территориального общественного самоуправления в поселениях Павловского муниципального района Воронежской области.</w:t>
            </w:r>
          </w:p>
          <w:p w:rsidR="00707792" w:rsidRPr="00BE0297" w:rsidRDefault="00707792" w:rsidP="00F72767">
            <w:pPr>
              <w:ind w:firstLine="709"/>
              <w:rPr>
                <w:rFonts w:ascii="Times New Roman" w:hAnsi="Times New Roman"/>
                <w:color w:val="000000"/>
              </w:rPr>
            </w:pPr>
            <w:r w:rsidRPr="00BE0297">
              <w:rPr>
                <w:rFonts w:ascii="Times New Roman" w:hAnsi="Times New Roman"/>
                <w:color w:val="000000"/>
              </w:rPr>
              <w:t>12. Комплексная компактная застройка с. Елизаветовка</w:t>
            </w:r>
          </w:p>
          <w:p w:rsidR="00E0279A" w:rsidRPr="00BE0297" w:rsidRDefault="00E0279A" w:rsidP="00F72767">
            <w:pPr>
              <w:ind w:firstLine="709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BE0297">
              <w:rPr>
                <w:rFonts w:ascii="Times New Roman" w:hAnsi="Times New Roman"/>
                <w:color w:val="000000"/>
              </w:rPr>
              <w:t xml:space="preserve">13. </w:t>
            </w:r>
            <w:r w:rsidRPr="00BE0297">
              <w:rPr>
                <w:rFonts w:ascii="Times New Roman" w:hAnsi="Times New Roman"/>
                <w:color w:val="000000"/>
                <w:shd w:val="clear" w:color="auto" w:fill="FFFFFF"/>
              </w:rPr>
              <w:t>Развитие систем теплоснабжения Павловского муниципального района Воронежской области</w:t>
            </w:r>
            <w:r w:rsidR="00E45E82" w:rsidRPr="00BE0297"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</w:p>
          <w:p w:rsidR="00F72767" w:rsidRPr="00BE0297" w:rsidRDefault="00F72767" w:rsidP="00D34077">
            <w:pPr>
              <w:ind w:firstLine="709"/>
              <w:rPr>
                <w:rFonts w:ascii="Times New Roman" w:hAnsi="Times New Roman"/>
                <w:color w:val="000000" w:themeColor="text1"/>
              </w:rPr>
            </w:pPr>
            <w:r w:rsidRPr="00BE0297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14. </w:t>
            </w:r>
            <w:r w:rsidR="001A4F24" w:rsidRPr="00BE0297">
              <w:rPr>
                <w:rFonts w:ascii="Times New Roman" w:hAnsi="Times New Roman"/>
                <w:color w:val="000000"/>
                <w:shd w:val="clear" w:color="auto" w:fill="FFFFFF"/>
              </w:rPr>
              <w:t>Организация перевозок пассажиров автомобильным транспортом общего пользования по муниципальным маршрутам регулярных перевозок по регулируемым тарифам</w:t>
            </w:r>
            <w:r w:rsidR="00E45E82" w:rsidRPr="00BE0297"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</w:p>
        </w:tc>
      </w:tr>
      <w:tr w:rsidR="00E0279A" w:rsidRPr="00750509" w:rsidTr="006F3F80">
        <w:tc>
          <w:tcPr>
            <w:tcW w:w="2706" w:type="dxa"/>
          </w:tcPr>
          <w:p w:rsidR="00E0279A" w:rsidRPr="00750509" w:rsidRDefault="00E0279A" w:rsidP="00E0279A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lastRenderedPageBreak/>
              <w:t>Цель муниципальной программы</w:t>
            </w:r>
          </w:p>
        </w:tc>
        <w:tc>
          <w:tcPr>
            <w:tcW w:w="6865" w:type="dxa"/>
          </w:tcPr>
          <w:p w:rsidR="00707792" w:rsidRPr="00BE0297" w:rsidRDefault="00707792" w:rsidP="00F72767">
            <w:pPr>
              <w:pStyle w:val="a3"/>
              <w:numPr>
                <w:ilvl w:val="0"/>
                <w:numId w:val="27"/>
              </w:numPr>
              <w:tabs>
                <w:tab w:val="left" w:pos="-12"/>
              </w:tabs>
              <w:spacing w:before="0" w:beforeAutospacing="0" w:after="0" w:afterAutospacing="0"/>
              <w:ind w:left="0" w:firstLine="709"/>
              <w:rPr>
                <w:color w:val="000000"/>
                <w:spacing w:val="2"/>
                <w:shd w:val="clear" w:color="auto" w:fill="FFFFFF"/>
              </w:rPr>
            </w:pPr>
            <w:r w:rsidRPr="00BE0297">
              <w:rPr>
                <w:color w:val="000000"/>
                <w:spacing w:val="2"/>
                <w:shd w:val="clear" w:color="auto" w:fill="FFFFFF"/>
              </w:rPr>
              <w:t>Обеспечение динамичного социально-экономического развития муниципальных образований Павловского муниципального района Воронежской области.</w:t>
            </w:r>
          </w:p>
          <w:p w:rsidR="00E0279A" w:rsidRPr="00BE0297" w:rsidRDefault="00707792" w:rsidP="00F72767">
            <w:pPr>
              <w:pStyle w:val="a3"/>
              <w:numPr>
                <w:ilvl w:val="0"/>
                <w:numId w:val="23"/>
              </w:numPr>
              <w:tabs>
                <w:tab w:val="left" w:pos="-12"/>
              </w:tabs>
              <w:spacing w:before="0" w:beforeAutospacing="0" w:after="0" w:afterAutospacing="0"/>
              <w:ind w:left="-12" w:firstLine="709"/>
              <w:rPr>
                <w:color w:val="000000" w:themeColor="text1"/>
                <w:spacing w:val="2"/>
                <w:shd w:val="clear" w:color="auto" w:fill="FFFFFF"/>
              </w:rPr>
            </w:pPr>
            <w:r w:rsidRPr="00BE0297">
              <w:rPr>
                <w:color w:val="000000"/>
                <w:spacing w:val="2"/>
                <w:shd w:val="clear" w:color="auto" w:fill="FFFFFF"/>
              </w:rPr>
              <w:t>Повышение комфортности и упрощение процедур получения гражданами и юридическими лицами массовых общественно-значимых государственных и муниципальных услуг на базе филиала АУ МФЦ в г. Павловске</w:t>
            </w:r>
          </w:p>
          <w:p w:rsidR="00F72767" w:rsidRPr="00BE0297" w:rsidRDefault="00F72767" w:rsidP="00F51E25">
            <w:pPr>
              <w:pStyle w:val="a3"/>
              <w:tabs>
                <w:tab w:val="left" w:pos="-12"/>
              </w:tabs>
              <w:spacing w:before="0" w:beforeAutospacing="0" w:after="0" w:afterAutospacing="0"/>
              <w:ind w:left="-12" w:firstLine="708"/>
              <w:rPr>
                <w:color w:val="000000" w:themeColor="text1"/>
                <w:spacing w:val="2"/>
                <w:shd w:val="clear" w:color="auto" w:fill="FFFFFF"/>
              </w:rPr>
            </w:pPr>
            <w:r w:rsidRPr="00BE0297">
              <w:rPr>
                <w:color w:val="000000"/>
                <w:spacing w:val="2"/>
                <w:shd w:val="clear" w:color="auto" w:fill="FFFFFF"/>
              </w:rPr>
              <w:t xml:space="preserve">3. </w:t>
            </w:r>
            <w:r w:rsidR="00F51E25" w:rsidRPr="00BE0297">
              <w:rPr>
                <w:color w:val="000000"/>
                <w:spacing w:val="2"/>
                <w:shd w:val="clear" w:color="auto" w:fill="FFFFFF"/>
              </w:rPr>
              <w:t>Повышение доступности и качества транспортных услуг для населения.</w:t>
            </w:r>
          </w:p>
        </w:tc>
      </w:tr>
      <w:tr w:rsidR="00E0279A" w:rsidRPr="00750509" w:rsidTr="006F3F80">
        <w:tc>
          <w:tcPr>
            <w:tcW w:w="2706" w:type="dxa"/>
          </w:tcPr>
          <w:p w:rsidR="00E0279A" w:rsidRPr="00750509" w:rsidRDefault="00E0279A" w:rsidP="00E0279A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t>Задачи муниципальной программы</w:t>
            </w:r>
          </w:p>
          <w:p w:rsidR="00E0279A" w:rsidRPr="00750509" w:rsidRDefault="00E0279A" w:rsidP="00E0279A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865" w:type="dxa"/>
          </w:tcPr>
          <w:p w:rsidR="00E0279A" w:rsidRPr="00BE0297" w:rsidRDefault="00E0279A" w:rsidP="00E0279A">
            <w:pPr>
              <w:pStyle w:val="a3"/>
              <w:tabs>
                <w:tab w:val="left" w:pos="720"/>
              </w:tabs>
              <w:spacing w:before="0" w:beforeAutospacing="0" w:after="0" w:afterAutospacing="0"/>
              <w:ind w:firstLine="0"/>
              <w:rPr>
                <w:color w:val="000000" w:themeColor="text1"/>
              </w:rPr>
            </w:pPr>
            <w:r w:rsidRPr="00BE0297">
              <w:rPr>
                <w:color w:val="000000" w:themeColor="text1"/>
              </w:rPr>
              <w:t xml:space="preserve">1. </w:t>
            </w:r>
            <w:r w:rsidRPr="00BE0297">
              <w:rPr>
                <w:color w:val="000000" w:themeColor="text1"/>
                <w:spacing w:val="2"/>
                <w:shd w:val="clear" w:color="auto" w:fill="FFFFFF"/>
              </w:rPr>
              <w:t>Содействие социально-экономическому развитию муниципальных образований Павловского муниципального района Воронежской области.</w:t>
            </w:r>
          </w:p>
          <w:p w:rsidR="00E0279A" w:rsidRPr="00BE0297" w:rsidRDefault="00E0279A" w:rsidP="00E0279A">
            <w:pPr>
              <w:pStyle w:val="a3"/>
              <w:tabs>
                <w:tab w:val="left" w:pos="720"/>
              </w:tabs>
              <w:spacing w:before="0" w:beforeAutospacing="0" w:after="0" w:afterAutospacing="0"/>
              <w:ind w:firstLine="0"/>
              <w:rPr>
                <w:color w:val="000000" w:themeColor="text1"/>
              </w:rPr>
            </w:pPr>
            <w:r w:rsidRPr="00BE0297">
              <w:rPr>
                <w:color w:val="000000" w:themeColor="text1"/>
              </w:rPr>
              <w:t>2. Обеспечение информированности граждан о возможности государственных и муниципальных услуг по принципу «одного окна» на базе удалённых рабочих мест филиала АУ «МФЦ» в   г. Павловске.</w:t>
            </w:r>
          </w:p>
          <w:p w:rsidR="00E0279A" w:rsidRPr="003C38C3" w:rsidRDefault="00E0279A" w:rsidP="00E0279A">
            <w:pPr>
              <w:pStyle w:val="a3"/>
              <w:tabs>
                <w:tab w:val="left" w:pos="720"/>
              </w:tabs>
              <w:spacing w:before="0" w:beforeAutospacing="0" w:after="0" w:afterAutospacing="0"/>
              <w:ind w:firstLine="0"/>
              <w:rPr>
                <w:color w:val="000000" w:themeColor="text1"/>
              </w:rPr>
            </w:pPr>
            <w:r w:rsidRPr="00BE0297">
              <w:rPr>
                <w:color w:val="000000" w:themeColor="text1"/>
              </w:rPr>
              <w:t xml:space="preserve">3. Содействие функционированию рабочих мест филиала АУ «МФЦ» в г. Павловске в сельских поселениях Павловского муниципального района </w:t>
            </w:r>
            <w:r w:rsidRPr="003C38C3">
              <w:rPr>
                <w:color w:val="000000" w:themeColor="text1"/>
              </w:rPr>
              <w:t>Воронежской области.</w:t>
            </w:r>
          </w:p>
          <w:p w:rsidR="00E0279A" w:rsidRPr="00BE0297" w:rsidRDefault="00E0279A" w:rsidP="00E0279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3C38C3">
              <w:rPr>
                <w:rFonts w:ascii="Times New Roman" w:hAnsi="Times New Roman"/>
                <w:color w:val="000000" w:themeColor="text1"/>
              </w:rPr>
              <w:t>4. Выполнение работ по содержанию, ремонту</w:t>
            </w:r>
            <w:r w:rsidR="00102B15" w:rsidRPr="003C38C3">
              <w:rPr>
                <w:rFonts w:ascii="Times New Roman" w:hAnsi="Times New Roman"/>
                <w:color w:val="000000" w:themeColor="text1"/>
              </w:rPr>
              <w:t>, строительству</w:t>
            </w:r>
            <w:r w:rsidRPr="003C38C3">
              <w:rPr>
                <w:rFonts w:ascii="Times New Roman" w:hAnsi="Times New Roman"/>
                <w:color w:val="000000" w:themeColor="text1"/>
              </w:rPr>
              <w:t xml:space="preserve"> и обеспечению безопасности дорожного движения на автомобильных дорогах общего пользования</w:t>
            </w:r>
            <w:r w:rsidRPr="00BE0297">
              <w:rPr>
                <w:rFonts w:ascii="Times New Roman" w:hAnsi="Times New Roman"/>
                <w:color w:val="000000" w:themeColor="text1"/>
              </w:rPr>
              <w:t xml:space="preserve"> местного значения.</w:t>
            </w:r>
          </w:p>
          <w:p w:rsidR="00E0279A" w:rsidRPr="00BE0297" w:rsidRDefault="00E0279A" w:rsidP="00E0279A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BE0297">
              <w:rPr>
                <w:rFonts w:ascii="Times New Roman" w:hAnsi="Times New Roman"/>
                <w:color w:val="000000" w:themeColor="text1"/>
              </w:rPr>
              <w:t>5. Совершенствование управления дорожным хозяйством, в том числе за счет осуществления контроля за качеством выполнения дорожных работ, обеспечения своевременной подготовки проектно-сметной документации, проведения инвентаризации и паспортизации автомобильных дорог.</w:t>
            </w:r>
          </w:p>
          <w:p w:rsidR="00E0279A" w:rsidRPr="00BE0297" w:rsidRDefault="00E0279A" w:rsidP="00E0279A">
            <w:pPr>
              <w:pStyle w:val="af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E02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6. Реализация градостроительной деятельности в соответствии со схемой территориального планирования Павловского муниципального района Воронежской области, генеральными планами развития муниципальных образований Павловского муниципального района </w:t>
            </w:r>
            <w:r w:rsidRPr="00BE0297">
              <w:rPr>
                <w:rFonts w:ascii="Times New Roman" w:hAnsi="Times New Roman"/>
                <w:color w:val="000000" w:themeColor="text1"/>
              </w:rPr>
              <w:t>Воронежской области.</w:t>
            </w:r>
          </w:p>
          <w:p w:rsidR="00E0279A" w:rsidRPr="00BE0297" w:rsidRDefault="00E0279A" w:rsidP="00E0279A">
            <w:pPr>
              <w:pStyle w:val="af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E02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7. Актуализация документов территориального планирования, правил землепользования и застройки поселений Павловского муниципального района</w:t>
            </w:r>
            <w:r w:rsidR="00DD0DFF" w:rsidRPr="00BE02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E0297">
              <w:rPr>
                <w:rFonts w:ascii="Times New Roman" w:hAnsi="Times New Roman"/>
                <w:color w:val="000000" w:themeColor="text1"/>
              </w:rPr>
              <w:t>Воронежской области.</w:t>
            </w:r>
          </w:p>
          <w:p w:rsidR="00E0279A" w:rsidRPr="00BE0297" w:rsidRDefault="00E0279A" w:rsidP="00E0279A">
            <w:pPr>
              <w:ind w:firstLine="0"/>
              <w:rPr>
                <w:rFonts w:ascii="Times New Roman" w:hAnsi="Times New Roman"/>
                <w:color w:val="000000" w:themeColor="text1"/>
                <w:spacing w:val="2"/>
                <w:shd w:val="clear" w:color="auto" w:fill="FFFFFF"/>
              </w:rPr>
            </w:pPr>
            <w:r w:rsidRPr="00BE0297">
              <w:rPr>
                <w:rFonts w:ascii="Times New Roman" w:hAnsi="Times New Roman"/>
                <w:color w:val="000000" w:themeColor="text1"/>
                <w:spacing w:val="2"/>
                <w:shd w:val="clear" w:color="auto" w:fill="FFFFFF"/>
              </w:rPr>
              <w:t xml:space="preserve">8. Создание примеров развития сельских населенных пунктов </w:t>
            </w:r>
            <w:r w:rsidRPr="00BE0297">
              <w:rPr>
                <w:rFonts w:ascii="Times New Roman" w:hAnsi="Times New Roman"/>
                <w:color w:val="000000" w:themeColor="text1"/>
                <w:spacing w:val="2"/>
                <w:shd w:val="clear" w:color="auto" w:fill="FFFFFF"/>
              </w:rPr>
              <w:lastRenderedPageBreak/>
              <w:t xml:space="preserve">Павловского муниципального района </w:t>
            </w:r>
            <w:r w:rsidRPr="00BE0297">
              <w:rPr>
                <w:rFonts w:ascii="Times New Roman" w:hAnsi="Times New Roman"/>
                <w:color w:val="000000" w:themeColor="text1"/>
              </w:rPr>
              <w:t>Воронежской области</w:t>
            </w:r>
            <w:r w:rsidRPr="00BE0297">
              <w:rPr>
                <w:rFonts w:ascii="Times New Roman" w:hAnsi="Times New Roman"/>
                <w:color w:val="000000" w:themeColor="text1"/>
                <w:spacing w:val="2"/>
                <w:shd w:val="clear" w:color="auto" w:fill="FFFFFF"/>
              </w:rPr>
              <w:t xml:space="preserve"> на основе комплексного использования имеющегося рекреационного потенциала муниципальных образований Павловского муниципального района Воронежской области.</w:t>
            </w:r>
          </w:p>
          <w:p w:rsidR="00E0279A" w:rsidRPr="00BE0297" w:rsidRDefault="00E0279A" w:rsidP="00E0279A">
            <w:pPr>
              <w:ind w:firstLine="0"/>
              <w:rPr>
                <w:rFonts w:ascii="Times New Roman" w:hAnsi="Times New Roman"/>
                <w:color w:val="000000" w:themeColor="text1"/>
                <w:spacing w:val="2"/>
                <w:shd w:val="clear" w:color="auto" w:fill="FFFFFF"/>
              </w:rPr>
            </w:pPr>
            <w:r w:rsidRPr="00BE0297">
              <w:rPr>
                <w:rFonts w:ascii="Times New Roman" w:hAnsi="Times New Roman"/>
                <w:color w:val="000000" w:themeColor="text1"/>
                <w:spacing w:val="2"/>
                <w:shd w:val="clear" w:color="auto" w:fill="FFFFFF"/>
              </w:rPr>
              <w:t>9. Стимулирование местных инициатив в части благоустройства сельских населенных пунктов Павловского муниципального района Воронежской области.</w:t>
            </w:r>
          </w:p>
          <w:p w:rsidR="00E0279A" w:rsidRPr="00BE0297" w:rsidRDefault="00E0279A" w:rsidP="00E0279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BE0297">
              <w:rPr>
                <w:rFonts w:ascii="Times New Roman" w:hAnsi="Times New Roman"/>
                <w:color w:val="000000" w:themeColor="text1"/>
                <w:spacing w:val="2"/>
                <w:shd w:val="clear" w:color="auto" w:fill="FFFFFF"/>
              </w:rPr>
              <w:t>10. Популяризация сельского образа жизни, привлечение новых жителей в сельские населенные пункты Павловского муниципального района</w:t>
            </w:r>
            <w:r w:rsidR="00DD0DFF" w:rsidRPr="00BE0297">
              <w:rPr>
                <w:rFonts w:ascii="Times New Roman" w:hAnsi="Times New Roman"/>
                <w:color w:val="000000" w:themeColor="text1"/>
                <w:spacing w:val="2"/>
                <w:shd w:val="clear" w:color="auto" w:fill="FFFFFF"/>
              </w:rPr>
              <w:t xml:space="preserve"> </w:t>
            </w:r>
            <w:r w:rsidRPr="00BE0297">
              <w:rPr>
                <w:rFonts w:ascii="Times New Roman" w:hAnsi="Times New Roman"/>
                <w:color w:val="000000" w:themeColor="text1"/>
              </w:rPr>
              <w:t>Воронежской области.</w:t>
            </w:r>
          </w:p>
          <w:p w:rsidR="00F51E25" w:rsidRPr="00BE0297" w:rsidRDefault="00F51E25" w:rsidP="00E0279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BE0297">
              <w:rPr>
                <w:rFonts w:ascii="Times New Roman" w:hAnsi="Times New Roman"/>
                <w:color w:val="000000" w:themeColor="text1"/>
              </w:rPr>
              <w:t>11. Обеспечение в потребности населения в пассажирских перевозках.</w:t>
            </w:r>
          </w:p>
        </w:tc>
      </w:tr>
      <w:tr w:rsidR="00E0279A" w:rsidRPr="00750509" w:rsidTr="006F3F80">
        <w:tc>
          <w:tcPr>
            <w:tcW w:w="2706" w:type="dxa"/>
          </w:tcPr>
          <w:p w:rsidR="00E0279A" w:rsidRPr="00750509" w:rsidRDefault="00E0279A" w:rsidP="00E0279A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lastRenderedPageBreak/>
              <w:t xml:space="preserve">Показатели (индикаторы) муниципальной программы </w:t>
            </w:r>
          </w:p>
        </w:tc>
        <w:tc>
          <w:tcPr>
            <w:tcW w:w="6865" w:type="dxa"/>
          </w:tcPr>
          <w:p w:rsidR="00707792" w:rsidRPr="00AE6732" w:rsidRDefault="00707792" w:rsidP="00707792">
            <w:pPr>
              <w:pStyle w:val="a4"/>
              <w:numPr>
                <w:ilvl w:val="0"/>
                <w:numId w:val="26"/>
              </w:numPr>
              <w:ind w:left="0" w:firstLine="709"/>
              <w:rPr>
                <w:rFonts w:ascii="Times New Roman" w:hAnsi="Times New Roman"/>
                <w:color w:val="000000"/>
              </w:rPr>
            </w:pPr>
            <w:r w:rsidRPr="00AE6732">
              <w:rPr>
                <w:rFonts w:ascii="Times New Roman" w:hAnsi="Times New Roman"/>
                <w:color w:val="000000"/>
              </w:rPr>
              <w:t>Количество сельских поселений Павловского муниципального района Воронежской области, являющихся участниками национальных проектов и государственных программ Воронежской области.</w:t>
            </w:r>
          </w:p>
          <w:p w:rsidR="00707792" w:rsidRPr="00AE6732" w:rsidRDefault="00707792" w:rsidP="00707792">
            <w:pPr>
              <w:pStyle w:val="a4"/>
              <w:numPr>
                <w:ilvl w:val="0"/>
                <w:numId w:val="26"/>
              </w:numPr>
              <w:ind w:left="0" w:firstLine="709"/>
              <w:rPr>
                <w:rFonts w:ascii="Times New Roman" w:hAnsi="Times New Roman"/>
                <w:color w:val="000000"/>
              </w:rPr>
            </w:pPr>
            <w:r w:rsidRPr="00AE6732">
              <w:rPr>
                <w:rFonts w:ascii="Times New Roman" w:hAnsi="Times New Roman"/>
                <w:color w:val="000000"/>
              </w:rPr>
              <w:t>Выполнение запланированных и выплаченных грантов.</w:t>
            </w:r>
          </w:p>
          <w:p w:rsidR="00707792" w:rsidRPr="00AE6732" w:rsidRDefault="00707792" w:rsidP="00707792">
            <w:pPr>
              <w:pStyle w:val="a4"/>
              <w:numPr>
                <w:ilvl w:val="0"/>
                <w:numId w:val="26"/>
              </w:numPr>
              <w:ind w:left="0" w:firstLine="709"/>
              <w:rPr>
                <w:rFonts w:ascii="Times New Roman" w:hAnsi="Times New Roman"/>
                <w:color w:val="000000"/>
              </w:rPr>
            </w:pPr>
            <w:r w:rsidRPr="00AE6732">
              <w:rPr>
                <w:rFonts w:ascii="Times New Roman" w:hAnsi="Times New Roman"/>
                <w:color w:val="000000"/>
              </w:rPr>
              <w:t>Обеспеченность сельского населения питьевой водой.</w:t>
            </w:r>
          </w:p>
          <w:p w:rsidR="00707792" w:rsidRPr="00AE6732" w:rsidRDefault="00707792" w:rsidP="00707792">
            <w:pPr>
              <w:pStyle w:val="a4"/>
              <w:numPr>
                <w:ilvl w:val="0"/>
                <w:numId w:val="26"/>
              </w:numPr>
              <w:ind w:left="0" w:firstLine="709"/>
              <w:rPr>
                <w:rFonts w:ascii="Times New Roman" w:hAnsi="Times New Roman"/>
                <w:color w:val="000000"/>
              </w:rPr>
            </w:pPr>
            <w:r w:rsidRPr="00AE6732">
              <w:rPr>
                <w:rFonts w:ascii="Times New Roman" w:hAnsi="Times New Roman"/>
                <w:color w:val="000000"/>
              </w:rPr>
              <w:t>Уровень газификации домов сетевым газом.</w:t>
            </w:r>
          </w:p>
          <w:p w:rsidR="00707792" w:rsidRPr="00AE6732" w:rsidRDefault="00707792" w:rsidP="00707792">
            <w:pPr>
              <w:pStyle w:val="a4"/>
              <w:numPr>
                <w:ilvl w:val="0"/>
                <w:numId w:val="26"/>
              </w:numPr>
              <w:ind w:left="0" w:firstLine="709"/>
              <w:rPr>
                <w:rFonts w:ascii="Times New Roman" w:hAnsi="Times New Roman"/>
                <w:color w:val="000000"/>
              </w:rPr>
            </w:pPr>
            <w:r w:rsidRPr="00AE6732">
              <w:rPr>
                <w:rFonts w:ascii="Times New Roman" w:hAnsi="Times New Roman"/>
                <w:color w:val="000000"/>
              </w:rPr>
              <w:t>Доля граждан, имеющих доступ к получению государственных и муниципальных услуг по принципу «одного окна», в том числе в многофункциональных центрах.</w:t>
            </w:r>
          </w:p>
          <w:p w:rsidR="00707792" w:rsidRPr="00AE6732" w:rsidRDefault="00707792" w:rsidP="00707792">
            <w:pPr>
              <w:pStyle w:val="a4"/>
              <w:numPr>
                <w:ilvl w:val="0"/>
                <w:numId w:val="26"/>
              </w:numPr>
              <w:ind w:left="0" w:firstLine="709"/>
              <w:rPr>
                <w:rFonts w:ascii="Times New Roman" w:hAnsi="Times New Roman"/>
                <w:color w:val="000000"/>
              </w:rPr>
            </w:pPr>
            <w:r w:rsidRPr="00AE6732">
              <w:rPr>
                <w:rFonts w:ascii="Times New Roman" w:hAnsi="Times New Roman"/>
                <w:color w:val="000000"/>
              </w:rPr>
              <w:t>Сокращение времени ожидания в очереди при обращении заявителя в органы местного самоуправления для получения государственных и муниципальных услуг.</w:t>
            </w:r>
          </w:p>
          <w:p w:rsidR="00707792" w:rsidRPr="00AE6732" w:rsidRDefault="00707792" w:rsidP="00707792">
            <w:pPr>
              <w:pStyle w:val="a4"/>
              <w:numPr>
                <w:ilvl w:val="0"/>
                <w:numId w:val="26"/>
              </w:numPr>
              <w:ind w:left="0" w:firstLine="709"/>
              <w:rPr>
                <w:rFonts w:ascii="Times New Roman" w:hAnsi="Times New Roman"/>
                <w:color w:val="000000"/>
              </w:rPr>
            </w:pPr>
            <w:r w:rsidRPr="00AE6732">
              <w:rPr>
                <w:rFonts w:ascii="Times New Roman" w:hAnsi="Times New Roman"/>
                <w:color w:val="000000"/>
              </w:rPr>
              <w:t>Количество отремонтированных и благоустроенных военно-мемориальных объектов.</w:t>
            </w:r>
          </w:p>
          <w:p w:rsidR="00707792" w:rsidRPr="00AE6732" w:rsidRDefault="00707792" w:rsidP="00707792">
            <w:pPr>
              <w:pStyle w:val="a4"/>
              <w:numPr>
                <w:ilvl w:val="0"/>
                <w:numId w:val="26"/>
              </w:numPr>
              <w:ind w:left="0" w:firstLine="709"/>
              <w:rPr>
                <w:rFonts w:ascii="Times New Roman" w:hAnsi="Times New Roman"/>
                <w:color w:val="000000"/>
              </w:rPr>
            </w:pPr>
            <w:r w:rsidRPr="00AE6732">
              <w:rPr>
                <w:rFonts w:ascii="Times New Roman" w:hAnsi="Times New Roman"/>
                <w:color w:val="000000"/>
              </w:rPr>
              <w:t>Доля протяжённости освещённых частей улиц, проездов, набережных к их общей протяжённости.</w:t>
            </w:r>
          </w:p>
          <w:p w:rsidR="00707792" w:rsidRPr="003C38C3" w:rsidRDefault="00707792" w:rsidP="00707792">
            <w:pPr>
              <w:pStyle w:val="a4"/>
              <w:numPr>
                <w:ilvl w:val="0"/>
                <w:numId w:val="26"/>
              </w:numPr>
              <w:ind w:left="0" w:firstLine="709"/>
              <w:rPr>
                <w:rFonts w:ascii="Times New Roman" w:hAnsi="Times New Roman"/>
                <w:color w:val="000000"/>
              </w:rPr>
            </w:pPr>
            <w:r w:rsidRPr="00AE6732">
              <w:rPr>
                <w:rFonts w:ascii="Times New Roman" w:hAnsi="Times New Roman"/>
                <w:color w:val="000000"/>
              </w:rPr>
              <w:t xml:space="preserve">Прирост протяжённости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в результате проведения капитального ремонта и ремонта </w:t>
            </w:r>
            <w:r w:rsidRPr="003C38C3">
              <w:rPr>
                <w:rFonts w:ascii="Times New Roman" w:hAnsi="Times New Roman"/>
                <w:color w:val="000000"/>
              </w:rPr>
              <w:t>автомобильных дорог.</w:t>
            </w:r>
          </w:p>
          <w:p w:rsidR="00102B15" w:rsidRPr="003C38C3" w:rsidRDefault="00102B15" w:rsidP="00707792">
            <w:pPr>
              <w:pStyle w:val="a4"/>
              <w:numPr>
                <w:ilvl w:val="0"/>
                <w:numId w:val="26"/>
              </w:numPr>
              <w:ind w:left="0" w:firstLine="709"/>
              <w:rPr>
                <w:rFonts w:ascii="Times New Roman" w:hAnsi="Times New Roman"/>
                <w:color w:val="000000"/>
              </w:rPr>
            </w:pPr>
            <w:r w:rsidRPr="003C38C3">
              <w:rPr>
                <w:rFonts w:ascii="Times New Roman" w:hAnsi="Times New Roman"/>
                <w:color w:val="000000"/>
              </w:rPr>
              <w:t>Прирост протяжённости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в результате строительства автомобильных дорог.</w:t>
            </w:r>
          </w:p>
          <w:p w:rsidR="00707792" w:rsidRPr="00AE6732" w:rsidRDefault="00707792" w:rsidP="00707792">
            <w:pPr>
              <w:pStyle w:val="a4"/>
              <w:numPr>
                <w:ilvl w:val="0"/>
                <w:numId w:val="26"/>
              </w:numPr>
              <w:ind w:left="0" w:firstLine="709"/>
              <w:rPr>
                <w:rFonts w:ascii="Times New Roman" w:hAnsi="Times New Roman"/>
                <w:color w:val="000000"/>
              </w:rPr>
            </w:pPr>
            <w:r w:rsidRPr="003C38C3">
              <w:rPr>
                <w:rFonts w:ascii="Times New Roman" w:hAnsi="Times New Roman"/>
                <w:color w:val="000000"/>
              </w:rPr>
              <w:t>Обеспечение органов государственной власти, органов местного самоуправления, физических и юридических лиц достоверными сведениями, необходимыми</w:t>
            </w:r>
            <w:r w:rsidRPr="00AE6732">
              <w:rPr>
                <w:rFonts w:ascii="Times New Roman" w:hAnsi="Times New Roman"/>
                <w:color w:val="000000"/>
              </w:rPr>
              <w:t xml:space="preserve"> для осуществления градостроительной, инвестиционной и иной хозяйственной деятельности, проведения землеустройства в полном объёме.</w:t>
            </w:r>
          </w:p>
          <w:p w:rsidR="00707792" w:rsidRPr="00AE6732" w:rsidRDefault="00707792" w:rsidP="00707792">
            <w:pPr>
              <w:pStyle w:val="a4"/>
              <w:numPr>
                <w:ilvl w:val="0"/>
                <w:numId w:val="26"/>
              </w:numPr>
              <w:ind w:left="0" w:firstLine="709"/>
              <w:rPr>
                <w:rFonts w:ascii="Times New Roman" w:hAnsi="Times New Roman"/>
                <w:color w:val="000000"/>
              </w:rPr>
            </w:pPr>
            <w:r w:rsidRPr="00AE6732">
              <w:rPr>
                <w:rFonts w:ascii="Times New Roman" w:hAnsi="Times New Roman"/>
                <w:color w:val="000000"/>
              </w:rPr>
              <w:t>Количество сельских населённых пунктов, участвующих в районном конкурсе «Самое красивое село Павловского муниципального района Воронежской области».</w:t>
            </w:r>
          </w:p>
          <w:p w:rsidR="00707792" w:rsidRDefault="00707792" w:rsidP="00707792">
            <w:pPr>
              <w:pStyle w:val="a4"/>
              <w:numPr>
                <w:ilvl w:val="0"/>
                <w:numId w:val="26"/>
              </w:numPr>
              <w:ind w:left="0" w:firstLine="709"/>
              <w:rPr>
                <w:rFonts w:ascii="Times New Roman" w:hAnsi="Times New Roman"/>
                <w:color w:val="000000"/>
              </w:rPr>
            </w:pPr>
            <w:r w:rsidRPr="00AE6732">
              <w:rPr>
                <w:rFonts w:ascii="Times New Roman" w:hAnsi="Times New Roman"/>
                <w:color w:val="000000"/>
              </w:rPr>
              <w:t>Количество благоустроенных парков, скверов, бульваров, зон отдыха, обустроенных площадок накопления твердых коммунальных отходов, в том числе поселений, на территории которых реализованы проекты по организации тротуаров.</w:t>
            </w:r>
          </w:p>
          <w:p w:rsidR="00AE6732" w:rsidRPr="00AE6732" w:rsidRDefault="00AE6732" w:rsidP="00707792">
            <w:pPr>
              <w:pStyle w:val="a4"/>
              <w:numPr>
                <w:ilvl w:val="0"/>
                <w:numId w:val="26"/>
              </w:numPr>
              <w:ind w:left="0" w:firstLine="709"/>
              <w:rPr>
                <w:rFonts w:ascii="Times New Roman" w:hAnsi="Times New Roman"/>
                <w:color w:val="000000"/>
              </w:rPr>
            </w:pPr>
            <w:r w:rsidRPr="00AE6732">
              <w:rPr>
                <w:rFonts w:ascii="Times New Roman" w:hAnsi="Times New Roman"/>
                <w:color w:val="000000"/>
              </w:rPr>
              <w:lastRenderedPageBreak/>
              <w:t>Количество проектов общественно полезной деятельности (мероприятий), реализованных территориальными общественными самоуправлениями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  <w:p w:rsidR="00707792" w:rsidRPr="00AE6732" w:rsidRDefault="00707792" w:rsidP="00707792">
            <w:pPr>
              <w:pStyle w:val="a4"/>
              <w:numPr>
                <w:ilvl w:val="0"/>
                <w:numId w:val="26"/>
              </w:numPr>
              <w:ind w:left="0" w:firstLine="709"/>
              <w:rPr>
                <w:rFonts w:ascii="Times New Roman" w:hAnsi="Times New Roman"/>
                <w:color w:val="000000"/>
              </w:rPr>
            </w:pPr>
            <w:r w:rsidRPr="00AE6732">
              <w:rPr>
                <w:rFonts w:ascii="Times New Roman" w:hAnsi="Times New Roman"/>
                <w:color w:val="000000"/>
              </w:rPr>
              <w:t>Количество проектов, реализованных под компактную жилищную застройку в с. Елизаветовка Павловского муниципального района Воронежской области.</w:t>
            </w:r>
          </w:p>
          <w:p w:rsidR="00E0279A" w:rsidRPr="00BE0297" w:rsidRDefault="00E0279A" w:rsidP="00E0279A">
            <w:pPr>
              <w:pStyle w:val="a4"/>
              <w:numPr>
                <w:ilvl w:val="0"/>
                <w:numId w:val="25"/>
              </w:numPr>
              <w:ind w:left="-12" w:firstLine="0"/>
              <w:rPr>
                <w:rFonts w:ascii="Times New Roman" w:hAnsi="Times New Roman"/>
                <w:color w:val="000000" w:themeColor="text1"/>
              </w:rPr>
            </w:pPr>
            <w:r w:rsidRPr="00AE6732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Количество</w:t>
            </w:r>
            <w:r w:rsidR="00DD0DFF" w:rsidRPr="00AE6732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 w:rsidR="00707792" w:rsidRPr="00AE6732">
              <w:rPr>
                <w:rFonts w:ascii="Times New Roman" w:hAnsi="Times New Roman"/>
                <w:color w:val="000000"/>
                <w:shd w:val="clear" w:color="auto" w:fill="FFFFFF"/>
              </w:rPr>
              <w:t>котельных</w:t>
            </w:r>
            <w:r w:rsidR="00707792" w:rsidRPr="00BE0297">
              <w:rPr>
                <w:rFonts w:ascii="Times New Roman" w:hAnsi="Times New Roman"/>
                <w:color w:val="000000"/>
                <w:shd w:val="clear" w:color="auto" w:fill="FFFFFF"/>
              </w:rPr>
              <w:t>,</w:t>
            </w:r>
            <w:r w:rsidR="00DD0DFF" w:rsidRPr="00BE0297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 w:rsidRPr="00BE0297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подготовленных к отопительному периоду за счет </w:t>
            </w:r>
            <w:r w:rsidR="000B0549" w:rsidRPr="00BE0297">
              <w:rPr>
                <w:rFonts w:ascii="Times New Roman" w:hAnsi="Times New Roman"/>
                <w:color w:val="000000"/>
                <w:shd w:val="clear" w:color="auto" w:fill="FFFFFF"/>
              </w:rPr>
              <w:t>предоставленных субсидий из областного бюджета</w:t>
            </w:r>
            <w:r w:rsidR="00D15A58" w:rsidRPr="00BE0297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и средств бюджета Павловского муниципального района</w:t>
            </w:r>
            <w:r w:rsidR="00B213C5" w:rsidRPr="00BE0297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Воронежской области</w:t>
            </w:r>
            <w:r w:rsidR="00D15A58" w:rsidRPr="00BE0297"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</w:p>
          <w:p w:rsidR="00F51E25" w:rsidRPr="00BE0297" w:rsidRDefault="00D34077" w:rsidP="00E0279A">
            <w:pPr>
              <w:pStyle w:val="a4"/>
              <w:numPr>
                <w:ilvl w:val="0"/>
                <w:numId w:val="25"/>
              </w:numPr>
              <w:ind w:left="-12" w:firstLine="0"/>
              <w:rPr>
                <w:rFonts w:ascii="Times New Roman" w:hAnsi="Times New Roman"/>
                <w:color w:val="000000" w:themeColor="text1"/>
              </w:rPr>
            </w:pPr>
            <w:r w:rsidRPr="00BE0297">
              <w:rPr>
                <w:rFonts w:ascii="Times New Roman" w:hAnsi="Times New Roman"/>
                <w:color w:val="000000"/>
                <w:shd w:val="clear" w:color="auto" w:fill="FFFFFF"/>
              </w:rPr>
              <w:t>Осуществление регулярных перевозок пассажиров и багажа автомобильным транспортом по регулируемым тарифам по внутримуниципальным маршрутам регулярных перевозок на территории  Павловского муниципального района Воронежской области.</w:t>
            </w:r>
          </w:p>
        </w:tc>
      </w:tr>
      <w:tr w:rsidR="00E0279A" w:rsidRPr="00750509" w:rsidTr="006F3F80">
        <w:trPr>
          <w:trHeight w:val="1146"/>
        </w:trPr>
        <w:tc>
          <w:tcPr>
            <w:tcW w:w="2706" w:type="dxa"/>
          </w:tcPr>
          <w:p w:rsidR="00E0279A" w:rsidRPr="00750509" w:rsidRDefault="00E0279A" w:rsidP="00E0279A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hAnsi="Times New Roman"/>
                <w:color w:val="000000" w:themeColor="text1"/>
              </w:rPr>
              <w:lastRenderedPageBreak/>
              <w:t xml:space="preserve">Этапы и сроки реализации муниципальной программы </w:t>
            </w:r>
          </w:p>
        </w:tc>
        <w:tc>
          <w:tcPr>
            <w:tcW w:w="6865" w:type="dxa"/>
          </w:tcPr>
          <w:p w:rsidR="00E0279A" w:rsidRPr="00BE0297" w:rsidRDefault="00E0279A" w:rsidP="00E0279A">
            <w:pPr>
              <w:ind w:firstLine="0"/>
              <w:rPr>
                <w:rFonts w:ascii="Times New Roman" w:hAnsi="Times New Roman"/>
                <w:bCs/>
                <w:color w:val="000000" w:themeColor="text1"/>
              </w:rPr>
            </w:pPr>
            <w:r w:rsidRPr="00BE0297">
              <w:rPr>
                <w:rFonts w:ascii="Times New Roman" w:hAnsi="Times New Roman"/>
                <w:color w:val="000000" w:themeColor="text1"/>
              </w:rPr>
              <w:t>На постоянной основе с 01.01.2021 по 31.12.2028 года</w:t>
            </w:r>
          </w:p>
        </w:tc>
      </w:tr>
      <w:tr w:rsidR="000B0549" w:rsidRPr="00750509" w:rsidTr="00EB34FD">
        <w:trPr>
          <w:trHeight w:val="3079"/>
        </w:trPr>
        <w:tc>
          <w:tcPr>
            <w:tcW w:w="2706" w:type="dxa"/>
          </w:tcPr>
          <w:p w:rsidR="000B0549" w:rsidRPr="00750509" w:rsidRDefault="000B0549" w:rsidP="000B0549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50509">
              <w:rPr>
                <w:rFonts w:ascii="Times New Roman" w:eastAsia="Calibri" w:hAnsi="Times New Roman"/>
                <w:color w:val="000000" w:themeColor="text1"/>
              </w:rPr>
              <w:t>Объёмы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6865" w:type="dxa"/>
          </w:tcPr>
          <w:p w:rsidR="00707792" w:rsidRPr="003D3287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по подпрограмме </w:t>
            </w:r>
            <w:r w:rsidR="009C3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1 977 932,57</w:t>
            </w:r>
            <w:r w:rsidRPr="003D3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</w:t>
            </w:r>
          </w:p>
          <w:p w:rsidR="00707792" w:rsidRPr="003D3287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707792" w:rsidRPr="003D3287" w:rsidRDefault="00EF5108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  <w:r w:rsidR="00804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489 251,8 </w:t>
            </w:r>
            <w:r w:rsidR="00707792" w:rsidRPr="003D3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тыс.ру</w:t>
            </w:r>
            <w:r w:rsidR="003D3287" w:rsidRPr="003D3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лей, областной бюджет </w:t>
            </w:r>
            <w:r w:rsidR="003C3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1 182 167,26 </w:t>
            </w:r>
            <w:r w:rsidR="00707792" w:rsidRPr="003D3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тыс.рублей, бюджет Павловского муниципального рай</w:t>
            </w:r>
            <w:r w:rsidR="003D3287" w:rsidRPr="003D3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она Воронежской области </w:t>
            </w:r>
            <w:r w:rsidR="009C3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303 708,51</w:t>
            </w:r>
            <w:r w:rsidR="003C3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07792" w:rsidRPr="003D3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тыс.рублей, внебюджетные источники </w:t>
            </w:r>
            <w:r w:rsidR="009C3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2 805,0</w:t>
            </w:r>
            <w:r w:rsidR="00707792" w:rsidRPr="003D3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годам реализации подпрограммы: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07792" w:rsidRPr="003D3229" w:rsidRDefault="003D3229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2021 год – всего 315 </w:t>
            </w:r>
            <w:r w:rsidR="003C0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</w:t>
            </w:r>
            <w:r w:rsidRPr="003D3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3C0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13A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804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07792" w:rsidRPr="003D3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тыс.рублей,</w:t>
            </w:r>
          </w:p>
          <w:p w:rsidR="00707792" w:rsidRPr="003D3229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707792" w:rsidRPr="00FC192D" w:rsidRDefault="003D3229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4 112,00</w:t>
            </w:r>
            <w:r w:rsidR="003D3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07792" w:rsidRPr="003D3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</w:t>
            </w:r>
            <w:r w:rsidRPr="003D3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.рублей, областной бюджет 245 </w:t>
            </w:r>
            <w:r w:rsidR="00762E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</w:t>
            </w:r>
            <w:r w:rsidRPr="003D3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762E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 w:rsidR="00804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07792" w:rsidRPr="003D3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тыс.рублей, бюджет Павловского муниципального района </w:t>
            </w:r>
            <w:r w:rsidRPr="003D3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Воронежской</w:t>
            </w:r>
            <w:bookmarkStart w:id="0" w:name="_GoBack"/>
            <w:bookmarkEnd w:id="0"/>
            <w:r w:rsidRPr="003D3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области </w:t>
            </w:r>
            <w:r w:rsidR="003C0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66 274</w:t>
            </w:r>
            <w:r w:rsidRPr="003D3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413A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  <w:r w:rsidR="00707792" w:rsidRPr="003D32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внебюджетные источники 0,0 тыс.рублей.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07792" w:rsidRPr="00BE0297" w:rsidRDefault="00EF5108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 год – всего 587 261,0</w:t>
            </w:r>
            <w:r w:rsidR="00707792" w:rsidRPr="00BE02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</w:t>
            </w:r>
          </w:p>
          <w:p w:rsidR="00707792" w:rsidRPr="00145565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02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145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 числе по источникам финансирования:</w:t>
            </w:r>
          </w:p>
          <w:p w:rsidR="00707792" w:rsidRPr="00BE0297" w:rsidRDefault="00EF5108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183 333,1</w:t>
            </w:r>
            <w:r w:rsidR="00707792" w:rsidRPr="00145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</w:t>
            </w:r>
            <w:r w:rsidR="003D3287" w:rsidRPr="00145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бле</w:t>
            </w:r>
            <w:r w:rsidR="00145565" w:rsidRPr="00145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й, областной бюджет 281 669,3</w:t>
            </w:r>
            <w:r w:rsidR="00707792" w:rsidRPr="00145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бюджет Павловского муниципального рай</w:t>
            </w:r>
            <w:r w:rsidR="00145565" w:rsidRPr="00145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Воронежской области 122 258,6</w:t>
            </w:r>
            <w:r w:rsidR="00707792" w:rsidRPr="001455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внебюджетные источники 0,0 тыс.рублей;</w:t>
            </w:r>
          </w:p>
          <w:p w:rsidR="00707792" w:rsidRPr="00BE0297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07792" w:rsidRPr="00BE0297" w:rsidRDefault="00BE0297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2023 год – всего </w:t>
            </w:r>
            <w:r w:rsidR="009C3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1 072 850,3 </w:t>
            </w:r>
            <w:r w:rsidR="00707792" w:rsidRPr="00BE02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тыс.рублей,</w:t>
            </w:r>
          </w:p>
          <w:p w:rsidR="00707792" w:rsidRPr="00BE0297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02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707792" w:rsidRPr="00FC192D" w:rsidRDefault="00BE0297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  <w:r w:rsidR="00804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301 806,7 тыс.рублей, областной бюджет 655 063,6</w:t>
            </w:r>
            <w:r w:rsidR="00707792" w:rsidRPr="00BE02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бюджет Павловского муниципальног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ра</w:t>
            </w:r>
            <w:r w:rsidR="008043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йона Воронежской области </w:t>
            </w:r>
            <w:r w:rsidR="009C3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113 175,0</w:t>
            </w:r>
            <w:r w:rsidR="00707792" w:rsidRPr="00BE02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внебюджетные источники </w:t>
            </w:r>
            <w:r w:rsidR="009C3B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2 805,0</w:t>
            </w:r>
            <w:r w:rsidR="00707792" w:rsidRPr="00BE02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 ;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год – всего 400,0 тыс.рублей,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0,0 тыс.рублей, областной бюджет 0,0 тыс.рублей, бюджет Павловского муниципального района Воронежской области 400,0 тыс.рублей, внебюджетные </w:t>
            </w: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источники 0,0 тыс.рублей;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 – всего 400,0 тыс.рублей,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0,0 тыс.рублей, областной бюджет 0,0 тыс.рублей, бюджет Павловского муниципального района Воронежской области 400,0 тыс.рублей, внебюджетные источники 0,0 тыс.рублей;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год – всего 400,0 тыс.рублей,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0,0 тыс.рублей, областной бюджет 0,0 тыс.рублей, бюджет Павловского муниципального района Воронежской области 400,0 тыс.рублей, внебюджетные источники 0,0 тыс.рублей;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2027 год – всего 400,0 тыс.рублей, 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0,0 тыс.рублей, областной бюджет 0,0 тыс.рублей, бюджет Павловского муниципального района Воронежской области 400,0 тыс.рублей , внебюджетные источники0,0 тыс.рублей;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2028 год – всего 400,0 тыс.рублей,</w:t>
            </w:r>
          </w:p>
          <w:p w:rsidR="00707792" w:rsidRPr="00FC192D" w:rsidRDefault="00707792" w:rsidP="007077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0B0549" w:rsidRPr="00A75CD7" w:rsidRDefault="00707792" w:rsidP="00707792">
            <w:pPr>
              <w:pStyle w:val="ConsPlusNormal"/>
              <w:ind w:hanging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1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0,0 тыс.рублей , областной бюджет 0,0 тыс.рублей, бюджет Павловского муниципального района Воронежской области 400,0 тыс.рублей, внебюджетные источники 0,0 тыс.рублей.</w:t>
            </w:r>
          </w:p>
        </w:tc>
      </w:tr>
    </w:tbl>
    <w:p w:rsidR="00200DAF" w:rsidRPr="00750509" w:rsidRDefault="00200DAF" w:rsidP="009C11CE">
      <w:pPr>
        <w:jc w:val="center"/>
        <w:outlineLvl w:val="1"/>
        <w:rPr>
          <w:rFonts w:ascii="Times New Roman" w:hAnsi="Times New Roman"/>
          <w:bCs/>
          <w:color w:val="000000" w:themeColor="text1"/>
          <w:sz w:val="26"/>
          <w:szCs w:val="26"/>
        </w:rPr>
      </w:pPr>
    </w:p>
    <w:p w:rsidR="00200DAF" w:rsidRPr="00B213C5" w:rsidRDefault="00200DAF" w:rsidP="00B213C5">
      <w:pPr>
        <w:pStyle w:val="a4"/>
        <w:numPr>
          <w:ilvl w:val="0"/>
          <w:numId w:val="28"/>
        </w:numPr>
        <w:jc w:val="center"/>
        <w:outlineLvl w:val="1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B213C5">
        <w:rPr>
          <w:rFonts w:ascii="Times New Roman" w:hAnsi="Times New Roman"/>
          <w:bCs/>
          <w:color w:val="000000" w:themeColor="text1"/>
          <w:sz w:val="26"/>
          <w:szCs w:val="26"/>
        </w:rPr>
        <w:t>Пр</w:t>
      </w:r>
      <w:r w:rsidR="004641C8" w:rsidRPr="00B213C5">
        <w:rPr>
          <w:rFonts w:ascii="Times New Roman" w:hAnsi="Times New Roman"/>
          <w:bCs/>
          <w:color w:val="000000" w:themeColor="text1"/>
          <w:sz w:val="26"/>
          <w:szCs w:val="26"/>
        </w:rPr>
        <w:t>иоритеты муниципальной политики</w:t>
      </w:r>
      <w:r w:rsidRPr="00B213C5">
        <w:rPr>
          <w:rFonts w:ascii="Times New Roman" w:hAnsi="Times New Roman"/>
          <w:bCs/>
          <w:color w:val="000000" w:themeColor="text1"/>
          <w:sz w:val="26"/>
          <w:szCs w:val="26"/>
        </w:rPr>
        <w:t>, цели, задачи и показате</w:t>
      </w:r>
      <w:r w:rsidR="004641C8" w:rsidRPr="00B213C5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ли (индикаторы) достижения цели и решения задач в сфере реализации муниципальной программы </w:t>
      </w:r>
    </w:p>
    <w:p w:rsidR="00B213C5" w:rsidRPr="00B213C5" w:rsidRDefault="00B213C5" w:rsidP="00B213C5">
      <w:pPr>
        <w:pStyle w:val="a4"/>
        <w:ind w:left="927" w:firstLine="0"/>
        <w:outlineLvl w:val="1"/>
        <w:rPr>
          <w:rFonts w:ascii="Times New Roman" w:hAnsi="Times New Roman"/>
          <w:bCs/>
          <w:color w:val="000000" w:themeColor="text1"/>
          <w:sz w:val="26"/>
          <w:szCs w:val="26"/>
        </w:rPr>
      </w:pPr>
    </w:p>
    <w:p w:rsidR="00200DAF" w:rsidRPr="00B213C5" w:rsidRDefault="004641C8" w:rsidP="00B213C5">
      <w:pPr>
        <w:outlineLvl w:val="1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B213C5">
        <w:rPr>
          <w:rFonts w:ascii="Times New Roman" w:hAnsi="Times New Roman"/>
          <w:color w:val="000000" w:themeColor="text1"/>
          <w:sz w:val="26"/>
          <w:szCs w:val="26"/>
        </w:rPr>
        <w:t>1</w:t>
      </w:r>
      <w:r w:rsidR="00200DAF" w:rsidRPr="00B213C5">
        <w:rPr>
          <w:rFonts w:ascii="Times New Roman" w:hAnsi="Times New Roman"/>
          <w:color w:val="000000" w:themeColor="text1"/>
          <w:sz w:val="26"/>
          <w:szCs w:val="26"/>
        </w:rPr>
        <w:t>.1.</w:t>
      </w:r>
      <w:r w:rsidR="00200DAF" w:rsidRPr="00B213C5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Приоритеты муниципальной политики</w:t>
      </w:r>
      <w:r w:rsidR="00F51E25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</w:t>
      </w:r>
      <w:r w:rsidR="00200DAF" w:rsidRPr="00B213C5">
        <w:rPr>
          <w:rFonts w:ascii="Times New Roman" w:hAnsi="Times New Roman"/>
          <w:bCs/>
          <w:color w:val="000000" w:themeColor="text1"/>
          <w:sz w:val="26"/>
          <w:szCs w:val="26"/>
        </w:rPr>
        <w:t>в сфере реализации</w:t>
      </w:r>
      <w:r w:rsidR="00F51E25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</w:t>
      </w:r>
      <w:r w:rsidR="00200DAF" w:rsidRPr="00B213C5">
        <w:rPr>
          <w:rFonts w:ascii="Times New Roman" w:hAnsi="Times New Roman"/>
          <w:bCs/>
          <w:color w:val="000000" w:themeColor="text1"/>
          <w:sz w:val="26"/>
          <w:szCs w:val="26"/>
        </w:rPr>
        <w:t>муниципальной программы</w:t>
      </w:r>
    </w:p>
    <w:p w:rsidR="00200DAF" w:rsidRPr="00750509" w:rsidRDefault="00200DAF" w:rsidP="003353DD">
      <w:pPr>
        <w:pStyle w:val="a3"/>
        <w:tabs>
          <w:tab w:val="left" w:pos="720"/>
        </w:tabs>
        <w:spacing w:before="0" w:beforeAutospacing="0" w:after="0" w:afterAutospacing="0"/>
        <w:jc w:val="center"/>
        <w:rPr>
          <w:color w:val="000000" w:themeColor="text1"/>
          <w:sz w:val="26"/>
          <w:szCs w:val="26"/>
        </w:rPr>
      </w:pPr>
    </w:p>
    <w:p w:rsidR="00200DAF" w:rsidRPr="00750509" w:rsidRDefault="00200DAF" w:rsidP="00E615BE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750509">
        <w:rPr>
          <w:color w:val="000000" w:themeColor="text1"/>
          <w:sz w:val="26"/>
          <w:szCs w:val="26"/>
        </w:rPr>
        <w:tab/>
        <w:t xml:space="preserve">Проводимые в Павловском муниципальном районе </w:t>
      </w:r>
      <w:r w:rsidR="00E615BE">
        <w:rPr>
          <w:color w:val="000000" w:themeColor="text1"/>
          <w:sz w:val="26"/>
          <w:szCs w:val="26"/>
        </w:rPr>
        <w:t xml:space="preserve">Воронежской области </w:t>
      </w:r>
      <w:r w:rsidRPr="00750509">
        <w:rPr>
          <w:color w:val="000000" w:themeColor="text1"/>
          <w:sz w:val="26"/>
          <w:szCs w:val="26"/>
        </w:rPr>
        <w:t xml:space="preserve">мероприятия в сфере содействия развитию местного самоуправления носят системный характер. Без </w:t>
      </w:r>
      <w:r w:rsidR="0061422F" w:rsidRPr="00750509">
        <w:rPr>
          <w:color w:val="000000" w:themeColor="text1"/>
          <w:sz w:val="26"/>
          <w:szCs w:val="26"/>
        </w:rPr>
        <w:t xml:space="preserve">привлечения средств федерального, областного и внебюджетных источников муниципальные образования не смогут </w:t>
      </w:r>
      <w:r w:rsidRPr="00750509">
        <w:rPr>
          <w:color w:val="000000" w:themeColor="text1"/>
          <w:sz w:val="26"/>
          <w:szCs w:val="26"/>
        </w:rPr>
        <w:t>эффективно участвовать в укреплении государственности, в удовлетворении основных жизненных потребностей проживающего на их территории населения.</w:t>
      </w:r>
    </w:p>
    <w:p w:rsidR="00EE7CFB" w:rsidRPr="00750509" w:rsidRDefault="004161C9" w:rsidP="003353DD">
      <w:pPr>
        <w:pStyle w:val="a3"/>
        <w:tabs>
          <w:tab w:val="left" w:pos="720"/>
        </w:tabs>
        <w:spacing w:before="0" w:beforeAutospacing="0" w:after="0" w:afterAutospacing="0"/>
        <w:rPr>
          <w:color w:val="000000" w:themeColor="text1"/>
          <w:sz w:val="26"/>
          <w:szCs w:val="26"/>
        </w:rPr>
      </w:pPr>
      <w:r w:rsidRPr="00750509">
        <w:rPr>
          <w:color w:val="000000" w:themeColor="text1"/>
          <w:sz w:val="26"/>
          <w:szCs w:val="26"/>
        </w:rPr>
        <w:t xml:space="preserve">В соответствии со Стратегией социально-экономического развития Павловского муниципального района </w:t>
      </w:r>
      <w:r w:rsidR="00CC0C46">
        <w:rPr>
          <w:color w:val="000000" w:themeColor="text1"/>
          <w:sz w:val="26"/>
          <w:szCs w:val="26"/>
        </w:rPr>
        <w:t xml:space="preserve">Воронежской области </w:t>
      </w:r>
      <w:r w:rsidRPr="00750509">
        <w:rPr>
          <w:color w:val="000000" w:themeColor="text1"/>
          <w:sz w:val="26"/>
          <w:szCs w:val="26"/>
        </w:rPr>
        <w:t xml:space="preserve">до 2023 года, утвержденной </w:t>
      </w:r>
      <w:r w:rsidR="00EE7CFB" w:rsidRPr="00750509">
        <w:rPr>
          <w:color w:val="000000" w:themeColor="text1"/>
          <w:sz w:val="26"/>
          <w:szCs w:val="26"/>
        </w:rPr>
        <w:t xml:space="preserve">постановлением администрации Павловского муниципального района Воронежской области от 29.12.2018 № 898 «Об утверждении Плана мероприятий по реализации Стратегии социально-экономического развития Павловского </w:t>
      </w:r>
      <w:r w:rsidR="000C6D8E" w:rsidRPr="00750509">
        <w:rPr>
          <w:color w:val="000000" w:themeColor="text1"/>
          <w:sz w:val="26"/>
          <w:szCs w:val="26"/>
        </w:rPr>
        <w:t>муниципального</w:t>
      </w:r>
      <w:r w:rsidR="00EE7CFB" w:rsidRPr="00750509">
        <w:rPr>
          <w:color w:val="000000" w:themeColor="text1"/>
          <w:sz w:val="26"/>
          <w:szCs w:val="26"/>
        </w:rPr>
        <w:t xml:space="preserve"> района </w:t>
      </w:r>
      <w:r w:rsidR="000C6D8E" w:rsidRPr="00750509">
        <w:rPr>
          <w:color w:val="000000" w:themeColor="text1"/>
          <w:sz w:val="26"/>
          <w:szCs w:val="26"/>
        </w:rPr>
        <w:t xml:space="preserve">Воронежской области на период до 2035 года», </w:t>
      </w:r>
      <w:r w:rsidRPr="00750509">
        <w:rPr>
          <w:color w:val="000000" w:themeColor="text1"/>
          <w:sz w:val="26"/>
          <w:szCs w:val="26"/>
        </w:rPr>
        <w:t>миссия Павловского муниципального района</w:t>
      </w:r>
      <w:r w:rsidR="00E615BE">
        <w:rPr>
          <w:color w:val="000000" w:themeColor="text1"/>
          <w:sz w:val="26"/>
          <w:szCs w:val="26"/>
        </w:rPr>
        <w:t xml:space="preserve"> Воронежской области</w:t>
      </w:r>
      <w:r w:rsidRPr="00750509">
        <w:rPr>
          <w:color w:val="000000" w:themeColor="text1"/>
          <w:sz w:val="26"/>
          <w:szCs w:val="26"/>
        </w:rPr>
        <w:t>: Павловский муниципальный район-р</w:t>
      </w:r>
      <w:r w:rsidR="00750509">
        <w:rPr>
          <w:color w:val="000000" w:themeColor="text1"/>
          <w:sz w:val="26"/>
          <w:szCs w:val="26"/>
        </w:rPr>
        <w:t>айон с многоотраслевой экономикой</w:t>
      </w:r>
      <w:r w:rsidRPr="00750509">
        <w:rPr>
          <w:color w:val="000000" w:themeColor="text1"/>
          <w:sz w:val="26"/>
          <w:szCs w:val="26"/>
        </w:rPr>
        <w:t xml:space="preserve"> с </w:t>
      </w:r>
      <w:r w:rsidR="00EE7CFB" w:rsidRPr="00750509">
        <w:rPr>
          <w:color w:val="000000" w:themeColor="text1"/>
          <w:sz w:val="26"/>
          <w:szCs w:val="26"/>
        </w:rPr>
        <w:t>комфортными</w:t>
      </w:r>
      <w:r w:rsidRPr="00750509">
        <w:rPr>
          <w:color w:val="000000" w:themeColor="text1"/>
          <w:sz w:val="26"/>
          <w:szCs w:val="26"/>
        </w:rPr>
        <w:t xml:space="preserve"> условиями для жизни населения. </w:t>
      </w:r>
      <w:r w:rsidR="00EE7CFB" w:rsidRPr="00750509">
        <w:rPr>
          <w:color w:val="000000" w:themeColor="text1"/>
          <w:sz w:val="26"/>
          <w:szCs w:val="26"/>
        </w:rPr>
        <w:t xml:space="preserve">В рамках реализации настоящей </w:t>
      </w:r>
      <w:r w:rsidR="00EE7CFB" w:rsidRPr="00750509">
        <w:rPr>
          <w:color w:val="000000" w:themeColor="text1"/>
          <w:sz w:val="26"/>
          <w:szCs w:val="26"/>
        </w:rPr>
        <w:lastRenderedPageBreak/>
        <w:t>муниципальной программы предусмотрены мероприятия, способствующие достижению данной миссии.</w:t>
      </w:r>
    </w:p>
    <w:p w:rsidR="000C6D8E" w:rsidRPr="00750509" w:rsidRDefault="000C6D8E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</w:p>
    <w:p w:rsidR="001C28EF" w:rsidRPr="00750509" w:rsidRDefault="004641C8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bCs/>
          <w:color w:val="000000" w:themeColor="text1"/>
          <w:sz w:val="26"/>
          <w:szCs w:val="26"/>
        </w:rPr>
      </w:pPr>
      <w:r w:rsidRPr="00750509">
        <w:rPr>
          <w:color w:val="000000" w:themeColor="text1"/>
          <w:sz w:val="26"/>
          <w:szCs w:val="26"/>
        </w:rPr>
        <w:t>1</w:t>
      </w:r>
      <w:r w:rsidR="00200DAF" w:rsidRPr="00750509">
        <w:rPr>
          <w:color w:val="000000" w:themeColor="text1"/>
          <w:sz w:val="26"/>
          <w:szCs w:val="26"/>
        </w:rPr>
        <w:t>.2.</w:t>
      </w:r>
      <w:r w:rsidR="001C28EF" w:rsidRPr="00750509">
        <w:rPr>
          <w:bCs/>
          <w:color w:val="000000" w:themeColor="text1"/>
          <w:sz w:val="26"/>
          <w:szCs w:val="26"/>
        </w:rPr>
        <w:t>Цели, задачи и показате</w:t>
      </w:r>
      <w:r w:rsidRPr="00750509">
        <w:rPr>
          <w:bCs/>
          <w:color w:val="000000" w:themeColor="text1"/>
          <w:sz w:val="26"/>
          <w:szCs w:val="26"/>
        </w:rPr>
        <w:t>ли (индикаторы) достижения цели</w:t>
      </w:r>
      <w:r w:rsidR="00FC777C" w:rsidRPr="00750509">
        <w:rPr>
          <w:bCs/>
          <w:color w:val="000000" w:themeColor="text1"/>
          <w:sz w:val="26"/>
          <w:szCs w:val="26"/>
        </w:rPr>
        <w:t xml:space="preserve"> и решения задач в сфере реализации муниципальной программы.</w:t>
      </w:r>
    </w:p>
    <w:p w:rsidR="00AF31BC" w:rsidRPr="00750509" w:rsidRDefault="00AF31BC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750509">
        <w:rPr>
          <w:color w:val="000000" w:themeColor="text1"/>
          <w:sz w:val="26"/>
          <w:szCs w:val="26"/>
        </w:rPr>
        <w:t>Целями в сфере содействия развитию местного самоуправления являются:</w:t>
      </w:r>
    </w:p>
    <w:p w:rsidR="00AF31BC" w:rsidRPr="00750509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1) </w:t>
      </w:r>
      <w:r w:rsidR="00AF31BC" w:rsidRPr="00750509">
        <w:rPr>
          <w:color w:val="000000" w:themeColor="text1"/>
          <w:sz w:val="26"/>
          <w:szCs w:val="26"/>
        </w:rPr>
        <w:t>повышение эффективности управления социально-экономическим развитием муниципальных образований Павловского муниципального района</w:t>
      </w:r>
      <w:r w:rsidR="00E615BE">
        <w:rPr>
          <w:color w:val="000000" w:themeColor="text1"/>
          <w:sz w:val="26"/>
          <w:szCs w:val="26"/>
        </w:rPr>
        <w:t xml:space="preserve"> Воронежской области</w:t>
      </w:r>
      <w:r w:rsidR="00AF31BC" w:rsidRPr="00750509">
        <w:rPr>
          <w:color w:val="000000" w:themeColor="text1"/>
          <w:sz w:val="26"/>
          <w:szCs w:val="26"/>
        </w:rPr>
        <w:t>;</w:t>
      </w:r>
    </w:p>
    <w:p w:rsidR="00AF31BC" w:rsidRPr="00750509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2)</w:t>
      </w:r>
      <w:r w:rsidR="00AF31BC" w:rsidRPr="00750509">
        <w:rPr>
          <w:color w:val="000000" w:themeColor="text1"/>
          <w:sz w:val="26"/>
          <w:szCs w:val="26"/>
        </w:rPr>
        <w:t xml:space="preserve"> повышение эффективности решения вопросов местного значения;</w:t>
      </w:r>
    </w:p>
    <w:p w:rsidR="00AF31BC" w:rsidRPr="00750509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3) </w:t>
      </w:r>
      <w:r w:rsidR="00AF31BC" w:rsidRPr="00750509">
        <w:rPr>
          <w:color w:val="000000" w:themeColor="text1"/>
          <w:sz w:val="26"/>
          <w:szCs w:val="26"/>
        </w:rPr>
        <w:t>развитие экономической базы муниципальных образований на основе максимального использования местных ресурсов;</w:t>
      </w:r>
    </w:p>
    <w:p w:rsidR="00AF31BC" w:rsidRPr="00750509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4) </w:t>
      </w:r>
      <w:r w:rsidR="00AF31BC" w:rsidRPr="00750509">
        <w:rPr>
          <w:color w:val="000000" w:themeColor="text1"/>
          <w:sz w:val="26"/>
          <w:szCs w:val="26"/>
        </w:rPr>
        <w:t>развитие инфраструктуры социальной сферы;</w:t>
      </w:r>
    </w:p>
    <w:p w:rsidR="00AF31BC" w:rsidRPr="00750509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5)</w:t>
      </w:r>
      <w:r w:rsidR="00AF31BC" w:rsidRPr="00750509">
        <w:rPr>
          <w:color w:val="000000" w:themeColor="text1"/>
          <w:sz w:val="26"/>
          <w:szCs w:val="26"/>
        </w:rPr>
        <w:t xml:space="preserve"> создание условий для развития человеческого потенциала и роста уровня жизни населения муниципальных образований;</w:t>
      </w:r>
    </w:p>
    <w:p w:rsidR="00AF31BC" w:rsidRPr="00750509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6) </w:t>
      </w:r>
      <w:r w:rsidR="00AF31BC" w:rsidRPr="00750509">
        <w:rPr>
          <w:color w:val="000000" w:themeColor="text1"/>
          <w:sz w:val="26"/>
          <w:szCs w:val="26"/>
        </w:rPr>
        <w:t>поощрение органов местного самоуправления муниципальных образований, готовых к активному сотрудничеству с населением и самостоятельной деятельности по реализации приоритетных задач местного значения;</w:t>
      </w:r>
    </w:p>
    <w:p w:rsidR="00AF31BC" w:rsidRPr="00750509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7) </w:t>
      </w:r>
      <w:r w:rsidR="00AF31BC" w:rsidRPr="00750509">
        <w:rPr>
          <w:color w:val="000000" w:themeColor="text1"/>
          <w:sz w:val="26"/>
          <w:szCs w:val="26"/>
        </w:rPr>
        <w:t>сохранение и развитие сети автомобильных дорог общего пользования местного значения в Павловском муниципальном районе</w:t>
      </w:r>
      <w:r w:rsidR="00E615BE">
        <w:rPr>
          <w:color w:val="000000" w:themeColor="text1"/>
          <w:sz w:val="26"/>
          <w:szCs w:val="26"/>
        </w:rPr>
        <w:t xml:space="preserve"> Воронежской области</w:t>
      </w:r>
      <w:r w:rsidR="00AF31BC" w:rsidRPr="00750509">
        <w:rPr>
          <w:color w:val="000000" w:themeColor="text1"/>
          <w:sz w:val="26"/>
          <w:szCs w:val="26"/>
        </w:rPr>
        <w:t>;</w:t>
      </w:r>
    </w:p>
    <w:p w:rsidR="00AF31BC" w:rsidRPr="00750509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8) </w:t>
      </w:r>
      <w:r w:rsidR="00AF31BC" w:rsidRPr="00750509">
        <w:rPr>
          <w:color w:val="000000" w:themeColor="text1"/>
          <w:sz w:val="26"/>
          <w:szCs w:val="26"/>
        </w:rPr>
        <w:t>формирование эффективной системы пространственного развития и административно-территориального устройства, направленной на обеспечение реализации конституционных прав граждан на экологически безопасную среду жизнедеятельности, права на жилище, труд и другие социальные гарантии, а также создание комфортных условий проживания населения и устойчивого развития территорий Павловского муниципального района</w:t>
      </w:r>
      <w:r w:rsidR="00E615BE">
        <w:rPr>
          <w:color w:val="000000" w:themeColor="text1"/>
          <w:sz w:val="26"/>
          <w:szCs w:val="26"/>
        </w:rPr>
        <w:t xml:space="preserve"> Воронежской области</w:t>
      </w:r>
      <w:r w:rsidR="00AF31BC" w:rsidRPr="00750509">
        <w:rPr>
          <w:color w:val="000000" w:themeColor="text1"/>
          <w:sz w:val="26"/>
          <w:szCs w:val="26"/>
        </w:rPr>
        <w:t>;</w:t>
      </w:r>
    </w:p>
    <w:p w:rsidR="00135C6C" w:rsidRDefault="00B46F70" w:rsidP="00FB5AF5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9) </w:t>
      </w:r>
      <w:r w:rsidR="00135C6C" w:rsidRPr="00750509">
        <w:rPr>
          <w:rFonts w:ascii="Times New Roman" w:hAnsi="Times New Roman"/>
          <w:color w:val="000000" w:themeColor="text1"/>
          <w:sz w:val="26"/>
          <w:szCs w:val="26"/>
        </w:rPr>
        <w:t>развитие гражданской активности жителей и института общественного самоуправления в определении приоритетного направления развития территорий муниципальных образований;</w:t>
      </w:r>
    </w:p>
    <w:p w:rsidR="00DF32D9" w:rsidRDefault="00B46F70" w:rsidP="00FB5AF5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10) </w:t>
      </w:r>
      <w:r w:rsidR="00DF32D9">
        <w:rPr>
          <w:rFonts w:ascii="Times New Roman" w:hAnsi="Times New Roman"/>
          <w:color w:val="000000" w:themeColor="text1"/>
          <w:sz w:val="26"/>
          <w:szCs w:val="26"/>
        </w:rPr>
        <w:t>повышение комфортности и упрощение процедур получения гражданами и юридическими лицами массовых общественно-значимых государственных и муниципальных услуг на базе  АУ «МФЦ» г. Павловска.</w:t>
      </w:r>
    </w:p>
    <w:p w:rsidR="00A44016" w:rsidRPr="00BE0297" w:rsidRDefault="00A44016" w:rsidP="00B213C5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/>
          <w:sz w:val="26"/>
          <w:szCs w:val="26"/>
          <w:shd w:val="clear" w:color="auto" w:fill="FFFFFF"/>
        </w:rPr>
      </w:pPr>
      <w:r w:rsidRPr="00BE0297">
        <w:rPr>
          <w:color w:val="000000"/>
          <w:sz w:val="26"/>
          <w:szCs w:val="26"/>
          <w:shd w:val="clear" w:color="auto" w:fill="FFFFFF"/>
        </w:rPr>
        <w:t>11) обеспечение качественной и бесперебойной работы объектов теплоснабжения.</w:t>
      </w:r>
    </w:p>
    <w:p w:rsidR="00D34077" w:rsidRPr="00BE0297" w:rsidRDefault="00D34077" w:rsidP="00B213C5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/>
          <w:sz w:val="26"/>
          <w:szCs w:val="26"/>
        </w:rPr>
      </w:pPr>
      <w:r w:rsidRPr="00BE0297">
        <w:rPr>
          <w:color w:val="000000"/>
          <w:sz w:val="26"/>
          <w:szCs w:val="26"/>
          <w:shd w:val="clear" w:color="auto" w:fill="FFFFFF"/>
        </w:rPr>
        <w:t>12) повышение доступности и качества транспортных услуг для населения.</w:t>
      </w:r>
    </w:p>
    <w:p w:rsidR="00AF31BC" w:rsidRPr="00BE0297" w:rsidRDefault="00AF31BC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BE0297">
        <w:rPr>
          <w:color w:val="000000" w:themeColor="text1"/>
          <w:sz w:val="26"/>
          <w:szCs w:val="26"/>
        </w:rPr>
        <w:t>Достижение целей предполагается осуществлять путём решения следующих задач:</w:t>
      </w:r>
    </w:p>
    <w:p w:rsidR="00AF31BC" w:rsidRPr="00750509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BE0297">
        <w:rPr>
          <w:color w:val="000000" w:themeColor="text1"/>
          <w:sz w:val="26"/>
          <w:szCs w:val="26"/>
        </w:rPr>
        <w:t>1)</w:t>
      </w:r>
      <w:r w:rsidR="00AF31BC" w:rsidRPr="00BE0297">
        <w:rPr>
          <w:color w:val="000000" w:themeColor="text1"/>
          <w:sz w:val="26"/>
          <w:szCs w:val="26"/>
        </w:rPr>
        <w:t xml:space="preserve"> укрепление взаимодействия между администрацией Павловского</w:t>
      </w:r>
      <w:r w:rsidR="00AF31BC" w:rsidRPr="00750509">
        <w:rPr>
          <w:color w:val="000000" w:themeColor="text1"/>
          <w:sz w:val="26"/>
          <w:szCs w:val="26"/>
        </w:rPr>
        <w:t xml:space="preserve"> муниципального района </w:t>
      </w:r>
      <w:r w:rsidR="00E615BE">
        <w:rPr>
          <w:color w:val="000000" w:themeColor="text1"/>
          <w:sz w:val="26"/>
          <w:szCs w:val="26"/>
        </w:rPr>
        <w:t xml:space="preserve">Воронежской области </w:t>
      </w:r>
      <w:r w:rsidR="00AF31BC" w:rsidRPr="00750509">
        <w:rPr>
          <w:color w:val="000000" w:themeColor="text1"/>
          <w:sz w:val="26"/>
          <w:szCs w:val="26"/>
        </w:rPr>
        <w:t>и администрациями муниципальных образований Павловского муниципального района</w:t>
      </w:r>
      <w:r w:rsidR="00E615BE">
        <w:rPr>
          <w:color w:val="000000" w:themeColor="text1"/>
          <w:sz w:val="26"/>
          <w:szCs w:val="26"/>
        </w:rPr>
        <w:t xml:space="preserve"> Воронежской области</w:t>
      </w:r>
      <w:r w:rsidR="00AF31BC" w:rsidRPr="00750509">
        <w:rPr>
          <w:color w:val="000000" w:themeColor="text1"/>
          <w:sz w:val="26"/>
          <w:szCs w:val="26"/>
        </w:rPr>
        <w:t>;</w:t>
      </w:r>
    </w:p>
    <w:p w:rsidR="00AF31BC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2)</w:t>
      </w:r>
      <w:r w:rsidR="00AF31BC" w:rsidRPr="00750509">
        <w:rPr>
          <w:color w:val="000000" w:themeColor="text1"/>
          <w:sz w:val="26"/>
          <w:szCs w:val="26"/>
        </w:rPr>
        <w:t xml:space="preserve"> повышение эффективности использования бюджетных средств;</w:t>
      </w:r>
    </w:p>
    <w:p w:rsidR="00DF32D9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3) </w:t>
      </w:r>
      <w:r w:rsidR="001F3FA7">
        <w:rPr>
          <w:color w:val="000000" w:themeColor="text1"/>
          <w:sz w:val="26"/>
          <w:szCs w:val="26"/>
        </w:rPr>
        <w:t>обеспечение информированности граждан о возможности государственных и муниципальных услуг по принципу «одного окна» на базе удаленных рабочих мест филиала АУ «МФЦ» в г. Павловске;</w:t>
      </w:r>
    </w:p>
    <w:p w:rsidR="001F3FA7" w:rsidRPr="00750509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4) </w:t>
      </w:r>
      <w:r w:rsidR="001F3FA7">
        <w:rPr>
          <w:color w:val="000000" w:themeColor="text1"/>
          <w:sz w:val="26"/>
          <w:szCs w:val="26"/>
        </w:rPr>
        <w:t>содействие функционированию рабочих мест филиала АУ «МФЦ» в                 г. Павловске в сельских поселениях Павловского муниципального района</w:t>
      </w:r>
      <w:r w:rsidR="00440B13">
        <w:rPr>
          <w:color w:val="000000" w:themeColor="text1"/>
          <w:sz w:val="26"/>
          <w:szCs w:val="26"/>
        </w:rPr>
        <w:t xml:space="preserve"> Воронежской области</w:t>
      </w:r>
      <w:r w:rsidR="001F3FA7">
        <w:rPr>
          <w:color w:val="000000" w:themeColor="text1"/>
          <w:sz w:val="26"/>
          <w:szCs w:val="26"/>
        </w:rPr>
        <w:t>;</w:t>
      </w:r>
    </w:p>
    <w:p w:rsidR="00AF31BC" w:rsidRPr="00750509" w:rsidRDefault="002F5708" w:rsidP="003353DD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lastRenderedPageBreak/>
        <w:t xml:space="preserve">5) </w:t>
      </w:r>
      <w:r w:rsidR="00AF31BC"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выполнение работ по содержанию, ремонту и обеспечению безопасности дорожного движения на автомобильных дорогах общего пользования местного значения; </w:t>
      </w:r>
    </w:p>
    <w:p w:rsidR="00AF31BC" w:rsidRPr="00750509" w:rsidRDefault="002F5708" w:rsidP="003353DD">
      <w:pPr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6</w:t>
      </w:r>
      <w:r w:rsidR="00B46F70">
        <w:rPr>
          <w:rFonts w:ascii="Times New Roman" w:hAnsi="Times New Roman"/>
          <w:color w:val="000000" w:themeColor="text1"/>
          <w:sz w:val="26"/>
          <w:szCs w:val="26"/>
        </w:rPr>
        <w:t xml:space="preserve">) </w:t>
      </w:r>
      <w:r w:rsidR="00AF31BC" w:rsidRPr="00750509">
        <w:rPr>
          <w:rFonts w:ascii="Times New Roman" w:hAnsi="Times New Roman"/>
          <w:color w:val="000000" w:themeColor="text1"/>
          <w:sz w:val="26"/>
          <w:szCs w:val="26"/>
        </w:rPr>
        <w:t>совершенствование управления дорожным хозяйством, в том числе за счет осуществления контроля за качеством выполнения дорожных работ, обеспечения своевременной подготовки проектно-сметной документации, проведения инвентаризации и паспортизации автомобильных дорог;</w:t>
      </w:r>
    </w:p>
    <w:p w:rsidR="00AF31BC" w:rsidRPr="00750509" w:rsidRDefault="002F5708" w:rsidP="003353DD">
      <w:pPr>
        <w:pStyle w:val="af6"/>
        <w:tabs>
          <w:tab w:val="left" w:pos="709"/>
        </w:tabs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7</w:t>
      </w:r>
      <w:r w:rsidR="00B46F70">
        <w:rPr>
          <w:rFonts w:ascii="Times New Roman" w:hAnsi="Times New Roman"/>
          <w:color w:val="000000" w:themeColor="text1"/>
          <w:sz w:val="26"/>
          <w:szCs w:val="26"/>
        </w:rPr>
        <w:t>)</w:t>
      </w:r>
      <w:r w:rsidR="00AF31BC"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 реализация градостроительной деятельности в соответствии со схемой территориального планирования Павловского муниципального района</w:t>
      </w:r>
      <w:r w:rsidR="00E615BE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  <w:r w:rsidR="00AF31BC" w:rsidRPr="00750509">
        <w:rPr>
          <w:rFonts w:ascii="Times New Roman" w:hAnsi="Times New Roman"/>
          <w:color w:val="000000" w:themeColor="text1"/>
          <w:sz w:val="26"/>
          <w:szCs w:val="26"/>
        </w:rPr>
        <w:t>, генеральными планами развития муниципальных образований Павловского муниципального района</w:t>
      </w:r>
      <w:r w:rsidR="00E615BE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  <w:r w:rsidR="00AF31BC" w:rsidRPr="00750509">
        <w:rPr>
          <w:rFonts w:ascii="Times New Roman" w:hAnsi="Times New Roman"/>
          <w:color w:val="000000" w:themeColor="text1"/>
          <w:sz w:val="26"/>
          <w:szCs w:val="26"/>
        </w:rPr>
        <w:t>;</w:t>
      </w:r>
    </w:p>
    <w:p w:rsidR="00AF31BC" w:rsidRPr="00750509" w:rsidRDefault="002F5708" w:rsidP="003353DD">
      <w:pPr>
        <w:pStyle w:val="af6"/>
        <w:tabs>
          <w:tab w:val="left" w:pos="709"/>
        </w:tabs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8</w:t>
      </w:r>
      <w:r w:rsidR="00B46F70">
        <w:rPr>
          <w:rFonts w:ascii="Times New Roman" w:hAnsi="Times New Roman"/>
          <w:color w:val="000000" w:themeColor="text1"/>
          <w:sz w:val="26"/>
          <w:szCs w:val="26"/>
        </w:rPr>
        <w:t>)</w:t>
      </w:r>
      <w:r w:rsidR="00AF31BC"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 актуализация документов территориального планирования, правил землепользования и застройки поселений Павловского муниципального района</w:t>
      </w:r>
      <w:r w:rsidR="00E615BE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области;</w:t>
      </w:r>
    </w:p>
    <w:p w:rsidR="00AF31BC" w:rsidRPr="00750509" w:rsidRDefault="002F5708" w:rsidP="003353DD">
      <w:pPr>
        <w:ind w:firstLine="709"/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</w:pPr>
      <w:r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>9</w:t>
      </w:r>
      <w:r w:rsidR="00B46F70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 xml:space="preserve">) </w:t>
      </w:r>
      <w:r w:rsidR="00AF31BC" w:rsidRPr="00750509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>систематизация и распространение опыта организации и развития местного самоуправления, в том числе территориально</w:t>
      </w:r>
      <w:r w:rsidR="003B36B7" w:rsidRPr="00750509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>го общественного самоуправления</w:t>
      </w:r>
      <w:r w:rsidR="00AF31BC" w:rsidRPr="00750509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 xml:space="preserve"> в сельских населенных пунктах Павловского муниципального района</w:t>
      </w:r>
      <w:r w:rsidR="00E615BE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 xml:space="preserve"> Воронежской области</w:t>
      </w:r>
      <w:r w:rsidR="00AF31BC" w:rsidRPr="00750509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>;</w:t>
      </w:r>
    </w:p>
    <w:p w:rsidR="00AF31BC" w:rsidRPr="00750509" w:rsidRDefault="002F5708" w:rsidP="003353DD">
      <w:pPr>
        <w:ind w:firstLine="709"/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</w:pPr>
      <w:r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>10</w:t>
      </w:r>
      <w:r w:rsidR="00B46F70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>)</w:t>
      </w:r>
      <w:r w:rsidR="00AF31BC" w:rsidRPr="00750509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 xml:space="preserve"> создание примеров развития сельских населенных пунктов Павловского муниципального района </w:t>
      </w:r>
      <w:r w:rsidR="00C22AA2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 xml:space="preserve">Воронежской области </w:t>
      </w:r>
      <w:r w:rsidR="00AF31BC" w:rsidRPr="00750509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>на основе комплексного использования имеющегося рекреационного потенциала муниципальных образований Павловского муниципального района</w:t>
      </w:r>
      <w:r w:rsidR="00BD4E70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 xml:space="preserve"> Воронежской области</w:t>
      </w:r>
      <w:r w:rsidR="00AF31BC" w:rsidRPr="00750509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>;</w:t>
      </w:r>
    </w:p>
    <w:p w:rsidR="00FE3F29" w:rsidRDefault="00B46F70" w:rsidP="00FE3F29">
      <w:pPr>
        <w:autoSpaceDE w:val="0"/>
        <w:autoSpaceDN w:val="0"/>
        <w:adjustRightInd w:val="0"/>
        <w:ind w:firstLine="540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1</w:t>
      </w:r>
      <w:r w:rsidR="00A44016">
        <w:rPr>
          <w:rFonts w:ascii="Times New Roman" w:hAnsi="Times New Roman"/>
          <w:color w:val="000000" w:themeColor="text1"/>
          <w:sz w:val="26"/>
          <w:szCs w:val="26"/>
        </w:rPr>
        <w:t>1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) </w:t>
      </w:r>
      <w:r w:rsidR="00135C6C"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развитие механизмов инициативного бюджетирования на территории муниципальных образований </w:t>
      </w:r>
      <w:r w:rsidR="000C6D8E"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Павловского муниципального района </w:t>
      </w:r>
      <w:r w:rsidR="00135C6C" w:rsidRPr="00750509">
        <w:rPr>
          <w:rFonts w:ascii="Times New Roman" w:hAnsi="Times New Roman"/>
          <w:color w:val="000000" w:themeColor="text1"/>
          <w:sz w:val="26"/>
          <w:szCs w:val="26"/>
        </w:rPr>
        <w:t>Воронежской области</w:t>
      </w:r>
      <w:r w:rsidR="00FE3F29" w:rsidRPr="00750509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:rsidR="007A380B" w:rsidRPr="00BE0297" w:rsidRDefault="007A380B" w:rsidP="00FE3F29">
      <w:pPr>
        <w:autoSpaceDE w:val="0"/>
        <w:autoSpaceDN w:val="0"/>
        <w:adjustRightInd w:val="0"/>
        <w:ind w:firstLine="540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12</w:t>
      </w:r>
      <w:r w:rsidRPr="00BE0297">
        <w:rPr>
          <w:rFonts w:ascii="Times New Roman" w:hAnsi="Times New Roman"/>
          <w:color w:val="000000" w:themeColor="text1"/>
          <w:sz w:val="26"/>
          <w:szCs w:val="26"/>
        </w:rPr>
        <w:t>) количество котельных, подготовленных к отопительному периоду за счет предоставленных субсидий из областного бюджета и средств бюджета Павловского муниципального района  Воронежской области.</w:t>
      </w:r>
    </w:p>
    <w:p w:rsidR="00D34077" w:rsidRPr="00BE0297" w:rsidRDefault="007A380B" w:rsidP="00FE3F29">
      <w:pPr>
        <w:autoSpaceDE w:val="0"/>
        <w:autoSpaceDN w:val="0"/>
        <w:adjustRightInd w:val="0"/>
        <w:ind w:firstLine="540"/>
        <w:rPr>
          <w:rFonts w:ascii="Times New Roman" w:hAnsi="Times New Roman"/>
          <w:color w:val="000000" w:themeColor="text1"/>
          <w:sz w:val="26"/>
          <w:szCs w:val="26"/>
        </w:rPr>
      </w:pPr>
      <w:r w:rsidRPr="00BE0297">
        <w:rPr>
          <w:rFonts w:ascii="Times New Roman" w:hAnsi="Times New Roman"/>
          <w:color w:val="000000" w:themeColor="text1"/>
          <w:sz w:val="26"/>
          <w:szCs w:val="26"/>
        </w:rPr>
        <w:t>13</w:t>
      </w:r>
      <w:r w:rsidR="00D34077" w:rsidRPr="00BE0297">
        <w:rPr>
          <w:rFonts w:ascii="Times New Roman" w:hAnsi="Times New Roman"/>
          <w:color w:val="000000" w:themeColor="text1"/>
          <w:sz w:val="26"/>
          <w:szCs w:val="26"/>
        </w:rPr>
        <w:t>) совершенствование механизмов управления пассажирским транспортом, увеличение доли муниципального пассажирского транспорта.</w:t>
      </w:r>
    </w:p>
    <w:p w:rsidR="00FB5AF5" w:rsidRPr="00750509" w:rsidRDefault="00AF31BC" w:rsidP="00FE3F29">
      <w:pPr>
        <w:autoSpaceDE w:val="0"/>
        <w:autoSpaceDN w:val="0"/>
        <w:adjustRightInd w:val="0"/>
        <w:ind w:firstLine="540"/>
        <w:rPr>
          <w:rFonts w:ascii="Times New Roman" w:hAnsi="Times New Roman"/>
          <w:color w:val="000000" w:themeColor="text1"/>
          <w:sz w:val="26"/>
          <w:szCs w:val="26"/>
        </w:rPr>
      </w:pPr>
      <w:r w:rsidRPr="00BE0297">
        <w:rPr>
          <w:rFonts w:ascii="Times New Roman" w:hAnsi="Times New Roman"/>
          <w:color w:val="000000" w:themeColor="text1"/>
          <w:sz w:val="26"/>
          <w:szCs w:val="26"/>
        </w:rPr>
        <w:t>Легитимными формами взаимодействия между администрацией Павловского муниципального района</w:t>
      </w:r>
      <w:r w:rsidR="00D34077" w:rsidRPr="00BE0297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BD4E70" w:rsidRPr="00BE0297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>Воронежской</w:t>
      </w:r>
      <w:r w:rsidR="00BD4E70">
        <w:rPr>
          <w:rFonts w:ascii="Times New Roman" w:hAnsi="Times New Roman"/>
          <w:color w:val="000000" w:themeColor="text1"/>
          <w:spacing w:val="2"/>
          <w:sz w:val="26"/>
          <w:szCs w:val="26"/>
          <w:shd w:val="clear" w:color="auto" w:fill="FFFFFF"/>
        </w:rPr>
        <w:t xml:space="preserve"> области</w:t>
      </w:r>
      <w:r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 и администрациями муниципальных образований Павловского муниципального района </w:t>
      </w:r>
      <w:r w:rsidR="00B213C5" w:rsidRPr="00750509">
        <w:rPr>
          <w:rFonts w:ascii="Times New Roman" w:hAnsi="Times New Roman"/>
          <w:color w:val="000000" w:themeColor="text1"/>
          <w:sz w:val="26"/>
          <w:szCs w:val="26"/>
        </w:rPr>
        <w:t>Воронежской области</w:t>
      </w:r>
      <w:r w:rsidR="00D34077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750509">
        <w:rPr>
          <w:rFonts w:ascii="Times New Roman" w:hAnsi="Times New Roman"/>
          <w:color w:val="000000" w:themeColor="text1"/>
          <w:sz w:val="26"/>
          <w:szCs w:val="26"/>
        </w:rPr>
        <w:t>являются:</w:t>
      </w:r>
    </w:p>
    <w:p w:rsidR="00AF31BC" w:rsidRPr="00750509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1) </w:t>
      </w:r>
      <w:r w:rsidR="00AF31BC" w:rsidRPr="00750509">
        <w:rPr>
          <w:color w:val="000000" w:themeColor="text1"/>
          <w:sz w:val="26"/>
          <w:szCs w:val="26"/>
        </w:rPr>
        <w:t>заключение соглашений, предусматривающих обязательства сторон, в том числе финансовые;</w:t>
      </w:r>
    </w:p>
    <w:p w:rsidR="00AF31BC" w:rsidRPr="00750509" w:rsidRDefault="00B46F70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2)</w:t>
      </w:r>
      <w:r w:rsidR="00AF31BC" w:rsidRPr="00750509">
        <w:rPr>
          <w:color w:val="000000" w:themeColor="text1"/>
          <w:sz w:val="26"/>
          <w:szCs w:val="26"/>
        </w:rPr>
        <w:t xml:space="preserve"> вовлечение органов местного самоуправления муниципальных образований Павловского муниципального района </w:t>
      </w:r>
      <w:r>
        <w:rPr>
          <w:color w:val="000000" w:themeColor="text1"/>
          <w:sz w:val="26"/>
          <w:szCs w:val="26"/>
        </w:rPr>
        <w:t xml:space="preserve">Воронежской области </w:t>
      </w:r>
      <w:r w:rsidR="00AF31BC" w:rsidRPr="00750509">
        <w:rPr>
          <w:color w:val="000000" w:themeColor="text1"/>
          <w:sz w:val="26"/>
          <w:szCs w:val="26"/>
        </w:rPr>
        <w:t xml:space="preserve">в реализацию </w:t>
      </w:r>
      <w:r w:rsidR="000C6D8E" w:rsidRPr="00750509">
        <w:rPr>
          <w:color w:val="000000" w:themeColor="text1"/>
          <w:sz w:val="26"/>
          <w:szCs w:val="26"/>
        </w:rPr>
        <w:t xml:space="preserve">национальных проектов, </w:t>
      </w:r>
      <w:r w:rsidR="00AF31BC" w:rsidRPr="00750509">
        <w:rPr>
          <w:color w:val="000000" w:themeColor="text1"/>
          <w:sz w:val="26"/>
          <w:szCs w:val="26"/>
        </w:rPr>
        <w:t xml:space="preserve">государственных программ, предусматривающих стимулирование муниципальных образований (гранты, софинансирование муниципальных расходов, методическая, </w:t>
      </w:r>
      <w:r w:rsidR="000C6D8E" w:rsidRPr="00750509">
        <w:rPr>
          <w:color w:val="000000" w:themeColor="text1"/>
          <w:sz w:val="26"/>
          <w:szCs w:val="26"/>
        </w:rPr>
        <w:t>консультативная и информационная поддержки</w:t>
      </w:r>
      <w:r w:rsidR="00AF31BC" w:rsidRPr="00750509">
        <w:rPr>
          <w:color w:val="000000" w:themeColor="text1"/>
          <w:sz w:val="26"/>
          <w:szCs w:val="26"/>
        </w:rPr>
        <w:t xml:space="preserve">). </w:t>
      </w:r>
    </w:p>
    <w:p w:rsidR="00AF31BC" w:rsidRPr="00750509" w:rsidRDefault="00AF31BC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750509">
        <w:rPr>
          <w:color w:val="000000" w:themeColor="text1"/>
          <w:sz w:val="26"/>
          <w:szCs w:val="26"/>
        </w:rPr>
        <w:t xml:space="preserve"> Для повышения эффективности деятельности органов местного самоуправления в Павловском муниципальном районе</w:t>
      </w:r>
      <w:r w:rsidR="00D563C3" w:rsidRPr="00750509">
        <w:rPr>
          <w:color w:val="000000" w:themeColor="text1"/>
          <w:sz w:val="26"/>
          <w:szCs w:val="26"/>
        </w:rPr>
        <w:t xml:space="preserve"> Воронежской области</w:t>
      </w:r>
      <w:r w:rsidR="000C6D8E" w:rsidRPr="00750509">
        <w:rPr>
          <w:color w:val="000000" w:themeColor="text1"/>
          <w:sz w:val="26"/>
          <w:szCs w:val="26"/>
        </w:rPr>
        <w:t>,</w:t>
      </w:r>
      <w:r w:rsidRPr="00750509">
        <w:rPr>
          <w:color w:val="000000" w:themeColor="text1"/>
          <w:sz w:val="26"/>
          <w:szCs w:val="26"/>
        </w:rPr>
        <w:t xml:space="preserve"> настоящей муниципальной программой предусматривается стимулирование органов местного самоуправления муниципальных образований Павловского муниципального района </w:t>
      </w:r>
      <w:r w:rsidR="00BD4E70">
        <w:rPr>
          <w:color w:val="000000" w:themeColor="text1"/>
          <w:spacing w:val="2"/>
          <w:sz w:val="26"/>
          <w:szCs w:val="26"/>
          <w:shd w:val="clear" w:color="auto" w:fill="FFFFFF"/>
        </w:rPr>
        <w:t>Воронежской области</w:t>
      </w:r>
      <w:r w:rsidR="00D34077">
        <w:rPr>
          <w:color w:val="000000" w:themeColor="text1"/>
          <w:spacing w:val="2"/>
          <w:sz w:val="26"/>
          <w:szCs w:val="26"/>
          <w:shd w:val="clear" w:color="auto" w:fill="FFFFFF"/>
        </w:rPr>
        <w:t xml:space="preserve"> </w:t>
      </w:r>
      <w:r w:rsidRPr="00750509">
        <w:rPr>
          <w:color w:val="000000" w:themeColor="text1"/>
          <w:sz w:val="26"/>
          <w:szCs w:val="26"/>
        </w:rPr>
        <w:t xml:space="preserve">на достижение наилучших значений показателей деятельности путем предоставления грантов. Данные гранты будут предоставляться муниципальным образованиям Павловского муниципального района </w:t>
      </w:r>
      <w:r w:rsidR="00BD4E70">
        <w:rPr>
          <w:color w:val="000000" w:themeColor="text1"/>
          <w:spacing w:val="2"/>
          <w:sz w:val="26"/>
          <w:szCs w:val="26"/>
          <w:shd w:val="clear" w:color="auto" w:fill="FFFFFF"/>
        </w:rPr>
        <w:t>Воронежской области</w:t>
      </w:r>
      <w:r w:rsidR="00D34077">
        <w:rPr>
          <w:color w:val="000000" w:themeColor="text1"/>
          <w:spacing w:val="2"/>
          <w:sz w:val="26"/>
          <w:szCs w:val="26"/>
          <w:shd w:val="clear" w:color="auto" w:fill="FFFFFF"/>
        </w:rPr>
        <w:t xml:space="preserve"> </w:t>
      </w:r>
      <w:r w:rsidRPr="00750509">
        <w:rPr>
          <w:color w:val="000000" w:themeColor="text1"/>
          <w:sz w:val="26"/>
          <w:szCs w:val="26"/>
        </w:rPr>
        <w:t>ежегодно.</w:t>
      </w:r>
    </w:p>
    <w:p w:rsidR="00AF31BC" w:rsidRPr="00BE0297" w:rsidRDefault="00AF31BC" w:rsidP="003353DD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 w:themeColor="text1"/>
          <w:sz w:val="26"/>
          <w:szCs w:val="26"/>
        </w:rPr>
      </w:pPr>
      <w:r w:rsidRPr="00750509">
        <w:rPr>
          <w:color w:val="000000" w:themeColor="text1"/>
          <w:sz w:val="26"/>
          <w:szCs w:val="26"/>
        </w:rPr>
        <w:lastRenderedPageBreak/>
        <w:t xml:space="preserve"> Механизм повышения эффективности деятельности органов местного самоуправления предусматривает заключение соглашений между администрацией Павловского муниципального района </w:t>
      </w:r>
      <w:r w:rsidR="00BD4E70">
        <w:rPr>
          <w:color w:val="000000" w:themeColor="text1"/>
          <w:spacing w:val="2"/>
          <w:sz w:val="26"/>
          <w:szCs w:val="26"/>
          <w:shd w:val="clear" w:color="auto" w:fill="FFFFFF"/>
        </w:rPr>
        <w:t>Воронежской области</w:t>
      </w:r>
      <w:r w:rsidR="00876E8A">
        <w:rPr>
          <w:color w:val="000000" w:themeColor="text1"/>
          <w:spacing w:val="2"/>
          <w:sz w:val="26"/>
          <w:szCs w:val="26"/>
          <w:shd w:val="clear" w:color="auto" w:fill="FFFFFF"/>
        </w:rPr>
        <w:t xml:space="preserve"> </w:t>
      </w:r>
      <w:r w:rsidRPr="00750509">
        <w:rPr>
          <w:color w:val="000000" w:themeColor="text1"/>
          <w:sz w:val="26"/>
          <w:szCs w:val="26"/>
        </w:rPr>
        <w:t>и администрациями муниципальных образований Павловского муниципального района</w:t>
      </w:r>
      <w:r w:rsidR="00876E8A">
        <w:rPr>
          <w:color w:val="000000" w:themeColor="text1"/>
          <w:sz w:val="26"/>
          <w:szCs w:val="26"/>
        </w:rPr>
        <w:t xml:space="preserve"> </w:t>
      </w:r>
      <w:r w:rsidR="00BD4E70">
        <w:rPr>
          <w:color w:val="000000" w:themeColor="text1"/>
          <w:spacing w:val="2"/>
          <w:sz w:val="26"/>
          <w:szCs w:val="26"/>
          <w:shd w:val="clear" w:color="auto" w:fill="FFFFFF"/>
        </w:rPr>
        <w:t>Воронежской области</w:t>
      </w:r>
      <w:r w:rsidRPr="00750509">
        <w:rPr>
          <w:color w:val="000000" w:themeColor="text1"/>
          <w:sz w:val="26"/>
          <w:szCs w:val="26"/>
        </w:rPr>
        <w:t xml:space="preserve">, содержащих целевые значения показателей деятельности местных администраций, а также обязательства сторон по их достижению в соответствии с </w:t>
      </w:r>
      <w:r w:rsidRPr="00BE0297">
        <w:rPr>
          <w:color w:val="000000" w:themeColor="text1"/>
          <w:sz w:val="26"/>
          <w:szCs w:val="26"/>
        </w:rPr>
        <w:t>муниципальными правовыми актами администрации Павловского муниципального района</w:t>
      </w:r>
      <w:r w:rsidR="00757240" w:rsidRPr="00BE0297">
        <w:rPr>
          <w:color w:val="000000" w:themeColor="text1"/>
          <w:sz w:val="26"/>
          <w:szCs w:val="26"/>
        </w:rPr>
        <w:t xml:space="preserve"> Воронежской области</w:t>
      </w:r>
      <w:r w:rsidRPr="00BE0297">
        <w:rPr>
          <w:color w:val="000000" w:themeColor="text1"/>
          <w:sz w:val="26"/>
          <w:szCs w:val="26"/>
        </w:rPr>
        <w:t xml:space="preserve">. </w:t>
      </w:r>
    </w:p>
    <w:p w:rsidR="00A44016" w:rsidRPr="00B213C5" w:rsidRDefault="00AF31BC" w:rsidP="00A44016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/>
          <w:sz w:val="26"/>
          <w:szCs w:val="26"/>
        </w:rPr>
      </w:pPr>
      <w:r w:rsidRPr="00BE0297">
        <w:rPr>
          <w:color w:val="000000" w:themeColor="text1"/>
          <w:sz w:val="26"/>
          <w:szCs w:val="26"/>
        </w:rPr>
        <w:t>Для оценки реализации муницип</w:t>
      </w:r>
      <w:r w:rsidR="00CC0C46" w:rsidRPr="00BE0297">
        <w:rPr>
          <w:color w:val="000000" w:themeColor="text1"/>
          <w:sz w:val="26"/>
          <w:szCs w:val="26"/>
        </w:rPr>
        <w:t xml:space="preserve">альной программы используется </w:t>
      </w:r>
      <w:r w:rsidR="00A44016" w:rsidRPr="00BE0297">
        <w:rPr>
          <w:color w:val="000000"/>
          <w:sz w:val="26"/>
          <w:szCs w:val="26"/>
        </w:rPr>
        <w:t>1</w:t>
      </w:r>
      <w:r w:rsidR="00C66790">
        <w:rPr>
          <w:color w:val="000000"/>
          <w:sz w:val="26"/>
          <w:szCs w:val="26"/>
        </w:rPr>
        <w:t>6</w:t>
      </w:r>
      <w:r w:rsidR="00A44016" w:rsidRPr="00BE0297">
        <w:rPr>
          <w:color w:val="000000"/>
          <w:sz w:val="26"/>
          <w:szCs w:val="26"/>
        </w:rPr>
        <w:t xml:space="preserve"> показателей (индикаторов), характеризующих достижение цели, результаты решения задач и выполнения основных мероприятий:</w:t>
      </w:r>
    </w:p>
    <w:p w:rsidR="00DA3024" w:rsidRDefault="007A520F" w:rsidP="00DA3024">
      <w:pPr>
        <w:ind w:firstLine="709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1</w:t>
      </w:r>
      <w:r w:rsidR="00A44016" w:rsidRPr="00A44016">
        <w:rPr>
          <w:rFonts w:ascii="Times New Roman" w:hAnsi="Times New Roman"/>
          <w:color w:val="000000"/>
          <w:sz w:val="26"/>
          <w:szCs w:val="26"/>
        </w:rPr>
        <w:t>) уровень газификации домов сетевым газом.</w:t>
      </w:r>
    </w:p>
    <w:p w:rsidR="00A44016" w:rsidRPr="00A44016" w:rsidRDefault="007A520F" w:rsidP="00DA3024">
      <w:pPr>
        <w:ind w:firstLine="709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2</w:t>
      </w:r>
      <w:r w:rsidR="00A44016" w:rsidRPr="00A44016">
        <w:rPr>
          <w:rFonts w:ascii="Times New Roman" w:hAnsi="Times New Roman"/>
          <w:color w:val="000000"/>
          <w:sz w:val="26"/>
          <w:szCs w:val="26"/>
        </w:rPr>
        <w:t>) доля граждан, имеющих доступ к получению государственных и муниципальных услуг по принципу «одного окна», в том числе в многофункциональных центрах.</w:t>
      </w:r>
    </w:p>
    <w:p w:rsidR="00A44016" w:rsidRPr="00A44016" w:rsidRDefault="007A520F" w:rsidP="00A44016">
      <w:pPr>
        <w:ind w:firstLine="709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3</w:t>
      </w:r>
      <w:r w:rsidR="00A44016" w:rsidRPr="00A44016">
        <w:rPr>
          <w:rFonts w:ascii="Times New Roman" w:hAnsi="Times New Roman"/>
          <w:color w:val="000000"/>
          <w:sz w:val="26"/>
          <w:szCs w:val="26"/>
        </w:rPr>
        <w:t>) количество отремонтированных и благоустроенных военно-мемориальных объектов.</w:t>
      </w:r>
    </w:p>
    <w:p w:rsidR="00A44016" w:rsidRPr="00A44016" w:rsidRDefault="007A520F" w:rsidP="00A44016">
      <w:pPr>
        <w:ind w:firstLine="709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4</w:t>
      </w:r>
      <w:r w:rsidR="00A44016" w:rsidRPr="00A44016">
        <w:rPr>
          <w:rFonts w:ascii="Times New Roman" w:hAnsi="Times New Roman"/>
          <w:color w:val="000000"/>
          <w:sz w:val="26"/>
          <w:szCs w:val="26"/>
        </w:rPr>
        <w:t>) доля протяжённости освещённых частей улиц, проездов, набережных к их общей протяжённости.</w:t>
      </w:r>
    </w:p>
    <w:p w:rsidR="00A44016" w:rsidRPr="00A44016" w:rsidRDefault="007A520F" w:rsidP="00A44016">
      <w:pPr>
        <w:ind w:firstLine="709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5</w:t>
      </w:r>
      <w:r w:rsidR="00A44016" w:rsidRPr="00A44016">
        <w:rPr>
          <w:rFonts w:ascii="Times New Roman" w:hAnsi="Times New Roman"/>
          <w:color w:val="000000"/>
          <w:sz w:val="26"/>
          <w:szCs w:val="26"/>
        </w:rPr>
        <w:t>) прирост протяжённости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в результате проведения капитального ремонта и ремонта автомобильных дорог.</w:t>
      </w:r>
    </w:p>
    <w:p w:rsidR="00A44016" w:rsidRPr="00A44016" w:rsidRDefault="007A520F" w:rsidP="00A44016">
      <w:pPr>
        <w:ind w:firstLine="709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6</w:t>
      </w:r>
      <w:r w:rsidR="00A44016" w:rsidRPr="00A44016">
        <w:rPr>
          <w:rFonts w:ascii="Times New Roman" w:hAnsi="Times New Roman"/>
          <w:color w:val="000000"/>
          <w:sz w:val="26"/>
          <w:szCs w:val="26"/>
        </w:rPr>
        <w:t>) количество сельских населённых пунктов, участвующих в районном конкурсе «Самое красивое село Павловского муниципального района Воронежской области».</w:t>
      </w:r>
    </w:p>
    <w:p w:rsidR="00A44016" w:rsidRPr="00A44016" w:rsidRDefault="007A520F" w:rsidP="00A44016">
      <w:pPr>
        <w:ind w:firstLine="709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7</w:t>
      </w:r>
      <w:r w:rsidR="00A44016" w:rsidRPr="00A44016">
        <w:rPr>
          <w:rFonts w:ascii="Times New Roman" w:hAnsi="Times New Roman"/>
          <w:color w:val="000000"/>
          <w:sz w:val="26"/>
          <w:szCs w:val="26"/>
        </w:rPr>
        <w:t>) количество благоустроенных парков, скверов, бульваров, зон отдыха, обустроенных площадок накопления твердых коммунальных отходов, в том числе сельских поселений, на территории которых реализованы проекты по организации тротуаров.</w:t>
      </w:r>
    </w:p>
    <w:p w:rsidR="00A44016" w:rsidRPr="00A44016" w:rsidRDefault="007A520F" w:rsidP="00A44016">
      <w:pPr>
        <w:ind w:firstLine="709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8</w:t>
      </w:r>
      <w:r w:rsidR="00A44016" w:rsidRPr="00A44016">
        <w:rPr>
          <w:rFonts w:ascii="Times New Roman" w:hAnsi="Times New Roman"/>
          <w:color w:val="000000"/>
          <w:sz w:val="26"/>
          <w:szCs w:val="26"/>
        </w:rPr>
        <w:t>) количество проектов общественно полезной деятельности (мероприятий) реализованных территориальными общественными самоуправлениями.</w:t>
      </w:r>
    </w:p>
    <w:p w:rsidR="00A44016" w:rsidRPr="00A44016" w:rsidRDefault="007A520F" w:rsidP="00A44016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9</w:t>
      </w:r>
      <w:r w:rsidR="00A44016" w:rsidRPr="00A44016">
        <w:rPr>
          <w:color w:val="000000"/>
          <w:sz w:val="26"/>
          <w:szCs w:val="26"/>
        </w:rPr>
        <w:t>) количество проектов, реализованных под компактную жилищную застройку в с</w:t>
      </w:r>
      <w:r w:rsidR="00B213C5">
        <w:rPr>
          <w:color w:val="000000"/>
          <w:sz w:val="26"/>
          <w:szCs w:val="26"/>
        </w:rPr>
        <w:t>.</w:t>
      </w:r>
      <w:r w:rsidR="00A44016" w:rsidRPr="00A44016">
        <w:rPr>
          <w:color w:val="000000"/>
          <w:sz w:val="26"/>
          <w:szCs w:val="26"/>
        </w:rPr>
        <w:t xml:space="preserve"> Елизаветовка Павловского муниципального района Воронежской области.</w:t>
      </w:r>
    </w:p>
    <w:p w:rsidR="00A44016" w:rsidRPr="00BE0297" w:rsidRDefault="007A520F" w:rsidP="00A44016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>10</w:t>
      </w:r>
      <w:r w:rsidR="00A44016" w:rsidRPr="00BE0297">
        <w:rPr>
          <w:color w:val="000000"/>
          <w:sz w:val="26"/>
          <w:szCs w:val="26"/>
          <w:shd w:val="clear" w:color="auto" w:fill="FFFFFF"/>
        </w:rPr>
        <w:t>) количество котельных, подготовленных к отопительному периоду за счет предоставленных субсидий из областного бюджета</w:t>
      </w:r>
      <w:r w:rsidR="00D15A58" w:rsidRPr="00BE0297">
        <w:rPr>
          <w:color w:val="000000"/>
          <w:sz w:val="26"/>
          <w:szCs w:val="26"/>
          <w:shd w:val="clear" w:color="auto" w:fill="FFFFFF"/>
        </w:rPr>
        <w:t xml:space="preserve"> и средств бюджета Павловского муниципального района</w:t>
      </w:r>
      <w:r w:rsidR="00B213C5" w:rsidRPr="00BE0297">
        <w:rPr>
          <w:color w:val="000000"/>
          <w:sz w:val="26"/>
          <w:szCs w:val="26"/>
          <w:shd w:val="clear" w:color="auto" w:fill="FFFFFF"/>
        </w:rPr>
        <w:t xml:space="preserve"> Воронежской области</w:t>
      </w:r>
      <w:r w:rsidR="00D15A58" w:rsidRPr="00BE0297">
        <w:rPr>
          <w:color w:val="000000"/>
          <w:sz w:val="26"/>
          <w:szCs w:val="26"/>
          <w:shd w:val="clear" w:color="auto" w:fill="FFFFFF"/>
        </w:rPr>
        <w:t>.</w:t>
      </w:r>
    </w:p>
    <w:p w:rsidR="0017796F" w:rsidRPr="00BE0297" w:rsidRDefault="00AF31BC" w:rsidP="00A44016">
      <w:pPr>
        <w:pStyle w:val="a3"/>
        <w:tabs>
          <w:tab w:val="left" w:pos="720"/>
        </w:tabs>
        <w:spacing w:before="0" w:beforeAutospacing="0" w:after="0" w:afterAutospacing="0"/>
        <w:ind w:firstLine="709"/>
        <w:rPr>
          <w:sz w:val="26"/>
          <w:szCs w:val="26"/>
        </w:rPr>
      </w:pPr>
      <w:r w:rsidRPr="00BE0297">
        <w:rPr>
          <w:color w:val="000000" w:themeColor="text1"/>
          <w:sz w:val="26"/>
          <w:szCs w:val="26"/>
        </w:rPr>
        <w:t>Значения показателей (индикаторов) муниципальной программы на весь срок её реализации приведены в приложении № 1 к муниципальной программе.</w:t>
      </w:r>
      <w:r w:rsidR="00C66790">
        <w:rPr>
          <w:color w:val="000000" w:themeColor="text1"/>
          <w:sz w:val="26"/>
          <w:szCs w:val="26"/>
        </w:rPr>
        <w:t xml:space="preserve"> Сведения берутся из отчетных данных, предоставленных органами местного самоуправления.</w:t>
      </w:r>
      <w:r w:rsidR="001A4F24" w:rsidRPr="00BE0297">
        <w:rPr>
          <w:color w:val="000000" w:themeColor="text1"/>
          <w:sz w:val="26"/>
          <w:szCs w:val="26"/>
        </w:rPr>
        <w:t xml:space="preserve"> </w:t>
      </w:r>
      <w:r w:rsidR="0017796F" w:rsidRPr="00BE0297">
        <w:rPr>
          <w:sz w:val="26"/>
          <w:szCs w:val="26"/>
        </w:rPr>
        <w:t xml:space="preserve">Методика расчета показателей (индикаторов) муниципальной программы Павловского муниципального района Воронежской области приведена в приложении № 2 к муниципальной программе. </w:t>
      </w:r>
    </w:p>
    <w:p w:rsidR="00200DAF" w:rsidRPr="00750509" w:rsidRDefault="0017796F" w:rsidP="000C6D8E">
      <w:pPr>
        <w:pStyle w:val="a3"/>
        <w:tabs>
          <w:tab w:val="left" w:pos="720"/>
        </w:tabs>
        <w:spacing w:before="0" w:beforeAutospacing="0" w:after="0" w:afterAutospacing="0"/>
        <w:rPr>
          <w:color w:val="000000" w:themeColor="text1"/>
          <w:sz w:val="26"/>
          <w:szCs w:val="26"/>
        </w:rPr>
      </w:pPr>
      <w:r w:rsidRPr="00BE0297">
        <w:rPr>
          <w:sz w:val="26"/>
          <w:szCs w:val="26"/>
        </w:rPr>
        <w:t>Реализация муниципальной программы осуществляется в соответствии с ежегодно утверждаемым планом реализации муниципальной программы -приложением № 3 к муниципальной программе.</w:t>
      </w:r>
    </w:p>
    <w:p w:rsidR="00200DAF" w:rsidRPr="00750509" w:rsidRDefault="00200DAF" w:rsidP="003353DD">
      <w:pPr>
        <w:pStyle w:val="a3"/>
        <w:tabs>
          <w:tab w:val="left" w:pos="720"/>
        </w:tabs>
        <w:spacing w:before="0" w:beforeAutospacing="0" w:after="0" w:afterAutospacing="0"/>
        <w:rPr>
          <w:color w:val="000000" w:themeColor="text1"/>
          <w:sz w:val="26"/>
          <w:szCs w:val="26"/>
        </w:rPr>
      </w:pPr>
    </w:p>
    <w:p w:rsidR="00E16BDB" w:rsidRPr="00750509" w:rsidRDefault="00F76082" w:rsidP="00E16BDB">
      <w:pPr>
        <w:ind w:firstLine="540"/>
        <w:outlineLvl w:val="1"/>
        <w:rPr>
          <w:rFonts w:ascii="Times New Roman" w:hAnsi="Times New Roman"/>
          <w:color w:val="000000" w:themeColor="text1"/>
          <w:sz w:val="26"/>
          <w:szCs w:val="26"/>
        </w:rPr>
      </w:pPr>
      <w:r w:rsidRPr="00750509">
        <w:rPr>
          <w:rFonts w:ascii="Times New Roman" w:hAnsi="Times New Roman"/>
          <w:color w:val="000000" w:themeColor="text1"/>
          <w:sz w:val="26"/>
          <w:szCs w:val="26"/>
        </w:rPr>
        <w:t>2.Объемы финансовых ресурсов, необходимых для реализации муниципальной программы</w:t>
      </w:r>
    </w:p>
    <w:p w:rsidR="00F76082" w:rsidRPr="00750509" w:rsidRDefault="00F76082" w:rsidP="00F76082">
      <w:pPr>
        <w:shd w:val="clear" w:color="auto" w:fill="FFFFFF"/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750509">
        <w:rPr>
          <w:rFonts w:ascii="Times New Roman" w:hAnsi="Times New Roman"/>
          <w:color w:val="000000" w:themeColor="text1"/>
          <w:sz w:val="26"/>
          <w:szCs w:val="26"/>
        </w:rPr>
        <w:lastRenderedPageBreak/>
        <w:t>Финансирование мероприятий программы предусмотрено за счет сре</w:t>
      </w:r>
      <w:r w:rsidR="00955010">
        <w:rPr>
          <w:rFonts w:ascii="Times New Roman" w:hAnsi="Times New Roman"/>
          <w:color w:val="000000" w:themeColor="text1"/>
          <w:sz w:val="26"/>
          <w:szCs w:val="26"/>
        </w:rPr>
        <w:t xml:space="preserve">дств федерального, областного бюджета и </w:t>
      </w:r>
      <w:r w:rsidR="00B213C5">
        <w:rPr>
          <w:rFonts w:ascii="Times New Roman" w:hAnsi="Times New Roman"/>
          <w:color w:val="000000" w:themeColor="text1"/>
          <w:sz w:val="26"/>
          <w:szCs w:val="26"/>
        </w:rPr>
        <w:t>бюджета Павловского муниципального района Воронежской области</w:t>
      </w:r>
      <w:r w:rsidR="00955010">
        <w:rPr>
          <w:rFonts w:ascii="Times New Roman" w:hAnsi="Times New Roman"/>
          <w:color w:val="000000" w:themeColor="text1"/>
          <w:sz w:val="26"/>
          <w:szCs w:val="26"/>
        </w:rPr>
        <w:t>.</w:t>
      </w:r>
      <w:r w:rsidR="001A4F24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750509">
        <w:rPr>
          <w:rFonts w:ascii="Times New Roman" w:hAnsi="Times New Roman"/>
          <w:color w:val="000000" w:themeColor="text1"/>
          <w:sz w:val="26"/>
          <w:szCs w:val="26"/>
        </w:rPr>
        <w:t>Кроме этого, планируется привлечь средства</w:t>
      </w:r>
      <w:r w:rsidR="00776223"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 внебюджетных источников.</w:t>
      </w:r>
    </w:p>
    <w:p w:rsidR="00F76082" w:rsidRPr="00750509" w:rsidRDefault="00F76082" w:rsidP="00F76082">
      <w:pPr>
        <w:shd w:val="clear" w:color="auto" w:fill="FFFFFF"/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750509">
        <w:rPr>
          <w:rFonts w:ascii="Times New Roman" w:hAnsi="Times New Roman"/>
          <w:color w:val="000000" w:themeColor="text1"/>
          <w:sz w:val="26"/>
          <w:szCs w:val="26"/>
        </w:rPr>
        <w:t>Расходы бюджета</w:t>
      </w:r>
      <w:r w:rsidR="00B213C5">
        <w:rPr>
          <w:rFonts w:ascii="Times New Roman" w:hAnsi="Times New Roman"/>
          <w:color w:val="000000" w:themeColor="text1"/>
          <w:sz w:val="26"/>
          <w:szCs w:val="26"/>
        </w:rPr>
        <w:t xml:space="preserve"> Павловского муниципального района Воронежской области на </w:t>
      </w:r>
      <w:r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реализацию </w:t>
      </w:r>
      <w:r w:rsidR="00B213C5">
        <w:rPr>
          <w:rFonts w:ascii="Times New Roman" w:hAnsi="Times New Roman"/>
          <w:color w:val="000000" w:themeColor="text1"/>
          <w:sz w:val="26"/>
          <w:szCs w:val="26"/>
        </w:rPr>
        <w:t>муниципальной программы</w:t>
      </w:r>
      <w:r w:rsidRPr="00750509">
        <w:rPr>
          <w:rFonts w:ascii="Times New Roman" w:hAnsi="Times New Roman"/>
          <w:color w:val="000000" w:themeColor="text1"/>
          <w:sz w:val="26"/>
          <w:szCs w:val="26"/>
        </w:rPr>
        <w:t>, а также финансовое обеспечение и прогнозная (справочная) оценка расходов федерального</w:t>
      </w:r>
      <w:r w:rsidR="00B213C5">
        <w:rPr>
          <w:rFonts w:ascii="Times New Roman" w:hAnsi="Times New Roman"/>
          <w:color w:val="000000" w:themeColor="text1"/>
          <w:sz w:val="26"/>
          <w:szCs w:val="26"/>
        </w:rPr>
        <w:t>, областного бюджетов, бюджета Павловского муниципального района Воронежской области</w:t>
      </w:r>
      <w:r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, </w:t>
      </w:r>
      <w:r w:rsidR="00776223" w:rsidRPr="00750509">
        <w:rPr>
          <w:rFonts w:ascii="Times New Roman" w:hAnsi="Times New Roman"/>
          <w:color w:val="000000" w:themeColor="text1"/>
          <w:sz w:val="26"/>
          <w:szCs w:val="26"/>
        </w:rPr>
        <w:t>внебюджетных источников</w:t>
      </w:r>
      <w:r w:rsidRPr="00750509">
        <w:rPr>
          <w:rFonts w:ascii="Times New Roman" w:hAnsi="Times New Roman"/>
          <w:color w:val="000000" w:themeColor="text1"/>
          <w:sz w:val="26"/>
          <w:szCs w:val="26"/>
        </w:rPr>
        <w:t xml:space="preserve"> на реализацию муниципальной </w:t>
      </w:r>
      <w:r w:rsidRPr="0017796F">
        <w:rPr>
          <w:rFonts w:ascii="Times New Roman" w:hAnsi="Times New Roman"/>
          <w:color w:val="000000" w:themeColor="text1"/>
          <w:sz w:val="26"/>
          <w:szCs w:val="26"/>
        </w:rPr>
        <w:t xml:space="preserve">программы приведены в </w:t>
      </w:r>
      <w:r w:rsidR="00776223" w:rsidRPr="0017796F">
        <w:rPr>
          <w:rFonts w:ascii="Times New Roman" w:hAnsi="Times New Roman"/>
          <w:color w:val="000000" w:themeColor="text1"/>
          <w:sz w:val="26"/>
          <w:szCs w:val="26"/>
        </w:rPr>
        <w:t>приложениях №</w:t>
      </w:r>
      <w:r w:rsidR="0017796F" w:rsidRPr="0017796F">
        <w:rPr>
          <w:rFonts w:ascii="Times New Roman" w:hAnsi="Times New Roman"/>
          <w:color w:val="000000" w:themeColor="text1"/>
          <w:sz w:val="26"/>
          <w:szCs w:val="26"/>
        </w:rPr>
        <w:t xml:space="preserve"> 4</w:t>
      </w:r>
      <w:r w:rsidR="00D563C3" w:rsidRPr="0017796F">
        <w:rPr>
          <w:rFonts w:ascii="Times New Roman" w:hAnsi="Times New Roman"/>
          <w:color w:val="000000" w:themeColor="text1"/>
          <w:sz w:val="26"/>
          <w:szCs w:val="26"/>
        </w:rPr>
        <w:t xml:space="preserve"> и</w:t>
      </w:r>
      <w:r w:rsidR="000E1FF6">
        <w:rPr>
          <w:rFonts w:ascii="Times New Roman" w:hAnsi="Times New Roman"/>
          <w:color w:val="000000" w:themeColor="text1"/>
          <w:sz w:val="26"/>
          <w:szCs w:val="26"/>
        </w:rPr>
        <w:t xml:space="preserve"> №</w:t>
      </w:r>
      <w:r w:rsidR="0014288C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17796F" w:rsidRPr="0017796F">
        <w:rPr>
          <w:rFonts w:ascii="Times New Roman" w:hAnsi="Times New Roman"/>
          <w:color w:val="000000" w:themeColor="text1"/>
          <w:sz w:val="26"/>
          <w:szCs w:val="26"/>
        </w:rPr>
        <w:t>5</w:t>
      </w:r>
      <w:r w:rsidRPr="0017796F">
        <w:rPr>
          <w:rFonts w:ascii="Times New Roman" w:hAnsi="Times New Roman"/>
          <w:color w:val="000000" w:themeColor="text1"/>
          <w:sz w:val="26"/>
          <w:szCs w:val="26"/>
        </w:rPr>
        <w:t xml:space="preserve"> к муниципальной программе.</w:t>
      </w:r>
    </w:p>
    <w:p w:rsidR="00F76082" w:rsidRDefault="00B5711D" w:rsidP="00E16BDB">
      <w:pPr>
        <w:ind w:firstLine="540"/>
        <w:outlineLvl w:val="1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Ответственные за исполнение мероприятий Плана реализации муниципальной программы приведены в приложении № 6 к муниципальной программе.</w:t>
      </w:r>
    </w:p>
    <w:p w:rsidR="00B5711D" w:rsidRPr="00750509" w:rsidRDefault="00B5711D" w:rsidP="00E16BDB">
      <w:pPr>
        <w:ind w:firstLine="540"/>
        <w:outlineLvl w:val="1"/>
        <w:rPr>
          <w:rFonts w:ascii="Times New Roman" w:hAnsi="Times New Roman"/>
          <w:color w:val="000000" w:themeColor="text1"/>
          <w:sz w:val="26"/>
          <w:szCs w:val="26"/>
        </w:rPr>
      </w:pPr>
    </w:p>
    <w:p w:rsidR="00840395" w:rsidRPr="00750509" w:rsidRDefault="00840395" w:rsidP="00200DAF">
      <w:pPr>
        <w:rPr>
          <w:rFonts w:ascii="Times New Roman" w:hAnsi="Times New Roman"/>
          <w:color w:val="000000" w:themeColor="text1"/>
          <w:sz w:val="26"/>
          <w:szCs w:val="26"/>
        </w:rPr>
      </w:pPr>
    </w:p>
    <w:tbl>
      <w:tblPr>
        <w:tblW w:w="0" w:type="auto"/>
        <w:tblLook w:val="04A0"/>
      </w:tblPr>
      <w:tblGrid>
        <w:gridCol w:w="4809"/>
        <w:gridCol w:w="4762"/>
      </w:tblGrid>
      <w:tr w:rsidR="00840395" w:rsidRPr="00750509" w:rsidTr="00BB6147">
        <w:tc>
          <w:tcPr>
            <w:tcW w:w="4927" w:type="dxa"/>
            <w:shd w:val="clear" w:color="auto" w:fill="auto"/>
          </w:tcPr>
          <w:p w:rsidR="00840395" w:rsidRPr="00750509" w:rsidRDefault="00840395" w:rsidP="00BB6147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050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Глава Павловского муниципального района</w:t>
            </w:r>
            <w:r w:rsidR="00092D0E" w:rsidRPr="0075050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Воронежской области </w:t>
            </w:r>
          </w:p>
        </w:tc>
        <w:tc>
          <w:tcPr>
            <w:tcW w:w="4927" w:type="dxa"/>
            <w:shd w:val="clear" w:color="auto" w:fill="auto"/>
          </w:tcPr>
          <w:p w:rsidR="00840395" w:rsidRPr="00750509" w:rsidRDefault="00840395" w:rsidP="00BB6147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840395" w:rsidRPr="00750509" w:rsidRDefault="00092D0E" w:rsidP="00BB6147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050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М.Н. Янцов</w:t>
            </w:r>
          </w:p>
        </w:tc>
      </w:tr>
    </w:tbl>
    <w:p w:rsidR="00200DAF" w:rsidRPr="00750509" w:rsidRDefault="00200DAF" w:rsidP="00DE2727">
      <w:pPr>
        <w:pStyle w:val="a3"/>
        <w:tabs>
          <w:tab w:val="left" w:pos="720"/>
        </w:tabs>
        <w:spacing w:before="0" w:beforeAutospacing="0" w:after="0" w:afterAutospacing="0"/>
        <w:ind w:firstLine="0"/>
        <w:rPr>
          <w:rFonts w:ascii="Arial" w:hAnsi="Arial" w:cs="Arial"/>
          <w:color w:val="000000" w:themeColor="text1"/>
        </w:rPr>
        <w:sectPr w:rsidR="00200DAF" w:rsidRPr="00750509" w:rsidSect="00DA302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1" w:right="850" w:bottom="426" w:left="1701" w:header="709" w:footer="709" w:gutter="0"/>
          <w:cols w:space="708"/>
          <w:docGrid w:linePitch="360"/>
        </w:sectPr>
      </w:pPr>
    </w:p>
    <w:p w:rsidR="00840395" w:rsidRPr="00750509" w:rsidRDefault="00840395" w:rsidP="006436BB">
      <w:pPr>
        <w:ind w:firstLine="0"/>
        <w:rPr>
          <w:rFonts w:cs="Arial"/>
          <w:color w:val="000000" w:themeColor="text1"/>
        </w:rPr>
      </w:pPr>
    </w:p>
    <w:sectPr w:rsidR="00840395" w:rsidRPr="00750509" w:rsidSect="00A27308">
      <w:pgSz w:w="16838" w:h="11906" w:orient="landscape"/>
      <w:pgMar w:top="1843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48D5" w:rsidRDefault="00EE48D5" w:rsidP="00510A87">
      <w:r>
        <w:separator/>
      </w:r>
    </w:p>
  </w:endnote>
  <w:endnote w:type="continuationSeparator" w:id="1">
    <w:p w:rsidR="00EE48D5" w:rsidRDefault="00EE48D5" w:rsidP="00510A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C46" w:rsidRDefault="00CC0C46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C46" w:rsidRDefault="00CC0C46">
    <w:pPr>
      <w:pStyle w:val="af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C46" w:rsidRDefault="00CC0C46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48D5" w:rsidRDefault="00EE48D5" w:rsidP="00510A87">
      <w:r>
        <w:separator/>
      </w:r>
    </w:p>
  </w:footnote>
  <w:footnote w:type="continuationSeparator" w:id="1">
    <w:p w:rsidR="00EE48D5" w:rsidRDefault="00EE48D5" w:rsidP="00510A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C46" w:rsidRDefault="00CC0C46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C46" w:rsidRPr="00BE4A3F" w:rsidRDefault="00CC0C46">
    <w:pPr>
      <w:pStyle w:val="ad"/>
      <w:rPr>
        <w:color w:val="80000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C46" w:rsidRDefault="00CC0C46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2066E"/>
    <w:multiLevelType w:val="hybridMultilevel"/>
    <w:tmpl w:val="33D001BC"/>
    <w:lvl w:ilvl="0" w:tplc="863C4CA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F53F37"/>
    <w:multiLevelType w:val="hybridMultilevel"/>
    <w:tmpl w:val="FF4481C4"/>
    <w:lvl w:ilvl="0" w:tplc="35BCF9E2">
      <w:start w:val="1"/>
      <w:numFmt w:val="decimal"/>
      <w:lvlText w:val="%1."/>
      <w:lvlJc w:val="left"/>
      <w:pPr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B96209"/>
    <w:multiLevelType w:val="hybridMultilevel"/>
    <w:tmpl w:val="4C361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C649BC"/>
    <w:multiLevelType w:val="hybridMultilevel"/>
    <w:tmpl w:val="22D49052"/>
    <w:lvl w:ilvl="0" w:tplc="384C25D0">
      <w:start w:val="1"/>
      <w:numFmt w:val="decimal"/>
      <w:lvlText w:val="%1."/>
      <w:lvlJc w:val="left"/>
      <w:pPr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F2278E0"/>
    <w:multiLevelType w:val="hybridMultilevel"/>
    <w:tmpl w:val="76AC2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A63B9B"/>
    <w:multiLevelType w:val="hybridMultilevel"/>
    <w:tmpl w:val="76EC9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B012BD"/>
    <w:multiLevelType w:val="multilevel"/>
    <w:tmpl w:val="43EE7D18"/>
    <w:lvl w:ilvl="0">
      <w:start w:val="2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1"/>
      <w:numFmt w:val="decimal"/>
      <w:lvlText w:val="%1.%2."/>
      <w:lvlJc w:val="left"/>
      <w:pPr>
        <w:ind w:left="141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1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7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87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3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98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68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44" w:hanging="2160"/>
      </w:pPr>
      <w:rPr>
        <w:rFonts w:cs="Times New Roman" w:hint="default"/>
      </w:rPr>
    </w:lvl>
  </w:abstractNum>
  <w:abstractNum w:abstractNumId="7">
    <w:nsid w:val="464B738F"/>
    <w:multiLevelType w:val="hybridMultilevel"/>
    <w:tmpl w:val="18664932"/>
    <w:lvl w:ilvl="0" w:tplc="BAB4FFEE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FD4B58"/>
    <w:multiLevelType w:val="hybridMultilevel"/>
    <w:tmpl w:val="C2C45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0A55F1"/>
    <w:multiLevelType w:val="hybridMultilevel"/>
    <w:tmpl w:val="C60C5584"/>
    <w:lvl w:ilvl="0" w:tplc="F5C89B48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4E7939D4"/>
    <w:multiLevelType w:val="hybridMultilevel"/>
    <w:tmpl w:val="0F00DC02"/>
    <w:lvl w:ilvl="0" w:tplc="513E1EC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1">
    <w:nsid w:val="51D34541"/>
    <w:multiLevelType w:val="hybridMultilevel"/>
    <w:tmpl w:val="BC0A4D98"/>
    <w:lvl w:ilvl="0" w:tplc="60587A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53785BD5"/>
    <w:multiLevelType w:val="hybridMultilevel"/>
    <w:tmpl w:val="4D7A9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E957FC"/>
    <w:multiLevelType w:val="hybridMultilevel"/>
    <w:tmpl w:val="C7629A10"/>
    <w:lvl w:ilvl="0" w:tplc="27006F7E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8A6716"/>
    <w:multiLevelType w:val="multilevel"/>
    <w:tmpl w:val="4C48F5D2"/>
    <w:lvl w:ilvl="0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>
      <w:start w:val="9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9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9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2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5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59" w:hanging="2160"/>
      </w:pPr>
      <w:rPr>
        <w:rFonts w:cs="Times New Roman" w:hint="default"/>
      </w:rPr>
    </w:lvl>
  </w:abstractNum>
  <w:abstractNum w:abstractNumId="15">
    <w:nsid w:val="5953176D"/>
    <w:multiLevelType w:val="hybridMultilevel"/>
    <w:tmpl w:val="80A0E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FE54B3"/>
    <w:multiLevelType w:val="hybridMultilevel"/>
    <w:tmpl w:val="55BA3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B10F17"/>
    <w:multiLevelType w:val="hybridMultilevel"/>
    <w:tmpl w:val="2EEC8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031E8E"/>
    <w:multiLevelType w:val="hybridMultilevel"/>
    <w:tmpl w:val="7C88E4C0"/>
    <w:lvl w:ilvl="0" w:tplc="945647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665524B0"/>
    <w:multiLevelType w:val="hybridMultilevel"/>
    <w:tmpl w:val="B59CD7A0"/>
    <w:lvl w:ilvl="0" w:tplc="05CCD6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>
    <w:nsid w:val="6CB5271D"/>
    <w:multiLevelType w:val="hybridMultilevel"/>
    <w:tmpl w:val="97C29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1F7824"/>
    <w:multiLevelType w:val="hybridMultilevel"/>
    <w:tmpl w:val="8CA66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063073"/>
    <w:multiLevelType w:val="hybridMultilevel"/>
    <w:tmpl w:val="747049AA"/>
    <w:lvl w:ilvl="0" w:tplc="E49A7044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9C795A"/>
    <w:multiLevelType w:val="hybridMultilevel"/>
    <w:tmpl w:val="47FC0CBE"/>
    <w:lvl w:ilvl="0" w:tplc="3FEE0BBA">
      <w:start w:val="1"/>
      <w:numFmt w:val="decimal"/>
      <w:lvlText w:val="%1."/>
      <w:lvlJc w:val="left"/>
      <w:pPr>
        <w:ind w:left="2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9" w:hanging="360"/>
      </w:pPr>
    </w:lvl>
    <w:lvl w:ilvl="2" w:tplc="0419001B" w:tentative="1">
      <w:start w:val="1"/>
      <w:numFmt w:val="lowerRoman"/>
      <w:lvlText w:val="%3."/>
      <w:lvlJc w:val="right"/>
      <w:pPr>
        <w:ind w:left="1739" w:hanging="180"/>
      </w:pPr>
    </w:lvl>
    <w:lvl w:ilvl="3" w:tplc="0419000F" w:tentative="1">
      <w:start w:val="1"/>
      <w:numFmt w:val="decimal"/>
      <w:lvlText w:val="%4."/>
      <w:lvlJc w:val="left"/>
      <w:pPr>
        <w:ind w:left="2459" w:hanging="360"/>
      </w:pPr>
    </w:lvl>
    <w:lvl w:ilvl="4" w:tplc="04190019" w:tentative="1">
      <w:start w:val="1"/>
      <w:numFmt w:val="lowerLetter"/>
      <w:lvlText w:val="%5."/>
      <w:lvlJc w:val="left"/>
      <w:pPr>
        <w:ind w:left="3179" w:hanging="360"/>
      </w:pPr>
    </w:lvl>
    <w:lvl w:ilvl="5" w:tplc="0419001B" w:tentative="1">
      <w:start w:val="1"/>
      <w:numFmt w:val="lowerRoman"/>
      <w:lvlText w:val="%6."/>
      <w:lvlJc w:val="right"/>
      <w:pPr>
        <w:ind w:left="3899" w:hanging="180"/>
      </w:pPr>
    </w:lvl>
    <w:lvl w:ilvl="6" w:tplc="0419000F" w:tentative="1">
      <w:start w:val="1"/>
      <w:numFmt w:val="decimal"/>
      <w:lvlText w:val="%7."/>
      <w:lvlJc w:val="left"/>
      <w:pPr>
        <w:ind w:left="4619" w:hanging="360"/>
      </w:pPr>
    </w:lvl>
    <w:lvl w:ilvl="7" w:tplc="04190019" w:tentative="1">
      <w:start w:val="1"/>
      <w:numFmt w:val="lowerLetter"/>
      <w:lvlText w:val="%8."/>
      <w:lvlJc w:val="left"/>
      <w:pPr>
        <w:ind w:left="5339" w:hanging="360"/>
      </w:pPr>
    </w:lvl>
    <w:lvl w:ilvl="8" w:tplc="0419001B" w:tentative="1">
      <w:start w:val="1"/>
      <w:numFmt w:val="lowerRoman"/>
      <w:lvlText w:val="%9."/>
      <w:lvlJc w:val="right"/>
      <w:pPr>
        <w:ind w:left="6059" w:hanging="180"/>
      </w:pPr>
    </w:lvl>
  </w:abstractNum>
  <w:abstractNum w:abstractNumId="25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3"/>
  </w:num>
  <w:num w:numId="3">
    <w:abstractNumId w:val="14"/>
  </w:num>
  <w:num w:numId="4">
    <w:abstractNumId w:val="6"/>
  </w:num>
  <w:num w:numId="5">
    <w:abstractNumId w:val="21"/>
  </w:num>
  <w:num w:numId="6">
    <w:abstractNumId w:val="16"/>
  </w:num>
  <w:num w:numId="7">
    <w:abstractNumId w:val="10"/>
  </w:num>
  <w:num w:numId="8">
    <w:abstractNumId w:val="9"/>
  </w:num>
  <w:num w:numId="9">
    <w:abstractNumId w:val="12"/>
  </w:num>
  <w:num w:numId="10">
    <w:abstractNumId w:val="2"/>
  </w:num>
  <w:num w:numId="11">
    <w:abstractNumId w:val="18"/>
  </w:num>
  <w:num w:numId="12">
    <w:abstractNumId w:val="11"/>
  </w:num>
  <w:num w:numId="13">
    <w:abstractNumId w:val="25"/>
  </w:num>
  <w:num w:numId="14">
    <w:abstractNumId w:val="20"/>
  </w:num>
  <w:num w:numId="15">
    <w:abstractNumId w:val="0"/>
  </w:num>
  <w:num w:numId="16">
    <w:abstractNumId w:val="23"/>
  </w:num>
  <w:num w:numId="17">
    <w:abstractNumId w:val="5"/>
  </w:num>
  <w:num w:numId="18">
    <w:abstractNumId w:val="17"/>
  </w:num>
  <w:num w:numId="19">
    <w:abstractNumId w:val="15"/>
  </w:num>
  <w:num w:numId="20">
    <w:abstractNumId w:val="24"/>
  </w:num>
  <w:num w:numId="21">
    <w:abstractNumId w:val="7"/>
  </w:num>
  <w:num w:numId="22">
    <w:abstractNumId w:val="13"/>
  </w:num>
  <w:num w:numId="23">
    <w:abstractNumId w:val="22"/>
  </w:num>
  <w:num w:numId="24">
    <w:abstractNumId w:val="8"/>
  </w:num>
  <w:num w:numId="25">
    <w:abstractNumId w:val="4"/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11DE"/>
    <w:rsid w:val="00002C4C"/>
    <w:rsid w:val="00020BE3"/>
    <w:rsid w:val="0002148A"/>
    <w:rsid w:val="0003599A"/>
    <w:rsid w:val="00050478"/>
    <w:rsid w:val="0005518C"/>
    <w:rsid w:val="0005596A"/>
    <w:rsid w:val="0006292B"/>
    <w:rsid w:val="0006357B"/>
    <w:rsid w:val="00071659"/>
    <w:rsid w:val="000757BC"/>
    <w:rsid w:val="00084D7E"/>
    <w:rsid w:val="00092D0E"/>
    <w:rsid w:val="000A0AE6"/>
    <w:rsid w:val="000A5865"/>
    <w:rsid w:val="000B0549"/>
    <w:rsid w:val="000C6D8E"/>
    <w:rsid w:val="000C7655"/>
    <w:rsid w:val="000E1FF6"/>
    <w:rsid w:val="000E7DFF"/>
    <w:rsid w:val="00101F4A"/>
    <w:rsid w:val="00101FAB"/>
    <w:rsid w:val="00102B15"/>
    <w:rsid w:val="00103C05"/>
    <w:rsid w:val="00106CA6"/>
    <w:rsid w:val="00111E60"/>
    <w:rsid w:val="00117C24"/>
    <w:rsid w:val="00120138"/>
    <w:rsid w:val="00135C6C"/>
    <w:rsid w:val="0013641E"/>
    <w:rsid w:val="00136DA8"/>
    <w:rsid w:val="0014288C"/>
    <w:rsid w:val="00145565"/>
    <w:rsid w:val="0014632B"/>
    <w:rsid w:val="00151DEE"/>
    <w:rsid w:val="001644C3"/>
    <w:rsid w:val="00164F55"/>
    <w:rsid w:val="001652CD"/>
    <w:rsid w:val="0016730F"/>
    <w:rsid w:val="0017015B"/>
    <w:rsid w:val="0017796F"/>
    <w:rsid w:val="0018594A"/>
    <w:rsid w:val="001A0256"/>
    <w:rsid w:val="001A4F24"/>
    <w:rsid w:val="001B316F"/>
    <w:rsid w:val="001B45C6"/>
    <w:rsid w:val="001C28EF"/>
    <w:rsid w:val="001C619B"/>
    <w:rsid w:val="001D099D"/>
    <w:rsid w:val="001F3FA7"/>
    <w:rsid w:val="001F5168"/>
    <w:rsid w:val="00200DAF"/>
    <w:rsid w:val="0020497C"/>
    <w:rsid w:val="00211252"/>
    <w:rsid w:val="002157C6"/>
    <w:rsid w:val="00222FA1"/>
    <w:rsid w:val="00223310"/>
    <w:rsid w:val="00223AA3"/>
    <w:rsid w:val="00224597"/>
    <w:rsid w:val="00237529"/>
    <w:rsid w:val="00243D8A"/>
    <w:rsid w:val="00244219"/>
    <w:rsid w:val="00247652"/>
    <w:rsid w:val="00255C60"/>
    <w:rsid w:val="00267733"/>
    <w:rsid w:val="00281EBA"/>
    <w:rsid w:val="00285D4D"/>
    <w:rsid w:val="00290B40"/>
    <w:rsid w:val="00297F74"/>
    <w:rsid w:val="00297FDE"/>
    <w:rsid w:val="002A2868"/>
    <w:rsid w:val="002B22DD"/>
    <w:rsid w:val="002B2687"/>
    <w:rsid w:val="002B2D1F"/>
    <w:rsid w:val="002B67B7"/>
    <w:rsid w:val="002C75DF"/>
    <w:rsid w:val="002D169D"/>
    <w:rsid w:val="002D2E24"/>
    <w:rsid w:val="002E50F7"/>
    <w:rsid w:val="002F09AD"/>
    <w:rsid w:val="002F31F6"/>
    <w:rsid w:val="002F5708"/>
    <w:rsid w:val="00310914"/>
    <w:rsid w:val="00320B09"/>
    <w:rsid w:val="00326186"/>
    <w:rsid w:val="003353DD"/>
    <w:rsid w:val="00344F67"/>
    <w:rsid w:val="00365E50"/>
    <w:rsid w:val="0036710B"/>
    <w:rsid w:val="00374CC2"/>
    <w:rsid w:val="00381177"/>
    <w:rsid w:val="00384072"/>
    <w:rsid w:val="00386BD0"/>
    <w:rsid w:val="0039733F"/>
    <w:rsid w:val="003A37BD"/>
    <w:rsid w:val="003A5C81"/>
    <w:rsid w:val="003B36B7"/>
    <w:rsid w:val="003B4C8B"/>
    <w:rsid w:val="003B7DB7"/>
    <w:rsid w:val="003C0941"/>
    <w:rsid w:val="003C1B35"/>
    <w:rsid w:val="003C38C3"/>
    <w:rsid w:val="003D3229"/>
    <w:rsid w:val="003D3287"/>
    <w:rsid w:val="003E13DE"/>
    <w:rsid w:val="003E68DB"/>
    <w:rsid w:val="003F0151"/>
    <w:rsid w:val="00413A8A"/>
    <w:rsid w:val="004161C9"/>
    <w:rsid w:val="004211DE"/>
    <w:rsid w:val="0042150A"/>
    <w:rsid w:val="004225C1"/>
    <w:rsid w:val="00424727"/>
    <w:rsid w:val="0042517A"/>
    <w:rsid w:val="00427FAF"/>
    <w:rsid w:val="00440B13"/>
    <w:rsid w:val="0044221C"/>
    <w:rsid w:val="0044348F"/>
    <w:rsid w:val="004641C8"/>
    <w:rsid w:val="00467EE3"/>
    <w:rsid w:val="0047090F"/>
    <w:rsid w:val="00470EEA"/>
    <w:rsid w:val="00471C73"/>
    <w:rsid w:val="004774E0"/>
    <w:rsid w:val="004A59E2"/>
    <w:rsid w:val="004B18BD"/>
    <w:rsid w:val="004C72F0"/>
    <w:rsid w:val="004E26AC"/>
    <w:rsid w:val="004E42FE"/>
    <w:rsid w:val="004E6461"/>
    <w:rsid w:val="004F4159"/>
    <w:rsid w:val="00510A87"/>
    <w:rsid w:val="005255C0"/>
    <w:rsid w:val="0053133F"/>
    <w:rsid w:val="005316FD"/>
    <w:rsid w:val="00544F6B"/>
    <w:rsid w:val="00553C6C"/>
    <w:rsid w:val="00560E75"/>
    <w:rsid w:val="00562EBF"/>
    <w:rsid w:val="00570EDD"/>
    <w:rsid w:val="00575639"/>
    <w:rsid w:val="00592186"/>
    <w:rsid w:val="005A109F"/>
    <w:rsid w:val="005A21F2"/>
    <w:rsid w:val="005C2CB2"/>
    <w:rsid w:val="005C3E33"/>
    <w:rsid w:val="005C770C"/>
    <w:rsid w:val="005D74DA"/>
    <w:rsid w:val="005E4E90"/>
    <w:rsid w:val="005F77AC"/>
    <w:rsid w:val="0060239D"/>
    <w:rsid w:val="00603C0F"/>
    <w:rsid w:val="0061422F"/>
    <w:rsid w:val="00617514"/>
    <w:rsid w:val="006212E6"/>
    <w:rsid w:val="00622022"/>
    <w:rsid w:val="006436BB"/>
    <w:rsid w:val="00643838"/>
    <w:rsid w:val="00654545"/>
    <w:rsid w:val="006549D2"/>
    <w:rsid w:val="0067146E"/>
    <w:rsid w:val="0069401A"/>
    <w:rsid w:val="00697D72"/>
    <w:rsid w:val="006B1921"/>
    <w:rsid w:val="006B1CCA"/>
    <w:rsid w:val="006B5606"/>
    <w:rsid w:val="006B6479"/>
    <w:rsid w:val="006C3BB1"/>
    <w:rsid w:val="006D2BBB"/>
    <w:rsid w:val="006E355A"/>
    <w:rsid w:val="006F25B1"/>
    <w:rsid w:val="006F3F80"/>
    <w:rsid w:val="006F58F6"/>
    <w:rsid w:val="00705C49"/>
    <w:rsid w:val="00707792"/>
    <w:rsid w:val="00720D85"/>
    <w:rsid w:val="00730447"/>
    <w:rsid w:val="00731E47"/>
    <w:rsid w:val="00734233"/>
    <w:rsid w:val="007371E4"/>
    <w:rsid w:val="00750509"/>
    <w:rsid w:val="00757240"/>
    <w:rsid w:val="0076022E"/>
    <w:rsid w:val="00762E92"/>
    <w:rsid w:val="00763E3A"/>
    <w:rsid w:val="00767EE6"/>
    <w:rsid w:val="00775C7C"/>
    <w:rsid w:val="00776223"/>
    <w:rsid w:val="00776DFD"/>
    <w:rsid w:val="0077743A"/>
    <w:rsid w:val="00777E4E"/>
    <w:rsid w:val="00780957"/>
    <w:rsid w:val="00783072"/>
    <w:rsid w:val="00784548"/>
    <w:rsid w:val="00791431"/>
    <w:rsid w:val="0079748A"/>
    <w:rsid w:val="007A170B"/>
    <w:rsid w:val="007A380B"/>
    <w:rsid w:val="007A520F"/>
    <w:rsid w:val="007B16E1"/>
    <w:rsid w:val="007D47A8"/>
    <w:rsid w:val="007D5B91"/>
    <w:rsid w:val="0080439E"/>
    <w:rsid w:val="00806A11"/>
    <w:rsid w:val="00840395"/>
    <w:rsid w:val="008517B5"/>
    <w:rsid w:val="008561D6"/>
    <w:rsid w:val="00866977"/>
    <w:rsid w:val="008733E8"/>
    <w:rsid w:val="00875F66"/>
    <w:rsid w:val="00876E8A"/>
    <w:rsid w:val="00892C01"/>
    <w:rsid w:val="00893431"/>
    <w:rsid w:val="00895DB8"/>
    <w:rsid w:val="008979C9"/>
    <w:rsid w:val="008A4B21"/>
    <w:rsid w:val="008C68BD"/>
    <w:rsid w:val="008E3C2D"/>
    <w:rsid w:val="008E643E"/>
    <w:rsid w:val="008E7559"/>
    <w:rsid w:val="008F2322"/>
    <w:rsid w:val="00936F10"/>
    <w:rsid w:val="009429B1"/>
    <w:rsid w:val="009548FD"/>
    <w:rsid w:val="00955010"/>
    <w:rsid w:val="00961C16"/>
    <w:rsid w:val="0096676C"/>
    <w:rsid w:val="0097479F"/>
    <w:rsid w:val="00982E03"/>
    <w:rsid w:val="009923B9"/>
    <w:rsid w:val="00992771"/>
    <w:rsid w:val="00996831"/>
    <w:rsid w:val="009B6C1C"/>
    <w:rsid w:val="009C11CE"/>
    <w:rsid w:val="009C12ED"/>
    <w:rsid w:val="009C3BA9"/>
    <w:rsid w:val="009D2B3E"/>
    <w:rsid w:val="009E24BF"/>
    <w:rsid w:val="00A016FC"/>
    <w:rsid w:val="00A021C3"/>
    <w:rsid w:val="00A06F8E"/>
    <w:rsid w:val="00A27308"/>
    <w:rsid w:val="00A44016"/>
    <w:rsid w:val="00A57C23"/>
    <w:rsid w:val="00A71EF3"/>
    <w:rsid w:val="00A772BE"/>
    <w:rsid w:val="00A85B37"/>
    <w:rsid w:val="00A85B57"/>
    <w:rsid w:val="00AA5B49"/>
    <w:rsid w:val="00AB0EA6"/>
    <w:rsid w:val="00AD6E6D"/>
    <w:rsid w:val="00AE0DA3"/>
    <w:rsid w:val="00AE6732"/>
    <w:rsid w:val="00AF31BC"/>
    <w:rsid w:val="00AF4F5B"/>
    <w:rsid w:val="00AF7116"/>
    <w:rsid w:val="00B046D0"/>
    <w:rsid w:val="00B114BF"/>
    <w:rsid w:val="00B12329"/>
    <w:rsid w:val="00B174C3"/>
    <w:rsid w:val="00B213C5"/>
    <w:rsid w:val="00B264F3"/>
    <w:rsid w:val="00B30FF6"/>
    <w:rsid w:val="00B354B7"/>
    <w:rsid w:val="00B46F70"/>
    <w:rsid w:val="00B5711D"/>
    <w:rsid w:val="00B63966"/>
    <w:rsid w:val="00B66870"/>
    <w:rsid w:val="00B67634"/>
    <w:rsid w:val="00B702BB"/>
    <w:rsid w:val="00B77C8F"/>
    <w:rsid w:val="00B829C2"/>
    <w:rsid w:val="00B8583B"/>
    <w:rsid w:val="00B95528"/>
    <w:rsid w:val="00BB6147"/>
    <w:rsid w:val="00BC2B0B"/>
    <w:rsid w:val="00BC5BB2"/>
    <w:rsid w:val="00BD4E70"/>
    <w:rsid w:val="00BE0297"/>
    <w:rsid w:val="00BE2356"/>
    <w:rsid w:val="00BE4A3F"/>
    <w:rsid w:val="00BF3835"/>
    <w:rsid w:val="00BF5C70"/>
    <w:rsid w:val="00BF5E06"/>
    <w:rsid w:val="00C22AA2"/>
    <w:rsid w:val="00C36EBE"/>
    <w:rsid w:val="00C37E99"/>
    <w:rsid w:val="00C5319E"/>
    <w:rsid w:val="00C6205B"/>
    <w:rsid w:val="00C66566"/>
    <w:rsid w:val="00C66790"/>
    <w:rsid w:val="00C7385D"/>
    <w:rsid w:val="00C7511A"/>
    <w:rsid w:val="00C80812"/>
    <w:rsid w:val="00C81E43"/>
    <w:rsid w:val="00C84424"/>
    <w:rsid w:val="00C8641F"/>
    <w:rsid w:val="00C864DE"/>
    <w:rsid w:val="00C86F73"/>
    <w:rsid w:val="00C92028"/>
    <w:rsid w:val="00CA3D5E"/>
    <w:rsid w:val="00CA48CD"/>
    <w:rsid w:val="00CB34D4"/>
    <w:rsid w:val="00CB4A7C"/>
    <w:rsid w:val="00CB4D59"/>
    <w:rsid w:val="00CB6845"/>
    <w:rsid w:val="00CC0C46"/>
    <w:rsid w:val="00CC6CF9"/>
    <w:rsid w:val="00CD2BF8"/>
    <w:rsid w:val="00CE504B"/>
    <w:rsid w:val="00D00389"/>
    <w:rsid w:val="00D064C1"/>
    <w:rsid w:val="00D11414"/>
    <w:rsid w:val="00D152A5"/>
    <w:rsid w:val="00D15A58"/>
    <w:rsid w:val="00D3256F"/>
    <w:rsid w:val="00D34077"/>
    <w:rsid w:val="00D34E90"/>
    <w:rsid w:val="00D415EE"/>
    <w:rsid w:val="00D43D08"/>
    <w:rsid w:val="00D46797"/>
    <w:rsid w:val="00D563C3"/>
    <w:rsid w:val="00D64E0A"/>
    <w:rsid w:val="00D64EDE"/>
    <w:rsid w:val="00D70112"/>
    <w:rsid w:val="00D71789"/>
    <w:rsid w:val="00D730A9"/>
    <w:rsid w:val="00D83EE0"/>
    <w:rsid w:val="00D875A4"/>
    <w:rsid w:val="00D972C2"/>
    <w:rsid w:val="00D97E36"/>
    <w:rsid w:val="00DA3024"/>
    <w:rsid w:val="00DA49E0"/>
    <w:rsid w:val="00DA61E1"/>
    <w:rsid w:val="00DB3C7A"/>
    <w:rsid w:val="00DB4D51"/>
    <w:rsid w:val="00DB603F"/>
    <w:rsid w:val="00DB6459"/>
    <w:rsid w:val="00DC69D1"/>
    <w:rsid w:val="00DD0DFF"/>
    <w:rsid w:val="00DD1867"/>
    <w:rsid w:val="00DD5F06"/>
    <w:rsid w:val="00DD76CA"/>
    <w:rsid w:val="00DE2727"/>
    <w:rsid w:val="00DE2AF9"/>
    <w:rsid w:val="00DE380D"/>
    <w:rsid w:val="00DE39A4"/>
    <w:rsid w:val="00DF2C15"/>
    <w:rsid w:val="00DF32D9"/>
    <w:rsid w:val="00E026A1"/>
    <w:rsid w:val="00E0279A"/>
    <w:rsid w:val="00E0682D"/>
    <w:rsid w:val="00E131A7"/>
    <w:rsid w:val="00E16BDB"/>
    <w:rsid w:val="00E35127"/>
    <w:rsid w:val="00E40A7D"/>
    <w:rsid w:val="00E42D3A"/>
    <w:rsid w:val="00E45E82"/>
    <w:rsid w:val="00E615BE"/>
    <w:rsid w:val="00E6573A"/>
    <w:rsid w:val="00E71877"/>
    <w:rsid w:val="00E75E72"/>
    <w:rsid w:val="00E76650"/>
    <w:rsid w:val="00E7690C"/>
    <w:rsid w:val="00E84DDF"/>
    <w:rsid w:val="00E86162"/>
    <w:rsid w:val="00E944B4"/>
    <w:rsid w:val="00EA65FB"/>
    <w:rsid w:val="00EE01FD"/>
    <w:rsid w:val="00EE3497"/>
    <w:rsid w:val="00EE34E4"/>
    <w:rsid w:val="00EE48D5"/>
    <w:rsid w:val="00EE7CFB"/>
    <w:rsid w:val="00EF5108"/>
    <w:rsid w:val="00F00975"/>
    <w:rsid w:val="00F014CA"/>
    <w:rsid w:val="00F238CC"/>
    <w:rsid w:val="00F34E56"/>
    <w:rsid w:val="00F40175"/>
    <w:rsid w:val="00F4156F"/>
    <w:rsid w:val="00F41C17"/>
    <w:rsid w:val="00F51E25"/>
    <w:rsid w:val="00F72767"/>
    <w:rsid w:val="00F76082"/>
    <w:rsid w:val="00F77664"/>
    <w:rsid w:val="00F91093"/>
    <w:rsid w:val="00FB5035"/>
    <w:rsid w:val="00FB5AF5"/>
    <w:rsid w:val="00FC2901"/>
    <w:rsid w:val="00FC485A"/>
    <w:rsid w:val="00FC4EFC"/>
    <w:rsid w:val="00FC5B6D"/>
    <w:rsid w:val="00FC74EB"/>
    <w:rsid w:val="00FC777C"/>
    <w:rsid w:val="00FD08DD"/>
    <w:rsid w:val="00FD4690"/>
    <w:rsid w:val="00FD553E"/>
    <w:rsid w:val="00FE170B"/>
    <w:rsid w:val="00FE3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HTML Variable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F31B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AF31B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AF31B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AF31B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AF31BC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64F55"/>
    <w:pPr>
      <w:spacing w:before="100" w:beforeAutospacing="1" w:after="100" w:afterAutospacing="1"/>
    </w:pPr>
    <w:rPr>
      <w:rFonts w:ascii="Times New Roman" w:hAnsi="Times New Roman"/>
    </w:rPr>
  </w:style>
  <w:style w:type="paragraph" w:styleId="a4">
    <w:name w:val="List Paragraph"/>
    <w:basedOn w:val="a"/>
    <w:uiPriority w:val="34"/>
    <w:qFormat/>
    <w:rsid w:val="006B1CCA"/>
    <w:pPr>
      <w:ind w:left="720"/>
      <w:contextualSpacing/>
    </w:pPr>
  </w:style>
  <w:style w:type="character" w:customStyle="1" w:styleId="10">
    <w:name w:val="Заголовок 1 Знак"/>
    <w:aliases w:val="!Части документа Знак"/>
    <w:link w:val="1"/>
    <w:rsid w:val="00136DA8"/>
    <w:rPr>
      <w:rFonts w:ascii="Arial" w:hAnsi="Arial" w:cs="Arial"/>
      <w:b/>
      <w:bCs/>
      <w:kern w:val="32"/>
      <w:sz w:val="32"/>
      <w:szCs w:val="32"/>
    </w:rPr>
  </w:style>
  <w:style w:type="paragraph" w:styleId="a5">
    <w:name w:val="Title"/>
    <w:basedOn w:val="a"/>
    <w:link w:val="a6"/>
    <w:uiPriority w:val="99"/>
    <w:qFormat/>
    <w:rsid w:val="00136DA8"/>
    <w:pPr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6">
    <w:name w:val="Название Знак"/>
    <w:link w:val="a5"/>
    <w:uiPriority w:val="99"/>
    <w:rsid w:val="00136DA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footnote text"/>
    <w:basedOn w:val="a"/>
    <w:link w:val="a8"/>
    <w:semiHidden/>
    <w:rsid w:val="00200DAF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8">
    <w:name w:val="Текст сноски Знак"/>
    <w:link w:val="a7"/>
    <w:semiHidden/>
    <w:rsid w:val="00200DAF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footnote reference"/>
    <w:semiHidden/>
    <w:rsid w:val="00200DAF"/>
    <w:rPr>
      <w:rFonts w:cs="Times New Roman"/>
      <w:vertAlign w:val="superscript"/>
    </w:rPr>
  </w:style>
  <w:style w:type="table" w:styleId="aa">
    <w:name w:val="Table Grid"/>
    <w:basedOn w:val="a1"/>
    <w:rsid w:val="00200DAF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200D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200DAF"/>
    <w:rPr>
      <w:rFonts w:ascii="Courier New" w:eastAsia="Times New Roman" w:hAnsi="Courier New" w:cs="Courier New"/>
      <w:sz w:val="20"/>
      <w:szCs w:val="20"/>
    </w:rPr>
  </w:style>
  <w:style w:type="character" w:styleId="ab">
    <w:name w:val="Strong"/>
    <w:uiPriority w:val="22"/>
    <w:qFormat/>
    <w:rsid w:val="00200DAF"/>
    <w:rPr>
      <w:b/>
      <w:bCs/>
    </w:rPr>
  </w:style>
  <w:style w:type="paragraph" w:customStyle="1" w:styleId="FR3">
    <w:name w:val="FR3"/>
    <w:rsid w:val="00200DAF"/>
    <w:pPr>
      <w:widowControl w:val="0"/>
    </w:pPr>
    <w:rPr>
      <w:rFonts w:ascii="Courier New" w:hAnsi="Courier New" w:cs="Courier New"/>
      <w:sz w:val="18"/>
      <w:szCs w:val="18"/>
    </w:rPr>
  </w:style>
  <w:style w:type="paragraph" w:customStyle="1" w:styleId="b">
    <w:name w:val="Обычнbй"/>
    <w:rsid w:val="00200DAF"/>
    <w:pPr>
      <w:widowControl w:val="0"/>
    </w:pPr>
    <w:rPr>
      <w:rFonts w:ascii="Times New Roman" w:hAnsi="Times New Roman"/>
      <w:sz w:val="28"/>
      <w:szCs w:val="28"/>
    </w:rPr>
  </w:style>
  <w:style w:type="character" w:styleId="ac">
    <w:name w:val="Hyperlink"/>
    <w:rsid w:val="00AF31BC"/>
    <w:rPr>
      <w:color w:val="0000FF"/>
      <w:u w:val="none"/>
    </w:rPr>
  </w:style>
  <w:style w:type="paragraph" w:styleId="ad">
    <w:name w:val="header"/>
    <w:basedOn w:val="a"/>
    <w:link w:val="ae"/>
    <w:rsid w:val="00200DA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e">
    <w:name w:val="Верхний колонтитул Знак"/>
    <w:link w:val="ad"/>
    <w:rsid w:val="00200DAF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footer"/>
    <w:basedOn w:val="a"/>
    <w:link w:val="af0"/>
    <w:rsid w:val="00200DA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f0">
    <w:name w:val="Нижний колонтитул Знак"/>
    <w:link w:val="af"/>
    <w:rsid w:val="00200DAF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Абзац списка1"/>
    <w:basedOn w:val="a"/>
    <w:rsid w:val="00200DAF"/>
    <w:pPr>
      <w:ind w:left="720"/>
    </w:pPr>
    <w:rPr>
      <w:rFonts w:ascii="Times New Roman" w:eastAsia="Calibri" w:hAnsi="Times New Roman"/>
    </w:rPr>
  </w:style>
  <w:style w:type="paragraph" w:customStyle="1" w:styleId="Default">
    <w:name w:val="Default"/>
    <w:uiPriority w:val="99"/>
    <w:rsid w:val="00200DA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dktexleft">
    <w:name w:val="dktexleft"/>
    <w:basedOn w:val="a"/>
    <w:uiPriority w:val="99"/>
    <w:rsid w:val="00200DAF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text3cl">
    <w:name w:val="text3cl"/>
    <w:basedOn w:val="a"/>
    <w:rsid w:val="00200DAF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pple-converted-space">
    <w:name w:val="apple-converted-space"/>
    <w:basedOn w:val="a0"/>
    <w:rsid w:val="00200DAF"/>
  </w:style>
  <w:style w:type="character" w:styleId="af1">
    <w:name w:val="FollowedHyperlink"/>
    <w:rsid w:val="00200DAF"/>
    <w:rPr>
      <w:color w:val="800080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200DAF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200DA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aliases w:val="!Разделы документа Знак"/>
    <w:link w:val="2"/>
    <w:rsid w:val="00510A8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510A8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510A87"/>
    <w:rPr>
      <w:rFonts w:ascii="Arial" w:hAnsi="Arial"/>
      <w:b/>
      <w:bCs/>
      <w:sz w:val="26"/>
      <w:szCs w:val="28"/>
    </w:rPr>
  </w:style>
  <w:style w:type="character" w:styleId="HTML1">
    <w:name w:val="HTML Variable"/>
    <w:aliases w:val="!Ссылки в документе"/>
    <w:rsid w:val="00AF31BC"/>
    <w:rPr>
      <w:rFonts w:ascii="Arial" w:hAnsi="Arial"/>
      <w:b w:val="0"/>
      <w:i w:val="0"/>
      <w:iCs/>
      <w:color w:val="0000FF"/>
      <w:sz w:val="24"/>
      <w:u w:val="none"/>
    </w:rPr>
  </w:style>
  <w:style w:type="paragraph" w:styleId="af4">
    <w:name w:val="annotation text"/>
    <w:aliases w:val="!Равноширинный текст документа"/>
    <w:basedOn w:val="a"/>
    <w:link w:val="af5"/>
    <w:semiHidden/>
    <w:rsid w:val="00AF31BC"/>
    <w:rPr>
      <w:rFonts w:ascii="Courier" w:hAnsi="Courier"/>
      <w:sz w:val="22"/>
      <w:szCs w:val="20"/>
    </w:rPr>
  </w:style>
  <w:style w:type="character" w:customStyle="1" w:styleId="af5">
    <w:name w:val="Текст примечания Знак"/>
    <w:aliases w:val="!Равноширинный текст документа Знак"/>
    <w:link w:val="af4"/>
    <w:semiHidden/>
    <w:rsid w:val="00510A87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AF31B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f6">
    <w:name w:val="No Spacing"/>
    <w:uiPriority w:val="1"/>
    <w:qFormat/>
    <w:rsid w:val="0039733F"/>
    <w:rPr>
      <w:rFonts w:eastAsia="Calibri"/>
      <w:sz w:val="22"/>
      <w:szCs w:val="22"/>
      <w:lang w:eastAsia="en-US"/>
    </w:rPr>
  </w:style>
  <w:style w:type="paragraph" w:customStyle="1" w:styleId="formattext">
    <w:name w:val="formattext"/>
    <w:basedOn w:val="a"/>
    <w:uiPriority w:val="99"/>
    <w:rsid w:val="00B174C3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PlusNormal">
    <w:name w:val="ConsPlusNormal"/>
    <w:rsid w:val="00840395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3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4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\&#1040;&#1088;&#1084;&#1052;&#1091;&#1085;&#1080;&#1094;&#1080;&#1087;&#1072;&#1083;%202.1%20(build%201.2)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0CFC2-F1E1-42D1-B40B-EE97F4D91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1954</TotalTime>
  <Pages>1</Pages>
  <Words>3209</Words>
  <Characters>18293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nvkonovalova</dc:creator>
  <cp:lastModifiedBy>dorogi</cp:lastModifiedBy>
  <cp:revision>115</cp:revision>
  <cp:lastPrinted>2022-12-26T09:47:00Z</cp:lastPrinted>
  <dcterms:created xsi:type="dcterms:W3CDTF">2020-06-30T17:59:00Z</dcterms:created>
  <dcterms:modified xsi:type="dcterms:W3CDTF">2023-02-27T12:20:00Z</dcterms:modified>
</cp:coreProperties>
</file>