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FD6" w:rsidRPr="00573173" w:rsidRDefault="00682FD6" w:rsidP="00682FD6">
      <w:pPr>
        <w:suppressAutoHyphens/>
        <w:ind w:firstLine="0"/>
        <w:jc w:val="center"/>
        <w:rPr>
          <w:rFonts w:ascii="Times New Roman" w:hAnsi="Times New Roman"/>
          <w:b/>
          <w:sz w:val="28"/>
          <w:szCs w:val="20"/>
          <w:lang w:eastAsia="ar-SA"/>
        </w:rPr>
      </w:pPr>
    </w:p>
    <w:p w:rsidR="00682FD6" w:rsidRDefault="00682FD6" w:rsidP="00682FD6">
      <w:pPr>
        <w:suppressAutoHyphens/>
        <w:ind w:firstLine="0"/>
        <w:jc w:val="center"/>
        <w:rPr>
          <w:rFonts w:ascii="Times New Roman" w:hAnsi="Times New Roman"/>
          <w:b/>
          <w:sz w:val="28"/>
          <w:szCs w:val="20"/>
          <w:lang w:eastAsia="ar-SA"/>
        </w:rPr>
      </w:pPr>
    </w:p>
    <w:p w:rsidR="00682FD6" w:rsidRDefault="00682FD6" w:rsidP="00682FD6">
      <w:pPr>
        <w:suppressAutoHyphens/>
        <w:ind w:firstLine="0"/>
        <w:jc w:val="center"/>
        <w:rPr>
          <w:rFonts w:ascii="Times New Roman" w:hAnsi="Times New Roman"/>
          <w:b/>
          <w:sz w:val="28"/>
          <w:szCs w:val="20"/>
          <w:lang w:eastAsia="ar-SA"/>
        </w:rPr>
      </w:pPr>
      <w:r w:rsidRPr="00A875C8">
        <w:rPr>
          <w:rFonts w:ascii="Times New Roman" w:hAnsi="Times New Roman"/>
          <w:b/>
          <w:noProof/>
          <w:sz w:val="28"/>
          <w:szCs w:val="20"/>
        </w:rPr>
        <w:drawing>
          <wp:anchor distT="0" distB="0" distL="114300" distR="114300" simplePos="0" relativeHeight="251659264" behindDoc="0" locked="0" layoutInCell="1" allowOverlap="1">
            <wp:simplePos x="0" y="0"/>
            <wp:positionH relativeFrom="column">
              <wp:posOffset>2722245</wp:posOffset>
            </wp:positionH>
            <wp:positionV relativeFrom="paragraph">
              <wp:posOffset>-484505</wp:posOffset>
            </wp:positionV>
            <wp:extent cx="646430" cy="807720"/>
            <wp:effectExtent l="0" t="0" r="1270" b="0"/>
            <wp:wrapNone/>
            <wp:docPr id="1"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6430" cy="807720"/>
                    </a:xfrm>
                    <a:prstGeom prst="rect">
                      <a:avLst/>
                    </a:prstGeom>
                    <a:noFill/>
                  </pic:spPr>
                </pic:pic>
              </a:graphicData>
            </a:graphic>
          </wp:anchor>
        </w:drawing>
      </w:r>
    </w:p>
    <w:p w:rsidR="00682FD6" w:rsidRDefault="00682FD6" w:rsidP="00682FD6">
      <w:pPr>
        <w:suppressAutoHyphens/>
        <w:ind w:firstLine="0"/>
        <w:jc w:val="center"/>
        <w:rPr>
          <w:rFonts w:ascii="Times New Roman" w:hAnsi="Times New Roman"/>
          <w:b/>
          <w:sz w:val="28"/>
          <w:szCs w:val="20"/>
          <w:lang w:eastAsia="ar-SA"/>
        </w:rPr>
      </w:pPr>
    </w:p>
    <w:p w:rsidR="00682FD6" w:rsidRDefault="00682FD6" w:rsidP="00682FD6">
      <w:pPr>
        <w:suppressAutoHyphens/>
        <w:ind w:firstLine="0"/>
        <w:jc w:val="center"/>
        <w:rPr>
          <w:rFonts w:ascii="Times New Roman" w:hAnsi="Times New Roman"/>
          <w:sz w:val="28"/>
          <w:szCs w:val="28"/>
        </w:rPr>
      </w:pPr>
      <w:r>
        <w:rPr>
          <w:rFonts w:ascii="Times New Roman" w:hAnsi="Times New Roman"/>
          <w:b/>
          <w:sz w:val="28"/>
          <w:szCs w:val="20"/>
          <w:lang w:eastAsia="ar-SA"/>
        </w:rPr>
        <w:t>АДМИНИСТРАЦИЯ ПАВЛОВСКОГО МУНИЦИПАЛЬНОГО РАЙОНА</w:t>
      </w:r>
      <w:r>
        <w:rPr>
          <w:rFonts w:ascii="Times New Roman" w:hAnsi="Times New Roman"/>
          <w:b/>
          <w:bCs/>
          <w:sz w:val="28"/>
          <w:szCs w:val="28"/>
        </w:rPr>
        <w:t xml:space="preserve"> ВОРОНЕЖСКОЙ ОБЛАСТИ</w:t>
      </w:r>
    </w:p>
    <w:p w:rsidR="00682FD6" w:rsidRDefault="00682FD6" w:rsidP="00682FD6">
      <w:pPr>
        <w:ind w:firstLine="0"/>
        <w:jc w:val="center"/>
        <w:rPr>
          <w:rFonts w:ascii="Times New Roman" w:hAnsi="Times New Roman"/>
          <w:szCs w:val="28"/>
          <w:u w:val="single"/>
        </w:rPr>
      </w:pPr>
    </w:p>
    <w:p w:rsidR="00682FD6" w:rsidRDefault="00682FD6" w:rsidP="00682FD6">
      <w:pPr>
        <w:ind w:firstLine="0"/>
        <w:jc w:val="center"/>
        <w:rPr>
          <w:rFonts w:ascii="Times New Roman" w:hAnsi="Times New Roman"/>
          <w:b/>
          <w:sz w:val="40"/>
          <w:szCs w:val="40"/>
        </w:rPr>
      </w:pPr>
      <w:r>
        <w:rPr>
          <w:rFonts w:ascii="Times New Roman" w:hAnsi="Times New Roman"/>
          <w:b/>
          <w:sz w:val="40"/>
          <w:szCs w:val="40"/>
        </w:rPr>
        <w:t>ПОСТАНОВЛЕНИЕ</w:t>
      </w:r>
    </w:p>
    <w:tbl>
      <w:tblPr>
        <w:tblW w:w="0" w:type="auto"/>
        <w:tblLayout w:type="fixed"/>
        <w:tblLook w:val="04A0"/>
      </w:tblPr>
      <w:tblGrid>
        <w:gridCol w:w="732"/>
        <w:gridCol w:w="1944"/>
        <w:gridCol w:w="638"/>
        <w:gridCol w:w="1112"/>
      </w:tblGrid>
      <w:tr w:rsidR="00682FD6" w:rsidTr="00505DFA">
        <w:trPr>
          <w:trHeight w:val="347"/>
        </w:trPr>
        <w:tc>
          <w:tcPr>
            <w:tcW w:w="732" w:type="dxa"/>
          </w:tcPr>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r>
              <w:rPr>
                <w:rFonts w:ascii="Times New Roman" w:hAnsi="Times New Roman"/>
                <w:sz w:val="26"/>
                <w:szCs w:val="26"/>
              </w:rPr>
              <w:t>От</w:t>
            </w:r>
          </w:p>
        </w:tc>
        <w:tc>
          <w:tcPr>
            <w:tcW w:w="1944" w:type="dxa"/>
            <w:tcBorders>
              <w:top w:val="nil"/>
              <w:left w:val="nil"/>
              <w:bottom w:val="single" w:sz="4" w:space="0" w:color="auto"/>
              <w:right w:val="nil"/>
            </w:tcBorders>
            <w:vAlign w:val="bottom"/>
          </w:tcPr>
          <w:p w:rsidR="00682FD6" w:rsidRDefault="00682FD6" w:rsidP="00505DFA">
            <w:pPr>
              <w:spacing w:line="360" w:lineRule="atLeast"/>
              <w:ind w:firstLine="0"/>
              <w:jc w:val="center"/>
              <w:rPr>
                <w:rFonts w:ascii="Times New Roman" w:hAnsi="Times New Roman"/>
                <w:sz w:val="26"/>
                <w:szCs w:val="26"/>
              </w:rPr>
            </w:pPr>
          </w:p>
        </w:tc>
        <w:tc>
          <w:tcPr>
            <w:tcW w:w="638" w:type="dxa"/>
          </w:tcPr>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r>
              <w:rPr>
                <w:rFonts w:ascii="Times New Roman" w:hAnsi="Times New Roman"/>
                <w:sz w:val="26"/>
                <w:szCs w:val="26"/>
              </w:rPr>
              <w:t>№</w:t>
            </w:r>
          </w:p>
        </w:tc>
        <w:tc>
          <w:tcPr>
            <w:tcW w:w="1112" w:type="dxa"/>
            <w:tcBorders>
              <w:top w:val="nil"/>
              <w:left w:val="nil"/>
              <w:bottom w:val="single" w:sz="4" w:space="0" w:color="auto"/>
              <w:right w:val="nil"/>
            </w:tcBorders>
          </w:tcPr>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p>
          <w:p w:rsidR="00682FD6" w:rsidRDefault="00682FD6" w:rsidP="00505DFA">
            <w:pPr>
              <w:spacing w:line="360" w:lineRule="atLeast"/>
              <w:ind w:firstLine="0"/>
              <w:rPr>
                <w:rFonts w:ascii="Times New Roman" w:hAnsi="Times New Roman"/>
                <w:sz w:val="26"/>
                <w:szCs w:val="26"/>
              </w:rPr>
            </w:pPr>
          </w:p>
        </w:tc>
      </w:tr>
      <w:tr w:rsidR="00682FD6" w:rsidTr="00505DFA">
        <w:trPr>
          <w:trHeight w:val="116"/>
        </w:trPr>
        <w:tc>
          <w:tcPr>
            <w:tcW w:w="4426" w:type="dxa"/>
            <w:gridSpan w:val="4"/>
            <w:hideMark/>
          </w:tcPr>
          <w:p w:rsidR="00682FD6" w:rsidRDefault="00682FD6" w:rsidP="00505DFA">
            <w:pPr>
              <w:spacing w:line="360" w:lineRule="atLeast"/>
              <w:ind w:firstLine="0"/>
              <w:jc w:val="left"/>
              <w:rPr>
                <w:rFonts w:ascii="Times New Roman" w:hAnsi="Times New Roman"/>
                <w:sz w:val="26"/>
                <w:szCs w:val="26"/>
              </w:rPr>
            </w:pPr>
            <w:r>
              <w:rPr>
                <w:rFonts w:ascii="Times New Roman" w:hAnsi="Times New Roman"/>
                <w:sz w:val="26"/>
                <w:szCs w:val="26"/>
              </w:rPr>
              <w:t xml:space="preserve">             г. Павловск</w:t>
            </w:r>
          </w:p>
        </w:tc>
      </w:tr>
    </w:tbl>
    <w:p w:rsidR="00435582" w:rsidRDefault="0043558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4345A2" w:rsidRPr="00575C87" w:rsidRDefault="004345A2" w:rsidP="004345A2">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4345A2" w:rsidRDefault="004345A2" w:rsidP="004345A2">
      <w:pPr>
        <w:autoSpaceDE w:val="0"/>
        <w:autoSpaceDN w:val="0"/>
        <w:adjustRightInd w:val="0"/>
        <w:ind w:firstLine="709"/>
        <w:rPr>
          <w:rFonts w:ascii="Times New Roman" w:hAnsi="Times New Roman"/>
          <w:sz w:val="26"/>
          <w:szCs w:val="26"/>
        </w:rPr>
      </w:pPr>
    </w:p>
    <w:p w:rsidR="004345A2" w:rsidRPr="0032172F" w:rsidRDefault="004345A2" w:rsidP="004345A2">
      <w:pPr>
        <w:autoSpaceDE w:val="0"/>
        <w:autoSpaceDN w:val="0"/>
        <w:adjustRightInd w:val="0"/>
        <w:ind w:firstLine="709"/>
        <w:rPr>
          <w:rFonts w:ascii="Times New Roman" w:hAnsi="Times New Roman"/>
          <w:sz w:val="26"/>
          <w:szCs w:val="26"/>
        </w:rPr>
      </w:pPr>
    </w:p>
    <w:p w:rsidR="004345A2" w:rsidRPr="00153CF6" w:rsidRDefault="004345A2" w:rsidP="004345A2">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Pr="00845289">
        <w:rPr>
          <w:rFonts w:ascii="Times New Roman" w:hAnsi="Times New Roman"/>
          <w:sz w:val="26"/>
          <w:szCs w:val="26"/>
        </w:rPr>
        <w:t>1</w:t>
      </w:r>
      <w:r w:rsidRPr="000B51A6">
        <w:rPr>
          <w:rFonts w:ascii="Times New Roman" w:hAnsi="Times New Roman"/>
          <w:sz w:val="26"/>
          <w:szCs w:val="26"/>
        </w:rPr>
        <w:t>.12.20</w:t>
      </w:r>
      <w:r>
        <w:rPr>
          <w:rFonts w:ascii="Times New Roman" w:hAnsi="Times New Roman"/>
          <w:sz w:val="26"/>
          <w:szCs w:val="26"/>
        </w:rPr>
        <w:t>2</w:t>
      </w:r>
      <w:r w:rsidRPr="00845289">
        <w:rPr>
          <w:rFonts w:ascii="Times New Roman" w:hAnsi="Times New Roman"/>
          <w:sz w:val="26"/>
          <w:szCs w:val="26"/>
        </w:rPr>
        <w:t>3</w:t>
      </w:r>
      <w:r w:rsidRPr="000B51A6">
        <w:rPr>
          <w:rFonts w:ascii="Times New Roman" w:hAnsi="Times New Roman"/>
          <w:sz w:val="26"/>
          <w:szCs w:val="26"/>
        </w:rPr>
        <w:t xml:space="preserve"> № </w:t>
      </w:r>
      <w:r w:rsidRPr="00845289">
        <w:rPr>
          <w:rFonts w:ascii="Times New Roman" w:hAnsi="Times New Roman"/>
          <w:sz w:val="26"/>
          <w:szCs w:val="26"/>
        </w:rPr>
        <w:t>035</w:t>
      </w:r>
      <w:r>
        <w:rPr>
          <w:rFonts w:ascii="Times New Roman" w:hAnsi="Times New Roman"/>
          <w:sz w:val="26"/>
          <w:szCs w:val="26"/>
        </w:rPr>
        <w:t xml:space="preserve">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Pr>
          <w:rFonts w:ascii="Times New Roman" w:hAnsi="Times New Roman"/>
          <w:sz w:val="26"/>
          <w:szCs w:val="26"/>
        </w:rPr>
        <w:t>2</w:t>
      </w:r>
      <w:r w:rsidRPr="00845289">
        <w:rPr>
          <w:rFonts w:ascii="Times New Roman" w:hAnsi="Times New Roman"/>
          <w:sz w:val="26"/>
          <w:szCs w:val="26"/>
        </w:rPr>
        <w:t>4</w:t>
      </w:r>
      <w:r w:rsidRPr="000B51A6">
        <w:rPr>
          <w:rFonts w:ascii="Times New Roman" w:hAnsi="Times New Roman"/>
          <w:sz w:val="26"/>
          <w:szCs w:val="26"/>
        </w:rPr>
        <w:t xml:space="preserve"> год и на плановый период 202</w:t>
      </w:r>
      <w:r w:rsidRPr="00845289">
        <w:rPr>
          <w:rFonts w:ascii="Times New Roman" w:hAnsi="Times New Roman"/>
          <w:sz w:val="26"/>
          <w:szCs w:val="26"/>
        </w:rPr>
        <w:t>5</w:t>
      </w:r>
      <w:r w:rsidRPr="000B51A6">
        <w:rPr>
          <w:rFonts w:ascii="Times New Roman" w:hAnsi="Times New Roman"/>
          <w:sz w:val="26"/>
          <w:szCs w:val="26"/>
        </w:rPr>
        <w:t xml:space="preserve"> и 202</w:t>
      </w:r>
      <w:r w:rsidRPr="00845289">
        <w:rPr>
          <w:rFonts w:ascii="Times New Roman" w:hAnsi="Times New Roman"/>
          <w:sz w:val="26"/>
          <w:szCs w:val="26"/>
        </w:rPr>
        <w:t>6</w:t>
      </w:r>
      <w:r w:rsidRPr="000B51A6">
        <w:rPr>
          <w:rFonts w:ascii="Times New Roman" w:hAnsi="Times New Roman"/>
          <w:sz w:val="26"/>
          <w:szCs w:val="26"/>
        </w:rPr>
        <w:t xml:space="preserve"> годов»</w:t>
      </w:r>
      <w:r>
        <w:rPr>
          <w:rFonts w:ascii="Times New Roman" w:hAnsi="Times New Roman"/>
          <w:sz w:val="26"/>
          <w:szCs w:val="26"/>
        </w:rPr>
        <w:t>,</w:t>
      </w:r>
      <w:r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Pr="000B51A6">
        <w:rPr>
          <w:rFonts w:ascii="Times New Roman" w:hAnsi="Times New Roman"/>
          <w:sz w:val="26"/>
          <w:szCs w:val="26"/>
        </w:rPr>
        <w:t xml:space="preserve"> повышения эффективности программных</w:t>
      </w:r>
      <w:r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4345A2" w:rsidRDefault="004345A2" w:rsidP="004345A2">
      <w:pPr>
        <w:autoSpaceDE w:val="0"/>
        <w:autoSpaceDN w:val="0"/>
        <w:adjustRightInd w:val="0"/>
        <w:ind w:firstLine="540"/>
        <w:jc w:val="center"/>
        <w:rPr>
          <w:sz w:val="26"/>
          <w:szCs w:val="26"/>
        </w:rPr>
      </w:pPr>
    </w:p>
    <w:p w:rsidR="004345A2" w:rsidRDefault="004345A2" w:rsidP="004345A2">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4345A2" w:rsidRPr="0032172F" w:rsidRDefault="004345A2" w:rsidP="004345A2">
      <w:pPr>
        <w:autoSpaceDE w:val="0"/>
        <w:autoSpaceDN w:val="0"/>
        <w:adjustRightInd w:val="0"/>
        <w:ind w:firstLine="709"/>
        <w:jc w:val="center"/>
        <w:rPr>
          <w:rFonts w:ascii="Times New Roman" w:hAnsi="Times New Roman"/>
          <w:sz w:val="26"/>
          <w:szCs w:val="26"/>
        </w:rPr>
      </w:pPr>
    </w:p>
    <w:p w:rsidR="004345A2" w:rsidRPr="00153CF6" w:rsidRDefault="004345A2" w:rsidP="004345A2">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Pr>
          <w:rFonts w:ascii="Times New Roman" w:hAnsi="Times New Roman"/>
          <w:sz w:val="26"/>
          <w:szCs w:val="26"/>
        </w:rPr>
        <w:t>,</w:t>
      </w:r>
      <w:r w:rsidRPr="00153CF6">
        <w:rPr>
          <w:rFonts w:ascii="Times New Roman" w:hAnsi="Times New Roman"/>
          <w:sz w:val="26"/>
          <w:szCs w:val="26"/>
        </w:rPr>
        <w:t xml:space="preserve"> следующие изменения:</w:t>
      </w:r>
    </w:p>
    <w:p w:rsidR="004345A2" w:rsidRDefault="004345A2" w:rsidP="004345A2">
      <w:pPr>
        <w:autoSpaceDE w:val="0"/>
        <w:autoSpaceDN w:val="0"/>
        <w:adjustRightInd w:val="0"/>
        <w:rPr>
          <w:rFonts w:ascii="Times New Roman" w:hAnsi="Times New Roman"/>
          <w:sz w:val="26"/>
          <w:szCs w:val="26"/>
        </w:rPr>
      </w:pPr>
    </w:p>
    <w:p w:rsidR="004345A2" w:rsidRDefault="004345A2" w:rsidP="004345A2">
      <w:pPr>
        <w:autoSpaceDE w:val="0"/>
        <w:autoSpaceDN w:val="0"/>
        <w:adjustRightInd w:val="0"/>
        <w:rPr>
          <w:rFonts w:ascii="Times New Roman" w:hAnsi="Times New Roman"/>
          <w:sz w:val="26"/>
          <w:szCs w:val="26"/>
        </w:rPr>
      </w:pPr>
      <w:r>
        <w:rPr>
          <w:rFonts w:ascii="Times New Roman" w:hAnsi="Times New Roman"/>
          <w:sz w:val="26"/>
          <w:szCs w:val="26"/>
        </w:rPr>
        <w:lastRenderedPageBreak/>
        <w:t xml:space="preserve">1.1. </w:t>
      </w:r>
      <w:r>
        <w:rPr>
          <w:rFonts w:ascii="Times New Roman" w:hAnsi="Times New Roman"/>
          <w:bCs/>
          <w:sz w:val="26"/>
          <w:szCs w:val="26"/>
        </w:rPr>
        <w:t xml:space="preserve">В постановлении п.4 изложить в следующей </w:t>
      </w:r>
      <w:r w:rsidRPr="0021429D">
        <w:rPr>
          <w:rFonts w:ascii="Times New Roman" w:hAnsi="Times New Roman"/>
          <w:bCs/>
          <w:sz w:val="26"/>
          <w:szCs w:val="26"/>
        </w:rPr>
        <w:t>редакции «</w:t>
      </w:r>
      <w:proofErr w:type="gramStart"/>
      <w:r w:rsidRPr="0021429D">
        <w:rPr>
          <w:rFonts w:ascii="Times New Roman" w:hAnsi="Times New Roman"/>
          <w:bCs/>
          <w:sz w:val="26"/>
          <w:szCs w:val="26"/>
        </w:rPr>
        <w:t>Контроль за</w:t>
      </w:r>
      <w:proofErr w:type="gramEnd"/>
      <w:r w:rsidRPr="0021429D">
        <w:rPr>
          <w:rFonts w:ascii="Times New Roman" w:hAnsi="Times New Roman"/>
          <w:bCs/>
          <w:sz w:val="26"/>
          <w:szCs w:val="26"/>
        </w:rPr>
        <w:t xml:space="preserve"> исполнением настоящего постановления оставляю за собой</w:t>
      </w:r>
      <w:r>
        <w:rPr>
          <w:rFonts w:ascii="Times New Roman" w:hAnsi="Times New Roman"/>
          <w:bCs/>
          <w:sz w:val="26"/>
          <w:szCs w:val="26"/>
        </w:rPr>
        <w:t>».</w:t>
      </w:r>
    </w:p>
    <w:p w:rsidR="004345A2" w:rsidRDefault="004345A2" w:rsidP="004345A2">
      <w:pPr>
        <w:autoSpaceDE w:val="0"/>
        <w:autoSpaceDN w:val="0"/>
        <w:adjustRightInd w:val="0"/>
        <w:rPr>
          <w:rFonts w:ascii="Times New Roman" w:hAnsi="Times New Roman"/>
          <w:bCs/>
          <w:sz w:val="26"/>
          <w:szCs w:val="26"/>
        </w:rPr>
      </w:pPr>
      <w:r w:rsidRPr="00153CF6">
        <w:rPr>
          <w:rFonts w:ascii="Times New Roman" w:hAnsi="Times New Roman"/>
          <w:sz w:val="26"/>
          <w:szCs w:val="26"/>
        </w:rPr>
        <w:t>1.</w:t>
      </w:r>
      <w:r>
        <w:rPr>
          <w:rFonts w:ascii="Times New Roman" w:hAnsi="Times New Roman"/>
          <w:sz w:val="26"/>
          <w:szCs w:val="26"/>
        </w:rPr>
        <w:t>2</w:t>
      </w:r>
      <w:r w:rsidRPr="00153CF6">
        <w:rPr>
          <w:rFonts w:ascii="Times New Roman" w:hAnsi="Times New Roman"/>
          <w:sz w:val="26"/>
          <w:szCs w:val="26"/>
        </w:rPr>
        <w:t>. В паспорте</w:t>
      </w:r>
      <w:r>
        <w:rPr>
          <w:rFonts w:ascii="Times New Roman" w:hAnsi="Times New Roman"/>
          <w:sz w:val="26"/>
          <w:szCs w:val="26"/>
        </w:rPr>
        <w:t xml:space="preserve"> программы с</w:t>
      </w:r>
      <w:r w:rsidRPr="00593A5D">
        <w:rPr>
          <w:rFonts w:ascii="Times New Roman" w:hAnsi="Times New Roman"/>
          <w:sz w:val="26"/>
          <w:szCs w:val="26"/>
        </w:rPr>
        <w:t>троку «</w:t>
      </w:r>
      <w:r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Pr>
          <w:rFonts w:ascii="Times New Roman" w:hAnsi="Times New Roman"/>
          <w:bCs/>
          <w:sz w:val="26"/>
          <w:szCs w:val="26"/>
        </w:rPr>
        <w:t>)» изложить в следующей редакции:</w:t>
      </w:r>
    </w:p>
    <w:p w:rsidR="004345A2" w:rsidRDefault="004345A2" w:rsidP="004345A2">
      <w:pPr>
        <w:autoSpaceDE w:val="0"/>
        <w:autoSpaceDN w:val="0"/>
        <w:adjustRightInd w:val="0"/>
        <w:rPr>
          <w:rFonts w:ascii="Times New Roman" w:hAnsi="Times New Roman"/>
          <w:bCs/>
          <w:sz w:val="26"/>
          <w:szCs w:val="26"/>
        </w:rPr>
      </w:pPr>
    </w:p>
    <w:p w:rsidR="004345A2" w:rsidRDefault="004345A2" w:rsidP="004345A2">
      <w:pPr>
        <w:autoSpaceDE w:val="0"/>
        <w:autoSpaceDN w:val="0"/>
        <w:adjustRightInd w:val="0"/>
        <w:ind w:firstLine="540"/>
        <w:rPr>
          <w:sz w:val="26"/>
          <w:szCs w:val="26"/>
        </w:rPr>
      </w:pPr>
      <w:bookmarkStart w:id="0" w:name="_GoBack"/>
      <w:bookmarkEnd w:id="0"/>
      <w:r>
        <w:rPr>
          <w:rFonts w:ascii="Times New Roman" w:hAnsi="Times New Roman"/>
          <w:bCs/>
          <w:sz w:val="26"/>
          <w:szCs w:val="26"/>
        </w:rPr>
        <w:t>«</w:t>
      </w:r>
    </w:p>
    <w:tbl>
      <w:tblPr>
        <w:tblW w:w="4960" w:type="pct"/>
        <w:tblInd w:w="-102" w:type="dxa"/>
        <w:tblCellMar>
          <w:left w:w="40" w:type="dxa"/>
          <w:right w:w="40" w:type="dxa"/>
        </w:tblCellMar>
        <w:tblLook w:val="0000"/>
      </w:tblPr>
      <w:tblGrid>
        <w:gridCol w:w="2095"/>
        <w:gridCol w:w="7403"/>
      </w:tblGrid>
      <w:tr w:rsidR="004345A2" w:rsidRPr="0032172F" w:rsidTr="007035FA">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4345A2" w:rsidRPr="00E201CD" w:rsidRDefault="004345A2" w:rsidP="007035FA">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4345A2" w:rsidRPr="00E201CD" w:rsidRDefault="004345A2" w:rsidP="007035FA">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Pr>
                <w:rFonts w:ascii="Times New Roman" w:hAnsi="Times New Roman"/>
              </w:rPr>
              <w:t>730 239,5</w:t>
            </w:r>
            <w:r w:rsidRPr="00E201CD">
              <w:rPr>
                <w:rFonts w:ascii="Times New Roman" w:hAnsi="Times New Roman"/>
              </w:rPr>
              <w:t>тыс. рублей,</w:t>
            </w:r>
          </w:p>
          <w:p w:rsidR="004345A2" w:rsidRPr="00E201CD" w:rsidRDefault="004345A2" w:rsidP="007035FA">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4345A2" w:rsidRPr="00E201CD" w:rsidRDefault="004345A2" w:rsidP="007035FA">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4345A2" w:rsidRPr="00E201CD" w:rsidRDefault="004345A2" w:rsidP="007035FA">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xml:space="preserve">– </w:t>
            </w:r>
            <w:r w:rsidRPr="00845289">
              <w:rPr>
                <w:rFonts w:ascii="Times New Roman" w:hAnsi="Times New Roman"/>
              </w:rPr>
              <w:t>30</w:t>
            </w:r>
            <w:r>
              <w:rPr>
                <w:rFonts w:ascii="Times New Roman" w:hAnsi="Times New Roman"/>
              </w:rPr>
              <w:t>9</w:t>
            </w:r>
            <w:r>
              <w:rPr>
                <w:rFonts w:ascii="Times New Roman" w:hAnsi="Times New Roman"/>
                <w:lang w:val="en-US"/>
              </w:rPr>
              <w:t> </w:t>
            </w:r>
            <w:r>
              <w:rPr>
                <w:rFonts w:ascii="Times New Roman" w:hAnsi="Times New Roman"/>
              </w:rPr>
              <w:t>571,8</w:t>
            </w:r>
            <w:r w:rsidRPr="00E201CD">
              <w:rPr>
                <w:rFonts w:ascii="Times New Roman" w:hAnsi="Times New Roman"/>
              </w:rPr>
              <w:t xml:space="preserve"> тыс. рублей;</w:t>
            </w:r>
          </w:p>
          <w:p w:rsidR="004345A2" w:rsidRDefault="004345A2" w:rsidP="007035FA">
            <w:pPr>
              <w:autoSpaceDE w:val="0"/>
              <w:autoSpaceDN w:val="0"/>
              <w:adjustRightInd w:val="0"/>
              <w:ind w:firstLine="0"/>
              <w:rPr>
                <w:rFonts w:ascii="Times New Roman" w:hAnsi="Times New Roman"/>
              </w:rPr>
            </w:pPr>
            <w:r>
              <w:rPr>
                <w:rFonts w:ascii="Times New Roman" w:hAnsi="Times New Roman"/>
              </w:rPr>
              <w:t>3)</w:t>
            </w:r>
            <w:r w:rsidRPr="00E201CD">
              <w:rPr>
                <w:rFonts w:ascii="Times New Roman" w:hAnsi="Times New Roman"/>
              </w:rPr>
              <w:t xml:space="preserve"> бюджет Павловского муниципального района Воронежской области</w:t>
            </w:r>
            <w:r>
              <w:rPr>
                <w:rFonts w:ascii="Times New Roman" w:hAnsi="Times New Roman"/>
              </w:rPr>
              <w:t xml:space="preserve"> </w:t>
            </w:r>
            <w:r w:rsidRPr="00E201CD">
              <w:rPr>
                <w:rFonts w:ascii="Times New Roman" w:hAnsi="Times New Roman"/>
              </w:rPr>
              <w:t>–</w:t>
            </w:r>
            <w:r>
              <w:rPr>
                <w:rFonts w:ascii="Times New Roman" w:hAnsi="Times New Roman"/>
              </w:rPr>
              <w:t xml:space="preserve"> 420 667,7</w:t>
            </w:r>
          </w:p>
          <w:p w:rsidR="004345A2" w:rsidRPr="00E201CD" w:rsidRDefault="004345A2" w:rsidP="007035FA">
            <w:pPr>
              <w:autoSpaceDE w:val="0"/>
              <w:autoSpaceDN w:val="0"/>
              <w:adjustRightInd w:val="0"/>
              <w:ind w:firstLine="0"/>
              <w:rPr>
                <w:rFonts w:ascii="Times New Roman" w:hAnsi="Times New Roman"/>
              </w:rPr>
            </w:pPr>
            <w:r w:rsidRPr="00E201CD">
              <w:rPr>
                <w:rFonts w:ascii="Times New Roman" w:hAnsi="Times New Roman"/>
              </w:rPr>
              <w:t xml:space="preserve"> тыс. рублей;</w:t>
            </w:r>
          </w:p>
          <w:p w:rsidR="004345A2" w:rsidRPr="00E201CD" w:rsidRDefault="004345A2" w:rsidP="007035FA">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4345A2" w:rsidRPr="00E201CD" w:rsidRDefault="004345A2" w:rsidP="007035FA">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4345A2" w:rsidRPr="00E201CD" w:rsidRDefault="004345A2" w:rsidP="007035FA">
            <w:pPr>
              <w:pStyle w:val="ConsPlusNormal"/>
              <w:ind w:firstLine="0"/>
              <w:jc w:val="both"/>
              <w:rPr>
                <w:sz w:val="24"/>
                <w:szCs w:val="24"/>
              </w:rPr>
            </w:pPr>
            <w:r w:rsidRPr="00D368DF">
              <w:rPr>
                <w:rFonts w:ascii="Times New Roman" w:hAnsi="Times New Roman"/>
                <w:sz w:val="24"/>
                <w:szCs w:val="24"/>
              </w:rPr>
              <w:t>2021 год: всего – 129 602,4 тыс. рублей,</w:t>
            </w:r>
          </w:p>
          <w:p w:rsidR="004345A2" w:rsidRPr="00E201CD" w:rsidRDefault="004345A2" w:rsidP="007035FA">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4345A2" w:rsidRPr="00E201CD" w:rsidRDefault="004345A2" w:rsidP="007035FA">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4345A2" w:rsidRPr="00E201CD" w:rsidRDefault="004345A2" w:rsidP="007035FA">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106 584,5</w:t>
            </w:r>
            <w:r w:rsidRPr="00E201CD">
              <w:rPr>
                <w:rFonts w:ascii="Times New Roman" w:hAnsi="Times New Roman"/>
              </w:rPr>
              <w:t xml:space="preserve"> тыс. рублей;</w:t>
            </w:r>
          </w:p>
          <w:p w:rsidR="004345A2" w:rsidRPr="00E201CD" w:rsidRDefault="004345A2" w:rsidP="007035F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2</w:t>
            </w:r>
            <w:r>
              <w:rPr>
                <w:rFonts w:ascii="Times New Roman" w:hAnsi="Times New Roman" w:cs="Times New Roman"/>
                <w:sz w:val="24"/>
                <w:szCs w:val="24"/>
              </w:rPr>
              <w:t>3 017,9</w:t>
            </w:r>
            <w:r w:rsidRPr="00E201CD">
              <w:rPr>
                <w:rFonts w:ascii="Times New Roman" w:hAnsi="Times New Roman" w:cs="Times New Roman"/>
                <w:sz w:val="24"/>
                <w:szCs w:val="24"/>
              </w:rPr>
              <w:t xml:space="preserve"> тыс. рублей;</w:t>
            </w:r>
          </w:p>
          <w:p w:rsidR="004345A2" w:rsidRPr="00E201CD" w:rsidRDefault="004345A2" w:rsidP="007035FA">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4345A2" w:rsidRPr="00E201CD" w:rsidRDefault="004345A2" w:rsidP="007035FA">
            <w:pPr>
              <w:pStyle w:val="ConsPlusNormal"/>
              <w:ind w:firstLine="0"/>
              <w:jc w:val="both"/>
              <w:rPr>
                <w:sz w:val="24"/>
                <w:szCs w:val="24"/>
              </w:rPr>
            </w:pPr>
            <w:r w:rsidRPr="00E201CD">
              <w:rPr>
                <w:rFonts w:ascii="Times New Roman" w:hAnsi="Times New Roman"/>
                <w:sz w:val="24"/>
                <w:szCs w:val="24"/>
              </w:rPr>
              <w:t xml:space="preserve">2022 год: всего – </w:t>
            </w:r>
            <w:r>
              <w:rPr>
                <w:rFonts w:ascii="Times New Roman" w:hAnsi="Times New Roman"/>
                <w:sz w:val="24"/>
                <w:szCs w:val="24"/>
              </w:rPr>
              <w:t>128 931,8</w:t>
            </w:r>
            <w:r w:rsidRPr="00E201CD">
              <w:rPr>
                <w:rFonts w:ascii="Times New Roman" w:hAnsi="Times New Roman"/>
                <w:sz w:val="24"/>
                <w:szCs w:val="24"/>
              </w:rPr>
              <w:t xml:space="preserve"> тыс. рублей,</w:t>
            </w:r>
          </w:p>
          <w:p w:rsidR="004345A2" w:rsidRPr="00E201CD" w:rsidRDefault="004345A2" w:rsidP="007035FA">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4345A2" w:rsidRPr="00E201CD" w:rsidRDefault="004345A2" w:rsidP="007035FA">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4345A2" w:rsidRPr="00E201CD" w:rsidRDefault="004345A2" w:rsidP="007035FA">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70 577,9</w:t>
            </w:r>
            <w:r w:rsidRPr="00E201CD">
              <w:rPr>
                <w:rFonts w:ascii="Times New Roman" w:hAnsi="Times New Roman"/>
              </w:rPr>
              <w:t xml:space="preserve"> тыс. рублей;</w:t>
            </w:r>
          </w:p>
          <w:p w:rsidR="004345A2" w:rsidRPr="00E201CD" w:rsidRDefault="004345A2" w:rsidP="007035F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58 353,9</w:t>
            </w:r>
            <w:r w:rsidRPr="00E201CD">
              <w:rPr>
                <w:rFonts w:ascii="Times New Roman" w:hAnsi="Times New Roman" w:cs="Times New Roman"/>
                <w:sz w:val="24"/>
                <w:szCs w:val="24"/>
              </w:rPr>
              <w:t xml:space="preserve"> тыс. рублей;</w:t>
            </w:r>
          </w:p>
          <w:p w:rsidR="004345A2" w:rsidRPr="00E201CD" w:rsidRDefault="004345A2" w:rsidP="007035FA">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160 826,7</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67 454,6</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93 372,1</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 xml:space="preserve">166 536,8 </w:t>
            </w:r>
            <w:r w:rsidRPr="00AA11D7">
              <w:rPr>
                <w:rFonts w:ascii="Times New Roman" w:hAnsi="Times New Roman"/>
                <w:sz w:val="24"/>
                <w:szCs w:val="24"/>
              </w:rPr>
              <w:t>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Pr>
                <w:rFonts w:ascii="Times New Roman" w:hAnsi="Times New Roman"/>
                <w:sz w:val="24"/>
                <w:szCs w:val="24"/>
              </w:rPr>
              <w:t>45 935,80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 xml:space="preserve">120 601,0 </w:t>
            </w:r>
            <w:r w:rsidRPr="00AA11D7">
              <w:rPr>
                <w:rFonts w:ascii="Times New Roman" w:hAnsi="Times New Roman"/>
                <w:sz w:val="24"/>
                <w:szCs w:val="24"/>
              </w:rPr>
              <w:t>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51 860,9</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Pr>
                <w:rFonts w:ascii="Times New Roman" w:hAnsi="Times New Roman"/>
                <w:sz w:val="24"/>
                <w:szCs w:val="24"/>
              </w:rPr>
              <w:t>2) областной бюджет – 9 336,0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42 524,9</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Pr>
                <w:rFonts w:ascii="Times New Roman" w:hAnsi="Times New Roman"/>
                <w:sz w:val="24"/>
                <w:szCs w:val="24"/>
              </w:rPr>
              <w:t>53 706,9</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lastRenderedPageBreak/>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9 683,0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44 023,9</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4345A2" w:rsidRPr="00E201CD" w:rsidRDefault="004345A2" w:rsidP="007035FA">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4345A2" w:rsidRPr="00593A5D" w:rsidRDefault="004345A2" w:rsidP="004345A2">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4345A2" w:rsidRDefault="004345A2" w:rsidP="004345A2">
      <w:pPr>
        <w:shd w:val="clear" w:color="auto" w:fill="FFFFFF"/>
        <w:ind w:firstLine="426"/>
        <w:rPr>
          <w:rFonts w:ascii="Times New Roman" w:hAnsi="Times New Roman"/>
          <w:bCs/>
          <w:sz w:val="26"/>
          <w:szCs w:val="26"/>
        </w:rPr>
      </w:pPr>
      <w:r>
        <w:rPr>
          <w:rFonts w:ascii="Times New Roman" w:hAnsi="Times New Roman"/>
          <w:sz w:val="26"/>
          <w:szCs w:val="26"/>
        </w:rPr>
        <w:t>1.3. В паспорте</w:t>
      </w:r>
      <w:r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4345A2" w:rsidRDefault="004345A2" w:rsidP="004345A2">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tblPr>
      <w:tblGrid>
        <w:gridCol w:w="2127"/>
        <w:gridCol w:w="7513"/>
      </w:tblGrid>
      <w:tr w:rsidR="004345A2" w:rsidRPr="0032172F" w:rsidTr="007035FA">
        <w:tc>
          <w:tcPr>
            <w:tcW w:w="2127" w:type="dxa"/>
            <w:tcBorders>
              <w:top w:val="single" w:sz="4" w:space="0" w:color="auto"/>
              <w:left w:val="single" w:sz="4" w:space="0" w:color="auto"/>
              <w:bottom w:val="single" w:sz="4" w:space="0" w:color="auto"/>
              <w:right w:val="single" w:sz="4" w:space="0" w:color="auto"/>
            </w:tcBorders>
            <w:shd w:val="clear" w:color="auto" w:fill="FFFFFF"/>
          </w:tcPr>
          <w:p w:rsidR="004345A2" w:rsidRPr="00796EBE" w:rsidRDefault="004345A2" w:rsidP="007035FA">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4345A2" w:rsidRPr="00796EBE" w:rsidRDefault="004345A2" w:rsidP="007035FA">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50 800,3</w:t>
            </w:r>
            <w:r w:rsidRPr="00796EBE">
              <w:rPr>
                <w:rFonts w:ascii="Times New Roman" w:hAnsi="Times New Roman"/>
              </w:rPr>
              <w:t xml:space="preserve"> тыс. рублей.</w:t>
            </w:r>
          </w:p>
          <w:p w:rsidR="004345A2" w:rsidRPr="00796EBE" w:rsidRDefault="004345A2" w:rsidP="007035FA">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34 022,0</w:t>
            </w:r>
            <w:r w:rsidRPr="00796EBE">
              <w:rPr>
                <w:rFonts w:ascii="Times New Roman" w:hAnsi="Times New Roman"/>
              </w:rPr>
              <w:t xml:space="preserve">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16 778,3</w:t>
            </w:r>
            <w:r w:rsidRPr="00796EBE">
              <w:rPr>
                <w:rFonts w:ascii="Times New Roman" w:hAnsi="Times New Roman"/>
              </w:rPr>
              <w:t xml:space="preserve">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4345A2" w:rsidRPr="00796EBE" w:rsidRDefault="004345A2" w:rsidP="007035FA">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4345A2" w:rsidRPr="00796EBE" w:rsidRDefault="004345A2" w:rsidP="007035FA">
            <w:pPr>
              <w:pStyle w:val="ConsPlusNormal"/>
              <w:ind w:firstLine="0"/>
              <w:jc w:val="both"/>
              <w:rPr>
                <w:sz w:val="24"/>
                <w:szCs w:val="24"/>
              </w:rPr>
            </w:pPr>
            <w:r w:rsidRPr="00796EBE">
              <w:rPr>
                <w:rFonts w:ascii="Times New Roman" w:hAnsi="Times New Roman"/>
                <w:sz w:val="24"/>
                <w:szCs w:val="24"/>
              </w:rPr>
              <w:t xml:space="preserve">2021 год: всего – </w:t>
            </w:r>
            <w:r>
              <w:rPr>
                <w:rFonts w:ascii="Times New Roman" w:hAnsi="Times New Roman"/>
                <w:sz w:val="24"/>
                <w:szCs w:val="24"/>
              </w:rPr>
              <w:t>22 866,5</w:t>
            </w:r>
            <w:r w:rsidRPr="00796EBE">
              <w:rPr>
                <w:rFonts w:ascii="Times New Roman" w:hAnsi="Times New Roman"/>
                <w:sz w:val="24"/>
                <w:szCs w:val="24"/>
              </w:rPr>
              <w:t xml:space="preserve"> тыс. рублей,</w:t>
            </w:r>
          </w:p>
          <w:p w:rsidR="004345A2" w:rsidRPr="00796EBE" w:rsidRDefault="004345A2" w:rsidP="007035F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20 853,5</w:t>
            </w:r>
            <w:r w:rsidRPr="00796EBE">
              <w:rPr>
                <w:rFonts w:ascii="Times New Roman" w:hAnsi="Times New Roman"/>
              </w:rPr>
              <w:t xml:space="preserve"> тыс. рублей;</w:t>
            </w:r>
          </w:p>
          <w:p w:rsidR="004345A2" w:rsidRPr="00796EBE" w:rsidRDefault="004345A2" w:rsidP="007035F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 xml:space="preserve">–2 </w:t>
            </w:r>
            <w:r>
              <w:rPr>
                <w:rFonts w:ascii="Times New Roman" w:hAnsi="Times New Roman" w:cs="Times New Roman"/>
                <w:sz w:val="24"/>
                <w:szCs w:val="24"/>
              </w:rPr>
              <w:t>0</w:t>
            </w:r>
            <w:r w:rsidRPr="00796EBE">
              <w:rPr>
                <w:rFonts w:ascii="Times New Roman" w:hAnsi="Times New Roman" w:cs="Times New Roman"/>
                <w:sz w:val="24"/>
                <w:szCs w:val="24"/>
              </w:rPr>
              <w:t>13,0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4345A2" w:rsidRPr="00796EBE" w:rsidRDefault="004345A2" w:rsidP="007035FA">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12 242,3</w:t>
            </w:r>
            <w:r w:rsidRPr="00796EBE">
              <w:rPr>
                <w:rFonts w:ascii="Times New Roman" w:hAnsi="Times New Roman"/>
                <w:sz w:val="24"/>
                <w:szCs w:val="24"/>
              </w:rPr>
              <w:t xml:space="preserve"> тыс. рублей,</w:t>
            </w:r>
          </w:p>
          <w:p w:rsidR="004345A2" w:rsidRPr="00796EBE" w:rsidRDefault="004345A2" w:rsidP="007035F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5 098,9</w:t>
            </w:r>
            <w:r w:rsidRPr="00796EBE">
              <w:rPr>
                <w:rFonts w:ascii="Times New Roman" w:hAnsi="Times New Roman"/>
              </w:rPr>
              <w:t xml:space="preserve"> тыс. рублей;</w:t>
            </w:r>
          </w:p>
          <w:p w:rsidR="004345A2" w:rsidRPr="00796EBE" w:rsidRDefault="004345A2" w:rsidP="007035F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cs="Times New Roman"/>
                <w:sz w:val="24"/>
                <w:szCs w:val="24"/>
              </w:rPr>
              <w:t>7 143,4</w:t>
            </w:r>
            <w:r w:rsidRPr="00796EBE">
              <w:rPr>
                <w:rFonts w:ascii="Times New Roman" w:hAnsi="Times New Roman" w:cs="Times New Roman"/>
                <w:sz w:val="24"/>
                <w:szCs w:val="24"/>
              </w:rPr>
              <w:t xml:space="preserve">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5 343,0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3 105,0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2 238,0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lastRenderedPageBreak/>
              <w:t xml:space="preserve">2024 год: всего – </w:t>
            </w:r>
            <w:r>
              <w:rPr>
                <w:rFonts w:ascii="Times New Roman" w:hAnsi="Times New Roman"/>
                <w:sz w:val="24"/>
                <w:szCs w:val="24"/>
              </w:rPr>
              <w:t>7 257,5</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4 964,6</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2 292,9</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6,0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6</w:t>
            </w:r>
            <w:r w:rsidRPr="00AA11D7">
              <w:rPr>
                <w:rFonts w:ascii="Times New Roman" w:hAnsi="Times New Roman"/>
                <w:sz w:val="24"/>
                <w:szCs w:val="24"/>
              </w:rPr>
              <w:t>,0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Pr>
                <w:rFonts w:ascii="Times New Roman" w:hAnsi="Times New Roman"/>
                <w:sz w:val="24"/>
                <w:szCs w:val="24"/>
              </w:rPr>
              <w:t>5</w:t>
            </w:r>
            <w:r w:rsidRPr="00AA11D7">
              <w:rPr>
                <w:rFonts w:ascii="Times New Roman" w:hAnsi="Times New Roman"/>
                <w:sz w:val="24"/>
                <w:szCs w:val="24"/>
              </w:rPr>
              <w:t>,0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5</w:t>
            </w:r>
            <w:r w:rsidRPr="00AA11D7">
              <w:rPr>
                <w:rFonts w:ascii="Times New Roman" w:hAnsi="Times New Roman"/>
                <w:sz w:val="24"/>
                <w:szCs w:val="24"/>
              </w:rPr>
              <w:t>,0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4345A2" w:rsidRPr="00796EBE" w:rsidRDefault="004345A2" w:rsidP="007035FA">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4345A2" w:rsidRPr="00593A5D" w:rsidRDefault="004345A2" w:rsidP="004345A2">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4345A2" w:rsidRDefault="004345A2" w:rsidP="004345A2">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2 </w:t>
      </w:r>
      <w:r w:rsidRPr="0032172F">
        <w:rPr>
          <w:rFonts w:ascii="Times New Roman" w:hAnsi="Times New Roman"/>
          <w:bCs/>
          <w:sz w:val="26"/>
          <w:szCs w:val="26"/>
        </w:rPr>
        <w:t>«П</w:t>
      </w:r>
      <w:r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Pr>
          <w:rFonts w:ascii="Times New Roman" w:hAnsi="Times New Roman"/>
          <w:spacing w:val="-10"/>
          <w:sz w:val="26"/>
          <w:szCs w:val="26"/>
        </w:rPr>
        <w:t xml:space="preserve"> Воронежской области</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4345A2" w:rsidRDefault="004345A2" w:rsidP="004345A2">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tblPr>
      <w:tblGrid>
        <w:gridCol w:w="2025"/>
        <w:gridCol w:w="7513"/>
      </w:tblGrid>
      <w:tr w:rsidR="004345A2" w:rsidRPr="0032172F" w:rsidTr="007035FA">
        <w:tc>
          <w:tcPr>
            <w:tcW w:w="2025" w:type="dxa"/>
            <w:tcBorders>
              <w:top w:val="single" w:sz="4" w:space="0" w:color="auto"/>
              <w:left w:val="single" w:sz="4" w:space="0" w:color="auto"/>
              <w:bottom w:val="single" w:sz="4" w:space="0" w:color="auto"/>
              <w:right w:val="single" w:sz="6" w:space="0" w:color="auto"/>
            </w:tcBorders>
            <w:shd w:val="clear" w:color="auto" w:fill="FFFFFF"/>
          </w:tcPr>
          <w:p w:rsidR="004345A2" w:rsidRPr="00796EBE" w:rsidRDefault="004345A2" w:rsidP="007035FA">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4345A2" w:rsidRPr="00796EBE" w:rsidRDefault="004345A2" w:rsidP="007035FA">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506 267,2</w:t>
            </w:r>
            <w:r w:rsidRPr="00796EBE">
              <w:rPr>
                <w:rFonts w:ascii="Times New Roman" w:hAnsi="Times New Roman"/>
              </w:rPr>
              <w:t xml:space="preserve"> тыс. рублей.</w:t>
            </w:r>
          </w:p>
          <w:p w:rsidR="004345A2" w:rsidRPr="00796EBE" w:rsidRDefault="004345A2" w:rsidP="007035FA">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275 282,0</w:t>
            </w:r>
            <w:r w:rsidRPr="00796EBE">
              <w:rPr>
                <w:rFonts w:ascii="Times New Roman" w:hAnsi="Times New Roman"/>
              </w:rPr>
              <w:t xml:space="preserve">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230 985,2</w:t>
            </w:r>
            <w:r w:rsidRPr="00796EBE">
              <w:rPr>
                <w:rFonts w:ascii="Times New Roman" w:hAnsi="Times New Roman"/>
              </w:rPr>
              <w:t xml:space="preserve">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4345A2" w:rsidRPr="00796EBE" w:rsidRDefault="004345A2" w:rsidP="007035FA">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4345A2" w:rsidRPr="00796EBE" w:rsidRDefault="004345A2" w:rsidP="007035FA">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4345A2" w:rsidRPr="00796EBE" w:rsidRDefault="004345A2" w:rsidP="007035F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4345A2" w:rsidRPr="00796EBE" w:rsidRDefault="004345A2" w:rsidP="007035F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lastRenderedPageBreak/>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4345A2" w:rsidRPr="00796EBE" w:rsidRDefault="004345A2" w:rsidP="007035FA">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84 483,9</w:t>
            </w:r>
            <w:r w:rsidRPr="00796EBE">
              <w:rPr>
                <w:rFonts w:ascii="Times New Roman" w:hAnsi="Times New Roman"/>
                <w:sz w:val="24"/>
                <w:szCs w:val="24"/>
              </w:rPr>
              <w:t xml:space="preserve"> тыс. рублей,</w:t>
            </w:r>
          </w:p>
          <w:p w:rsidR="004345A2" w:rsidRPr="00796EBE" w:rsidRDefault="004345A2" w:rsidP="007035FA">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4345A2" w:rsidRPr="00796EBE" w:rsidRDefault="004345A2" w:rsidP="007035F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4345A2" w:rsidRPr="00796EBE" w:rsidRDefault="004345A2" w:rsidP="007035FA">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123 155,3</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64 225,0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58 930,3</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128 998,0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 40 828,0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88 170,0 </w:t>
            </w:r>
            <w:r w:rsidRPr="00AA11D7">
              <w:rPr>
                <w:rFonts w:ascii="Times New Roman" w:hAnsi="Times New Roman"/>
                <w:sz w:val="24"/>
                <w:szCs w:val="24"/>
              </w:rPr>
              <w:t>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26 036,0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 9 336,0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16 700,0</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4345A2" w:rsidRPr="00796EBE" w:rsidRDefault="004345A2" w:rsidP="007035FA">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4345A2" w:rsidRDefault="004345A2" w:rsidP="004345A2">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4345A2" w:rsidRDefault="004345A2" w:rsidP="004345A2">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1.5.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 xml:space="preserve">Объемы и источники финансирования подпрограммы (в </w:t>
      </w:r>
      <w:r w:rsidRPr="0032172F">
        <w:rPr>
          <w:rFonts w:ascii="Times New Roman" w:hAnsi="Times New Roman"/>
          <w:bCs/>
          <w:sz w:val="26"/>
          <w:szCs w:val="26"/>
        </w:rPr>
        <w:lastRenderedPageBreak/>
        <w:t>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4345A2" w:rsidRDefault="004345A2" w:rsidP="004345A2">
      <w:pPr>
        <w:shd w:val="clear" w:color="auto" w:fill="FFFFFF"/>
        <w:tabs>
          <w:tab w:val="left" w:pos="1190"/>
        </w:tabs>
        <w:ind w:firstLine="709"/>
        <w:rPr>
          <w:rFonts w:ascii="Times New Roman" w:hAnsi="Times New Roman"/>
          <w:bCs/>
          <w:sz w:val="26"/>
          <w:szCs w:val="26"/>
        </w:rPr>
      </w:pPr>
    </w:p>
    <w:p w:rsidR="004345A2" w:rsidRDefault="004345A2" w:rsidP="004345A2">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tblPr>
      <w:tblGrid>
        <w:gridCol w:w="1996"/>
        <w:gridCol w:w="7543"/>
      </w:tblGrid>
      <w:tr w:rsidR="004345A2" w:rsidRPr="0034471B" w:rsidTr="007035FA">
        <w:tc>
          <w:tcPr>
            <w:tcW w:w="1046" w:type="pct"/>
            <w:tcBorders>
              <w:top w:val="single" w:sz="4" w:space="0" w:color="auto"/>
              <w:left w:val="single" w:sz="4" w:space="0" w:color="auto"/>
              <w:bottom w:val="single" w:sz="4" w:space="0" w:color="auto"/>
              <w:right w:val="single" w:sz="4" w:space="0" w:color="auto"/>
            </w:tcBorders>
            <w:shd w:val="clear" w:color="auto" w:fill="FFFFFF"/>
          </w:tcPr>
          <w:p w:rsidR="004345A2" w:rsidRPr="0021429D" w:rsidRDefault="004345A2" w:rsidP="007035FA">
            <w:pPr>
              <w:ind w:firstLine="0"/>
              <w:jc w:val="left"/>
              <w:rPr>
                <w:rFonts w:ascii="Times New Roman" w:hAnsi="Times New Roman"/>
                <w:bCs/>
              </w:rPr>
            </w:pPr>
            <w:r w:rsidRPr="0021429D">
              <w:rPr>
                <w:rFonts w:ascii="Times New Roman" w:hAnsi="Times New Roman"/>
                <w:bCs/>
              </w:rPr>
              <w:t xml:space="preserve">Основные мероприятия, входящие в состав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4345A2" w:rsidRPr="001A6E67" w:rsidRDefault="004345A2" w:rsidP="007035FA">
            <w:pPr>
              <w:numPr>
                <w:ilvl w:val="0"/>
                <w:numId w:val="11"/>
              </w:numPr>
              <w:autoSpaceDE w:val="0"/>
              <w:autoSpaceDN w:val="0"/>
              <w:adjustRightInd w:val="0"/>
              <w:ind w:left="0" w:firstLine="709"/>
              <w:rPr>
                <w:rFonts w:ascii="Times New Roman" w:hAnsi="Times New Roman"/>
                <w:bCs/>
              </w:rPr>
            </w:pPr>
            <w:r w:rsidRPr="001A6E67">
              <w:rPr>
                <w:rFonts w:ascii="Times New Roman" w:hAnsi="Times New Roman"/>
                <w:bCs/>
              </w:rPr>
              <w:t xml:space="preserve">Финансовое обеспечение </w:t>
            </w:r>
            <w:proofErr w:type="gramStart"/>
            <w:r w:rsidRPr="001A6E67">
              <w:rPr>
                <w:rFonts w:ascii="Times New Roman" w:hAnsi="Times New Roman"/>
                <w:bCs/>
              </w:rPr>
              <w:t>деятельности органов местного самоуправления Павловского муниципального района Воронежской области</w:t>
            </w:r>
            <w:proofErr w:type="gramEnd"/>
            <w:r w:rsidRPr="001A6E67">
              <w:rPr>
                <w:rFonts w:ascii="Times New Roman" w:hAnsi="Times New Roman"/>
                <w:bCs/>
              </w:rPr>
              <w:t>.</w:t>
            </w:r>
          </w:p>
          <w:p w:rsidR="004345A2" w:rsidRPr="001A6E67" w:rsidRDefault="004345A2" w:rsidP="007035FA">
            <w:pPr>
              <w:numPr>
                <w:ilvl w:val="0"/>
                <w:numId w:val="11"/>
              </w:numPr>
              <w:autoSpaceDE w:val="0"/>
              <w:autoSpaceDN w:val="0"/>
              <w:adjustRightInd w:val="0"/>
              <w:ind w:left="0" w:firstLine="709"/>
              <w:rPr>
                <w:rFonts w:ascii="Times New Roman" w:hAnsi="Times New Roman"/>
                <w:bCs/>
              </w:rPr>
            </w:pPr>
            <w:r w:rsidRPr="001A6E67">
              <w:rPr>
                <w:rFonts w:ascii="Times New Roman" w:hAnsi="Times New Roman"/>
                <w:bCs/>
              </w:rPr>
              <w:t>Финансовое обеспечение выполнения других расходных обязательств Павловского муниципального района Воронежской области органами местного самоуправления Павловского муниципального района Воронежской области.</w:t>
            </w:r>
          </w:p>
          <w:p w:rsidR="004345A2" w:rsidRPr="001A6E67" w:rsidRDefault="004345A2" w:rsidP="007035FA">
            <w:pPr>
              <w:numPr>
                <w:ilvl w:val="0"/>
                <w:numId w:val="11"/>
              </w:numPr>
              <w:autoSpaceDE w:val="0"/>
              <w:autoSpaceDN w:val="0"/>
              <w:adjustRightInd w:val="0"/>
              <w:ind w:left="0" w:firstLine="709"/>
              <w:rPr>
                <w:rFonts w:ascii="Times New Roman" w:hAnsi="Times New Roman"/>
                <w:bCs/>
              </w:rPr>
            </w:pPr>
            <w:r w:rsidRPr="001A6E67">
              <w:rPr>
                <w:rFonts w:ascii="Times New Roman" w:hAnsi="Times New Roman"/>
                <w:bCs/>
              </w:rPr>
              <w:t>Финансовое обеспечение деятельности подведомственного учреждения</w:t>
            </w:r>
          </w:p>
        </w:tc>
      </w:tr>
      <w:tr w:rsidR="004345A2" w:rsidRPr="0032172F" w:rsidTr="007035FA">
        <w:tc>
          <w:tcPr>
            <w:tcW w:w="1046" w:type="pct"/>
            <w:tcBorders>
              <w:top w:val="single" w:sz="4" w:space="0" w:color="auto"/>
              <w:left w:val="single" w:sz="4" w:space="0" w:color="auto"/>
              <w:bottom w:val="single" w:sz="4" w:space="0" w:color="auto"/>
              <w:right w:val="single" w:sz="4" w:space="0" w:color="auto"/>
            </w:tcBorders>
            <w:shd w:val="clear" w:color="auto" w:fill="FFFFFF"/>
          </w:tcPr>
          <w:p w:rsidR="004345A2" w:rsidRPr="00EE1F6D" w:rsidRDefault="004345A2" w:rsidP="007035FA">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4345A2" w:rsidRPr="00EE1F6D" w:rsidRDefault="004345A2" w:rsidP="007035FA">
            <w:pPr>
              <w:autoSpaceDE w:val="0"/>
              <w:autoSpaceDN w:val="0"/>
              <w:adjustRightInd w:val="0"/>
              <w:ind w:firstLine="0"/>
              <w:rPr>
                <w:rFonts w:ascii="Times New Roman" w:hAnsi="Times New Roman"/>
              </w:rPr>
            </w:pPr>
            <w:r w:rsidRPr="00EE1F6D">
              <w:rPr>
                <w:rFonts w:ascii="Times New Roman" w:hAnsi="Times New Roman"/>
              </w:rPr>
              <w:t>Всего по подпрограмме –</w:t>
            </w:r>
            <w:r>
              <w:rPr>
                <w:rFonts w:ascii="Times New Roman" w:hAnsi="Times New Roman"/>
              </w:rPr>
              <w:t xml:space="preserve"> 173 172,0 </w:t>
            </w:r>
            <w:r w:rsidRPr="00EE1F6D">
              <w:rPr>
                <w:rFonts w:ascii="Times New Roman" w:hAnsi="Times New Roman"/>
              </w:rPr>
              <w:t xml:space="preserve">тыс. рублей, </w:t>
            </w:r>
          </w:p>
          <w:p w:rsidR="004345A2" w:rsidRPr="00EE1F6D" w:rsidRDefault="004345A2" w:rsidP="007035FA">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4345A2" w:rsidRPr="00EE1F6D" w:rsidRDefault="004345A2" w:rsidP="007035FA">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4345A2" w:rsidRPr="00EE1F6D" w:rsidRDefault="004345A2" w:rsidP="007035FA">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w:t>
            </w:r>
            <w:r>
              <w:rPr>
                <w:rFonts w:ascii="Times New Roman" w:hAnsi="Times New Roman"/>
              </w:rPr>
              <w:t>– 267,8</w:t>
            </w:r>
            <w:r w:rsidRPr="00EE1F6D">
              <w:rPr>
                <w:rFonts w:ascii="Times New Roman" w:hAnsi="Times New Roman"/>
              </w:rPr>
              <w:t xml:space="preserve"> тыс. рублей;</w:t>
            </w:r>
          </w:p>
          <w:p w:rsidR="004345A2" w:rsidRPr="00EE1F6D" w:rsidRDefault="004345A2" w:rsidP="007035FA">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172 904,2 </w:t>
            </w:r>
            <w:r w:rsidRPr="00EE1F6D">
              <w:rPr>
                <w:rFonts w:ascii="Times New Roman" w:hAnsi="Times New Roman"/>
              </w:rPr>
              <w:t>тыс. рублей;</w:t>
            </w:r>
          </w:p>
          <w:p w:rsidR="004345A2" w:rsidRPr="00EE1F6D" w:rsidRDefault="004345A2" w:rsidP="007035FA">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4345A2" w:rsidRPr="00EE1F6D" w:rsidRDefault="004345A2" w:rsidP="007035FA">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4345A2" w:rsidRPr="00EE1F6D" w:rsidRDefault="004345A2" w:rsidP="007035FA">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4345A2" w:rsidRPr="00EE1F6D" w:rsidRDefault="004345A2" w:rsidP="007035FA">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4345A2" w:rsidRPr="00EE1F6D" w:rsidRDefault="004345A2" w:rsidP="007035FA">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4345A2" w:rsidRPr="00EE1F6D" w:rsidRDefault="004345A2" w:rsidP="007035FA">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4345A2" w:rsidRPr="00EE1F6D" w:rsidRDefault="004345A2" w:rsidP="007035F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4345A2" w:rsidRPr="00EE1F6D" w:rsidRDefault="004345A2" w:rsidP="007035FA">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4345A2" w:rsidRPr="00EE1F6D" w:rsidRDefault="004345A2" w:rsidP="007035FA">
            <w:pPr>
              <w:pStyle w:val="ConsPlusNormal"/>
              <w:ind w:firstLine="0"/>
              <w:jc w:val="both"/>
              <w:rPr>
                <w:sz w:val="24"/>
                <w:szCs w:val="24"/>
              </w:rPr>
            </w:pPr>
            <w:r w:rsidRPr="00EE1F6D">
              <w:rPr>
                <w:rFonts w:ascii="Times New Roman" w:hAnsi="Times New Roman"/>
                <w:sz w:val="24"/>
                <w:szCs w:val="24"/>
              </w:rPr>
              <w:t xml:space="preserve">2022 год: всего – </w:t>
            </w:r>
            <w:r>
              <w:rPr>
                <w:rFonts w:ascii="Times New Roman" w:hAnsi="Times New Roman"/>
                <w:sz w:val="24"/>
                <w:szCs w:val="24"/>
              </w:rPr>
              <w:t>32 205,6</w:t>
            </w:r>
            <w:r w:rsidRPr="00EE1F6D">
              <w:rPr>
                <w:rFonts w:ascii="Times New Roman" w:hAnsi="Times New Roman"/>
                <w:sz w:val="24"/>
                <w:szCs w:val="24"/>
              </w:rPr>
              <w:t xml:space="preserve"> тыс. рублей,</w:t>
            </w:r>
          </w:p>
          <w:p w:rsidR="004345A2" w:rsidRPr="00EE1F6D" w:rsidRDefault="004345A2" w:rsidP="007035FA">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4345A2" w:rsidRPr="00EE1F6D" w:rsidRDefault="004345A2" w:rsidP="007035FA">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4345A2" w:rsidRPr="00EE1F6D" w:rsidRDefault="004345A2" w:rsidP="007035FA">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4345A2" w:rsidRPr="00EE1F6D" w:rsidRDefault="004345A2" w:rsidP="007035F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4345A2" w:rsidRPr="00EE1F6D" w:rsidRDefault="004345A2" w:rsidP="007035FA">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 xml:space="preserve">32 328,4 </w:t>
            </w:r>
            <w:r w:rsidRPr="00AA11D7">
              <w:rPr>
                <w:rFonts w:ascii="Times New Roman" w:hAnsi="Times New Roman"/>
                <w:sz w:val="24"/>
                <w:szCs w:val="24"/>
              </w:rPr>
              <w:t>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 124,6</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32 203,8</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30 281,3</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Pr>
                <w:rFonts w:ascii="Times New Roman" w:hAnsi="Times New Roman"/>
                <w:sz w:val="24"/>
                <w:szCs w:val="24"/>
              </w:rPr>
              <w:t>2) областной бюджет -143,2</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30 138,1</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25 818,9</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w:t>
            </w:r>
            <w:r w:rsidRPr="00AA11D7">
              <w:rPr>
                <w:rFonts w:ascii="Times New Roman" w:hAnsi="Times New Roman"/>
                <w:sz w:val="24"/>
                <w:szCs w:val="24"/>
              </w:rPr>
              <w:lastRenderedPageBreak/>
              <w:t>–</w:t>
            </w:r>
            <w:r>
              <w:rPr>
                <w:rFonts w:ascii="Times New Roman" w:hAnsi="Times New Roman"/>
                <w:sz w:val="24"/>
                <w:szCs w:val="24"/>
              </w:rPr>
              <w:t>25 818,9</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Pr>
                <w:rFonts w:ascii="Times New Roman" w:hAnsi="Times New Roman"/>
                <w:sz w:val="24"/>
                <w:szCs w:val="24"/>
              </w:rPr>
              <w:t>25 818,9</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25 818,9</w:t>
            </w:r>
            <w:r w:rsidRPr="00AA11D7">
              <w:rPr>
                <w:rFonts w:ascii="Times New Roman" w:hAnsi="Times New Roman"/>
                <w:sz w:val="24"/>
                <w:szCs w:val="24"/>
              </w:rPr>
              <w:t xml:space="preserve">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4345A2" w:rsidRPr="00AA11D7" w:rsidRDefault="004345A2" w:rsidP="007035FA">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4345A2" w:rsidRPr="00EE1F6D" w:rsidRDefault="004345A2" w:rsidP="007035FA">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4345A2" w:rsidRDefault="004345A2" w:rsidP="004345A2">
      <w:pPr>
        <w:shd w:val="clear" w:color="auto" w:fill="FFFFFF"/>
        <w:rPr>
          <w:rFonts w:ascii="Times New Roman" w:hAnsi="Times New Roman"/>
          <w:bCs/>
          <w:sz w:val="26"/>
          <w:szCs w:val="26"/>
        </w:rPr>
      </w:pPr>
      <w:r>
        <w:rPr>
          <w:rFonts w:ascii="Times New Roman" w:hAnsi="Times New Roman"/>
          <w:bCs/>
          <w:sz w:val="26"/>
          <w:szCs w:val="26"/>
        </w:rPr>
        <w:lastRenderedPageBreak/>
        <w:t xml:space="preserve">                                                                                                                                 ».  </w:t>
      </w:r>
      <w:r w:rsidRPr="0021429D">
        <w:rPr>
          <w:rFonts w:ascii="Times New Roman" w:hAnsi="Times New Roman"/>
          <w:bCs/>
          <w:sz w:val="26"/>
          <w:szCs w:val="26"/>
        </w:rPr>
        <w:t xml:space="preserve">                                                                                                     </w:t>
      </w:r>
    </w:p>
    <w:p w:rsidR="004345A2" w:rsidRPr="00802BB9" w:rsidRDefault="004345A2" w:rsidP="004345A2">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 xml:space="preserve">2. Приложение № 3 изложить в редакции согласно приложению № </w:t>
      </w:r>
      <w:r>
        <w:rPr>
          <w:rFonts w:ascii="Times New Roman" w:hAnsi="Times New Roman"/>
          <w:sz w:val="26"/>
          <w:szCs w:val="26"/>
        </w:rPr>
        <w:t>1</w:t>
      </w:r>
      <w:r w:rsidRPr="00802BB9">
        <w:rPr>
          <w:rFonts w:ascii="Times New Roman" w:hAnsi="Times New Roman"/>
          <w:sz w:val="26"/>
          <w:szCs w:val="26"/>
        </w:rPr>
        <w:t xml:space="preserve"> к настоящему постановлению.</w:t>
      </w:r>
    </w:p>
    <w:p w:rsidR="004345A2" w:rsidRPr="00802BB9" w:rsidRDefault="004345A2" w:rsidP="004345A2">
      <w:pPr>
        <w:autoSpaceDE w:val="0"/>
        <w:autoSpaceDN w:val="0"/>
        <w:adjustRightInd w:val="0"/>
        <w:ind w:firstLine="540"/>
        <w:rPr>
          <w:rFonts w:ascii="Times New Roman" w:hAnsi="Times New Roman"/>
          <w:sz w:val="26"/>
          <w:szCs w:val="26"/>
        </w:rPr>
      </w:pPr>
      <w:r>
        <w:rPr>
          <w:rFonts w:ascii="Times New Roman" w:hAnsi="Times New Roman"/>
          <w:sz w:val="26"/>
          <w:szCs w:val="26"/>
        </w:rPr>
        <w:t>3</w:t>
      </w:r>
      <w:r w:rsidRPr="00802BB9">
        <w:rPr>
          <w:rFonts w:ascii="Times New Roman" w:hAnsi="Times New Roman"/>
          <w:sz w:val="26"/>
          <w:szCs w:val="26"/>
        </w:rPr>
        <w:t xml:space="preserve">. Приложение № 4 изложить в редакции согласно приложению № </w:t>
      </w:r>
      <w:r>
        <w:rPr>
          <w:rFonts w:ascii="Times New Roman" w:hAnsi="Times New Roman"/>
          <w:sz w:val="26"/>
          <w:szCs w:val="26"/>
        </w:rPr>
        <w:t>2</w:t>
      </w:r>
      <w:r w:rsidRPr="00802BB9">
        <w:rPr>
          <w:rFonts w:ascii="Times New Roman" w:hAnsi="Times New Roman"/>
          <w:sz w:val="26"/>
          <w:szCs w:val="26"/>
        </w:rPr>
        <w:t xml:space="preserve"> к настоящему постановлению.</w:t>
      </w:r>
    </w:p>
    <w:p w:rsidR="004345A2" w:rsidRPr="00802BB9" w:rsidRDefault="004345A2" w:rsidP="004345A2">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Pr="00802BB9">
        <w:rPr>
          <w:rFonts w:ascii="Times New Roman" w:hAnsi="Times New Roman"/>
          <w:sz w:val="26"/>
          <w:szCs w:val="26"/>
        </w:rPr>
        <w:t xml:space="preserve">. Приложение № 5 изложить в редакции согласно приложению № </w:t>
      </w:r>
      <w:r>
        <w:rPr>
          <w:rFonts w:ascii="Times New Roman" w:hAnsi="Times New Roman"/>
          <w:sz w:val="26"/>
          <w:szCs w:val="26"/>
        </w:rPr>
        <w:t>3</w:t>
      </w:r>
      <w:r w:rsidRPr="00802BB9">
        <w:rPr>
          <w:rFonts w:ascii="Times New Roman" w:hAnsi="Times New Roman"/>
          <w:sz w:val="26"/>
          <w:szCs w:val="26"/>
        </w:rPr>
        <w:t xml:space="preserve"> к настоящему постановлению.</w:t>
      </w:r>
    </w:p>
    <w:p w:rsidR="004345A2" w:rsidRDefault="004345A2" w:rsidP="004345A2">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4345A2" w:rsidRDefault="004345A2" w:rsidP="004345A2">
      <w:pPr>
        <w:autoSpaceDE w:val="0"/>
        <w:autoSpaceDN w:val="0"/>
        <w:adjustRightInd w:val="0"/>
        <w:rPr>
          <w:rFonts w:ascii="Times New Roman" w:hAnsi="Times New Roman"/>
          <w:sz w:val="26"/>
          <w:szCs w:val="26"/>
        </w:rPr>
      </w:pPr>
    </w:p>
    <w:p w:rsidR="004345A2" w:rsidRDefault="004345A2" w:rsidP="004345A2">
      <w:pPr>
        <w:autoSpaceDE w:val="0"/>
        <w:autoSpaceDN w:val="0"/>
        <w:adjustRightInd w:val="0"/>
        <w:rPr>
          <w:rFonts w:ascii="Times New Roman" w:hAnsi="Times New Roman"/>
          <w:sz w:val="26"/>
          <w:szCs w:val="26"/>
        </w:rPr>
      </w:pPr>
    </w:p>
    <w:p w:rsidR="004345A2" w:rsidRPr="00040B34" w:rsidRDefault="004345A2" w:rsidP="004345A2">
      <w:pPr>
        <w:autoSpaceDE w:val="0"/>
        <w:autoSpaceDN w:val="0"/>
        <w:adjustRightInd w:val="0"/>
        <w:rPr>
          <w:rFonts w:ascii="Times New Roman" w:hAnsi="Times New Roman"/>
          <w:sz w:val="26"/>
          <w:szCs w:val="26"/>
        </w:rPr>
      </w:pPr>
    </w:p>
    <w:tbl>
      <w:tblPr>
        <w:tblW w:w="0" w:type="auto"/>
        <w:tblLook w:val="04A0"/>
      </w:tblPr>
      <w:tblGrid>
        <w:gridCol w:w="4862"/>
        <w:gridCol w:w="4849"/>
      </w:tblGrid>
      <w:tr w:rsidR="004345A2" w:rsidRPr="0032172F" w:rsidTr="007035FA">
        <w:tc>
          <w:tcPr>
            <w:tcW w:w="4863" w:type="dxa"/>
            <w:shd w:val="clear" w:color="auto" w:fill="auto"/>
          </w:tcPr>
          <w:p w:rsidR="004345A2" w:rsidRPr="0032172F" w:rsidRDefault="004345A2" w:rsidP="007035FA">
            <w:pPr>
              <w:autoSpaceDE w:val="0"/>
              <w:autoSpaceDN w:val="0"/>
              <w:adjustRightInd w:val="0"/>
              <w:ind w:firstLine="0"/>
              <w:rPr>
                <w:rFonts w:ascii="Times New Roman" w:hAnsi="Times New Roman"/>
                <w:sz w:val="26"/>
                <w:szCs w:val="26"/>
              </w:rPr>
            </w:pPr>
            <w:r>
              <w:rPr>
                <w:rFonts w:ascii="Times New Roman" w:hAnsi="Times New Roman"/>
                <w:sz w:val="26"/>
                <w:szCs w:val="26"/>
              </w:rPr>
              <w:t>Глава</w:t>
            </w:r>
            <w:r w:rsidRPr="0032172F">
              <w:rPr>
                <w:rFonts w:ascii="Times New Roman" w:hAnsi="Times New Roman"/>
                <w:sz w:val="26"/>
                <w:szCs w:val="26"/>
              </w:rPr>
              <w:t xml:space="preserve"> Павловского муниципального района</w:t>
            </w:r>
            <w:r>
              <w:rPr>
                <w:rFonts w:ascii="Times New Roman" w:hAnsi="Times New Roman"/>
                <w:sz w:val="26"/>
                <w:szCs w:val="26"/>
              </w:rPr>
              <w:t xml:space="preserve"> </w:t>
            </w:r>
            <w:r w:rsidRPr="0032172F">
              <w:rPr>
                <w:rFonts w:ascii="Times New Roman" w:hAnsi="Times New Roman"/>
                <w:sz w:val="26"/>
                <w:szCs w:val="26"/>
              </w:rPr>
              <w:t>Воронежской области</w:t>
            </w:r>
          </w:p>
        </w:tc>
        <w:tc>
          <w:tcPr>
            <w:tcW w:w="4851" w:type="dxa"/>
            <w:shd w:val="clear" w:color="auto" w:fill="auto"/>
          </w:tcPr>
          <w:p w:rsidR="004345A2" w:rsidRPr="0032172F" w:rsidRDefault="004345A2" w:rsidP="007035FA">
            <w:pPr>
              <w:autoSpaceDE w:val="0"/>
              <w:autoSpaceDN w:val="0"/>
              <w:adjustRightInd w:val="0"/>
              <w:ind w:firstLine="0"/>
              <w:jc w:val="right"/>
              <w:rPr>
                <w:rFonts w:ascii="Times New Roman" w:hAnsi="Times New Roman"/>
                <w:sz w:val="26"/>
                <w:szCs w:val="26"/>
              </w:rPr>
            </w:pPr>
          </w:p>
          <w:p w:rsidR="004345A2" w:rsidRPr="0032172F" w:rsidRDefault="004345A2" w:rsidP="007035FA">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М.Н. </w:t>
            </w:r>
            <w:proofErr w:type="spellStart"/>
            <w:r>
              <w:rPr>
                <w:rFonts w:ascii="Times New Roman" w:hAnsi="Times New Roman"/>
                <w:sz w:val="26"/>
                <w:szCs w:val="26"/>
              </w:rPr>
              <w:t>Янцов</w:t>
            </w:r>
            <w:proofErr w:type="spellEnd"/>
          </w:p>
        </w:tc>
      </w:tr>
    </w:tbl>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tbl>
      <w:tblPr>
        <w:tblW w:w="0" w:type="auto"/>
        <w:tblLook w:val="04A0"/>
      </w:tblPr>
      <w:tblGrid>
        <w:gridCol w:w="5778"/>
        <w:gridCol w:w="3932"/>
      </w:tblGrid>
      <w:tr w:rsidR="004345A2" w:rsidRPr="001F586E" w:rsidTr="007035FA">
        <w:tc>
          <w:tcPr>
            <w:tcW w:w="5778" w:type="dxa"/>
          </w:tcPr>
          <w:p w:rsidR="004345A2" w:rsidRPr="001F586E" w:rsidRDefault="004345A2" w:rsidP="007035F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руководитель</w:t>
            </w:r>
            <w:r w:rsidRPr="001F586E">
              <w:rPr>
                <w:rFonts w:ascii="Times New Roman" w:hAnsi="Times New Roman"/>
                <w:sz w:val="26"/>
                <w:szCs w:val="26"/>
              </w:rPr>
              <w:t xml:space="preserve"> аппарата администрации Павловского муниципального района</w:t>
            </w:r>
          </w:p>
          <w:p w:rsidR="004345A2" w:rsidRDefault="004345A2" w:rsidP="007035FA">
            <w:pPr>
              <w:autoSpaceDE w:val="0"/>
              <w:autoSpaceDN w:val="0"/>
              <w:adjustRightInd w:val="0"/>
              <w:ind w:firstLine="0"/>
              <w:rPr>
                <w:rFonts w:ascii="Times New Roman" w:hAnsi="Times New Roman"/>
                <w:sz w:val="26"/>
                <w:szCs w:val="26"/>
              </w:rPr>
            </w:pPr>
          </w:p>
          <w:p w:rsidR="004345A2" w:rsidRPr="001F586E" w:rsidRDefault="004345A2" w:rsidP="007035FA">
            <w:pPr>
              <w:autoSpaceDE w:val="0"/>
              <w:autoSpaceDN w:val="0"/>
              <w:adjustRightInd w:val="0"/>
              <w:ind w:firstLine="0"/>
              <w:rPr>
                <w:rFonts w:ascii="Times New Roman" w:hAnsi="Times New Roman"/>
                <w:sz w:val="26"/>
                <w:szCs w:val="26"/>
              </w:rPr>
            </w:pPr>
          </w:p>
        </w:tc>
        <w:tc>
          <w:tcPr>
            <w:tcW w:w="3932" w:type="dxa"/>
          </w:tcPr>
          <w:p w:rsidR="004345A2" w:rsidRPr="001F586E" w:rsidRDefault="004345A2" w:rsidP="007035FA">
            <w:pPr>
              <w:ind w:left="1593" w:firstLine="0"/>
              <w:jc w:val="left"/>
              <w:rPr>
                <w:rFonts w:ascii="Times New Roman" w:hAnsi="Times New Roman"/>
                <w:sz w:val="26"/>
                <w:szCs w:val="26"/>
              </w:rPr>
            </w:pPr>
          </w:p>
          <w:p w:rsidR="004345A2" w:rsidRDefault="004345A2" w:rsidP="007035FA">
            <w:pPr>
              <w:ind w:left="1593" w:firstLine="0"/>
              <w:jc w:val="left"/>
              <w:rPr>
                <w:rFonts w:ascii="Times New Roman" w:hAnsi="Times New Roman"/>
                <w:sz w:val="26"/>
                <w:szCs w:val="26"/>
              </w:rPr>
            </w:pPr>
          </w:p>
          <w:p w:rsidR="004345A2" w:rsidRPr="001F586E" w:rsidRDefault="004345A2" w:rsidP="007035FA">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4345A2" w:rsidRPr="001F586E" w:rsidTr="007035FA">
        <w:tc>
          <w:tcPr>
            <w:tcW w:w="5778" w:type="dxa"/>
            <w:hideMark/>
          </w:tcPr>
          <w:p w:rsidR="004345A2" w:rsidRDefault="004345A2" w:rsidP="007035FA">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4345A2" w:rsidRPr="00231D51" w:rsidRDefault="004345A2" w:rsidP="007035F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4345A2" w:rsidRPr="00231D51" w:rsidRDefault="004345A2" w:rsidP="007035FA">
            <w:pPr>
              <w:autoSpaceDE w:val="0"/>
              <w:autoSpaceDN w:val="0"/>
              <w:adjustRightInd w:val="0"/>
              <w:ind w:left="1593" w:firstLine="0"/>
              <w:jc w:val="left"/>
              <w:rPr>
                <w:rFonts w:ascii="Times New Roman" w:hAnsi="Times New Roman"/>
                <w:sz w:val="26"/>
                <w:szCs w:val="26"/>
              </w:rPr>
            </w:pPr>
          </w:p>
          <w:p w:rsidR="004345A2" w:rsidRPr="00231D51" w:rsidRDefault="004345A2" w:rsidP="007035FA">
            <w:pPr>
              <w:autoSpaceDE w:val="0"/>
              <w:autoSpaceDN w:val="0"/>
              <w:adjustRightInd w:val="0"/>
              <w:ind w:left="1593" w:firstLine="0"/>
              <w:jc w:val="left"/>
              <w:rPr>
                <w:rFonts w:ascii="Times New Roman" w:hAnsi="Times New Roman"/>
                <w:sz w:val="26"/>
                <w:szCs w:val="26"/>
              </w:rPr>
            </w:pPr>
          </w:p>
          <w:p w:rsidR="004345A2" w:rsidRPr="00231D51" w:rsidRDefault="004345A2" w:rsidP="007035FA">
            <w:pPr>
              <w:autoSpaceDE w:val="0"/>
              <w:autoSpaceDN w:val="0"/>
              <w:adjustRightInd w:val="0"/>
              <w:ind w:left="1593" w:firstLine="0"/>
              <w:jc w:val="left"/>
              <w:rPr>
                <w:rFonts w:ascii="Times New Roman" w:hAnsi="Times New Roman"/>
                <w:sz w:val="26"/>
                <w:szCs w:val="26"/>
              </w:rPr>
            </w:pPr>
          </w:p>
          <w:p w:rsidR="004345A2" w:rsidRDefault="004345A2" w:rsidP="007035FA">
            <w:pPr>
              <w:tabs>
                <w:tab w:val="left" w:pos="1593"/>
              </w:tabs>
              <w:autoSpaceDE w:val="0"/>
              <w:autoSpaceDN w:val="0"/>
              <w:adjustRightInd w:val="0"/>
              <w:ind w:left="1593" w:firstLine="0"/>
              <w:jc w:val="left"/>
              <w:rPr>
                <w:rFonts w:ascii="Times New Roman" w:hAnsi="Times New Roman"/>
                <w:sz w:val="26"/>
                <w:szCs w:val="26"/>
              </w:rPr>
            </w:pPr>
          </w:p>
          <w:p w:rsidR="004345A2" w:rsidRPr="00231D51" w:rsidRDefault="004345A2" w:rsidP="007035FA">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4345A2" w:rsidRPr="001F586E" w:rsidTr="007035FA">
        <w:trPr>
          <w:trHeight w:val="203"/>
        </w:trPr>
        <w:tc>
          <w:tcPr>
            <w:tcW w:w="5778" w:type="dxa"/>
          </w:tcPr>
          <w:p w:rsidR="004345A2" w:rsidRPr="001F586E" w:rsidRDefault="004345A2" w:rsidP="007035FA">
            <w:pPr>
              <w:autoSpaceDE w:val="0"/>
              <w:autoSpaceDN w:val="0"/>
              <w:adjustRightInd w:val="0"/>
              <w:ind w:firstLine="0"/>
              <w:jc w:val="left"/>
              <w:rPr>
                <w:rFonts w:ascii="Times New Roman" w:hAnsi="Times New Roman"/>
                <w:sz w:val="26"/>
                <w:szCs w:val="26"/>
              </w:rPr>
            </w:pPr>
          </w:p>
        </w:tc>
        <w:tc>
          <w:tcPr>
            <w:tcW w:w="3932" w:type="dxa"/>
          </w:tcPr>
          <w:p w:rsidR="004345A2" w:rsidRPr="001F586E" w:rsidRDefault="004345A2" w:rsidP="007035FA">
            <w:pPr>
              <w:autoSpaceDE w:val="0"/>
              <w:autoSpaceDN w:val="0"/>
              <w:adjustRightInd w:val="0"/>
              <w:ind w:left="1593" w:firstLine="0"/>
              <w:rPr>
                <w:rFonts w:ascii="Times New Roman" w:hAnsi="Times New Roman"/>
                <w:sz w:val="26"/>
                <w:szCs w:val="26"/>
              </w:rPr>
            </w:pPr>
          </w:p>
        </w:tc>
      </w:tr>
      <w:tr w:rsidR="004345A2" w:rsidRPr="001F586E" w:rsidTr="007035FA">
        <w:tc>
          <w:tcPr>
            <w:tcW w:w="5778" w:type="dxa"/>
          </w:tcPr>
          <w:p w:rsidR="004345A2" w:rsidRPr="001F586E" w:rsidRDefault="004345A2" w:rsidP="007035FA">
            <w:pPr>
              <w:autoSpaceDE w:val="0"/>
              <w:autoSpaceDN w:val="0"/>
              <w:adjustRightInd w:val="0"/>
              <w:ind w:firstLine="0"/>
              <w:rPr>
                <w:rFonts w:ascii="Times New Roman" w:hAnsi="Times New Roman"/>
                <w:sz w:val="26"/>
                <w:szCs w:val="26"/>
              </w:rPr>
            </w:pPr>
          </w:p>
        </w:tc>
        <w:tc>
          <w:tcPr>
            <w:tcW w:w="3932" w:type="dxa"/>
          </w:tcPr>
          <w:p w:rsidR="004345A2" w:rsidRPr="001F586E" w:rsidRDefault="004345A2" w:rsidP="007035FA">
            <w:pPr>
              <w:autoSpaceDE w:val="0"/>
              <w:autoSpaceDN w:val="0"/>
              <w:adjustRightInd w:val="0"/>
              <w:ind w:left="1593" w:firstLine="0"/>
              <w:rPr>
                <w:rFonts w:ascii="Times New Roman" w:hAnsi="Times New Roman"/>
                <w:sz w:val="26"/>
                <w:szCs w:val="26"/>
              </w:rPr>
            </w:pPr>
          </w:p>
        </w:tc>
      </w:tr>
      <w:tr w:rsidR="004345A2" w:rsidRPr="001F586E" w:rsidTr="007035FA">
        <w:trPr>
          <w:trHeight w:val="80"/>
        </w:trPr>
        <w:tc>
          <w:tcPr>
            <w:tcW w:w="5778" w:type="dxa"/>
            <w:hideMark/>
          </w:tcPr>
          <w:p w:rsidR="004345A2" w:rsidRPr="001F586E" w:rsidRDefault="004345A2" w:rsidP="007035FA">
            <w:pPr>
              <w:ind w:firstLine="0"/>
              <w:jc w:val="left"/>
              <w:rPr>
                <w:rFonts w:ascii="Times New Roman" w:hAnsi="Times New Roman"/>
                <w:sz w:val="26"/>
                <w:szCs w:val="26"/>
              </w:rPr>
            </w:pPr>
            <w:r>
              <w:rPr>
                <w:rFonts w:ascii="Times New Roman" w:hAnsi="Times New Roman"/>
                <w:sz w:val="26"/>
                <w:szCs w:val="26"/>
              </w:rPr>
              <w:t>Н</w:t>
            </w:r>
            <w:r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4345A2" w:rsidRPr="001F586E" w:rsidRDefault="004345A2" w:rsidP="007035FA">
            <w:pPr>
              <w:autoSpaceDE w:val="0"/>
              <w:autoSpaceDN w:val="0"/>
              <w:adjustRightInd w:val="0"/>
              <w:ind w:left="1593" w:firstLine="0"/>
              <w:jc w:val="left"/>
              <w:rPr>
                <w:rFonts w:ascii="Times New Roman" w:hAnsi="Times New Roman"/>
                <w:sz w:val="26"/>
                <w:szCs w:val="26"/>
              </w:rPr>
            </w:pPr>
          </w:p>
          <w:p w:rsidR="004345A2" w:rsidRPr="001F586E" w:rsidRDefault="004345A2" w:rsidP="007035FA">
            <w:pPr>
              <w:autoSpaceDE w:val="0"/>
              <w:autoSpaceDN w:val="0"/>
              <w:adjustRightInd w:val="0"/>
              <w:ind w:left="1593" w:firstLine="0"/>
              <w:jc w:val="left"/>
              <w:rPr>
                <w:rFonts w:ascii="Times New Roman" w:hAnsi="Times New Roman"/>
                <w:sz w:val="26"/>
                <w:szCs w:val="26"/>
              </w:rPr>
            </w:pPr>
          </w:p>
          <w:p w:rsidR="004345A2" w:rsidRPr="001F586E" w:rsidRDefault="004345A2" w:rsidP="007035FA">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4345A2" w:rsidRPr="001F586E" w:rsidTr="007035FA">
        <w:tc>
          <w:tcPr>
            <w:tcW w:w="5778" w:type="dxa"/>
          </w:tcPr>
          <w:p w:rsidR="004345A2" w:rsidRPr="001F586E" w:rsidRDefault="004345A2" w:rsidP="007035FA">
            <w:pPr>
              <w:autoSpaceDE w:val="0"/>
              <w:autoSpaceDN w:val="0"/>
              <w:adjustRightInd w:val="0"/>
              <w:ind w:firstLine="0"/>
              <w:rPr>
                <w:rFonts w:ascii="Times New Roman" w:hAnsi="Times New Roman"/>
                <w:sz w:val="26"/>
                <w:szCs w:val="26"/>
              </w:rPr>
            </w:pPr>
          </w:p>
        </w:tc>
        <w:tc>
          <w:tcPr>
            <w:tcW w:w="3932" w:type="dxa"/>
          </w:tcPr>
          <w:p w:rsidR="004345A2" w:rsidRPr="001F586E" w:rsidRDefault="004345A2" w:rsidP="007035FA">
            <w:pPr>
              <w:autoSpaceDE w:val="0"/>
              <w:autoSpaceDN w:val="0"/>
              <w:adjustRightInd w:val="0"/>
              <w:ind w:firstLine="0"/>
              <w:rPr>
                <w:rFonts w:ascii="Times New Roman" w:hAnsi="Times New Roman"/>
                <w:sz w:val="26"/>
                <w:szCs w:val="26"/>
              </w:rPr>
            </w:pPr>
          </w:p>
        </w:tc>
      </w:tr>
    </w:tbl>
    <w:p w:rsidR="004345A2" w:rsidRPr="001F586E" w:rsidRDefault="004345A2" w:rsidP="004345A2">
      <w:pPr>
        <w:autoSpaceDE w:val="0"/>
        <w:autoSpaceDN w:val="0"/>
        <w:adjustRightInd w:val="0"/>
        <w:ind w:firstLine="0"/>
        <w:rPr>
          <w:rFonts w:ascii="Times New Roman" w:hAnsi="Times New Roman"/>
          <w:sz w:val="26"/>
          <w:szCs w:val="26"/>
        </w:rPr>
      </w:pPr>
    </w:p>
    <w:p w:rsidR="004345A2" w:rsidRPr="001F586E" w:rsidRDefault="004345A2" w:rsidP="004345A2">
      <w:pPr>
        <w:autoSpaceDE w:val="0"/>
        <w:autoSpaceDN w:val="0"/>
        <w:adjustRightInd w:val="0"/>
        <w:ind w:firstLine="0"/>
        <w:rPr>
          <w:rFonts w:ascii="Times New Roman" w:hAnsi="Times New Roman"/>
          <w:sz w:val="26"/>
          <w:szCs w:val="26"/>
        </w:rPr>
      </w:pPr>
    </w:p>
    <w:p w:rsidR="004345A2" w:rsidRPr="001F586E" w:rsidRDefault="004345A2" w:rsidP="004345A2">
      <w:pPr>
        <w:autoSpaceDE w:val="0"/>
        <w:autoSpaceDN w:val="0"/>
        <w:adjustRightInd w:val="0"/>
        <w:ind w:firstLine="0"/>
        <w:rPr>
          <w:rFonts w:ascii="Times New Roman" w:hAnsi="Times New Roman"/>
          <w:sz w:val="26"/>
          <w:szCs w:val="26"/>
        </w:rPr>
      </w:pPr>
    </w:p>
    <w:p w:rsidR="004345A2" w:rsidRPr="001F586E" w:rsidRDefault="004345A2" w:rsidP="004345A2">
      <w:pPr>
        <w:autoSpaceDE w:val="0"/>
        <w:autoSpaceDN w:val="0"/>
        <w:adjustRightInd w:val="0"/>
        <w:ind w:firstLine="0"/>
        <w:rPr>
          <w:rFonts w:ascii="Times New Roman" w:hAnsi="Times New Roman"/>
          <w:sz w:val="26"/>
          <w:szCs w:val="26"/>
        </w:rPr>
      </w:pPr>
    </w:p>
    <w:p w:rsidR="004345A2" w:rsidRPr="001F586E"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Default="004345A2" w:rsidP="004345A2">
      <w:pPr>
        <w:autoSpaceDE w:val="0"/>
        <w:autoSpaceDN w:val="0"/>
        <w:adjustRightInd w:val="0"/>
        <w:ind w:firstLine="0"/>
        <w:rPr>
          <w:rFonts w:ascii="Times New Roman" w:hAnsi="Times New Roman"/>
          <w:sz w:val="26"/>
          <w:szCs w:val="26"/>
        </w:rPr>
      </w:pPr>
    </w:p>
    <w:p w:rsidR="004345A2" w:rsidRPr="001F586E" w:rsidRDefault="004345A2" w:rsidP="004345A2">
      <w:pPr>
        <w:autoSpaceDE w:val="0"/>
        <w:autoSpaceDN w:val="0"/>
        <w:adjustRightInd w:val="0"/>
        <w:ind w:firstLine="0"/>
        <w:rPr>
          <w:rFonts w:ascii="Times New Roman" w:hAnsi="Times New Roman"/>
          <w:sz w:val="26"/>
          <w:szCs w:val="26"/>
        </w:rPr>
      </w:pPr>
    </w:p>
    <w:p w:rsidR="004345A2" w:rsidRPr="001F586E" w:rsidRDefault="004345A2" w:rsidP="004345A2">
      <w:pPr>
        <w:autoSpaceDE w:val="0"/>
        <w:autoSpaceDN w:val="0"/>
        <w:adjustRightInd w:val="0"/>
        <w:ind w:firstLine="0"/>
        <w:rPr>
          <w:rFonts w:ascii="Times New Roman" w:hAnsi="Times New Roman"/>
          <w:sz w:val="26"/>
          <w:szCs w:val="26"/>
        </w:rPr>
      </w:pPr>
    </w:p>
    <w:p w:rsidR="004345A2" w:rsidRPr="001F586E" w:rsidRDefault="004345A2" w:rsidP="004345A2">
      <w:pPr>
        <w:autoSpaceDE w:val="0"/>
        <w:autoSpaceDN w:val="0"/>
        <w:adjustRightInd w:val="0"/>
        <w:ind w:firstLine="0"/>
        <w:rPr>
          <w:rFonts w:ascii="Times New Roman" w:hAnsi="Times New Roman"/>
          <w:sz w:val="26"/>
          <w:szCs w:val="26"/>
        </w:rPr>
      </w:pPr>
    </w:p>
    <w:p w:rsidR="004345A2" w:rsidRPr="001F586E" w:rsidRDefault="004345A2" w:rsidP="004345A2">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4345A2" w:rsidRPr="001F586E" w:rsidRDefault="004345A2" w:rsidP="004345A2">
      <w:pPr>
        <w:autoSpaceDE w:val="0"/>
        <w:autoSpaceDN w:val="0"/>
        <w:adjustRightInd w:val="0"/>
        <w:ind w:firstLine="0"/>
        <w:jc w:val="left"/>
        <w:rPr>
          <w:rFonts w:ascii="Times New Roman" w:hAnsi="Times New Roman"/>
          <w:sz w:val="26"/>
          <w:szCs w:val="26"/>
        </w:rPr>
      </w:pPr>
    </w:p>
    <w:p w:rsidR="004345A2" w:rsidRPr="001F586E" w:rsidRDefault="004345A2" w:rsidP="004345A2">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Pr="001F586E">
        <w:rPr>
          <w:rFonts w:ascii="Times New Roman" w:hAnsi="Times New Roman"/>
          <w:sz w:val="26"/>
          <w:szCs w:val="26"/>
        </w:rPr>
        <w:t>уководител</w:t>
      </w:r>
      <w:r>
        <w:rPr>
          <w:rFonts w:ascii="Times New Roman" w:hAnsi="Times New Roman"/>
          <w:sz w:val="26"/>
          <w:szCs w:val="26"/>
        </w:rPr>
        <w:t xml:space="preserve">ь </w:t>
      </w:r>
      <w:proofErr w:type="gramStart"/>
      <w:r w:rsidRPr="001F586E">
        <w:rPr>
          <w:rFonts w:ascii="Times New Roman" w:hAnsi="Times New Roman"/>
          <w:sz w:val="26"/>
          <w:szCs w:val="26"/>
        </w:rPr>
        <w:t>муниципального</w:t>
      </w:r>
      <w:proofErr w:type="gramEnd"/>
    </w:p>
    <w:p w:rsidR="004345A2" w:rsidRPr="001F586E" w:rsidRDefault="004345A2" w:rsidP="004345A2">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4345A2" w:rsidRPr="001F586E" w:rsidRDefault="004345A2" w:rsidP="004345A2">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С.И. Воробьев</w:t>
      </w:r>
    </w:p>
    <w:p w:rsidR="001F586E" w:rsidRPr="001F586E" w:rsidRDefault="001F586E" w:rsidP="004345A2">
      <w:pPr>
        <w:pStyle w:val="ConsPlusTitle"/>
        <w:widowControl/>
        <w:tabs>
          <w:tab w:val="left" w:pos="4253"/>
          <w:tab w:val="left" w:pos="4536"/>
          <w:tab w:val="left" w:pos="4962"/>
          <w:tab w:val="left" w:pos="5103"/>
          <w:tab w:val="left" w:pos="5580"/>
        </w:tabs>
        <w:spacing w:before="240"/>
        <w:ind w:right="4278"/>
        <w:jc w:val="both"/>
        <w:rPr>
          <w:sz w:val="26"/>
          <w:szCs w:val="26"/>
        </w:rPr>
      </w:pP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871" w:rsidRDefault="00BF6871">
      <w:r>
        <w:separator/>
      </w:r>
    </w:p>
  </w:endnote>
  <w:endnote w:type="continuationSeparator" w:id="0">
    <w:p w:rsidR="00BF6871" w:rsidRDefault="00BF68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871" w:rsidRDefault="00BF6871">
      <w:r>
        <w:separator/>
      </w:r>
    </w:p>
  </w:footnote>
  <w:footnote w:type="continuationSeparator" w:id="0">
    <w:p w:rsidR="00BF6871" w:rsidRDefault="00BF68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BB0868"/>
    <w:rsid w:val="00007299"/>
    <w:rsid w:val="00013E15"/>
    <w:rsid w:val="000145AF"/>
    <w:rsid w:val="00016EF6"/>
    <w:rsid w:val="00020C76"/>
    <w:rsid w:val="00031430"/>
    <w:rsid w:val="00031CA4"/>
    <w:rsid w:val="000335FB"/>
    <w:rsid w:val="0003500F"/>
    <w:rsid w:val="00040B34"/>
    <w:rsid w:val="00040D4F"/>
    <w:rsid w:val="000472E8"/>
    <w:rsid w:val="00047F93"/>
    <w:rsid w:val="00052F74"/>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45583"/>
    <w:rsid w:val="00150AFB"/>
    <w:rsid w:val="00153CF6"/>
    <w:rsid w:val="00161EB4"/>
    <w:rsid w:val="00166E45"/>
    <w:rsid w:val="0017322E"/>
    <w:rsid w:val="00181FBB"/>
    <w:rsid w:val="00186149"/>
    <w:rsid w:val="00187132"/>
    <w:rsid w:val="00194DBE"/>
    <w:rsid w:val="001A133D"/>
    <w:rsid w:val="001A6E67"/>
    <w:rsid w:val="001A73E0"/>
    <w:rsid w:val="001B29CA"/>
    <w:rsid w:val="001C0495"/>
    <w:rsid w:val="001C0655"/>
    <w:rsid w:val="001C4351"/>
    <w:rsid w:val="001C6B7D"/>
    <w:rsid w:val="001C7DB8"/>
    <w:rsid w:val="001D5F06"/>
    <w:rsid w:val="001D7659"/>
    <w:rsid w:val="001E0F37"/>
    <w:rsid w:val="001E6537"/>
    <w:rsid w:val="001F2088"/>
    <w:rsid w:val="001F2A85"/>
    <w:rsid w:val="001F586E"/>
    <w:rsid w:val="001F7794"/>
    <w:rsid w:val="00200331"/>
    <w:rsid w:val="00203CC0"/>
    <w:rsid w:val="002045E4"/>
    <w:rsid w:val="00207814"/>
    <w:rsid w:val="0021393E"/>
    <w:rsid w:val="0021429D"/>
    <w:rsid w:val="00214DC6"/>
    <w:rsid w:val="00216D77"/>
    <w:rsid w:val="00221151"/>
    <w:rsid w:val="002258D3"/>
    <w:rsid w:val="00230F02"/>
    <w:rsid w:val="00231D51"/>
    <w:rsid w:val="00233AF7"/>
    <w:rsid w:val="00236982"/>
    <w:rsid w:val="002436BF"/>
    <w:rsid w:val="00251ADF"/>
    <w:rsid w:val="00252C27"/>
    <w:rsid w:val="00262A8A"/>
    <w:rsid w:val="0026378C"/>
    <w:rsid w:val="002653B9"/>
    <w:rsid w:val="00265E01"/>
    <w:rsid w:val="00266492"/>
    <w:rsid w:val="00266E96"/>
    <w:rsid w:val="002703D8"/>
    <w:rsid w:val="00270F7A"/>
    <w:rsid w:val="00272717"/>
    <w:rsid w:val="002748FF"/>
    <w:rsid w:val="00283319"/>
    <w:rsid w:val="0028578F"/>
    <w:rsid w:val="00285CC7"/>
    <w:rsid w:val="00287E9F"/>
    <w:rsid w:val="00293766"/>
    <w:rsid w:val="002A72A5"/>
    <w:rsid w:val="002A7E32"/>
    <w:rsid w:val="002B6445"/>
    <w:rsid w:val="002B747C"/>
    <w:rsid w:val="002B786D"/>
    <w:rsid w:val="002C195E"/>
    <w:rsid w:val="002D0B88"/>
    <w:rsid w:val="002D4819"/>
    <w:rsid w:val="002E121D"/>
    <w:rsid w:val="002E306B"/>
    <w:rsid w:val="002E6253"/>
    <w:rsid w:val="002F29EE"/>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1BCE"/>
    <w:rsid w:val="00384884"/>
    <w:rsid w:val="00390584"/>
    <w:rsid w:val="00391FD0"/>
    <w:rsid w:val="003949D9"/>
    <w:rsid w:val="003A63A6"/>
    <w:rsid w:val="003A6475"/>
    <w:rsid w:val="003A7AA4"/>
    <w:rsid w:val="003C6EDF"/>
    <w:rsid w:val="003D0FC0"/>
    <w:rsid w:val="003D693D"/>
    <w:rsid w:val="003E546D"/>
    <w:rsid w:val="00401394"/>
    <w:rsid w:val="00404E5F"/>
    <w:rsid w:val="0040542F"/>
    <w:rsid w:val="00405564"/>
    <w:rsid w:val="00405BF1"/>
    <w:rsid w:val="0041634D"/>
    <w:rsid w:val="00427756"/>
    <w:rsid w:val="004345A2"/>
    <w:rsid w:val="004349F6"/>
    <w:rsid w:val="00435582"/>
    <w:rsid w:val="004367B6"/>
    <w:rsid w:val="00444DD8"/>
    <w:rsid w:val="00444F9F"/>
    <w:rsid w:val="00454F37"/>
    <w:rsid w:val="004556B7"/>
    <w:rsid w:val="00455E76"/>
    <w:rsid w:val="0045774F"/>
    <w:rsid w:val="00463079"/>
    <w:rsid w:val="00464A1C"/>
    <w:rsid w:val="00470D25"/>
    <w:rsid w:val="00481FA6"/>
    <w:rsid w:val="0048568A"/>
    <w:rsid w:val="00493804"/>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37BC1"/>
    <w:rsid w:val="00542DBA"/>
    <w:rsid w:val="005550E4"/>
    <w:rsid w:val="00563544"/>
    <w:rsid w:val="00565056"/>
    <w:rsid w:val="005678FE"/>
    <w:rsid w:val="00567A16"/>
    <w:rsid w:val="00571F11"/>
    <w:rsid w:val="005725A2"/>
    <w:rsid w:val="00573173"/>
    <w:rsid w:val="00575C87"/>
    <w:rsid w:val="0057655D"/>
    <w:rsid w:val="0057759C"/>
    <w:rsid w:val="00584370"/>
    <w:rsid w:val="005846AE"/>
    <w:rsid w:val="00584F36"/>
    <w:rsid w:val="00587072"/>
    <w:rsid w:val="0058748C"/>
    <w:rsid w:val="00593A5D"/>
    <w:rsid w:val="005944E9"/>
    <w:rsid w:val="00596D7D"/>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4563"/>
    <w:rsid w:val="0062688A"/>
    <w:rsid w:val="0063055A"/>
    <w:rsid w:val="006339C9"/>
    <w:rsid w:val="00636AA7"/>
    <w:rsid w:val="00636B6A"/>
    <w:rsid w:val="00637438"/>
    <w:rsid w:val="006374B8"/>
    <w:rsid w:val="006427A8"/>
    <w:rsid w:val="00657BB8"/>
    <w:rsid w:val="006606D0"/>
    <w:rsid w:val="00664E30"/>
    <w:rsid w:val="00667BD6"/>
    <w:rsid w:val="00680039"/>
    <w:rsid w:val="00680062"/>
    <w:rsid w:val="0068194A"/>
    <w:rsid w:val="00681D2C"/>
    <w:rsid w:val="00682FD6"/>
    <w:rsid w:val="006924E8"/>
    <w:rsid w:val="006953F6"/>
    <w:rsid w:val="0069608C"/>
    <w:rsid w:val="006A6C89"/>
    <w:rsid w:val="006B7C43"/>
    <w:rsid w:val="006C6AE4"/>
    <w:rsid w:val="006C7044"/>
    <w:rsid w:val="006D119A"/>
    <w:rsid w:val="006D4A2C"/>
    <w:rsid w:val="006E5216"/>
    <w:rsid w:val="006E5C32"/>
    <w:rsid w:val="006F4B2E"/>
    <w:rsid w:val="00706263"/>
    <w:rsid w:val="00706821"/>
    <w:rsid w:val="00712BBA"/>
    <w:rsid w:val="00717818"/>
    <w:rsid w:val="00723893"/>
    <w:rsid w:val="0074051B"/>
    <w:rsid w:val="007433E9"/>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266D"/>
    <w:rsid w:val="007A6D19"/>
    <w:rsid w:val="007C0736"/>
    <w:rsid w:val="007C400E"/>
    <w:rsid w:val="007C577D"/>
    <w:rsid w:val="007C6B43"/>
    <w:rsid w:val="007D07E9"/>
    <w:rsid w:val="007D11B1"/>
    <w:rsid w:val="007D4ED6"/>
    <w:rsid w:val="007D5139"/>
    <w:rsid w:val="007D7437"/>
    <w:rsid w:val="007E0E10"/>
    <w:rsid w:val="007F1A46"/>
    <w:rsid w:val="007F4724"/>
    <w:rsid w:val="007F4C92"/>
    <w:rsid w:val="007F5D8F"/>
    <w:rsid w:val="00802BB9"/>
    <w:rsid w:val="008033DC"/>
    <w:rsid w:val="008039BB"/>
    <w:rsid w:val="0081081F"/>
    <w:rsid w:val="00813F56"/>
    <w:rsid w:val="00816F63"/>
    <w:rsid w:val="00823443"/>
    <w:rsid w:val="008309EB"/>
    <w:rsid w:val="00831A4F"/>
    <w:rsid w:val="00833DDC"/>
    <w:rsid w:val="00836D4F"/>
    <w:rsid w:val="00837DC0"/>
    <w:rsid w:val="00845289"/>
    <w:rsid w:val="008472B1"/>
    <w:rsid w:val="00847747"/>
    <w:rsid w:val="00847C1D"/>
    <w:rsid w:val="00851BC0"/>
    <w:rsid w:val="008522C0"/>
    <w:rsid w:val="008570B7"/>
    <w:rsid w:val="00860FF8"/>
    <w:rsid w:val="00861598"/>
    <w:rsid w:val="008638EC"/>
    <w:rsid w:val="0086561E"/>
    <w:rsid w:val="008662FC"/>
    <w:rsid w:val="008679C6"/>
    <w:rsid w:val="0087310E"/>
    <w:rsid w:val="00883E65"/>
    <w:rsid w:val="00887433"/>
    <w:rsid w:val="008877EA"/>
    <w:rsid w:val="00892E5C"/>
    <w:rsid w:val="00894494"/>
    <w:rsid w:val="008A4DEB"/>
    <w:rsid w:val="008A765E"/>
    <w:rsid w:val="008B54E7"/>
    <w:rsid w:val="008C22FB"/>
    <w:rsid w:val="008D2EC7"/>
    <w:rsid w:val="008E400B"/>
    <w:rsid w:val="008E5171"/>
    <w:rsid w:val="008F1F45"/>
    <w:rsid w:val="008F4ECC"/>
    <w:rsid w:val="008F6E75"/>
    <w:rsid w:val="009014EC"/>
    <w:rsid w:val="0091095A"/>
    <w:rsid w:val="0091301D"/>
    <w:rsid w:val="0092088F"/>
    <w:rsid w:val="00925243"/>
    <w:rsid w:val="0092650B"/>
    <w:rsid w:val="00926FF1"/>
    <w:rsid w:val="009275F1"/>
    <w:rsid w:val="0093637F"/>
    <w:rsid w:val="0093646A"/>
    <w:rsid w:val="00937F17"/>
    <w:rsid w:val="009439EB"/>
    <w:rsid w:val="009445B4"/>
    <w:rsid w:val="00946C55"/>
    <w:rsid w:val="00952792"/>
    <w:rsid w:val="00962EDA"/>
    <w:rsid w:val="00965FD3"/>
    <w:rsid w:val="009702FB"/>
    <w:rsid w:val="00971B17"/>
    <w:rsid w:val="00973EEC"/>
    <w:rsid w:val="0097408A"/>
    <w:rsid w:val="00976153"/>
    <w:rsid w:val="00976BFF"/>
    <w:rsid w:val="00977487"/>
    <w:rsid w:val="0099233D"/>
    <w:rsid w:val="009936E6"/>
    <w:rsid w:val="009939FA"/>
    <w:rsid w:val="00995F78"/>
    <w:rsid w:val="009A6679"/>
    <w:rsid w:val="009B12B8"/>
    <w:rsid w:val="009C524B"/>
    <w:rsid w:val="009C6E27"/>
    <w:rsid w:val="009D2BDD"/>
    <w:rsid w:val="009D5EB5"/>
    <w:rsid w:val="009E1F82"/>
    <w:rsid w:val="009E2E71"/>
    <w:rsid w:val="009E6EEB"/>
    <w:rsid w:val="009E7D96"/>
    <w:rsid w:val="009F5A45"/>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0E35"/>
    <w:rsid w:val="00AA11D7"/>
    <w:rsid w:val="00AA773B"/>
    <w:rsid w:val="00AB0CB4"/>
    <w:rsid w:val="00AC09EC"/>
    <w:rsid w:val="00AC2977"/>
    <w:rsid w:val="00AC5FC2"/>
    <w:rsid w:val="00AD393B"/>
    <w:rsid w:val="00AD5DC9"/>
    <w:rsid w:val="00AD6C57"/>
    <w:rsid w:val="00AD7886"/>
    <w:rsid w:val="00AD7C50"/>
    <w:rsid w:val="00B076F5"/>
    <w:rsid w:val="00B1627F"/>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E33E7"/>
    <w:rsid w:val="00BE6481"/>
    <w:rsid w:val="00BF5078"/>
    <w:rsid w:val="00BF6871"/>
    <w:rsid w:val="00C00BD2"/>
    <w:rsid w:val="00C043AE"/>
    <w:rsid w:val="00C16A6D"/>
    <w:rsid w:val="00C21886"/>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3427E"/>
    <w:rsid w:val="00D36298"/>
    <w:rsid w:val="00D368DF"/>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9405D"/>
    <w:rsid w:val="00DB24E1"/>
    <w:rsid w:val="00DB61C0"/>
    <w:rsid w:val="00DB7533"/>
    <w:rsid w:val="00DC2A6B"/>
    <w:rsid w:val="00DD31BA"/>
    <w:rsid w:val="00DD3833"/>
    <w:rsid w:val="00DD4A61"/>
    <w:rsid w:val="00DD4EB6"/>
    <w:rsid w:val="00DF5F6B"/>
    <w:rsid w:val="00E02FA4"/>
    <w:rsid w:val="00E03CD6"/>
    <w:rsid w:val="00E045D4"/>
    <w:rsid w:val="00E1267D"/>
    <w:rsid w:val="00E15D51"/>
    <w:rsid w:val="00E16631"/>
    <w:rsid w:val="00E201CD"/>
    <w:rsid w:val="00E208DE"/>
    <w:rsid w:val="00E22721"/>
    <w:rsid w:val="00E266EC"/>
    <w:rsid w:val="00E3202D"/>
    <w:rsid w:val="00E40754"/>
    <w:rsid w:val="00E41C96"/>
    <w:rsid w:val="00E4481D"/>
    <w:rsid w:val="00E50642"/>
    <w:rsid w:val="00E54C75"/>
    <w:rsid w:val="00E67A38"/>
    <w:rsid w:val="00E704C4"/>
    <w:rsid w:val="00E73301"/>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67B02"/>
    <w:rsid w:val="00F7465A"/>
    <w:rsid w:val="00F823A7"/>
    <w:rsid w:val="00FA3131"/>
    <w:rsid w:val="00FA32D3"/>
    <w:rsid w:val="00FA3FCC"/>
    <w:rsid w:val="00FB3ABE"/>
    <w:rsid w:val="00FB4404"/>
    <w:rsid w:val="00FB50F5"/>
    <w:rsid w:val="00FB5231"/>
    <w:rsid w:val="00FC0A9A"/>
    <w:rsid w:val="00FC123E"/>
    <w:rsid w:val="00FC6F8F"/>
    <w:rsid w:val="00FC7A24"/>
    <w:rsid w:val="00FD0BF9"/>
    <w:rsid w:val="00FD2777"/>
    <w:rsid w:val="00FD662E"/>
    <w:rsid w:val="00FD6864"/>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r="http://schemas.openxmlformats.org/officeDocument/2006/relationships" xmlns:w="http://schemas.openxmlformats.org/wordprocessingml/2006/main">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38913-6EE8-4F87-8883-CE6FFFE58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676</TotalTime>
  <Pages>8</Pages>
  <Words>2394</Words>
  <Characters>13651</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44</cp:revision>
  <cp:lastPrinted>2024-10-14T08:56:00Z</cp:lastPrinted>
  <dcterms:created xsi:type="dcterms:W3CDTF">2022-12-22T13:53:00Z</dcterms:created>
  <dcterms:modified xsi:type="dcterms:W3CDTF">2024-12-25T15:10:00Z</dcterms:modified>
</cp:coreProperties>
</file>