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14" w:rsidRPr="00DA3733" w:rsidRDefault="00F76D14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DA3733" w:rsidRDefault="0085370E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007FA" w:rsidRDefault="001007FA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649E8" w:rsidRDefault="008649E8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908C6" w:rsidRDefault="001908C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908C6" w:rsidRDefault="001908C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1908C6" w:rsidRDefault="001908C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F5476" w:rsidRDefault="002F547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F5476" w:rsidRPr="00DA3733" w:rsidRDefault="002F5476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28003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О </w:t>
      </w:r>
      <w:r w:rsidR="00280037"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</w:p>
    <w:p w:rsidR="00280037" w:rsidRDefault="00280037" w:rsidP="0028003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FD46F7">
        <w:rPr>
          <w:rFonts w:ascii="Times New Roman" w:hAnsi="Times New Roman"/>
          <w:sz w:val="28"/>
          <w:szCs w:val="28"/>
        </w:rPr>
        <w:t>Павловского муниципального</w:t>
      </w:r>
    </w:p>
    <w:p w:rsidR="00280037" w:rsidRPr="00FD46F7" w:rsidRDefault="00280037" w:rsidP="0028003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от 21.09.2022 № 686</w:t>
      </w:r>
    </w:p>
    <w:p w:rsidR="002C2E6F" w:rsidRPr="00FD46F7" w:rsidRDefault="00280037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="00DE1371" w:rsidRPr="00FD46F7">
        <w:rPr>
          <w:rFonts w:ascii="Times New Roman" w:hAnsi="Times New Roman"/>
          <w:sz w:val="28"/>
          <w:szCs w:val="28"/>
        </w:rPr>
        <w:t xml:space="preserve">проведении ежегодного районного </w:t>
      </w:r>
    </w:p>
    <w:p w:rsidR="002C2E6F" w:rsidRPr="008F569F" w:rsidRDefault="002C2E6F" w:rsidP="00FD46F7">
      <w:pPr>
        <w:ind w:right="923" w:firstLine="0"/>
        <w:jc w:val="left"/>
        <w:rPr>
          <w:rFonts w:ascii="Times New Roman" w:hAnsi="Times New Roman"/>
          <w:color w:val="050505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к</w:t>
      </w:r>
      <w:r w:rsidR="00DE1371" w:rsidRPr="00FD46F7">
        <w:rPr>
          <w:rFonts w:ascii="Times New Roman" w:hAnsi="Times New Roman"/>
          <w:sz w:val="28"/>
          <w:szCs w:val="28"/>
        </w:rPr>
        <w:t>онкурса</w:t>
      </w:r>
      <w:r w:rsidRPr="00FD46F7">
        <w:rPr>
          <w:rFonts w:ascii="Times New Roman" w:hAnsi="Times New Roman"/>
          <w:sz w:val="28"/>
          <w:szCs w:val="28"/>
        </w:rPr>
        <w:t xml:space="preserve"> </w:t>
      </w:r>
      <w:r w:rsidRPr="00FD46F7">
        <w:rPr>
          <w:rFonts w:ascii="Times New Roman" w:hAnsi="Times New Roman"/>
          <w:color w:val="050505"/>
          <w:sz w:val="28"/>
          <w:szCs w:val="28"/>
        </w:rPr>
        <w:t>детского рисунка «Охрана труда глазами детей»</w:t>
      </w:r>
    </w:p>
    <w:p w:rsidR="008F569F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в </w:t>
      </w:r>
      <w:r w:rsidR="002C2E6F" w:rsidRPr="00FD46F7">
        <w:rPr>
          <w:rFonts w:ascii="Times New Roman" w:hAnsi="Times New Roman"/>
          <w:color w:val="050505"/>
          <w:sz w:val="28"/>
          <w:szCs w:val="28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организациях</w:t>
      </w:r>
      <w:r w:rsidR="008F569F">
        <w:rPr>
          <w:rFonts w:ascii="Times New Roman" w:hAnsi="Times New Roman"/>
          <w:sz w:val="28"/>
          <w:szCs w:val="28"/>
        </w:rPr>
        <w:t xml:space="preserve"> </w:t>
      </w: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Павловского муниципального района</w:t>
      </w:r>
      <w:r w:rsidR="004B46B5" w:rsidRPr="00FD46F7">
        <w:rPr>
          <w:rFonts w:ascii="Times New Roman" w:hAnsi="Times New Roman"/>
          <w:sz w:val="28"/>
          <w:szCs w:val="28"/>
        </w:rPr>
        <w:t xml:space="preserve"> </w:t>
      </w:r>
    </w:p>
    <w:p w:rsidR="005E200D" w:rsidRPr="00FD46F7" w:rsidRDefault="004B46B5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Воронежской области</w:t>
      </w:r>
      <w:r w:rsidR="00E915E8" w:rsidRPr="00312D85">
        <w:rPr>
          <w:rFonts w:ascii="Times New Roman" w:hAnsi="Times New Roman"/>
          <w:sz w:val="28"/>
          <w:szCs w:val="28"/>
        </w:rPr>
        <w:t>»</w:t>
      </w:r>
    </w:p>
    <w:p w:rsidR="00037AD9" w:rsidRPr="00DA3733" w:rsidRDefault="00037AD9" w:rsidP="00D556AD">
      <w:pPr>
        <w:shd w:val="clear" w:color="auto" w:fill="FFFFFF"/>
        <w:spacing w:before="240"/>
        <w:ind w:right="4262" w:firstLine="252"/>
        <w:rPr>
          <w:rFonts w:ascii="Times New Roman" w:hAnsi="Times New Roman"/>
          <w:szCs w:val="26"/>
        </w:rPr>
      </w:pPr>
    </w:p>
    <w:p w:rsidR="005E200D" w:rsidRPr="00DA3733" w:rsidRDefault="00DE1371" w:rsidP="00D630AA">
      <w:pPr>
        <w:ind w:right="-31"/>
        <w:rPr>
          <w:rFonts w:ascii="Times New Roman" w:hAnsi="Times New Roman"/>
          <w:szCs w:val="26"/>
        </w:rPr>
      </w:pPr>
      <w:r w:rsidRPr="003030C6">
        <w:rPr>
          <w:rFonts w:ascii="Times New Roman" w:hAnsi="Times New Roman"/>
          <w:szCs w:val="26"/>
        </w:rPr>
        <w:t xml:space="preserve">В соответствии </w:t>
      </w:r>
      <w:r w:rsidR="00B36546" w:rsidRPr="003030C6">
        <w:rPr>
          <w:rFonts w:ascii="Times New Roman" w:hAnsi="Times New Roman"/>
          <w:szCs w:val="26"/>
        </w:rPr>
        <w:t xml:space="preserve">с </w:t>
      </w:r>
      <w:r w:rsidRPr="003030C6">
        <w:rPr>
          <w:rFonts w:ascii="Times New Roman" w:hAnsi="Times New Roman"/>
          <w:szCs w:val="26"/>
        </w:rPr>
        <w:t>п</w:t>
      </w:r>
      <w:r w:rsidR="00E0187F" w:rsidRPr="003030C6">
        <w:rPr>
          <w:rFonts w:ascii="Times New Roman" w:hAnsi="Times New Roman"/>
          <w:szCs w:val="26"/>
        </w:rPr>
        <w:t>риказом</w:t>
      </w:r>
      <w:r w:rsidRPr="003030C6">
        <w:rPr>
          <w:rFonts w:ascii="Times New Roman" w:hAnsi="Times New Roman"/>
          <w:szCs w:val="26"/>
        </w:rPr>
        <w:t xml:space="preserve"> </w:t>
      </w:r>
      <w:r w:rsidR="00E0187F" w:rsidRPr="003030C6">
        <w:rPr>
          <w:rFonts w:ascii="Times New Roman" w:hAnsi="Times New Roman"/>
          <w:szCs w:val="26"/>
        </w:rPr>
        <w:t>департамента труда и занятости населения</w:t>
      </w:r>
      <w:r w:rsidR="00F76D14" w:rsidRPr="003030C6">
        <w:rPr>
          <w:rFonts w:ascii="Times New Roman" w:hAnsi="Times New Roman"/>
          <w:szCs w:val="26"/>
        </w:rPr>
        <w:t xml:space="preserve"> В</w:t>
      </w:r>
      <w:r w:rsidR="00E0187F" w:rsidRPr="003030C6">
        <w:rPr>
          <w:rFonts w:ascii="Times New Roman" w:hAnsi="Times New Roman"/>
          <w:szCs w:val="26"/>
        </w:rPr>
        <w:t>оронежской области от 22.02.2019</w:t>
      </w:r>
      <w:r w:rsidR="00F76D14" w:rsidRPr="003030C6">
        <w:rPr>
          <w:rFonts w:ascii="Times New Roman" w:hAnsi="Times New Roman"/>
          <w:szCs w:val="26"/>
        </w:rPr>
        <w:t xml:space="preserve"> </w:t>
      </w:r>
      <w:r w:rsidR="00E0187F" w:rsidRPr="003030C6">
        <w:rPr>
          <w:rFonts w:ascii="Times New Roman" w:hAnsi="Times New Roman"/>
          <w:szCs w:val="26"/>
        </w:rPr>
        <w:t xml:space="preserve"> № 40</w:t>
      </w:r>
      <w:r w:rsidRPr="003030C6">
        <w:rPr>
          <w:rFonts w:ascii="Times New Roman" w:hAnsi="Times New Roman"/>
          <w:szCs w:val="26"/>
        </w:rPr>
        <w:t xml:space="preserve"> «</w:t>
      </w:r>
      <w:r w:rsidR="00E0187F" w:rsidRPr="003030C6">
        <w:rPr>
          <w:rFonts w:ascii="Times New Roman" w:hAnsi="Times New Roman"/>
          <w:color w:val="050505"/>
          <w:szCs w:val="26"/>
        </w:rPr>
        <w:t>О проведении ежегодного областного конкурса детского рисунка</w:t>
      </w:r>
      <w:r w:rsidR="00E0187F" w:rsidRPr="003030C6">
        <w:rPr>
          <w:rFonts w:ascii="Times New Roman" w:hAnsi="Times New Roman"/>
          <w:szCs w:val="26"/>
        </w:rPr>
        <w:t xml:space="preserve"> </w:t>
      </w:r>
      <w:r w:rsidR="00E0187F" w:rsidRPr="003030C6">
        <w:rPr>
          <w:rFonts w:ascii="Times New Roman" w:hAnsi="Times New Roman"/>
          <w:color w:val="050505"/>
          <w:szCs w:val="26"/>
        </w:rPr>
        <w:t>«Охрана труда глазами детей»</w:t>
      </w:r>
      <w:r w:rsidR="00E0187F" w:rsidRPr="003030C6">
        <w:rPr>
          <w:rFonts w:ascii="Times New Roman" w:hAnsi="Times New Roman"/>
          <w:szCs w:val="26"/>
        </w:rPr>
        <w:t xml:space="preserve"> </w:t>
      </w:r>
      <w:r w:rsidR="00F76D14" w:rsidRPr="003030C6">
        <w:rPr>
          <w:rFonts w:ascii="Times New Roman" w:hAnsi="Times New Roman"/>
          <w:szCs w:val="26"/>
        </w:rPr>
        <w:t xml:space="preserve">администрация Павловского муниципального </w:t>
      </w:r>
      <w:r w:rsidR="00F76D14" w:rsidRPr="003030C6">
        <w:rPr>
          <w:rFonts w:ascii="Times New Roman" w:hAnsi="Times New Roman"/>
          <w:spacing w:val="-4"/>
          <w:szCs w:val="26"/>
        </w:rPr>
        <w:t>района</w:t>
      </w:r>
      <w:r w:rsidR="00F76D14" w:rsidRPr="003030C6">
        <w:rPr>
          <w:rFonts w:ascii="Times New Roman" w:hAnsi="Times New Roman"/>
          <w:szCs w:val="26"/>
        </w:rPr>
        <w:t xml:space="preserve"> Воронежской области</w:t>
      </w:r>
    </w:p>
    <w:p w:rsidR="00037AD9" w:rsidRPr="00DA3733" w:rsidRDefault="00037AD9" w:rsidP="00D556AD">
      <w:pPr>
        <w:shd w:val="clear" w:color="auto" w:fill="FFFFFF"/>
        <w:spacing w:before="240"/>
        <w:ind w:right="-31"/>
        <w:rPr>
          <w:rFonts w:ascii="Times New Roman" w:hAnsi="Times New Roman"/>
          <w:szCs w:val="26"/>
        </w:rPr>
      </w:pPr>
    </w:p>
    <w:p w:rsidR="005E200D" w:rsidRPr="00DA3733" w:rsidRDefault="00F76D14" w:rsidP="00D556AD">
      <w:pPr>
        <w:shd w:val="clear" w:color="auto" w:fill="FFFFFF"/>
        <w:jc w:val="center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ПОСТАНОВЛЯЕТ</w:t>
      </w:r>
      <w:r w:rsidR="00DE1371" w:rsidRPr="00DA3733">
        <w:rPr>
          <w:rFonts w:ascii="Times New Roman" w:hAnsi="Times New Roman"/>
          <w:spacing w:val="-3"/>
          <w:szCs w:val="26"/>
        </w:rPr>
        <w:t>:</w:t>
      </w:r>
    </w:p>
    <w:p w:rsidR="001908C6" w:rsidRPr="00DA3733" w:rsidRDefault="001908C6" w:rsidP="001007FA">
      <w:pPr>
        <w:shd w:val="clear" w:color="auto" w:fill="FFFFFF"/>
        <w:ind w:firstLine="0"/>
        <w:rPr>
          <w:rFonts w:ascii="Times New Roman" w:hAnsi="Times New Roman"/>
          <w:szCs w:val="26"/>
        </w:rPr>
      </w:pPr>
    </w:p>
    <w:p w:rsidR="00603EB8" w:rsidRDefault="00E0187F" w:rsidP="00D630AA">
      <w:pPr>
        <w:tabs>
          <w:tab w:val="left" w:pos="567"/>
          <w:tab w:val="left" w:pos="9923"/>
        </w:tabs>
        <w:ind w:right="-173" w:firstLine="0"/>
        <w:rPr>
          <w:rFonts w:ascii="Times New Roman" w:hAnsi="Times New Roman"/>
          <w:szCs w:val="26"/>
        </w:rPr>
      </w:pPr>
      <w:r w:rsidRPr="00D630AA">
        <w:rPr>
          <w:rFonts w:ascii="Times New Roman" w:hAnsi="Times New Roman"/>
          <w:szCs w:val="26"/>
        </w:rPr>
        <w:t xml:space="preserve">       </w:t>
      </w:r>
      <w:r w:rsidR="0025142D" w:rsidRPr="00D630AA">
        <w:rPr>
          <w:rFonts w:ascii="Times New Roman" w:hAnsi="Times New Roman"/>
          <w:szCs w:val="26"/>
        </w:rPr>
        <w:t xml:space="preserve"> </w:t>
      </w:r>
      <w:r w:rsidR="00A650D4" w:rsidRPr="00D630AA">
        <w:rPr>
          <w:rFonts w:ascii="Times New Roman" w:hAnsi="Times New Roman"/>
          <w:szCs w:val="26"/>
        </w:rPr>
        <w:t>1.</w:t>
      </w:r>
      <w:r w:rsidR="00446929" w:rsidRPr="00D630AA">
        <w:rPr>
          <w:rFonts w:ascii="Times New Roman" w:hAnsi="Times New Roman"/>
          <w:szCs w:val="26"/>
        </w:rPr>
        <w:t xml:space="preserve"> </w:t>
      </w:r>
      <w:r w:rsidR="00DB4214" w:rsidRPr="00D630AA">
        <w:rPr>
          <w:rFonts w:ascii="Times New Roman" w:hAnsi="Times New Roman"/>
          <w:szCs w:val="26"/>
        </w:rPr>
        <w:t xml:space="preserve">Внести в постановление администрации Павловского муниципального района Воронежской области от 21.09.2022 № 686  «О проведении ежегодного районного конкурса </w:t>
      </w:r>
      <w:r w:rsidR="00DB4214" w:rsidRPr="00D630AA">
        <w:rPr>
          <w:rFonts w:ascii="Times New Roman" w:hAnsi="Times New Roman"/>
          <w:color w:val="050505"/>
          <w:szCs w:val="26"/>
        </w:rPr>
        <w:t>детского рисунка «Охрана труда глазами детей»</w:t>
      </w:r>
      <w:r w:rsidR="00DB4214" w:rsidRPr="00D630AA">
        <w:rPr>
          <w:rFonts w:ascii="Times New Roman" w:hAnsi="Times New Roman"/>
          <w:szCs w:val="26"/>
        </w:rPr>
        <w:t xml:space="preserve"> в </w:t>
      </w:r>
      <w:r w:rsidR="00DB4214" w:rsidRPr="00D630AA">
        <w:rPr>
          <w:rFonts w:ascii="Times New Roman" w:hAnsi="Times New Roman"/>
          <w:color w:val="050505"/>
          <w:szCs w:val="26"/>
        </w:rPr>
        <w:t>образовательных организациях</w:t>
      </w:r>
      <w:r w:rsidR="00DB4214" w:rsidRPr="00D630AA">
        <w:rPr>
          <w:rFonts w:ascii="Times New Roman" w:hAnsi="Times New Roman"/>
          <w:szCs w:val="26"/>
        </w:rPr>
        <w:t xml:space="preserve"> Павловского муниципального района Воронежской области» </w:t>
      </w:r>
      <w:r w:rsidR="00603EB8">
        <w:rPr>
          <w:rFonts w:ascii="Times New Roman" w:hAnsi="Times New Roman"/>
          <w:szCs w:val="26"/>
        </w:rPr>
        <w:t>следующие  изменения:</w:t>
      </w:r>
    </w:p>
    <w:p w:rsidR="00DB4214" w:rsidRPr="00D630AA" w:rsidRDefault="00603EB8" w:rsidP="00D630AA">
      <w:pPr>
        <w:tabs>
          <w:tab w:val="left" w:pos="567"/>
          <w:tab w:val="left" w:pos="9923"/>
        </w:tabs>
        <w:ind w:right="-173" w:firstLine="0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1.1.</w:t>
      </w:r>
      <w:r w:rsidR="00E915E8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Приложение</w:t>
      </w:r>
      <w:r w:rsidR="001A6B1A" w:rsidRPr="00D630AA">
        <w:rPr>
          <w:rFonts w:ascii="Times New Roman" w:hAnsi="Times New Roman"/>
          <w:szCs w:val="26"/>
        </w:rPr>
        <w:t xml:space="preserve"> к</w:t>
      </w:r>
      <w:r w:rsidRPr="00603EB8">
        <w:rPr>
          <w:rFonts w:ascii="Times New Roman" w:hAnsi="Times New Roman"/>
          <w:szCs w:val="26"/>
        </w:rPr>
        <w:t xml:space="preserve"> </w:t>
      </w:r>
      <w:r w:rsidR="001A6B1A" w:rsidRPr="00D630AA">
        <w:rPr>
          <w:rFonts w:ascii="Times New Roman" w:hAnsi="Times New Roman"/>
          <w:szCs w:val="26"/>
        </w:rPr>
        <w:t>постановлению</w:t>
      </w:r>
      <w:r w:rsidR="003030C6" w:rsidRPr="00D630AA">
        <w:rPr>
          <w:rFonts w:ascii="Times New Roman" w:hAnsi="Times New Roman"/>
          <w:szCs w:val="26"/>
        </w:rPr>
        <w:t xml:space="preserve"> </w:t>
      </w:r>
      <w:r w:rsidRPr="00D630AA">
        <w:rPr>
          <w:rFonts w:ascii="Times New Roman" w:hAnsi="Times New Roman"/>
          <w:szCs w:val="26"/>
        </w:rPr>
        <w:t xml:space="preserve">администрации Павловского муниципального района Воронежской области от 21.09.2022 № 686  «О проведении ежегодного районного конкурса </w:t>
      </w:r>
      <w:r w:rsidRPr="00D630AA">
        <w:rPr>
          <w:rFonts w:ascii="Times New Roman" w:hAnsi="Times New Roman"/>
          <w:color w:val="050505"/>
          <w:szCs w:val="26"/>
        </w:rPr>
        <w:t>детского рисунка «Охрана труда глазами детей»</w:t>
      </w:r>
      <w:r w:rsidRPr="00D630AA">
        <w:rPr>
          <w:rFonts w:ascii="Times New Roman" w:hAnsi="Times New Roman"/>
          <w:szCs w:val="26"/>
        </w:rPr>
        <w:t xml:space="preserve"> в </w:t>
      </w:r>
      <w:r w:rsidRPr="00D630AA">
        <w:rPr>
          <w:rFonts w:ascii="Times New Roman" w:hAnsi="Times New Roman"/>
          <w:color w:val="050505"/>
          <w:szCs w:val="26"/>
        </w:rPr>
        <w:t>образовательных организациях</w:t>
      </w:r>
      <w:r w:rsidRPr="00D630AA">
        <w:rPr>
          <w:rFonts w:ascii="Times New Roman" w:hAnsi="Times New Roman"/>
          <w:szCs w:val="26"/>
        </w:rPr>
        <w:t xml:space="preserve"> Павловского муниципального района Воронежской области</w:t>
      </w:r>
      <w:r w:rsidRPr="00312D85">
        <w:rPr>
          <w:rFonts w:ascii="Times New Roman" w:hAnsi="Times New Roman"/>
          <w:szCs w:val="26"/>
        </w:rPr>
        <w:t>»</w:t>
      </w:r>
      <w:r w:rsidR="00E915E8" w:rsidRPr="00312D85">
        <w:rPr>
          <w:rFonts w:ascii="Times New Roman" w:hAnsi="Times New Roman"/>
          <w:szCs w:val="26"/>
        </w:rPr>
        <w:t xml:space="preserve"> изложить</w:t>
      </w:r>
      <w:r w:rsidR="00CC3177" w:rsidRPr="00312D85">
        <w:rPr>
          <w:rFonts w:ascii="Times New Roman" w:hAnsi="Times New Roman"/>
          <w:szCs w:val="26"/>
        </w:rPr>
        <w:t xml:space="preserve"> </w:t>
      </w:r>
      <w:r w:rsidR="00E915E8" w:rsidRPr="00312D85">
        <w:rPr>
          <w:rFonts w:ascii="Times New Roman" w:hAnsi="Times New Roman"/>
          <w:szCs w:val="26"/>
        </w:rPr>
        <w:t xml:space="preserve">в редакции </w:t>
      </w:r>
      <w:r w:rsidR="00CC3177" w:rsidRPr="00312D85">
        <w:rPr>
          <w:rFonts w:ascii="Times New Roman" w:hAnsi="Times New Roman"/>
          <w:szCs w:val="26"/>
        </w:rPr>
        <w:t>согласно приложению к настоящему постановлению.</w:t>
      </w:r>
    </w:p>
    <w:p w:rsidR="008F569F" w:rsidRPr="00D630AA" w:rsidRDefault="00E915E8" w:rsidP="00D630AA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pacing w:val="-16"/>
          <w:szCs w:val="26"/>
        </w:rPr>
      </w:pPr>
      <w:r w:rsidRPr="00312D85">
        <w:rPr>
          <w:rFonts w:ascii="Times New Roman" w:hAnsi="Times New Roman"/>
          <w:spacing w:val="-20"/>
          <w:szCs w:val="26"/>
        </w:rPr>
        <w:t>2</w:t>
      </w:r>
      <w:r w:rsidR="00014473" w:rsidRPr="00312D85">
        <w:rPr>
          <w:rFonts w:ascii="Times New Roman" w:hAnsi="Times New Roman"/>
          <w:spacing w:val="-20"/>
          <w:szCs w:val="26"/>
        </w:rPr>
        <w:t>.</w:t>
      </w:r>
      <w:r w:rsidR="008F569F" w:rsidRPr="00D630AA">
        <w:rPr>
          <w:rFonts w:ascii="Times New Roman" w:hAnsi="Times New Roman"/>
          <w:szCs w:val="26"/>
        </w:rPr>
        <w:t xml:space="preserve"> Опубликовать настоящее постановление в муниципальной газете «Павловский муниципальный вестник». </w:t>
      </w:r>
    </w:p>
    <w:p w:rsidR="001908C6" w:rsidRDefault="00E915E8" w:rsidP="00061F19">
      <w:pPr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8F569F" w:rsidRPr="00D630AA">
        <w:rPr>
          <w:rFonts w:ascii="Times New Roman" w:hAnsi="Times New Roman"/>
          <w:szCs w:val="26"/>
        </w:rPr>
        <w:t>.</w:t>
      </w:r>
      <w:r>
        <w:rPr>
          <w:rFonts w:ascii="Times New Roman" w:hAnsi="Times New Roman"/>
          <w:szCs w:val="26"/>
        </w:rPr>
        <w:t xml:space="preserve"> </w:t>
      </w:r>
      <w:r w:rsidR="008F569F" w:rsidRPr="00D630AA">
        <w:rPr>
          <w:rFonts w:ascii="Times New Roman" w:hAnsi="Times New Roman"/>
          <w:szCs w:val="26"/>
        </w:rPr>
        <w:t xml:space="preserve">Контроль за исполнением настоящего постановления возложить на </w:t>
      </w:r>
      <w:r w:rsidR="00061F19">
        <w:rPr>
          <w:rFonts w:ascii="Times New Roman" w:hAnsi="Times New Roman"/>
          <w:szCs w:val="26"/>
        </w:rPr>
        <w:t xml:space="preserve">заместителя главы администрации </w:t>
      </w:r>
      <w:r w:rsidRPr="00312D85">
        <w:rPr>
          <w:rFonts w:ascii="Times New Roman" w:hAnsi="Times New Roman"/>
          <w:szCs w:val="26"/>
        </w:rPr>
        <w:t>-</w:t>
      </w:r>
      <w:r w:rsidR="00061F19">
        <w:rPr>
          <w:rFonts w:ascii="Times New Roman" w:hAnsi="Times New Roman"/>
          <w:szCs w:val="26"/>
        </w:rPr>
        <w:t xml:space="preserve"> </w:t>
      </w:r>
      <w:r w:rsidR="00D630AA" w:rsidRPr="00D630AA">
        <w:rPr>
          <w:rFonts w:ascii="Times New Roman" w:hAnsi="Times New Roman"/>
          <w:szCs w:val="26"/>
        </w:rPr>
        <w:t>начальника отдела социально</w:t>
      </w:r>
      <w:r w:rsidR="00061F19">
        <w:rPr>
          <w:rFonts w:ascii="Times New Roman" w:hAnsi="Times New Roman"/>
          <w:szCs w:val="26"/>
        </w:rPr>
        <w:t xml:space="preserve"> </w:t>
      </w:r>
      <w:r w:rsidR="00D630AA" w:rsidRPr="00D630AA">
        <w:rPr>
          <w:rFonts w:ascii="Times New Roman" w:hAnsi="Times New Roman"/>
          <w:szCs w:val="26"/>
        </w:rPr>
        <w:t>-</w:t>
      </w:r>
      <w:r w:rsidR="00061F19">
        <w:rPr>
          <w:rFonts w:ascii="Times New Roman" w:hAnsi="Times New Roman"/>
          <w:szCs w:val="26"/>
        </w:rPr>
        <w:t xml:space="preserve"> </w:t>
      </w:r>
      <w:r w:rsidR="00D630AA" w:rsidRPr="00D630AA">
        <w:rPr>
          <w:rFonts w:ascii="Times New Roman" w:hAnsi="Times New Roman"/>
          <w:szCs w:val="26"/>
        </w:rPr>
        <w:t>экономического развития, муниципального контроля и поддержки пре</w:t>
      </w:r>
      <w:r w:rsidR="00061F19">
        <w:rPr>
          <w:rFonts w:ascii="Times New Roman" w:hAnsi="Times New Roman"/>
          <w:szCs w:val="26"/>
        </w:rPr>
        <w:t xml:space="preserve">дпринимательства администрации </w:t>
      </w:r>
      <w:r w:rsidR="00D630AA" w:rsidRPr="00D630AA">
        <w:rPr>
          <w:rFonts w:ascii="Times New Roman" w:hAnsi="Times New Roman"/>
          <w:szCs w:val="26"/>
        </w:rPr>
        <w:t xml:space="preserve">Павловского муниципального района </w:t>
      </w:r>
      <w:r w:rsidR="008F569F" w:rsidRPr="00D630AA">
        <w:rPr>
          <w:rFonts w:ascii="Times New Roman" w:hAnsi="Times New Roman"/>
          <w:szCs w:val="26"/>
        </w:rPr>
        <w:t xml:space="preserve">Павловского муниципального района </w:t>
      </w:r>
      <w:r w:rsidR="00061F19">
        <w:rPr>
          <w:rFonts w:ascii="Times New Roman" w:hAnsi="Times New Roman"/>
          <w:szCs w:val="26"/>
        </w:rPr>
        <w:t xml:space="preserve">       </w:t>
      </w:r>
      <w:r w:rsidR="00D630AA" w:rsidRPr="00D630AA">
        <w:rPr>
          <w:rFonts w:ascii="Times New Roman" w:hAnsi="Times New Roman"/>
          <w:szCs w:val="26"/>
        </w:rPr>
        <w:t>Хабарова А.Г.</w:t>
      </w:r>
    </w:p>
    <w:p w:rsidR="00D630AA" w:rsidRPr="00D630AA" w:rsidRDefault="00D630AA" w:rsidP="00D630AA">
      <w:pPr>
        <w:rPr>
          <w:rFonts w:ascii="Times New Roman" w:hAnsi="Times New Roman"/>
          <w:szCs w:val="26"/>
        </w:rPr>
      </w:pPr>
    </w:p>
    <w:p w:rsidR="00CC3177" w:rsidRDefault="00F257EF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zCs w:val="26"/>
        </w:rPr>
        <w:t xml:space="preserve">Глава </w:t>
      </w:r>
      <w:r w:rsidRPr="00DA3733">
        <w:rPr>
          <w:rFonts w:ascii="Times New Roman" w:hAnsi="Times New Roman"/>
          <w:spacing w:val="-3"/>
          <w:szCs w:val="26"/>
        </w:rPr>
        <w:t>Павловского муниципального</w:t>
      </w:r>
    </w:p>
    <w:p w:rsidR="001908C6" w:rsidRPr="00CC3177" w:rsidRDefault="00CC3177" w:rsidP="00D630AA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>
        <w:rPr>
          <w:rFonts w:ascii="Times New Roman" w:hAnsi="Times New Roman"/>
          <w:spacing w:val="-3"/>
          <w:szCs w:val="26"/>
        </w:rPr>
        <w:t>р</w:t>
      </w:r>
      <w:r w:rsidR="00F257EF" w:rsidRPr="00DA3733">
        <w:rPr>
          <w:rFonts w:ascii="Times New Roman" w:hAnsi="Times New Roman"/>
          <w:spacing w:val="-3"/>
          <w:szCs w:val="26"/>
        </w:rPr>
        <w:t>айона</w:t>
      </w:r>
      <w:r>
        <w:rPr>
          <w:rFonts w:ascii="Times New Roman" w:hAnsi="Times New Roman"/>
          <w:spacing w:val="-3"/>
          <w:szCs w:val="26"/>
        </w:rPr>
        <w:t xml:space="preserve"> </w:t>
      </w:r>
      <w:r w:rsidR="002B44E7" w:rsidRPr="003030C6">
        <w:rPr>
          <w:rFonts w:ascii="Times New Roman" w:hAnsi="Times New Roman"/>
          <w:spacing w:val="-3"/>
          <w:szCs w:val="26"/>
        </w:rPr>
        <w:t>Воронежской области</w:t>
      </w:r>
      <w:r w:rsidR="00F257EF" w:rsidRPr="003030C6">
        <w:rPr>
          <w:rFonts w:ascii="Times New Roman" w:hAnsi="Times New Roman"/>
          <w:szCs w:val="26"/>
        </w:rPr>
        <w:tab/>
      </w:r>
      <w:r w:rsidR="00E87C8D" w:rsidRPr="003030C6">
        <w:rPr>
          <w:rFonts w:ascii="Times New Roman" w:hAnsi="Times New Roman"/>
          <w:szCs w:val="26"/>
        </w:rPr>
        <w:t xml:space="preserve">                                                                </w:t>
      </w:r>
      <w:r w:rsidR="00A650D4" w:rsidRPr="003030C6">
        <w:rPr>
          <w:rFonts w:ascii="Times New Roman" w:hAnsi="Times New Roman"/>
          <w:szCs w:val="26"/>
        </w:rPr>
        <w:t xml:space="preserve">           </w:t>
      </w:r>
      <w:r w:rsidR="002B44E7" w:rsidRPr="003030C6">
        <w:rPr>
          <w:rFonts w:ascii="Times New Roman" w:hAnsi="Times New Roman"/>
          <w:spacing w:val="-4"/>
          <w:szCs w:val="26"/>
        </w:rPr>
        <w:t>М.Н. Янцов</w:t>
      </w:r>
    </w:p>
    <w:p w:rsidR="007F475E" w:rsidRDefault="007F475E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7F475E" w:rsidRDefault="007F475E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1908C6" w:rsidRDefault="001908C6" w:rsidP="00D556AD">
      <w:pPr>
        <w:ind w:right="-2"/>
        <w:rPr>
          <w:rFonts w:ascii="Times New Roman" w:hAnsi="Times New Roman"/>
          <w:spacing w:val="-15"/>
          <w:szCs w:val="26"/>
        </w:rPr>
      </w:pPr>
    </w:p>
    <w:p w:rsidR="00E531DC" w:rsidRPr="00DA3733" w:rsidRDefault="00E531DC" w:rsidP="00D556AD">
      <w:pPr>
        <w:ind w:right="-2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СОГЛАСОВАНО</w:t>
      </w:r>
    </w:p>
    <w:tbl>
      <w:tblPr>
        <w:tblpPr w:leftFromText="180" w:rightFromText="180" w:vertAnchor="text" w:horzAnchor="margin" w:tblpY="80"/>
        <w:tblW w:w="0" w:type="auto"/>
        <w:tblLook w:val="04A0"/>
      </w:tblPr>
      <w:tblGrid>
        <w:gridCol w:w="5451"/>
        <w:gridCol w:w="4120"/>
        <w:gridCol w:w="460"/>
      </w:tblGrid>
      <w:tr w:rsidR="00B353FF" w:rsidRPr="00562550" w:rsidTr="00B353FF">
        <w:tc>
          <w:tcPr>
            <w:tcW w:w="5451" w:type="dxa"/>
          </w:tcPr>
          <w:p w:rsidR="00B353FF" w:rsidRPr="00562550" w:rsidRDefault="00B353FF" w:rsidP="00B353FF">
            <w:pPr>
              <w:ind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  <w:gridSpan w:val="2"/>
          </w:tcPr>
          <w:p w:rsidR="00B353FF" w:rsidRPr="00562550" w:rsidRDefault="00B353FF" w:rsidP="00B353FF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c>
          <w:tcPr>
            <w:tcW w:w="5451" w:type="dxa"/>
          </w:tcPr>
          <w:p w:rsidR="00B353FF" w:rsidRPr="00562550" w:rsidRDefault="00B353FF" w:rsidP="00B353FF">
            <w:pPr>
              <w:ind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  <w:gridSpan w:val="2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Заместитель главы администрации -</w:t>
            </w: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руководитель аппарата администрации</w:t>
            </w: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Павловского муниципального района          </w:t>
            </w:r>
          </w:p>
        </w:tc>
        <w:tc>
          <w:tcPr>
            <w:tcW w:w="4120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562550" w:rsidRDefault="00B353FF" w:rsidP="00B353FF">
            <w:pPr>
              <w:tabs>
                <w:tab w:val="left" w:pos="1920"/>
              </w:tabs>
              <w:ind w:right="-1"/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                            </w:t>
            </w:r>
          </w:p>
          <w:p w:rsidR="00B353FF" w:rsidRPr="00562550" w:rsidRDefault="00B353FF" w:rsidP="00B353FF">
            <w:pPr>
              <w:tabs>
                <w:tab w:val="left" w:pos="1920"/>
              </w:tabs>
              <w:ind w:right="-1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                       </w:t>
            </w:r>
            <w:r w:rsidRPr="00562550">
              <w:rPr>
                <w:rFonts w:ascii="Times New Roman" w:hAnsi="Times New Roman"/>
                <w:szCs w:val="26"/>
              </w:rPr>
              <w:t xml:space="preserve">Ю.В. Чечурина                           </w:t>
            </w: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Заместитель главы администрации</w:t>
            </w: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Павловского муниципального района</w:t>
            </w:r>
          </w:p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562550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562550" w:rsidRDefault="00B353FF" w:rsidP="00B353FF">
            <w:pPr>
              <w:tabs>
                <w:tab w:val="left" w:pos="884"/>
                <w:tab w:val="left" w:pos="2204"/>
              </w:tabs>
              <w:ind w:right="-1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                     </w:t>
            </w:r>
            <w:r w:rsidRPr="00562550">
              <w:rPr>
                <w:rFonts w:ascii="Times New Roman" w:hAnsi="Times New Roman"/>
                <w:szCs w:val="26"/>
              </w:rPr>
              <w:t>Л.В. Якушева</w:t>
            </w: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562550" w:rsidRDefault="00B353FF" w:rsidP="00B353FF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562550" w:rsidRDefault="00B353FF" w:rsidP="00B353FF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312D85" w:rsidRDefault="00B353FF" w:rsidP="00B353FF">
            <w:pPr>
              <w:ind w:left="567" w:firstLine="0"/>
              <w:rPr>
                <w:rFonts w:ascii="Times New Roman" w:hAnsi="Times New Roman"/>
                <w:szCs w:val="26"/>
              </w:rPr>
            </w:pPr>
            <w:r w:rsidRPr="00312D85">
              <w:rPr>
                <w:rFonts w:ascii="Times New Roman" w:hAnsi="Times New Roman"/>
                <w:szCs w:val="26"/>
              </w:rPr>
              <w:t>И.о. начальника отдела правового обеспечения    и противодействия коррупции администрации Павловского муниципального района</w:t>
            </w:r>
          </w:p>
        </w:tc>
        <w:tc>
          <w:tcPr>
            <w:tcW w:w="4120" w:type="dxa"/>
          </w:tcPr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  <w:p w:rsidR="00B353FF" w:rsidRPr="00312D85" w:rsidRDefault="00B353FF" w:rsidP="00B353FF">
            <w:pPr>
              <w:tabs>
                <w:tab w:val="left" w:pos="2181"/>
              </w:tabs>
              <w:ind w:right="-1"/>
              <w:rPr>
                <w:rFonts w:ascii="Times New Roman" w:hAnsi="Times New Roman"/>
                <w:szCs w:val="26"/>
              </w:rPr>
            </w:pPr>
            <w:r w:rsidRPr="00312D85">
              <w:rPr>
                <w:rFonts w:ascii="Times New Roman" w:hAnsi="Times New Roman"/>
                <w:szCs w:val="26"/>
              </w:rPr>
              <w:t xml:space="preserve">                      </w:t>
            </w:r>
          </w:p>
          <w:p w:rsidR="00B353FF" w:rsidRPr="00312D85" w:rsidRDefault="00B353FF" w:rsidP="00B353FF">
            <w:pPr>
              <w:tabs>
                <w:tab w:val="left" w:pos="2181"/>
              </w:tabs>
              <w:ind w:right="-1"/>
              <w:rPr>
                <w:rFonts w:ascii="Times New Roman" w:hAnsi="Times New Roman"/>
                <w:szCs w:val="26"/>
                <w:lang w:val="en-US"/>
              </w:rPr>
            </w:pPr>
            <w:r w:rsidRPr="00312D85">
              <w:rPr>
                <w:rFonts w:ascii="Times New Roman" w:hAnsi="Times New Roman"/>
                <w:szCs w:val="26"/>
              </w:rPr>
              <w:t xml:space="preserve">                      А.В. Лопатченко</w:t>
            </w:r>
          </w:p>
        </w:tc>
      </w:tr>
      <w:tr w:rsidR="00B353FF" w:rsidRPr="00562550" w:rsidTr="00B353FF">
        <w:trPr>
          <w:gridAfter w:val="1"/>
          <w:wAfter w:w="460" w:type="dxa"/>
        </w:trPr>
        <w:tc>
          <w:tcPr>
            <w:tcW w:w="5451" w:type="dxa"/>
          </w:tcPr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120" w:type="dxa"/>
          </w:tcPr>
          <w:p w:rsidR="00B353FF" w:rsidRPr="00312D85" w:rsidRDefault="00B353FF" w:rsidP="00B353FF">
            <w:pPr>
              <w:rPr>
                <w:rFonts w:ascii="Times New Roman" w:hAnsi="Times New Roman"/>
                <w:szCs w:val="26"/>
              </w:rPr>
            </w:pPr>
          </w:p>
        </w:tc>
      </w:tr>
    </w:tbl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562550" w:rsidRDefault="00562550" w:rsidP="00562550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562550" w:rsidRDefault="00562550" w:rsidP="00562550">
      <w:pPr>
        <w:pStyle w:val="ae"/>
        <w:ind w:right="565"/>
        <w:rPr>
          <w:rFonts w:ascii="Times New Roman" w:hAnsi="Times New Roman"/>
          <w:sz w:val="26"/>
          <w:szCs w:val="26"/>
        </w:rPr>
      </w:pPr>
    </w:p>
    <w:p w:rsidR="00562550" w:rsidRDefault="00562550" w:rsidP="00562550">
      <w:pPr>
        <w:rPr>
          <w:sz w:val="28"/>
          <w:szCs w:val="28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ind w:firstLine="0"/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562550" w:rsidRDefault="00562550" w:rsidP="00562550">
      <w:pPr>
        <w:tabs>
          <w:tab w:val="left" w:pos="7371"/>
        </w:tabs>
        <w:rPr>
          <w:szCs w:val="26"/>
        </w:rPr>
      </w:pPr>
    </w:p>
    <w:p w:rsidR="00562550" w:rsidRDefault="00562550" w:rsidP="00562550">
      <w:pPr>
        <w:rPr>
          <w:szCs w:val="26"/>
        </w:rPr>
      </w:pPr>
    </w:p>
    <w:p w:rsidR="00B353FF" w:rsidRDefault="00B353FF" w:rsidP="00562550">
      <w:pPr>
        <w:spacing w:line="276" w:lineRule="auto"/>
        <w:rPr>
          <w:rFonts w:ascii="Times New Roman" w:hAnsi="Times New Roman"/>
          <w:szCs w:val="26"/>
        </w:rPr>
      </w:pPr>
    </w:p>
    <w:p w:rsidR="00B353FF" w:rsidRDefault="00B353FF" w:rsidP="00562550">
      <w:pPr>
        <w:spacing w:line="276" w:lineRule="auto"/>
        <w:rPr>
          <w:rFonts w:ascii="Times New Roman" w:hAnsi="Times New Roman"/>
          <w:szCs w:val="26"/>
        </w:rPr>
      </w:pPr>
    </w:p>
    <w:p w:rsidR="00B353FF" w:rsidRDefault="00B353FF" w:rsidP="00562550">
      <w:pPr>
        <w:spacing w:line="276" w:lineRule="auto"/>
        <w:rPr>
          <w:rFonts w:ascii="Times New Roman" w:hAnsi="Times New Roman"/>
          <w:szCs w:val="26"/>
        </w:rPr>
      </w:pPr>
    </w:p>
    <w:p w:rsidR="00562550" w:rsidRPr="00562550" w:rsidRDefault="00562550" w:rsidP="00562550">
      <w:pPr>
        <w:spacing w:line="276" w:lineRule="auto"/>
        <w:rPr>
          <w:rFonts w:ascii="Times New Roman" w:hAnsi="Times New Roman"/>
          <w:szCs w:val="26"/>
        </w:rPr>
      </w:pPr>
      <w:r w:rsidRPr="00562550">
        <w:rPr>
          <w:rFonts w:ascii="Times New Roman" w:hAnsi="Times New Roman"/>
          <w:szCs w:val="26"/>
        </w:rPr>
        <w:t>ВНЕСЕНО</w:t>
      </w:r>
    </w:p>
    <w:tbl>
      <w:tblPr>
        <w:tblW w:w="9606" w:type="dxa"/>
        <w:tblLook w:val="04A0"/>
      </w:tblPr>
      <w:tblGrid>
        <w:gridCol w:w="6487"/>
        <w:gridCol w:w="3119"/>
      </w:tblGrid>
      <w:tr w:rsidR="00562550" w:rsidRPr="00562550" w:rsidTr="00554B37">
        <w:tc>
          <w:tcPr>
            <w:tcW w:w="6487" w:type="dxa"/>
            <w:shd w:val="clear" w:color="auto" w:fill="auto"/>
          </w:tcPr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119" w:type="dxa"/>
            <w:shd w:val="clear" w:color="auto" w:fill="auto"/>
          </w:tcPr>
          <w:p w:rsidR="00562550" w:rsidRPr="00562550" w:rsidRDefault="00562550" w:rsidP="00554B37">
            <w:pPr>
              <w:tabs>
                <w:tab w:val="left" w:pos="884"/>
              </w:tabs>
              <w:rPr>
                <w:rFonts w:ascii="Times New Roman" w:hAnsi="Times New Roman"/>
                <w:szCs w:val="26"/>
              </w:rPr>
            </w:pPr>
          </w:p>
        </w:tc>
      </w:tr>
      <w:tr w:rsidR="00562550" w:rsidRPr="00562550" w:rsidTr="00554B37">
        <w:tc>
          <w:tcPr>
            <w:tcW w:w="6487" w:type="dxa"/>
            <w:shd w:val="clear" w:color="auto" w:fill="auto"/>
          </w:tcPr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Заместитель главы администрации - 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начальник отдела социально-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экономического развития,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муниципального контроля и 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поддержки предпринимательства 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администрации  Павловского 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>муниципального района</w:t>
            </w:r>
          </w:p>
        </w:tc>
        <w:tc>
          <w:tcPr>
            <w:tcW w:w="3119" w:type="dxa"/>
            <w:shd w:val="clear" w:color="auto" w:fill="auto"/>
          </w:tcPr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                    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  <w:r w:rsidRPr="00562550">
              <w:rPr>
                <w:rFonts w:ascii="Times New Roman" w:hAnsi="Times New Roman"/>
                <w:szCs w:val="26"/>
              </w:rPr>
              <w:t xml:space="preserve">              </w:t>
            </w:r>
          </w:p>
          <w:p w:rsidR="00562550" w:rsidRPr="00562550" w:rsidRDefault="00562550" w:rsidP="00554B37">
            <w:pPr>
              <w:rPr>
                <w:rFonts w:ascii="Times New Roman" w:hAnsi="Times New Roman"/>
                <w:szCs w:val="26"/>
              </w:rPr>
            </w:pPr>
          </w:p>
          <w:p w:rsidR="00562550" w:rsidRPr="00562550" w:rsidRDefault="00562550" w:rsidP="00562550">
            <w:pPr>
              <w:tabs>
                <w:tab w:val="left" w:pos="1168"/>
              </w:tabs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       </w:t>
            </w:r>
            <w:r w:rsidRPr="00562550">
              <w:rPr>
                <w:rFonts w:ascii="Times New Roman" w:hAnsi="Times New Roman"/>
                <w:szCs w:val="26"/>
              </w:rPr>
              <w:t>А.Г. Хабаров</w:t>
            </w:r>
          </w:p>
        </w:tc>
      </w:tr>
    </w:tbl>
    <w:p w:rsidR="00562550" w:rsidRDefault="00562550" w:rsidP="00562550">
      <w:pPr>
        <w:ind w:right="-2"/>
        <w:rPr>
          <w:szCs w:val="26"/>
        </w:rPr>
      </w:pPr>
    </w:p>
    <w:p w:rsidR="002B44E7" w:rsidRPr="00DA3733" w:rsidRDefault="002B44E7" w:rsidP="00D556AD">
      <w:pPr>
        <w:shd w:val="clear" w:color="auto" w:fill="FFFFFF"/>
        <w:ind w:left="4666" w:firstLine="193"/>
        <w:rPr>
          <w:rFonts w:ascii="Times New Roman" w:hAnsi="Times New Roman"/>
          <w:spacing w:val="-3"/>
          <w:szCs w:val="26"/>
        </w:rPr>
      </w:pPr>
    </w:p>
    <w:sectPr w:rsidR="002B44E7" w:rsidRPr="00DA3733" w:rsidSect="001908C6">
      <w:type w:val="continuous"/>
      <w:pgSz w:w="11909" w:h="16834"/>
      <w:pgMar w:top="0" w:right="883" w:bottom="426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4E5" w:rsidRDefault="009744E5" w:rsidP="009479F2">
      <w:r>
        <w:separator/>
      </w:r>
    </w:p>
  </w:endnote>
  <w:endnote w:type="continuationSeparator" w:id="1">
    <w:p w:rsidR="009744E5" w:rsidRDefault="009744E5" w:rsidP="0094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4E5" w:rsidRDefault="009744E5" w:rsidP="009479F2">
      <w:r>
        <w:separator/>
      </w:r>
    </w:p>
  </w:footnote>
  <w:footnote w:type="continuationSeparator" w:id="1">
    <w:p w:rsidR="009744E5" w:rsidRDefault="009744E5" w:rsidP="00947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AF042"/>
    <w:lvl w:ilvl="0">
      <w:numFmt w:val="bullet"/>
      <w:lvlText w:val="*"/>
      <w:lvlJc w:val="left"/>
    </w:lvl>
  </w:abstractNum>
  <w:abstractNum w:abstractNumId="1">
    <w:nsid w:val="1E0A1789"/>
    <w:multiLevelType w:val="singleLevel"/>
    <w:tmpl w:val="26ECAA10"/>
    <w:lvl w:ilvl="0">
      <w:start w:val="1"/>
      <w:numFmt w:val="decimal"/>
      <w:lvlText w:val="1.%1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2">
    <w:nsid w:val="1EE449CD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">
    <w:nsid w:val="318F0A82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">
    <w:nsid w:val="319E3653"/>
    <w:multiLevelType w:val="singleLevel"/>
    <w:tmpl w:val="A94AEFDE"/>
    <w:lvl w:ilvl="0">
      <w:start w:val="6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4B276213"/>
    <w:multiLevelType w:val="singleLevel"/>
    <w:tmpl w:val="638EBE22"/>
    <w:lvl w:ilvl="0">
      <w:start w:val="1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6">
    <w:nsid w:val="677E1C47"/>
    <w:multiLevelType w:val="singleLevel"/>
    <w:tmpl w:val="2FA666B2"/>
    <w:lvl w:ilvl="0">
      <w:start w:val="1"/>
      <w:numFmt w:val="decimal"/>
      <w:lvlText w:val="2.%1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7">
    <w:nsid w:val="6B696005"/>
    <w:multiLevelType w:val="singleLevel"/>
    <w:tmpl w:val="F648E3B2"/>
    <w:lvl w:ilvl="0">
      <w:start w:val="5"/>
      <w:numFmt w:val="decimal"/>
      <w:lvlText w:val="3.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257EF"/>
    <w:rsid w:val="00002806"/>
    <w:rsid w:val="000060EF"/>
    <w:rsid w:val="00011461"/>
    <w:rsid w:val="00014473"/>
    <w:rsid w:val="00037AD9"/>
    <w:rsid w:val="00061F19"/>
    <w:rsid w:val="0006561E"/>
    <w:rsid w:val="00077F8C"/>
    <w:rsid w:val="000971AC"/>
    <w:rsid w:val="000A3B5F"/>
    <w:rsid w:val="000A7C12"/>
    <w:rsid w:val="000B57D9"/>
    <w:rsid w:val="000D2F43"/>
    <w:rsid w:val="000F2560"/>
    <w:rsid w:val="001007FA"/>
    <w:rsid w:val="00136B94"/>
    <w:rsid w:val="00142D61"/>
    <w:rsid w:val="0015538B"/>
    <w:rsid w:val="001612A2"/>
    <w:rsid w:val="001908C6"/>
    <w:rsid w:val="00197FB1"/>
    <w:rsid w:val="001A0F65"/>
    <w:rsid w:val="001A6B1A"/>
    <w:rsid w:val="001B5139"/>
    <w:rsid w:val="001E54AB"/>
    <w:rsid w:val="001E6C3F"/>
    <w:rsid w:val="001F39BB"/>
    <w:rsid w:val="001F7B08"/>
    <w:rsid w:val="0020206C"/>
    <w:rsid w:val="00226285"/>
    <w:rsid w:val="0025142D"/>
    <w:rsid w:val="002532FF"/>
    <w:rsid w:val="00274AE4"/>
    <w:rsid w:val="00280037"/>
    <w:rsid w:val="002855E8"/>
    <w:rsid w:val="002B0D3B"/>
    <w:rsid w:val="002B44E7"/>
    <w:rsid w:val="002C2E6F"/>
    <w:rsid w:val="002E0824"/>
    <w:rsid w:val="002F5476"/>
    <w:rsid w:val="00300CF1"/>
    <w:rsid w:val="003030C6"/>
    <w:rsid w:val="00312D85"/>
    <w:rsid w:val="00322B23"/>
    <w:rsid w:val="0033583D"/>
    <w:rsid w:val="00343CB7"/>
    <w:rsid w:val="003475FE"/>
    <w:rsid w:val="003630AE"/>
    <w:rsid w:val="00375D07"/>
    <w:rsid w:val="003A5C21"/>
    <w:rsid w:val="003B4FFD"/>
    <w:rsid w:val="003D337A"/>
    <w:rsid w:val="003E0A68"/>
    <w:rsid w:val="003F06AE"/>
    <w:rsid w:val="003F30C0"/>
    <w:rsid w:val="00416EFB"/>
    <w:rsid w:val="00427DED"/>
    <w:rsid w:val="00434BE3"/>
    <w:rsid w:val="00441285"/>
    <w:rsid w:val="0044387F"/>
    <w:rsid w:val="00446929"/>
    <w:rsid w:val="004A7C07"/>
    <w:rsid w:val="004B27C7"/>
    <w:rsid w:val="004B46B5"/>
    <w:rsid w:val="00517ABB"/>
    <w:rsid w:val="00562550"/>
    <w:rsid w:val="005932C1"/>
    <w:rsid w:val="005A47A5"/>
    <w:rsid w:val="005C7D81"/>
    <w:rsid w:val="005D6A4A"/>
    <w:rsid w:val="005E0C6F"/>
    <w:rsid w:val="005E200D"/>
    <w:rsid w:val="005F1609"/>
    <w:rsid w:val="005F7C1E"/>
    <w:rsid w:val="00600D5A"/>
    <w:rsid w:val="00603EB8"/>
    <w:rsid w:val="00616832"/>
    <w:rsid w:val="00617451"/>
    <w:rsid w:val="00624FA5"/>
    <w:rsid w:val="00631A62"/>
    <w:rsid w:val="00635321"/>
    <w:rsid w:val="00645059"/>
    <w:rsid w:val="00671A88"/>
    <w:rsid w:val="00696391"/>
    <w:rsid w:val="006A5D36"/>
    <w:rsid w:val="006B5BF6"/>
    <w:rsid w:val="006B622D"/>
    <w:rsid w:val="006B79EF"/>
    <w:rsid w:val="00715867"/>
    <w:rsid w:val="00722B5C"/>
    <w:rsid w:val="007804D6"/>
    <w:rsid w:val="00783DF1"/>
    <w:rsid w:val="007A4399"/>
    <w:rsid w:val="007B6101"/>
    <w:rsid w:val="007E0BA3"/>
    <w:rsid w:val="007F475E"/>
    <w:rsid w:val="0081721F"/>
    <w:rsid w:val="00837D06"/>
    <w:rsid w:val="00840D0E"/>
    <w:rsid w:val="0084563C"/>
    <w:rsid w:val="0085370E"/>
    <w:rsid w:val="00853FA4"/>
    <w:rsid w:val="008649E8"/>
    <w:rsid w:val="00880442"/>
    <w:rsid w:val="008F569F"/>
    <w:rsid w:val="00901953"/>
    <w:rsid w:val="00902E2C"/>
    <w:rsid w:val="009105F9"/>
    <w:rsid w:val="00916A70"/>
    <w:rsid w:val="009479F2"/>
    <w:rsid w:val="009744E5"/>
    <w:rsid w:val="009861ED"/>
    <w:rsid w:val="009A31E1"/>
    <w:rsid w:val="009B1D46"/>
    <w:rsid w:val="009E5A7F"/>
    <w:rsid w:val="009E751B"/>
    <w:rsid w:val="00A0054C"/>
    <w:rsid w:val="00A04605"/>
    <w:rsid w:val="00A120CF"/>
    <w:rsid w:val="00A15F89"/>
    <w:rsid w:val="00A3137E"/>
    <w:rsid w:val="00A33778"/>
    <w:rsid w:val="00A413D8"/>
    <w:rsid w:val="00A5608F"/>
    <w:rsid w:val="00A650D4"/>
    <w:rsid w:val="00A65C19"/>
    <w:rsid w:val="00A74F77"/>
    <w:rsid w:val="00AE2574"/>
    <w:rsid w:val="00AF6AE1"/>
    <w:rsid w:val="00B02D81"/>
    <w:rsid w:val="00B20A7A"/>
    <w:rsid w:val="00B353FF"/>
    <w:rsid w:val="00B36546"/>
    <w:rsid w:val="00B54F44"/>
    <w:rsid w:val="00B76C52"/>
    <w:rsid w:val="00B776F3"/>
    <w:rsid w:val="00B92F21"/>
    <w:rsid w:val="00BB11D9"/>
    <w:rsid w:val="00BB7212"/>
    <w:rsid w:val="00C23695"/>
    <w:rsid w:val="00C341F6"/>
    <w:rsid w:val="00C34B51"/>
    <w:rsid w:val="00C938D4"/>
    <w:rsid w:val="00CA5542"/>
    <w:rsid w:val="00CC3177"/>
    <w:rsid w:val="00CD69A4"/>
    <w:rsid w:val="00D556AD"/>
    <w:rsid w:val="00D62C12"/>
    <w:rsid w:val="00D630AA"/>
    <w:rsid w:val="00DA1ABD"/>
    <w:rsid w:val="00DA3733"/>
    <w:rsid w:val="00DB04CE"/>
    <w:rsid w:val="00DB4214"/>
    <w:rsid w:val="00DD03B8"/>
    <w:rsid w:val="00DD1096"/>
    <w:rsid w:val="00DE1371"/>
    <w:rsid w:val="00DF1064"/>
    <w:rsid w:val="00DF41B4"/>
    <w:rsid w:val="00E0187F"/>
    <w:rsid w:val="00E30F05"/>
    <w:rsid w:val="00E3248E"/>
    <w:rsid w:val="00E531DC"/>
    <w:rsid w:val="00E638C7"/>
    <w:rsid w:val="00E6796A"/>
    <w:rsid w:val="00E87C8D"/>
    <w:rsid w:val="00E915E8"/>
    <w:rsid w:val="00E97280"/>
    <w:rsid w:val="00EC58E1"/>
    <w:rsid w:val="00ED1CFC"/>
    <w:rsid w:val="00ED4E51"/>
    <w:rsid w:val="00EE441C"/>
    <w:rsid w:val="00EF6A0B"/>
    <w:rsid w:val="00EF7333"/>
    <w:rsid w:val="00F00F98"/>
    <w:rsid w:val="00F147B9"/>
    <w:rsid w:val="00F17DA0"/>
    <w:rsid w:val="00F257EF"/>
    <w:rsid w:val="00F54EDA"/>
    <w:rsid w:val="00F76D14"/>
    <w:rsid w:val="00FD46F7"/>
    <w:rsid w:val="00FE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41B4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41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41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41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41B4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DF41B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DF41B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DF41B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DF41B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E75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F41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F41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E751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DF41B4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1B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DF41B4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DF41B4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DF41B4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DF41B4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9E75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41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F41B4"/>
    <w:rPr>
      <w:color w:val="0000FF"/>
      <w:u w:val="none"/>
    </w:rPr>
  </w:style>
  <w:style w:type="paragraph" w:customStyle="1" w:styleId="Application">
    <w:name w:val="Application!Приложение"/>
    <w:rsid w:val="00DF41B4"/>
    <w:pPr>
      <w:spacing w:before="120" w:after="120"/>
      <w:jc w:val="right"/>
    </w:pPr>
    <w:rPr>
      <w:rFonts w:ascii="Times New Roman" w:hAnsi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41B4"/>
    <w:rPr>
      <w:rFonts w:ascii="Times New Roman" w:hAnsi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41B4"/>
    <w:pPr>
      <w:jc w:val="center"/>
    </w:pPr>
    <w:rPr>
      <w:rFonts w:ascii="Times New Roman" w:hAnsi="Times New Roman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DF41B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2">
    <w:name w:val="1Орган_ПР Знак"/>
    <w:basedOn w:val="a0"/>
    <w:link w:val="11"/>
    <w:rsid w:val="00DF41B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DF41B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2">
    <w:name w:val="2Название Знак"/>
    <w:basedOn w:val="a0"/>
    <w:link w:val="21"/>
    <w:rsid w:val="00DF41B4"/>
    <w:rPr>
      <w:rFonts w:ascii="Arial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DF41B4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DF41B4"/>
    <w:rPr>
      <w:rFonts w:ascii="Arial" w:hAnsi="Arial"/>
      <w:sz w:val="26"/>
      <w:szCs w:val="28"/>
    </w:rPr>
  </w:style>
  <w:style w:type="table" w:customStyle="1" w:styleId="41">
    <w:name w:val="4Таблица"/>
    <w:basedOn w:val="a1"/>
    <w:rsid w:val="00DF41B4"/>
    <w:rPr>
      <w:rFonts w:ascii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6">
    <w:name w:val="Title"/>
    <w:basedOn w:val="a"/>
    <w:link w:val="a7"/>
    <w:qFormat/>
    <w:rsid w:val="00DF41B4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DF41B4"/>
    <w:rPr>
      <w:rFonts w:ascii="Arial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DF41B4"/>
    <w:pPr>
      <w:ind w:left="0"/>
    </w:pPr>
    <w:rPr>
      <w:sz w:val="22"/>
    </w:rPr>
  </w:style>
  <w:style w:type="paragraph" w:styleId="a8">
    <w:name w:val="caption"/>
    <w:basedOn w:val="a"/>
    <w:next w:val="a"/>
    <w:qFormat/>
    <w:rsid w:val="00DF41B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DF41B4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79F2"/>
    <w:rPr>
      <w:rFonts w:ascii="Arial" w:hAnsi="Arial"/>
      <w:sz w:val="26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79F2"/>
    <w:rPr>
      <w:rFonts w:ascii="Arial" w:hAnsi="Arial"/>
      <w:sz w:val="26"/>
      <w:szCs w:val="24"/>
    </w:rPr>
  </w:style>
  <w:style w:type="paragraph" w:styleId="ad">
    <w:name w:val="List Paragraph"/>
    <w:basedOn w:val="a"/>
    <w:uiPriority w:val="34"/>
    <w:qFormat/>
    <w:rsid w:val="001E6C3F"/>
    <w:pPr>
      <w:ind w:left="720"/>
      <w:contextualSpacing/>
    </w:pPr>
  </w:style>
  <w:style w:type="paragraph" w:styleId="ae">
    <w:name w:val="Plain Text"/>
    <w:basedOn w:val="a"/>
    <w:link w:val="af"/>
    <w:rsid w:val="00E531DC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E531DC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847-F3D8-4548-B88A-86246D60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423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pnikitin</dc:creator>
  <cp:keywords/>
  <dc:description/>
  <cp:lastModifiedBy>econom7</cp:lastModifiedBy>
  <cp:revision>128</cp:revision>
  <cp:lastPrinted>2024-04-09T12:38:00Z</cp:lastPrinted>
  <dcterms:created xsi:type="dcterms:W3CDTF">2022-03-24T12:08:00Z</dcterms:created>
  <dcterms:modified xsi:type="dcterms:W3CDTF">2024-04-09T12:46:00Z</dcterms:modified>
</cp:coreProperties>
</file>