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FA" w:rsidRDefault="009616FA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58161C" w:rsidRDefault="0058161C" w:rsidP="009616FA">
      <w:pPr>
        <w:pStyle w:val="a5"/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от 20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.2024</w:t>
      </w:r>
      <w:r w:rsidR="00FD60A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111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2025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плановый период 2026 и 2027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 района </w:t>
      </w:r>
      <w:r w:rsidR="00161515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2B67B7" w:rsidRPr="007F5DC6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B3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220 016,4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="003D6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61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021 610,5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 w:rsidR="003D6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723,4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5D3AA2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675 180,6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272 434,8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188 255,5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91621D">
              <w:rPr>
                <w:rFonts w:ascii="Times New Roman" w:hAnsi="Times New Roman"/>
                <w:color w:val="000000"/>
              </w:rPr>
              <w:t>ежской области 45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58C" w:rsidRDefault="0016658C" w:rsidP="00510A87">
      <w:r>
        <w:separator/>
      </w:r>
    </w:p>
  </w:endnote>
  <w:endnote w:type="continuationSeparator" w:id="1">
    <w:p w:rsidR="0016658C" w:rsidRDefault="0016658C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58C" w:rsidRDefault="0016658C" w:rsidP="00510A87">
      <w:r>
        <w:separator/>
      </w:r>
    </w:p>
  </w:footnote>
  <w:footnote w:type="continuationSeparator" w:id="1">
    <w:p w:rsidR="0016658C" w:rsidRDefault="0016658C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14BF"/>
    <w:rsid w:val="0005518C"/>
    <w:rsid w:val="000557A1"/>
    <w:rsid w:val="0005596A"/>
    <w:rsid w:val="00062C32"/>
    <w:rsid w:val="0006357B"/>
    <w:rsid w:val="000722C6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5742"/>
    <w:rsid w:val="00146A67"/>
    <w:rsid w:val="00146D5A"/>
    <w:rsid w:val="001510C5"/>
    <w:rsid w:val="00151DEE"/>
    <w:rsid w:val="00152A69"/>
    <w:rsid w:val="00161515"/>
    <w:rsid w:val="00164F55"/>
    <w:rsid w:val="001652CD"/>
    <w:rsid w:val="0016658C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38A9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45A2"/>
    <w:rsid w:val="003A56A3"/>
    <w:rsid w:val="003A5C81"/>
    <w:rsid w:val="003B36B7"/>
    <w:rsid w:val="003B4C8B"/>
    <w:rsid w:val="003B6287"/>
    <w:rsid w:val="003B7938"/>
    <w:rsid w:val="003C0C68"/>
    <w:rsid w:val="003C1B35"/>
    <w:rsid w:val="003D4360"/>
    <w:rsid w:val="003D6ED9"/>
    <w:rsid w:val="003D7ED5"/>
    <w:rsid w:val="003E13DE"/>
    <w:rsid w:val="003E68DB"/>
    <w:rsid w:val="003F0151"/>
    <w:rsid w:val="003F256C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4E720E"/>
    <w:rsid w:val="00510A87"/>
    <w:rsid w:val="0051495C"/>
    <w:rsid w:val="005255C0"/>
    <w:rsid w:val="005260BB"/>
    <w:rsid w:val="00526571"/>
    <w:rsid w:val="005267A6"/>
    <w:rsid w:val="0053133F"/>
    <w:rsid w:val="005316FD"/>
    <w:rsid w:val="0053194A"/>
    <w:rsid w:val="00532C55"/>
    <w:rsid w:val="00534475"/>
    <w:rsid w:val="00544F6B"/>
    <w:rsid w:val="00554532"/>
    <w:rsid w:val="00560BA6"/>
    <w:rsid w:val="005612A2"/>
    <w:rsid w:val="00562EBF"/>
    <w:rsid w:val="00564BE7"/>
    <w:rsid w:val="00570EDD"/>
    <w:rsid w:val="00575378"/>
    <w:rsid w:val="00575639"/>
    <w:rsid w:val="0057774E"/>
    <w:rsid w:val="0058161C"/>
    <w:rsid w:val="00592186"/>
    <w:rsid w:val="005A109F"/>
    <w:rsid w:val="005A21F2"/>
    <w:rsid w:val="005A33B3"/>
    <w:rsid w:val="005C2CB2"/>
    <w:rsid w:val="005C3E33"/>
    <w:rsid w:val="005C770C"/>
    <w:rsid w:val="005D22BE"/>
    <w:rsid w:val="005D3AA2"/>
    <w:rsid w:val="005D3FAF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51B8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F5DC6"/>
    <w:rsid w:val="0080107A"/>
    <w:rsid w:val="008102EC"/>
    <w:rsid w:val="00830A70"/>
    <w:rsid w:val="00840395"/>
    <w:rsid w:val="008422C4"/>
    <w:rsid w:val="0084240D"/>
    <w:rsid w:val="008517B5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429B1"/>
    <w:rsid w:val="0094738A"/>
    <w:rsid w:val="009548FD"/>
    <w:rsid w:val="00955010"/>
    <w:rsid w:val="009616FA"/>
    <w:rsid w:val="00961C16"/>
    <w:rsid w:val="0096587F"/>
    <w:rsid w:val="0096676C"/>
    <w:rsid w:val="009725AF"/>
    <w:rsid w:val="0097479F"/>
    <w:rsid w:val="00975444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E36E8"/>
    <w:rsid w:val="009F4C65"/>
    <w:rsid w:val="00A016FC"/>
    <w:rsid w:val="00A021C3"/>
    <w:rsid w:val="00A27308"/>
    <w:rsid w:val="00A27E80"/>
    <w:rsid w:val="00A57344"/>
    <w:rsid w:val="00A57C23"/>
    <w:rsid w:val="00A63A2C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281E"/>
    <w:rsid w:val="00B264F3"/>
    <w:rsid w:val="00B30FF6"/>
    <w:rsid w:val="00B354B7"/>
    <w:rsid w:val="00B42338"/>
    <w:rsid w:val="00B43C0F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3141"/>
    <w:rsid w:val="00BB6147"/>
    <w:rsid w:val="00BC04FF"/>
    <w:rsid w:val="00BC2B0B"/>
    <w:rsid w:val="00BC656C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CF0E7F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1D61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24447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542E"/>
    <w:rsid w:val="00EA65FB"/>
    <w:rsid w:val="00EB18AB"/>
    <w:rsid w:val="00EB3E85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87D78"/>
    <w:rsid w:val="00F91093"/>
    <w:rsid w:val="00F934B6"/>
    <w:rsid w:val="00FA07C1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2AD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254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52</cp:revision>
  <cp:lastPrinted>2024-12-26T07:22:00Z</cp:lastPrinted>
  <dcterms:created xsi:type="dcterms:W3CDTF">2023-12-11T11:56:00Z</dcterms:created>
  <dcterms:modified xsi:type="dcterms:W3CDTF">2024-12-26T07:23:00Z</dcterms:modified>
</cp:coreProperties>
</file>