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DE" w:rsidRPr="00C927DE" w:rsidRDefault="00400ACB" w:rsidP="00C927DE">
      <w:pPr>
        <w:ind w:firstLine="709"/>
        <w:rPr>
          <w:rFonts w:cs="Arial"/>
          <w:lang w:eastAsia="ar-S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76835</wp:posOffset>
            </wp:positionV>
            <wp:extent cx="646430" cy="807720"/>
            <wp:effectExtent l="0" t="0" r="0" b="0"/>
            <wp:wrapNone/>
            <wp:docPr id="9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  <w:r w:rsidRPr="00C927DE">
        <w:rPr>
          <w:rFonts w:cs="Arial"/>
          <w:lang w:eastAsia="ar-SA"/>
        </w:rPr>
        <w:t xml:space="preserve"> </w:t>
      </w: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</w:p>
    <w:p w:rsidR="00C927DE" w:rsidRPr="00C927DE" w:rsidRDefault="00C927DE" w:rsidP="00C927DE">
      <w:pPr>
        <w:suppressAutoHyphens/>
        <w:ind w:firstLine="709"/>
        <w:rPr>
          <w:rFonts w:cs="Arial"/>
          <w:lang w:eastAsia="ar-SA"/>
        </w:rPr>
      </w:pPr>
    </w:p>
    <w:p w:rsidR="00C927DE" w:rsidRPr="00C927DE" w:rsidRDefault="00C927DE" w:rsidP="00C927DE">
      <w:pPr>
        <w:suppressAutoHyphens/>
        <w:ind w:firstLine="709"/>
        <w:jc w:val="center"/>
        <w:rPr>
          <w:rFonts w:cs="Arial"/>
        </w:rPr>
      </w:pPr>
      <w:r w:rsidRPr="00C927DE">
        <w:rPr>
          <w:rFonts w:cs="Arial"/>
          <w:lang w:eastAsia="ar-SA"/>
        </w:rPr>
        <w:t>АДМИНИСТРАЦИЯ ПАВЛОВСКОГО МУНИЦИПАЛЬНОГО РАЙОНА</w:t>
      </w:r>
      <w:r w:rsidRPr="00C927DE">
        <w:rPr>
          <w:rFonts w:cs="Arial"/>
          <w:bCs/>
        </w:rPr>
        <w:t xml:space="preserve"> ВОРОНЕЖСКОЙ ОБЛАСТИ</w:t>
      </w:r>
    </w:p>
    <w:p w:rsidR="00C927DE" w:rsidRPr="00C927DE" w:rsidRDefault="00C927DE" w:rsidP="00C927DE">
      <w:pPr>
        <w:ind w:firstLine="709"/>
        <w:jc w:val="center"/>
        <w:rPr>
          <w:rFonts w:cs="Arial"/>
        </w:rPr>
      </w:pPr>
      <w:r w:rsidRPr="00C927DE">
        <w:rPr>
          <w:rFonts w:cs="Arial"/>
        </w:rPr>
        <w:t>ПОСТАНОВЛЕНИЕ</w:t>
      </w:r>
    </w:p>
    <w:p w:rsidR="00C927DE" w:rsidRPr="00C927DE" w:rsidRDefault="00C927DE" w:rsidP="00C927DE">
      <w:pPr>
        <w:pStyle w:val="NoSpacing1"/>
        <w:ind w:firstLine="709"/>
        <w:jc w:val="both"/>
        <w:rPr>
          <w:rFonts w:ascii="Arial" w:hAnsi="Arial" w:cs="Arial"/>
          <w:sz w:val="24"/>
          <w:szCs w:val="24"/>
        </w:rPr>
      </w:pPr>
    </w:p>
    <w:p w:rsidR="00C927DE" w:rsidRPr="00C927DE" w:rsidRDefault="00C927DE" w:rsidP="00C927DE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C927DE">
        <w:rPr>
          <w:rFonts w:ascii="Arial" w:hAnsi="Arial" w:cs="Arial"/>
          <w:noProof/>
          <w:sz w:val="24"/>
          <w:szCs w:val="24"/>
        </w:rPr>
        <w:t>От 01.10.2020 № 657</w:t>
      </w:r>
    </w:p>
    <w:p w:rsidR="00C927DE" w:rsidRPr="00C927DE" w:rsidRDefault="00C927DE" w:rsidP="00C927DE">
      <w:pPr>
        <w:pStyle w:val="NoSpacing1"/>
        <w:ind w:firstLine="709"/>
        <w:jc w:val="both"/>
        <w:rPr>
          <w:rFonts w:ascii="Arial" w:hAnsi="Arial" w:cs="Arial"/>
          <w:noProof/>
          <w:sz w:val="24"/>
          <w:szCs w:val="24"/>
        </w:rPr>
      </w:pPr>
      <w:r w:rsidRPr="00C927DE">
        <w:rPr>
          <w:rFonts w:ascii="Arial" w:hAnsi="Arial" w:cs="Arial"/>
          <w:noProof/>
          <w:sz w:val="24"/>
          <w:szCs w:val="24"/>
        </w:rPr>
        <w:t>Г.Павловск</w:t>
      </w:r>
    </w:p>
    <w:p w:rsidR="0090345D" w:rsidRPr="00C927DE" w:rsidRDefault="00400ACB" w:rsidP="00C927DE">
      <w:pPr>
        <w:ind w:firstLine="709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990600</wp:posOffset>
                </wp:positionV>
                <wp:extent cx="833120" cy="15621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120" cy="1562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7DE" w:rsidRDefault="00C927DE" w:rsidP="0090345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415.35pt;margin-top:78pt;width:65.6pt;height:12.3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" stroked="f">
                <v:fill opacity="0"/>
                <v:textbox inset="0,0,0,0">
                  <w:txbxContent>
                    <w:p w:rsidR="00C927DE" w:rsidRDefault="00C927DE" w:rsidP="0090345D"/>
                  </w:txbxContent>
                </v:textbox>
              </v:shape>
            </w:pict>
          </mc:Fallback>
        </mc:AlternateContent>
      </w:r>
    </w:p>
    <w:p w:rsidR="00C927DE" w:rsidRDefault="00C927DE" w:rsidP="00C927DE">
      <w:pPr>
        <w:pStyle w:val="Title"/>
      </w:pPr>
      <w:r w:rsidRPr="00C927DE">
        <w:rPr>
          <w:rFonts w:eastAsia="Calibri"/>
        </w:rPr>
        <w:t>О Порядке предоставления субсидий на возмещение части затрат субъектам малого и среднего предпринимательства Павловского муниципального района Воронежской области, занимающимся социально значимыми видами деятельности</w:t>
      </w:r>
    </w:p>
    <w:p w:rsidR="00D158AC" w:rsidRDefault="00D158AC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>
        <w:rPr>
          <w:rFonts w:cs="Arial"/>
          <w:bCs/>
        </w:rPr>
        <w:t>(В ред. пост. от 15.06.2021 № 383)</w:t>
      </w:r>
    </w:p>
    <w:p w:rsidR="00D158AC" w:rsidRDefault="00D158AC" w:rsidP="00D158AC">
      <w:pPr>
        <w:autoSpaceDE w:val="0"/>
        <w:autoSpaceDN w:val="0"/>
        <w:adjustRightInd w:val="0"/>
        <w:rPr>
          <w:rFonts w:cs="Arial"/>
          <w:bCs/>
        </w:rPr>
      </w:pPr>
    </w:p>
    <w:p w:rsidR="005B0240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В соответствии </w:t>
      </w:r>
      <w:r w:rsidR="007D1C4B" w:rsidRPr="00C927DE">
        <w:rPr>
          <w:rFonts w:cs="Arial"/>
          <w:bCs/>
        </w:rPr>
        <w:t xml:space="preserve">со статьей 24.1 Федерального закона от 24.07.2007 № 209-ФЗ «О развитии малого и среднего предпринимательства в Российской Федерации», </w:t>
      </w:r>
      <w:r w:rsidRPr="00C927DE">
        <w:rPr>
          <w:rFonts w:cs="Arial"/>
          <w:bCs/>
        </w:rPr>
        <w:t xml:space="preserve">со статьей 78 Бюджетного кодекса Российской Федерации, </w:t>
      </w:r>
      <w:r w:rsidR="00D158AC">
        <w:rPr>
          <w:rFonts w:eastAsia="Calibri" w:cs="Arial"/>
          <w:bCs/>
          <w:color w:val="000000"/>
          <w:lang w:eastAsia="en-US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D158AC">
        <w:rPr>
          <w:rFonts w:cs="Arial"/>
          <w:color w:val="000000"/>
        </w:rPr>
        <w:t>»</w:t>
      </w:r>
      <w:r w:rsidRPr="00C927DE">
        <w:rPr>
          <w:rFonts w:cs="Arial"/>
          <w:bCs/>
        </w:rPr>
        <w:t xml:space="preserve">, </w:t>
      </w:r>
      <w:r w:rsidR="00992919" w:rsidRPr="00C927DE">
        <w:rPr>
          <w:rFonts w:cs="Arial"/>
          <w:bCs/>
        </w:rPr>
        <w:t xml:space="preserve">приказом Минэкономразвития России от 14.03.2019 № 125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предпринимательства», </w:t>
      </w:r>
      <w:r w:rsidR="005B0240" w:rsidRPr="00C927DE">
        <w:rPr>
          <w:rFonts w:cs="Arial"/>
          <w:bCs/>
        </w:rPr>
        <w:t xml:space="preserve">Законом Воронежской области от 12.03.2008 № 4-ОЗ «О развитии малого и среднего предпринимательства в Воронежской области», </w:t>
      </w:r>
      <w:r w:rsidR="00D158AC">
        <w:rPr>
          <w:rFonts w:eastAsia="Calibri" w:cs="Arial"/>
          <w:bCs/>
          <w:lang w:eastAsia="en-US"/>
        </w:rPr>
        <w:t>постановлением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</w:r>
      <w:r w:rsidR="00D158AC">
        <w:rPr>
          <w:rFonts w:cs="Arial"/>
          <w:bCs/>
        </w:rPr>
        <w:t xml:space="preserve"> (В ред. пост. от 15.06.2021 № 383)</w:t>
      </w:r>
    </w:p>
    <w:p w:rsidR="005B0240" w:rsidRPr="00C927DE" w:rsidRDefault="005B0240" w:rsidP="00C927DE">
      <w:pPr>
        <w:autoSpaceDE w:val="0"/>
        <w:autoSpaceDN w:val="0"/>
        <w:adjustRightInd w:val="0"/>
        <w:ind w:firstLine="709"/>
        <w:jc w:val="center"/>
        <w:rPr>
          <w:rFonts w:cs="Arial"/>
          <w:bCs/>
        </w:rPr>
      </w:pPr>
      <w:r w:rsidRPr="00C927DE">
        <w:rPr>
          <w:rFonts w:cs="Arial"/>
          <w:bCs/>
        </w:rPr>
        <w:t>ПОСТАНОВЛЯЕТ:</w:t>
      </w:r>
    </w:p>
    <w:p w:rsidR="000A6BC9" w:rsidRPr="00C927DE" w:rsidRDefault="001D3B71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lastRenderedPageBreak/>
        <w:t>1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>. Утвердить</w:t>
      </w:r>
      <w:r w:rsidR="00F4381D" w:rsidRPr="00C927D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0345D" w:rsidRPr="00C927DE">
        <w:rPr>
          <w:rFonts w:ascii="Arial" w:hAnsi="Arial" w:cs="Arial"/>
          <w:b w:val="0"/>
          <w:bCs/>
          <w:sz w:val="24"/>
          <w:szCs w:val="24"/>
        </w:rPr>
        <w:t xml:space="preserve">Порядок предоставления </w:t>
      </w:r>
      <w:r w:rsidR="0090345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субсиди</w:t>
      </w:r>
      <w:r w:rsidR="00B130E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й</w:t>
      </w:r>
      <w:r w:rsidR="0090345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 на возмещение части затрат субъектов </w:t>
      </w:r>
      <w:r w:rsidR="00DB6675" w:rsidRPr="00C927DE">
        <w:rPr>
          <w:rFonts w:ascii="Arial" w:hAnsi="Arial" w:cs="Arial"/>
          <w:b w:val="0"/>
          <w:sz w:val="24"/>
          <w:szCs w:val="24"/>
        </w:rPr>
        <w:t>социального предпринимательства</w:t>
      </w:r>
      <w:bookmarkStart w:id="1" w:name="_Hlk50382086"/>
      <w:r w:rsidR="00F4381D" w:rsidRPr="00C927DE">
        <w:rPr>
          <w:rFonts w:ascii="Arial" w:hAnsi="Arial" w:cs="Arial"/>
          <w:b w:val="0"/>
          <w:sz w:val="24"/>
          <w:szCs w:val="24"/>
        </w:rPr>
        <w:t xml:space="preserve"> </w:t>
      </w:r>
      <w:r w:rsidRPr="00C927DE">
        <w:rPr>
          <w:rFonts w:ascii="Arial" w:hAnsi="Arial" w:cs="Arial"/>
          <w:b w:val="0"/>
          <w:bCs/>
          <w:sz w:val="24"/>
          <w:szCs w:val="24"/>
        </w:rPr>
        <w:t>Павловского муниципального района Воронежской области</w:t>
      </w:r>
      <w:bookmarkStart w:id="2" w:name="_Hlk50381949"/>
      <w:bookmarkEnd w:id="1"/>
      <w:r w:rsidR="00F4381D" w:rsidRPr="00C927D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C927DE">
        <w:rPr>
          <w:rFonts w:ascii="Arial" w:hAnsi="Arial" w:cs="Arial"/>
          <w:b w:val="0"/>
          <w:bCs/>
          <w:sz w:val="24"/>
          <w:szCs w:val="24"/>
        </w:rPr>
        <w:t xml:space="preserve">согласно приложению 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Pr="00C927DE">
        <w:rPr>
          <w:rFonts w:ascii="Arial" w:hAnsi="Arial" w:cs="Arial"/>
          <w:b w:val="0"/>
          <w:bCs/>
          <w:sz w:val="24"/>
          <w:szCs w:val="24"/>
        </w:rPr>
        <w:t>1 к настоящему постановлению</w:t>
      </w:r>
      <w:bookmarkEnd w:id="2"/>
      <w:r w:rsidR="00B130EA" w:rsidRPr="00C927DE">
        <w:rPr>
          <w:rFonts w:ascii="Arial" w:hAnsi="Arial" w:cs="Arial"/>
          <w:b w:val="0"/>
          <w:bCs/>
          <w:sz w:val="24"/>
          <w:szCs w:val="24"/>
        </w:rPr>
        <w:t>.</w:t>
      </w:r>
    </w:p>
    <w:p w:rsidR="004D6C16" w:rsidRPr="00C927DE" w:rsidRDefault="004D6C16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 xml:space="preserve">2. 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 xml:space="preserve">Утвердить </w:t>
      </w:r>
      <w:r w:rsidRPr="00C927DE">
        <w:rPr>
          <w:rFonts w:ascii="Arial" w:hAnsi="Arial" w:cs="Arial"/>
          <w:b w:val="0"/>
          <w:bCs/>
          <w:sz w:val="24"/>
          <w:szCs w:val="24"/>
        </w:rPr>
        <w:t>Порядок предоставления субсидий на субсидирование части затрат субъектам малого и среднего предпринимательства, занимающимся созданием и (или) развитием центров времяпрепровождения детей</w:t>
      </w:r>
      <w:r w:rsidR="001D3B71" w:rsidRPr="00C927DE">
        <w:rPr>
          <w:rFonts w:ascii="Arial" w:hAnsi="Arial" w:cs="Arial"/>
          <w:b w:val="0"/>
          <w:bCs/>
          <w:sz w:val="24"/>
          <w:szCs w:val="24"/>
        </w:rPr>
        <w:t xml:space="preserve"> согласно приложению </w:t>
      </w:r>
      <w:r w:rsidR="00B130EA" w:rsidRPr="00C927DE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1D3B71" w:rsidRPr="00C927DE">
        <w:rPr>
          <w:rFonts w:ascii="Arial" w:hAnsi="Arial" w:cs="Arial"/>
          <w:b w:val="0"/>
          <w:bCs/>
          <w:sz w:val="24"/>
          <w:szCs w:val="24"/>
        </w:rPr>
        <w:t>2 к настоящему постановлению.</w:t>
      </w:r>
    </w:p>
    <w:p w:rsidR="0090745A" w:rsidRPr="00C927DE" w:rsidRDefault="004D6C16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3</w:t>
      </w:r>
      <w:r w:rsidR="000A6BC9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. Признать утратившими силу постанов</w:t>
      </w:r>
      <w:r w:rsidR="005B0240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лени</w:t>
      </w:r>
      <w:r w:rsidR="0090745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я</w:t>
      </w:r>
      <w:r w:rsidR="00F4381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 </w:t>
      </w:r>
      <w:r w:rsidR="0084309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а</w:t>
      </w:r>
      <w:r w:rsidR="005B0240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дминистрации</w:t>
      </w:r>
      <w:r w:rsidR="0084309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 Павловского муниципального района Воронежской области</w:t>
      </w:r>
      <w:r w:rsidR="0090745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:</w:t>
      </w:r>
    </w:p>
    <w:p w:rsidR="000A6BC9" w:rsidRPr="00C927DE" w:rsidRDefault="0090745A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1) </w:t>
      </w:r>
      <w:bookmarkStart w:id="3" w:name="_Hlk48640730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от 17.10.2019 </w:t>
      </w:r>
      <w:r w:rsidR="0084309D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№ 770 «Об утверждении Порядка предоставления субсидий на субсидирование части затрат субъектам социального предпринимательства»</w:t>
      </w:r>
      <w:bookmarkEnd w:id="3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;</w:t>
      </w:r>
    </w:p>
    <w:p w:rsidR="0090745A" w:rsidRPr="00C927DE" w:rsidRDefault="0090745A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2) от 21.11.2019 № 874 </w:t>
      </w:r>
      <w:bookmarkStart w:id="4" w:name="_Hlk48640775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«О внесении изменений в постановление администрации Павловского муниципального района </w:t>
      </w:r>
      <w:r w:rsidR="00B130E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Воронежской области </w:t>
      </w: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от 17.10.2019 № 770 «Об утверждении Порядка предоставления субсидий на субсидирование части затрат субъектам социального предпринимательства»;</w:t>
      </w:r>
    </w:p>
    <w:bookmarkEnd w:id="4"/>
    <w:p w:rsidR="0090745A" w:rsidRPr="00C927DE" w:rsidRDefault="0090745A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3) от 29.05.2020 № 327 «О внесении изменений в постановление администрации Павловского муниципального района </w:t>
      </w:r>
      <w:r w:rsidR="00B130EA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 xml:space="preserve">Воронежской области </w:t>
      </w: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от 17.10.2019 № 770 «Об утверждении Порядка предоставления субсидий на субсидирование части затрат субъектам социального предпринимательства»;</w:t>
      </w:r>
    </w:p>
    <w:p w:rsidR="001D3B71" w:rsidRPr="00C927DE" w:rsidRDefault="001D3B71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4) от 17.10.2019 № 769 «</w:t>
      </w:r>
      <w:bookmarkStart w:id="5" w:name="_Hlk50727105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Об утверждении Порядка предоставления субсидий субъектам малого и среднего предпринимательства на компенсацию части затрат, связанных с созданием и (или) развитием центров времяпрепровождения детей</w:t>
      </w:r>
      <w:bookmarkEnd w:id="5"/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»</w:t>
      </w:r>
      <w:r w:rsidR="004B1DD6"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;</w:t>
      </w:r>
    </w:p>
    <w:p w:rsidR="004B1DD6" w:rsidRPr="00C927DE" w:rsidRDefault="004B1DD6" w:rsidP="00C927DE">
      <w:pPr>
        <w:pStyle w:val="ConsPlusTitle"/>
        <w:ind w:firstLine="709"/>
        <w:jc w:val="both"/>
        <w:rPr>
          <w:rFonts w:ascii="Arial" w:eastAsia="Calibri" w:hAnsi="Arial" w:cs="Arial"/>
          <w:b w:val="0"/>
          <w:bCs/>
          <w:sz w:val="24"/>
          <w:szCs w:val="24"/>
          <w:lang w:eastAsia="en-US"/>
        </w:rPr>
      </w:pPr>
      <w:r w:rsidRPr="00C927DE">
        <w:rPr>
          <w:rFonts w:ascii="Arial" w:eastAsia="Calibri" w:hAnsi="Arial" w:cs="Arial"/>
          <w:b w:val="0"/>
          <w:bCs/>
          <w:sz w:val="24"/>
          <w:szCs w:val="24"/>
          <w:lang w:eastAsia="en-US"/>
        </w:rPr>
        <w:t>5) от 21.11.2019 № 873 «О внесении изменений в постановление администрации Павловского муниципального района Воронежской области от 17.10.2019 г. № 769 «Об утверждении Порядка предоставления субсидий субъектам малого и среднего предпринимательства на компенсацию части затрат, связанных с созданием и (или) развитием центров времяпрепровождения детей».</w:t>
      </w:r>
    </w:p>
    <w:p w:rsidR="0090345D" w:rsidRPr="00C927DE" w:rsidRDefault="001D3B71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4</w:t>
      </w:r>
      <w:r w:rsidR="0090345D" w:rsidRPr="00C927DE">
        <w:rPr>
          <w:rFonts w:cs="Arial"/>
          <w:bCs/>
        </w:rPr>
        <w:t>. </w:t>
      </w:r>
      <w:r w:rsidR="004B1DD6" w:rsidRPr="00C927DE">
        <w:rPr>
          <w:rFonts w:cs="Arial"/>
          <w:bCs/>
        </w:rPr>
        <w:t>Опубликовать н</w:t>
      </w:r>
      <w:r w:rsidR="0090345D" w:rsidRPr="00C927DE">
        <w:rPr>
          <w:rFonts w:cs="Arial"/>
          <w:bCs/>
        </w:rPr>
        <w:t>астоящее постановление в муниципально</w:t>
      </w:r>
      <w:r w:rsidRPr="00C927DE">
        <w:rPr>
          <w:rFonts w:cs="Arial"/>
          <w:bCs/>
        </w:rPr>
        <w:t xml:space="preserve">й газете </w:t>
      </w:r>
      <w:r w:rsidR="0090345D" w:rsidRPr="00C927DE">
        <w:rPr>
          <w:rFonts w:cs="Arial"/>
          <w:bCs/>
        </w:rPr>
        <w:t>«</w:t>
      </w:r>
      <w:r w:rsidR="005B0240" w:rsidRPr="00C927DE">
        <w:rPr>
          <w:rFonts w:cs="Arial"/>
          <w:bCs/>
        </w:rPr>
        <w:t>Павловский муниципальный вестник</w:t>
      </w:r>
      <w:r w:rsidR="0090345D" w:rsidRPr="00C927DE">
        <w:rPr>
          <w:rFonts w:cs="Arial"/>
          <w:bCs/>
        </w:rPr>
        <w:t>».</w:t>
      </w:r>
    </w:p>
    <w:p w:rsidR="0090345D" w:rsidRPr="00C927DE" w:rsidRDefault="001D3B71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5</w:t>
      </w:r>
      <w:r w:rsidR="0090345D" w:rsidRPr="00C927DE">
        <w:rPr>
          <w:rFonts w:cs="Arial"/>
          <w:bCs/>
        </w:rPr>
        <w:t xml:space="preserve">. Контроль за исполнением настоящего постановления возложить на </w:t>
      </w:r>
      <w:r w:rsidR="005B0240" w:rsidRPr="00C927DE">
        <w:rPr>
          <w:rFonts w:cs="Arial"/>
          <w:bCs/>
        </w:rPr>
        <w:t>п</w:t>
      </w:r>
      <w:r w:rsidR="0090345D" w:rsidRPr="00C927DE">
        <w:rPr>
          <w:rFonts w:cs="Arial"/>
          <w:bCs/>
        </w:rPr>
        <w:t xml:space="preserve">ервого заместителя </w:t>
      </w:r>
      <w:r w:rsidR="005B0240" w:rsidRPr="00C927DE">
        <w:rPr>
          <w:rFonts w:cs="Arial"/>
          <w:bCs/>
        </w:rPr>
        <w:t>главы а</w:t>
      </w:r>
      <w:r w:rsidR="0090345D" w:rsidRPr="00C927DE">
        <w:rPr>
          <w:rFonts w:cs="Arial"/>
          <w:bCs/>
        </w:rPr>
        <w:t xml:space="preserve">дминистрации </w:t>
      </w:r>
      <w:r w:rsidR="005B0240" w:rsidRPr="00C927DE">
        <w:rPr>
          <w:rFonts w:cs="Arial"/>
          <w:bCs/>
        </w:rPr>
        <w:t>Павловского муниципального района Майстренко Г.М.</w:t>
      </w:r>
    </w:p>
    <w:p w:rsidR="00F516FD" w:rsidRPr="00C927DE" w:rsidRDefault="00F516F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9"/>
        <w:gridCol w:w="4808"/>
      </w:tblGrid>
      <w:tr w:rsidR="00C927DE" w:rsidRPr="00F84295" w:rsidTr="00F84295">
        <w:tc>
          <w:tcPr>
            <w:tcW w:w="4926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  <w:bCs/>
              </w:rPr>
            </w:pPr>
            <w:r w:rsidRPr="00F84295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</w:rPr>
            </w:pPr>
          </w:p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</w:rPr>
            </w:pPr>
            <w:r w:rsidRPr="00F84295">
              <w:rPr>
                <w:rFonts w:cs="Arial"/>
              </w:rPr>
              <w:t>М.Н. Янцов</w:t>
            </w:r>
          </w:p>
        </w:tc>
      </w:tr>
    </w:tbl>
    <w:p w:rsidR="004D6C16" w:rsidRPr="00C927DE" w:rsidRDefault="00C14843" w:rsidP="00C927DE">
      <w:pPr>
        <w:ind w:left="5103" w:firstLine="0"/>
        <w:rPr>
          <w:rFonts w:cs="Arial"/>
        </w:rPr>
      </w:pPr>
      <w:bookmarkStart w:id="6" w:name="_Hlk51149695"/>
      <w:r w:rsidRPr="00C927DE">
        <w:rPr>
          <w:rFonts w:cs="Arial"/>
          <w:bCs/>
        </w:rPr>
        <w:br w:type="page"/>
      </w:r>
      <w:bookmarkEnd w:id="6"/>
      <w:r w:rsidR="004D6C16" w:rsidRPr="00C927DE">
        <w:rPr>
          <w:rFonts w:cs="Arial"/>
        </w:rPr>
        <w:lastRenderedPageBreak/>
        <w:t xml:space="preserve">Приложение </w:t>
      </w:r>
      <w:r w:rsidR="00A12B18" w:rsidRPr="00C927DE">
        <w:rPr>
          <w:rFonts w:cs="Arial"/>
        </w:rPr>
        <w:t>№ 1</w:t>
      </w:r>
      <w:r w:rsidR="00C927DE" w:rsidRPr="00C927DE">
        <w:rPr>
          <w:rFonts w:cs="Arial"/>
        </w:rPr>
        <w:t xml:space="preserve"> </w:t>
      </w:r>
      <w:r w:rsidR="004D6C16" w:rsidRPr="00C927DE">
        <w:rPr>
          <w:rFonts w:cs="Arial"/>
        </w:rPr>
        <w:t>к постановлению администрации Павловского муниципального района</w:t>
      </w:r>
      <w:r w:rsidR="004B1DD6" w:rsidRPr="00C927DE">
        <w:rPr>
          <w:rFonts w:cs="Arial"/>
        </w:rPr>
        <w:t xml:space="preserve"> Воронежской области</w:t>
      </w:r>
      <w:r w:rsidR="00C927DE" w:rsidRPr="00C927DE">
        <w:rPr>
          <w:rFonts w:cs="Arial"/>
        </w:rPr>
        <w:t xml:space="preserve"> </w:t>
      </w:r>
      <w:r w:rsidR="004D6C16" w:rsidRPr="00C927DE">
        <w:rPr>
          <w:rFonts w:cs="Arial"/>
        </w:rPr>
        <w:t>от</w:t>
      </w:r>
      <w:r w:rsidR="00C927DE" w:rsidRPr="00C927DE">
        <w:rPr>
          <w:rFonts w:cs="Arial"/>
        </w:rPr>
        <w:t xml:space="preserve"> </w:t>
      </w:r>
      <w:r w:rsidR="00C927DE">
        <w:rPr>
          <w:rFonts w:cs="Arial"/>
        </w:rPr>
        <w:t>01.10.2020 № 657</w:t>
      </w:r>
    </w:p>
    <w:p w:rsidR="004D6C16" w:rsidRPr="00C927DE" w:rsidRDefault="004D6C16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ПОРЯДОК</w:t>
      </w:r>
    </w:p>
    <w:p w:rsidR="003C4C32" w:rsidRPr="00C927DE" w:rsidRDefault="00A12B18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п</w:t>
      </w:r>
      <w:r w:rsidR="00AE03F0" w:rsidRPr="00C927DE">
        <w:rPr>
          <w:rFonts w:ascii="Arial" w:hAnsi="Arial" w:cs="Arial"/>
          <w:b w:val="0"/>
          <w:sz w:val="24"/>
          <w:szCs w:val="24"/>
        </w:rPr>
        <w:t>редоставления</w:t>
      </w:r>
      <w:r w:rsidR="00F4381D" w:rsidRPr="00C927DE">
        <w:rPr>
          <w:rFonts w:ascii="Arial" w:hAnsi="Arial" w:cs="Arial"/>
          <w:b w:val="0"/>
          <w:sz w:val="24"/>
          <w:szCs w:val="24"/>
        </w:rPr>
        <w:t xml:space="preserve"> </w:t>
      </w:r>
      <w:r w:rsidR="0090345D" w:rsidRPr="00C927DE">
        <w:rPr>
          <w:rFonts w:ascii="Arial" w:hAnsi="Arial" w:cs="Arial"/>
          <w:b w:val="0"/>
          <w:sz w:val="24"/>
          <w:szCs w:val="24"/>
        </w:rPr>
        <w:t>субсидии на возмещение части затрат</w:t>
      </w:r>
      <w:r w:rsidR="00C927DE">
        <w:rPr>
          <w:rFonts w:ascii="Arial" w:hAnsi="Arial" w:cs="Arial"/>
          <w:b w:val="0"/>
          <w:sz w:val="24"/>
          <w:szCs w:val="24"/>
        </w:rPr>
        <w:t xml:space="preserve"> </w:t>
      </w:r>
      <w:r w:rsidR="005D4063" w:rsidRPr="00C927DE">
        <w:rPr>
          <w:rFonts w:ascii="Arial" w:hAnsi="Arial" w:cs="Arial"/>
          <w:b w:val="0"/>
          <w:sz w:val="24"/>
          <w:szCs w:val="24"/>
        </w:rPr>
        <w:t>субъектов</w:t>
      </w:r>
      <w:r w:rsidR="00F4381D" w:rsidRPr="00C927DE">
        <w:rPr>
          <w:rFonts w:ascii="Arial" w:hAnsi="Arial" w:cs="Arial"/>
          <w:b w:val="0"/>
          <w:sz w:val="24"/>
          <w:szCs w:val="24"/>
        </w:rPr>
        <w:t xml:space="preserve"> </w:t>
      </w:r>
      <w:r w:rsidR="00EA6DC7" w:rsidRPr="00C927DE">
        <w:rPr>
          <w:rFonts w:ascii="Arial" w:hAnsi="Arial" w:cs="Arial"/>
          <w:b w:val="0"/>
          <w:sz w:val="24"/>
          <w:szCs w:val="24"/>
        </w:rPr>
        <w:t>социального предпринимательства</w:t>
      </w:r>
      <w:r w:rsidR="00F4381D" w:rsidRPr="00C927DE">
        <w:rPr>
          <w:rFonts w:ascii="Arial" w:hAnsi="Arial" w:cs="Arial"/>
          <w:b w:val="0"/>
          <w:sz w:val="24"/>
          <w:szCs w:val="24"/>
        </w:rPr>
        <w:t xml:space="preserve"> </w:t>
      </w:r>
      <w:r w:rsidR="001D3B71" w:rsidRPr="00C927DE">
        <w:rPr>
          <w:rFonts w:ascii="Arial" w:hAnsi="Arial" w:cs="Arial"/>
          <w:b w:val="0"/>
          <w:bCs/>
          <w:sz w:val="24"/>
          <w:szCs w:val="24"/>
        </w:rPr>
        <w:t>Павловского муниципального района Воронежской области</w:t>
      </w:r>
    </w:p>
    <w:p w:rsidR="005B0240" w:rsidRPr="00C927DE" w:rsidRDefault="005B0240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>1. Общие положения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5F595C" w:rsidRPr="00C927DE" w:rsidRDefault="005F595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1.1. Настоящий Порядок устанавливает цели, условия и порядок предоставления субсидий </w:t>
      </w:r>
      <w:r w:rsidRPr="00C927DE">
        <w:rPr>
          <w:rFonts w:cs="Arial"/>
          <w:bCs/>
        </w:rPr>
        <w:t>на возмещение части затрат</w:t>
      </w:r>
      <w:r w:rsidR="00146D31" w:rsidRPr="00C927DE">
        <w:rPr>
          <w:rFonts w:cs="Arial"/>
          <w:bCs/>
        </w:rPr>
        <w:t xml:space="preserve"> </w:t>
      </w:r>
      <w:r w:rsidRPr="00C927DE">
        <w:rPr>
          <w:rFonts w:cs="Arial"/>
          <w:bCs/>
        </w:rPr>
        <w:t xml:space="preserve">субъектов </w:t>
      </w:r>
      <w:r w:rsidR="002404F6" w:rsidRPr="00C927DE">
        <w:rPr>
          <w:rFonts w:cs="Arial"/>
          <w:bCs/>
        </w:rPr>
        <w:t>социального предпринимательства</w:t>
      </w:r>
      <w:r w:rsidR="00243BBE" w:rsidRPr="00C927DE">
        <w:rPr>
          <w:rFonts w:cs="Arial"/>
          <w:bCs/>
        </w:rPr>
        <w:t xml:space="preserve"> Павловского муниципального района Воронежской области</w:t>
      </w:r>
      <w:r w:rsidR="002404F6" w:rsidRPr="00C927DE">
        <w:rPr>
          <w:rFonts w:cs="Arial"/>
          <w:bCs/>
        </w:rPr>
        <w:t xml:space="preserve"> – субъектов </w:t>
      </w:r>
      <w:r w:rsidRPr="00C927DE">
        <w:rPr>
          <w:rFonts w:cs="Arial"/>
          <w:bCs/>
        </w:rPr>
        <w:t xml:space="preserve">малого и среднего предпринимательства, </w:t>
      </w:r>
      <w:r w:rsidR="002404F6" w:rsidRPr="00C927DE">
        <w:rPr>
          <w:rFonts w:cs="Arial"/>
          <w:bCs/>
        </w:rPr>
        <w:t>о</w:t>
      </w:r>
      <w:r w:rsidRPr="00C927DE">
        <w:rPr>
          <w:rFonts w:cs="Arial"/>
          <w:bCs/>
        </w:rPr>
        <w:t>существл</w:t>
      </w:r>
      <w:r w:rsidR="002404F6" w:rsidRPr="00C927DE">
        <w:rPr>
          <w:rFonts w:cs="Arial"/>
          <w:bCs/>
        </w:rPr>
        <w:t>яющих</w:t>
      </w:r>
      <w:r w:rsidRPr="00C927DE">
        <w:rPr>
          <w:rFonts w:cs="Arial"/>
          <w:bCs/>
        </w:rPr>
        <w:t xml:space="preserve"> социально ориентированн</w:t>
      </w:r>
      <w:r w:rsidR="002404F6" w:rsidRPr="00C927DE">
        <w:rPr>
          <w:rFonts w:cs="Arial"/>
          <w:bCs/>
        </w:rPr>
        <w:t>ую</w:t>
      </w:r>
      <w:r w:rsidRPr="00C927DE">
        <w:rPr>
          <w:rFonts w:cs="Arial"/>
          <w:bCs/>
        </w:rPr>
        <w:t xml:space="preserve"> деятельност</w:t>
      </w:r>
      <w:r w:rsidR="002404F6" w:rsidRPr="00C927DE">
        <w:rPr>
          <w:rFonts w:cs="Arial"/>
          <w:bCs/>
        </w:rPr>
        <w:t>ь</w:t>
      </w:r>
      <w:r w:rsidRPr="00C927DE">
        <w:rPr>
          <w:rFonts w:cs="Arial"/>
          <w:bCs/>
        </w:rPr>
        <w:t>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ситуации, а также</w:t>
      </w:r>
      <w:r w:rsidRPr="00C927DE">
        <w:rPr>
          <w:rFonts w:cs="Arial"/>
        </w:rPr>
        <w:t xml:space="preserve"> порядок возврата субсидий в случае нарушения условий, установленных при их предоставлении.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5F595C" w:rsidRPr="00C927DE">
        <w:rPr>
          <w:rFonts w:cs="Arial"/>
        </w:rPr>
        <w:t>2</w:t>
      </w:r>
      <w:r w:rsidRPr="00C927DE">
        <w:rPr>
          <w:rFonts w:cs="Arial"/>
        </w:rPr>
        <w:t>. В целях настоящего Порядка используются следующие понятия:</w:t>
      </w:r>
    </w:p>
    <w:p w:rsidR="00D64FBC" w:rsidRPr="00C927DE" w:rsidRDefault="00C75EC9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Субсидия – </w:t>
      </w:r>
      <w:r w:rsidR="00D64FBC" w:rsidRPr="00C927DE">
        <w:rPr>
          <w:rFonts w:cs="Arial"/>
        </w:rPr>
        <w:t>субсидия</w:t>
      </w:r>
      <w:r w:rsidR="00146D31" w:rsidRPr="00C927DE">
        <w:rPr>
          <w:rFonts w:cs="Arial"/>
        </w:rPr>
        <w:t xml:space="preserve"> </w:t>
      </w:r>
      <w:r w:rsidR="00D64FBC" w:rsidRPr="00C927DE">
        <w:rPr>
          <w:rFonts w:cs="Arial"/>
          <w:bCs/>
        </w:rPr>
        <w:t>на возмещение части затрат</w:t>
      </w:r>
      <w:r w:rsidR="00146D31" w:rsidRPr="00C927DE">
        <w:rPr>
          <w:rFonts w:cs="Arial"/>
          <w:bCs/>
        </w:rPr>
        <w:t xml:space="preserve"> </w:t>
      </w:r>
      <w:r w:rsidR="00D64FBC" w:rsidRPr="00C927DE">
        <w:rPr>
          <w:rFonts w:cs="Arial"/>
          <w:bCs/>
        </w:rPr>
        <w:t>субъектов малого и среднего предпринимательства, связанных с осуществлением социально ориентированной деятельности,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</w:r>
      <w:r w:rsidR="00B76C0B" w:rsidRPr="00C927DE">
        <w:rPr>
          <w:rFonts w:cs="Arial"/>
          <w:bCs/>
        </w:rPr>
        <w:t>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eastAsia="Calibri" w:cs="Arial"/>
        </w:rPr>
      </w:pPr>
      <w:r w:rsidRPr="00C927DE">
        <w:rPr>
          <w:rFonts w:cs="Arial"/>
        </w:rPr>
        <w:t>С</w:t>
      </w:r>
      <w:r w:rsidR="00C75EC9" w:rsidRPr="00C927DE">
        <w:rPr>
          <w:rFonts w:cs="Arial"/>
        </w:rPr>
        <w:t>оциальное предпринимательство – </w:t>
      </w:r>
      <w:r w:rsidRPr="00C927DE">
        <w:rPr>
          <w:rFonts w:cs="Arial"/>
        </w:rPr>
        <w:t>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</w:t>
      </w:r>
      <w:r w:rsidR="00146D31" w:rsidRPr="00C927DE">
        <w:rPr>
          <w:rFonts w:cs="Arial"/>
        </w:rPr>
        <w:t xml:space="preserve"> </w:t>
      </w:r>
      <w:r w:rsidRPr="00C927DE">
        <w:rPr>
          <w:rFonts w:eastAsia="Calibri" w:cs="Arial"/>
        </w:rPr>
        <w:t>№ 209-ФЗ</w:t>
      </w:r>
      <w:r w:rsidR="00146D31" w:rsidRPr="00C927DE">
        <w:rPr>
          <w:rFonts w:eastAsia="Calibri" w:cs="Arial"/>
        </w:rPr>
        <w:t xml:space="preserve"> </w:t>
      </w:r>
      <w:r w:rsidR="00243BBE" w:rsidRPr="00C927DE">
        <w:rPr>
          <w:rFonts w:cs="Arial"/>
        </w:rPr>
        <w:t>«О развитии малого и среднего предпринимательства в Российской Федерации» (далее</w:t>
      </w:r>
      <w:r w:rsidR="00146D31" w:rsidRPr="00C927DE">
        <w:rPr>
          <w:rFonts w:cs="Arial"/>
        </w:rPr>
        <w:t xml:space="preserve"> –</w:t>
      </w:r>
      <w:r w:rsidR="00243BBE" w:rsidRPr="00C927DE">
        <w:rPr>
          <w:rFonts w:cs="Arial"/>
        </w:rPr>
        <w:t xml:space="preserve"> Федеральный закон № 209-ФЗ)</w:t>
      </w:r>
      <w:r w:rsidRPr="00C927DE">
        <w:rPr>
          <w:rFonts w:eastAsia="Calibri" w:cs="Arial"/>
        </w:rPr>
        <w:t>;</w:t>
      </w:r>
    </w:p>
    <w:p w:rsidR="00A67F9E" w:rsidRPr="00C927DE" w:rsidRDefault="00C75EC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Социальное предприятие – </w:t>
      </w:r>
      <w:r w:rsidR="00A67F9E" w:rsidRPr="00C927DE">
        <w:rPr>
          <w:rFonts w:cs="Arial"/>
        </w:rPr>
        <w:t>субъект малого или среднего предпринимательства, осуществляющий деятельность в сфере социального предпринимательства;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Субъект с</w:t>
      </w:r>
      <w:r w:rsidR="00C75EC9" w:rsidRPr="00C927DE">
        <w:rPr>
          <w:rFonts w:cs="Arial"/>
        </w:rPr>
        <w:t>оциального предпринимательства – </w:t>
      </w:r>
      <w:r w:rsidRPr="00C927DE">
        <w:rPr>
          <w:rFonts w:cs="Arial"/>
        </w:rPr>
        <w:t>субъект</w:t>
      </w:r>
      <w:r w:rsidRPr="00C927DE">
        <w:rPr>
          <w:rFonts w:cs="Arial"/>
          <w:bCs/>
        </w:rPr>
        <w:t xml:space="preserve"> малого и среднего предпринимательства, осуществл</w:t>
      </w:r>
      <w:r w:rsidR="002404F6" w:rsidRPr="00C927DE">
        <w:rPr>
          <w:rFonts w:cs="Arial"/>
          <w:bCs/>
        </w:rPr>
        <w:t xml:space="preserve">яющий </w:t>
      </w:r>
      <w:r w:rsidRPr="00C927DE">
        <w:rPr>
          <w:rFonts w:cs="Arial"/>
          <w:bCs/>
        </w:rPr>
        <w:t>социально ориентированн</w:t>
      </w:r>
      <w:r w:rsidR="002404F6" w:rsidRPr="00C927DE">
        <w:rPr>
          <w:rFonts w:cs="Arial"/>
          <w:bCs/>
        </w:rPr>
        <w:t>ую</w:t>
      </w:r>
      <w:r w:rsidRPr="00C927DE">
        <w:rPr>
          <w:rFonts w:cs="Arial"/>
          <w:bCs/>
        </w:rPr>
        <w:t xml:space="preserve"> деятельност</w:t>
      </w:r>
      <w:r w:rsidR="002404F6" w:rsidRPr="00C927DE">
        <w:rPr>
          <w:rFonts w:cs="Arial"/>
          <w:bCs/>
        </w:rPr>
        <w:t>ь</w:t>
      </w:r>
      <w:r w:rsidRPr="00C927DE">
        <w:rPr>
          <w:rFonts w:cs="Arial"/>
          <w:bCs/>
        </w:rPr>
        <w:t>, направленную на достижение общественно полезных целей,</w:t>
      </w:r>
      <w:r w:rsidR="00CE076D" w:rsidRPr="00C927DE">
        <w:rPr>
          <w:rFonts w:cs="Arial"/>
        </w:rPr>
        <w:t xml:space="preserve"> способствующ</w:t>
      </w:r>
      <w:r w:rsidR="00146D31" w:rsidRPr="00C927DE">
        <w:rPr>
          <w:rFonts w:cs="Arial"/>
        </w:rPr>
        <w:t>ую</w:t>
      </w:r>
      <w:r w:rsidR="00CE076D" w:rsidRPr="00C927DE">
        <w:rPr>
          <w:rFonts w:cs="Arial"/>
        </w:rPr>
        <w:t xml:space="preserve"> решению социальных проблем граждан и общества и осуществляем</w:t>
      </w:r>
      <w:r w:rsidR="00146D31" w:rsidRPr="00C927DE">
        <w:rPr>
          <w:rFonts w:cs="Arial"/>
        </w:rPr>
        <w:t>ую</w:t>
      </w:r>
      <w:r w:rsidR="00CE076D" w:rsidRPr="00C927DE">
        <w:rPr>
          <w:rFonts w:cs="Arial"/>
        </w:rPr>
        <w:t xml:space="preserve"> в соответствии с условиями, предусмотренными частью 1 статьи 24.1 Федерального закона </w:t>
      </w:r>
      <w:r w:rsidR="00CE076D" w:rsidRPr="00C927DE">
        <w:rPr>
          <w:rFonts w:eastAsia="Calibri" w:cs="Arial"/>
        </w:rPr>
        <w:t>№ 209-ФЗ</w:t>
      </w:r>
      <w:r w:rsidR="00D64FBC" w:rsidRPr="00C927DE">
        <w:rPr>
          <w:rFonts w:cs="Arial"/>
          <w:bCs/>
        </w:rPr>
        <w:t>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Заявитель – субъект социального предпринимательства, подавший заявку на участие в отборе по предоставлению субсидии в соответствии с требованиями настоящего Порядка;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Заявка – письменное подтверждение согласия заявителя принять участие в </w:t>
      </w:r>
      <w:r w:rsidRPr="00C927DE">
        <w:rPr>
          <w:rFonts w:cs="Arial"/>
        </w:rPr>
        <w:lastRenderedPageBreak/>
        <w:t>отборе на условиях, установленных настоящим Порядком, поданное в срок и по форме, установленных настоящим Порядком;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>Участник отбора – заявитель, допущенный Комиссией к участию в отборе;</w:t>
      </w:r>
    </w:p>
    <w:p w:rsidR="00A67F9E" w:rsidRPr="00C927DE" w:rsidRDefault="00A67F9E" w:rsidP="00C927DE">
      <w:pPr>
        <w:widowControl w:val="0"/>
        <w:autoSpaceDE w:val="0"/>
        <w:autoSpaceDN w:val="0"/>
        <w:ind w:firstLine="709"/>
        <w:rPr>
          <w:rFonts w:cs="Arial"/>
          <w:bCs/>
        </w:rPr>
      </w:pPr>
      <w:r w:rsidRPr="00C927DE">
        <w:rPr>
          <w:rFonts w:cs="Arial"/>
        </w:rPr>
        <w:t>Отбор – процедура рассмотрения и оценки заявок Комиссией, поданных участниками отбора</w:t>
      </w:r>
      <w:r w:rsidR="00146D31" w:rsidRPr="00C927DE">
        <w:rPr>
          <w:rFonts w:cs="Arial"/>
        </w:rPr>
        <w:t xml:space="preserve"> </w:t>
      </w:r>
      <w:r w:rsidR="00D64FBC" w:rsidRPr="00C927DE">
        <w:rPr>
          <w:rFonts w:cs="Arial"/>
        </w:rPr>
        <w:t>для предоставления им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</w:rPr>
        <w:t>1.</w:t>
      </w:r>
      <w:r w:rsidR="00354C5B" w:rsidRPr="00C927DE">
        <w:rPr>
          <w:rFonts w:cs="Arial"/>
        </w:rPr>
        <w:t>3</w:t>
      </w:r>
      <w:r w:rsidRPr="00C927DE">
        <w:rPr>
          <w:rFonts w:cs="Arial"/>
        </w:rPr>
        <w:t xml:space="preserve">. Целью предоставления субсидий является поддержка и развитие субъектов </w:t>
      </w:r>
      <w:r w:rsidR="00650A62" w:rsidRPr="00C927DE">
        <w:rPr>
          <w:rFonts w:cs="Arial"/>
        </w:rPr>
        <w:t>социального предпринимательства</w:t>
      </w:r>
      <w:r w:rsidR="007340B2" w:rsidRPr="00C927DE">
        <w:rPr>
          <w:rFonts w:cs="Arial"/>
        </w:rPr>
        <w:t xml:space="preserve"> Павловского муниципального района Воронежской области</w:t>
      </w:r>
      <w:r w:rsidR="00B025BD" w:rsidRPr="00C927DE">
        <w:rPr>
          <w:rFonts w:cs="Arial"/>
        </w:rPr>
        <w:t xml:space="preserve">, </w:t>
      </w:r>
      <w:r w:rsidRPr="00C927DE">
        <w:rPr>
          <w:rFonts w:cs="Arial"/>
        </w:rPr>
        <w:t xml:space="preserve">путем предоставления субсидий на возмещение части фактически произведенных и документально подтвержденных ими затрат, предусмотренных пунктом </w:t>
      </w:r>
      <w:r w:rsidR="003C2690" w:rsidRPr="00C927DE">
        <w:rPr>
          <w:rFonts w:cs="Arial"/>
        </w:rPr>
        <w:t>1.</w:t>
      </w:r>
      <w:r w:rsidR="00354C5B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</w:t>
      </w:r>
      <w:r w:rsidR="00D64FBC" w:rsidRPr="00C927DE">
        <w:rPr>
          <w:rFonts w:cs="Arial"/>
        </w:rPr>
        <w:t xml:space="preserve"> в рамках реализации мероприятий муниципальной программы</w:t>
      </w:r>
      <w:r w:rsidR="00CD2B2E" w:rsidRPr="00C927DE">
        <w:rPr>
          <w:rFonts w:cs="Arial"/>
        </w:rPr>
        <w:t xml:space="preserve"> </w:t>
      </w:r>
      <w:r w:rsidR="00243BBE" w:rsidRPr="00C927DE">
        <w:rPr>
          <w:rFonts w:cs="Arial"/>
        </w:rPr>
        <w:t xml:space="preserve">Павловского муниципального района Воронежской области </w:t>
      </w:r>
      <w:r w:rsidR="00D64FBC" w:rsidRPr="00C927DE">
        <w:rPr>
          <w:rFonts w:cs="Arial"/>
        </w:rPr>
        <w:t>«Развитие</w:t>
      </w:r>
      <w:r w:rsidR="007340B2" w:rsidRPr="00C927DE">
        <w:rPr>
          <w:rFonts w:cs="Arial"/>
        </w:rPr>
        <w:t xml:space="preserve"> и поддержка малого и среднего предпринимательства в Павловском муниципальном районе</w:t>
      </w:r>
      <w:r w:rsidR="00D64FBC" w:rsidRPr="00C927DE">
        <w:rPr>
          <w:rFonts w:cs="Arial"/>
          <w:bCs/>
        </w:rPr>
        <w:t>»</w:t>
      </w:r>
      <w:r w:rsidR="00EA6DC7" w:rsidRPr="00C927DE">
        <w:rPr>
          <w:rFonts w:cs="Arial"/>
          <w:bCs/>
        </w:rPr>
        <w:t>,</w:t>
      </w:r>
      <w:r w:rsidR="00D64FBC" w:rsidRPr="00C927DE">
        <w:rPr>
          <w:rFonts w:cs="Arial"/>
          <w:bCs/>
        </w:rPr>
        <w:t xml:space="preserve"> регионального проекта «Акселерация субъектов малого и среднего предпринимательства» национального проекта «Малое и среднее предпринимательство и поддержка индивидуальной </w:t>
      </w:r>
      <w:r w:rsidR="005F595C" w:rsidRPr="00C927DE">
        <w:rPr>
          <w:rFonts w:cs="Arial"/>
          <w:bCs/>
        </w:rPr>
        <w:t>предпринимательской инициативы»</w:t>
      </w:r>
      <w:r w:rsidR="00D64FBC" w:rsidRPr="00C927DE">
        <w:rPr>
          <w:rFonts w:cs="Arial"/>
          <w:bCs/>
        </w:rPr>
        <w:t>.</w:t>
      </w:r>
    </w:p>
    <w:p w:rsidR="00BB287F" w:rsidRPr="00C927DE" w:rsidRDefault="00BB287F" w:rsidP="00C927DE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eastAsia="Calibri" w:cs="Arial"/>
        </w:rPr>
        <w:t xml:space="preserve">Субсидия в </w:t>
      </w:r>
      <w:r w:rsidRPr="00C927DE">
        <w:rPr>
          <w:rFonts w:cs="Arial"/>
          <w:bCs/>
        </w:rPr>
        <w:t xml:space="preserve">целях возмещения части </w:t>
      </w:r>
      <w:r w:rsidRPr="00C927DE">
        <w:rPr>
          <w:rFonts w:cs="Arial"/>
        </w:rPr>
        <w:t>фактически произведенных</w:t>
      </w:r>
      <w:r w:rsidRPr="00C927DE">
        <w:rPr>
          <w:rFonts w:cs="Arial"/>
          <w:bCs/>
        </w:rPr>
        <w:t xml:space="preserve"> затрат субъектов малого и среднего предпринимательства, осуществляющих</w:t>
      </w:r>
      <w:r w:rsidRPr="00C927DE">
        <w:rPr>
          <w:rFonts w:eastAsia="Calibri" w:cs="Arial"/>
        </w:rPr>
        <w:t xml:space="preserve"> деятельность в сфере социального предпринимательства, предоставляется при соответствии такой деятельности условиям, предусмотренным частью 1 статьи 24.1 Федерального закона № 209-ФЗ.</w:t>
      </w:r>
    </w:p>
    <w:p w:rsidR="00BB287F" w:rsidRPr="00C927DE" w:rsidRDefault="00BB287F" w:rsidP="00C927DE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eastAsia="Calibri" w:cs="Arial"/>
        </w:rPr>
        <w:t xml:space="preserve">Максимальный размер субсидии, предоставляемой субъекту малого и среднего предпринимательства, осуществляющему деятельность в сфере социального предпринимательства, обеспечившему софинансирование расходов в размере не менее 15% от суммы получаемой субсидии, не превышает </w:t>
      </w:r>
      <w:r w:rsidRPr="00C927DE">
        <w:rPr>
          <w:rFonts w:cs="Arial"/>
        </w:rPr>
        <w:t>1 500 000,00 (один миллион пятьсот тысяч) рублей</w:t>
      </w:r>
      <w:r w:rsidRPr="00C927DE">
        <w:rPr>
          <w:rFonts w:eastAsia="Calibri" w:cs="Arial"/>
        </w:rPr>
        <w:t xml:space="preserve"> на одного получателя поддержки.</w:t>
      </w:r>
    </w:p>
    <w:p w:rsidR="00BB287F" w:rsidRPr="00C927DE" w:rsidRDefault="00BB287F" w:rsidP="00C927DE">
      <w:pPr>
        <w:ind w:firstLine="709"/>
        <w:rPr>
          <w:rFonts w:cs="Arial"/>
        </w:rPr>
      </w:pPr>
      <w:r w:rsidRPr="00C927DE">
        <w:rPr>
          <w:rFonts w:cs="Arial"/>
        </w:rPr>
        <w:t>К возмещению принимаются документально</w:t>
      </w:r>
      <w:r w:rsidR="00CD2B2E" w:rsidRPr="00C927DE">
        <w:rPr>
          <w:rFonts w:cs="Arial"/>
        </w:rPr>
        <w:t xml:space="preserve"> </w:t>
      </w:r>
      <w:r w:rsidRPr="00C927DE">
        <w:rPr>
          <w:rFonts w:cs="Arial"/>
        </w:rPr>
        <w:t>подтвержденные</w:t>
      </w:r>
      <w:r w:rsidR="00CD2B2E" w:rsidRPr="00C927DE">
        <w:rPr>
          <w:rFonts w:cs="Arial"/>
        </w:rPr>
        <w:t xml:space="preserve"> </w:t>
      </w:r>
      <w:r w:rsidRPr="00C927DE">
        <w:rPr>
          <w:rFonts w:cs="Arial"/>
        </w:rPr>
        <w:t>расходы</w:t>
      </w:r>
      <w:r w:rsidR="006C52A5" w:rsidRPr="00C927DE">
        <w:rPr>
          <w:rFonts w:cs="Arial"/>
        </w:rPr>
        <w:t>,</w:t>
      </w:r>
      <w:r w:rsidRPr="00C927DE">
        <w:rPr>
          <w:rFonts w:cs="Arial"/>
        </w:rPr>
        <w:t xml:space="preserve"> понесенные </w:t>
      </w:r>
      <w:r w:rsidR="00CE076D" w:rsidRPr="00C927DE">
        <w:rPr>
          <w:rFonts w:cs="Arial"/>
        </w:rPr>
        <w:t xml:space="preserve">в текущем году </w:t>
      </w:r>
      <w:r w:rsidRPr="00C927DE">
        <w:rPr>
          <w:rFonts w:cs="Arial"/>
        </w:rPr>
        <w:t xml:space="preserve">и (или) году, предшествующем году участия в отборе, указанные в пункте </w:t>
      </w:r>
      <w:r w:rsidR="003C2690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354C5B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</w:t>
      </w:r>
      <w:r w:rsidR="00447448" w:rsidRPr="00C927DE">
        <w:rPr>
          <w:rFonts w:cs="Arial"/>
        </w:rPr>
        <w:t>,</w:t>
      </w:r>
      <w:r w:rsidRPr="00C927DE">
        <w:rPr>
          <w:rFonts w:cs="Arial"/>
        </w:rPr>
        <w:t xml:space="preserve"> связанные с осуществлением деятельности</w:t>
      </w:r>
      <w:r w:rsidR="00CD2B2E" w:rsidRPr="00C927DE">
        <w:rPr>
          <w:rFonts w:cs="Arial"/>
        </w:rPr>
        <w:t xml:space="preserve"> </w:t>
      </w:r>
      <w:r w:rsidRPr="00C927DE">
        <w:rPr>
          <w:rFonts w:eastAsia="Calibri" w:cs="Arial"/>
        </w:rPr>
        <w:t>в сфере социального предпринимательства.</w:t>
      </w:r>
    </w:p>
    <w:p w:rsidR="0090345D" w:rsidRPr="00C927DE" w:rsidRDefault="00354C5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1.4</w:t>
      </w:r>
      <w:r w:rsidR="0090345D" w:rsidRPr="00C927DE">
        <w:rPr>
          <w:rFonts w:cs="Arial"/>
        </w:rPr>
        <w:t>. </w:t>
      </w:r>
      <w:r w:rsidR="00B76C0B" w:rsidRPr="00C927DE">
        <w:rPr>
          <w:rFonts w:cs="Arial"/>
        </w:rPr>
        <w:t>Предоставление субсидий</w:t>
      </w:r>
      <w:r w:rsidR="007150C1" w:rsidRPr="00C927DE">
        <w:rPr>
          <w:rFonts w:cs="Arial"/>
        </w:rPr>
        <w:t xml:space="preserve"> осуществляется за счет средств, предусмотренных на эти цели в бюджете </w:t>
      </w:r>
      <w:r w:rsidR="006C52A5" w:rsidRPr="00C927DE">
        <w:rPr>
          <w:rFonts w:cs="Arial"/>
          <w:bCs/>
        </w:rPr>
        <w:t xml:space="preserve">Павловского муниципального района Воронежской области </w:t>
      </w:r>
      <w:r w:rsidR="007150C1" w:rsidRPr="00C927DE">
        <w:rPr>
          <w:rFonts w:cs="Arial"/>
          <w:bCs/>
        </w:rPr>
        <w:t xml:space="preserve">на соответствующий финансовый год </w:t>
      </w:r>
      <w:r w:rsidR="00E15053" w:rsidRPr="00C927DE">
        <w:rPr>
          <w:rFonts w:eastAsia="Calibri" w:cs="Arial"/>
        </w:rPr>
        <w:t>в пределах бюджетных ассигнований, предусмотренных</w:t>
      </w:r>
      <w:r w:rsidR="006C52A5" w:rsidRPr="00C927DE">
        <w:rPr>
          <w:rFonts w:eastAsia="Calibri" w:cs="Arial"/>
        </w:rPr>
        <w:t xml:space="preserve"> решением Совета народных депутатов Павловского муниципального района </w:t>
      </w:r>
      <w:r w:rsidR="002D7CB2" w:rsidRPr="00C927DE">
        <w:rPr>
          <w:rFonts w:eastAsia="Calibri" w:cs="Arial"/>
        </w:rPr>
        <w:t>о</w:t>
      </w:r>
      <w:r w:rsidR="006C52A5" w:rsidRPr="00C927DE">
        <w:rPr>
          <w:rFonts w:eastAsia="Calibri" w:cs="Arial"/>
        </w:rPr>
        <w:t>б утверждении бюджета Павловского муниципального района</w:t>
      </w:r>
      <w:r w:rsidR="00CD2B2E" w:rsidRPr="00C927DE">
        <w:rPr>
          <w:rFonts w:eastAsia="Calibri" w:cs="Arial"/>
        </w:rPr>
        <w:t xml:space="preserve"> </w:t>
      </w:r>
      <w:r w:rsidR="0015204B" w:rsidRPr="00C927DE">
        <w:rPr>
          <w:rFonts w:eastAsia="Calibri" w:cs="Arial"/>
        </w:rPr>
        <w:t xml:space="preserve">Воронежской области </w:t>
      </w:r>
      <w:r w:rsidR="002D7CB2" w:rsidRPr="00C927DE">
        <w:rPr>
          <w:rFonts w:eastAsia="Calibri" w:cs="Arial"/>
        </w:rPr>
        <w:t>на соответствующий финансовый год</w:t>
      </w:r>
      <w:r w:rsidR="00CE076D" w:rsidRPr="00C927DE">
        <w:rPr>
          <w:rFonts w:cs="Arial"/>
        </w:rPr>
        <w:t>.</w:t>
      </w:r>
    </w:p>
    <w:p w:rsidR="0090345D" w:rsidRPr="00C927DE" w:rsidRDefault="00354C5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1.5</w:t>
      </w:r>
      <w:r w:rsidR="0090345D" w:rsidRPr="00C927DE">
        <w:rPr>
          <w:rFonts w:cs="Arial"/>
        </w:rPr>
        <w:t xml:space="preserve">. Решения, связанные с реализацией настоящего Порядка, принимает комиссия </w:t>
      </w:r>
      <w:r w:rsidR="006C52A5" w:rsidRPr="00C927DE">
        <w:rPr>
          <w:rFonts w:cs="Arial"/>
        </w:rPr>
        <w:t xml:space="preserve">по поддержке субъектов малого и среднего предпринимательства Павловского муниципального района </w:t>
      </w:r>
      <w:r w:rsidR="0090345D" w:rsidRPr="00C927DE">
        <w:rPr>
          <w:rFonts w:cs="Arial"/>
        </w:rPr>
        <w:t>(далее – Комиссия), состав и регламент которой утверждаются п</w:t>
      </w:r>
      <w:r w:rsidR="0015204B" w:rsidRPr="00C927DE">
        <w:rPr>
          <w:rFonts w:cs="Arial"/>
        </w:rPr>
        <w:t>равовым актом</w:t>
      </w:r>
      <w:r w:rsidR="00CD2B2E" w:rsidRPr="00C927DE">
        <w:rPr>
          <w:rFonts w:cs="Arial"/>
        </w:rPr>
        <w:t xml:space="preserve"> </w:t>
      </w:r>
      <w:r w:rsidR="006C52A5" w:rsidRPr="00C927DE">
        <w:rPr>
          <w:rFonts w:cs="Arial"/>
        </w:rPr>
        <w:t>администрации Павловского муниципального района Воронежской области</w:t>
      </w:r>
      <w:r w:rsidR="0015204B" w:rsidRPr="00C927DE">
        <w:rPr>
          <w:rFonts w:cs="Arial"/>
        </w:rPr>
        <w:t>.</w:t>
      </w:r>
    </w:p>
    <w:p w:rsidR="00406D30" w:rsidRPr="00C927DE" w:rsidRDefault="00354C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1.6</w:t>
      </w:r>
      <w:r w:rsidR="008579EE" w:rsidRPr="00C927DE">
        <w:rPr>
          <w:rFonts w:cs="Arial"/>
        </w:rPr>
        <w:t xml:space="preserve">. </w:t>
      </w:r>
      <w:r w:rsidR="00406D30" w:rsidRPr="00C927DE">
        <w:rPr>
          <w:rFonts w:cs="Arial"/>
        </w:rPr>
        <w:t>Категория</w:t>
      </w:r>
      <w:r w:rsidR="00CD2B2E" w:rsidRPr="00C927DE">
        <w:rPr>
          <w:rFonts w:cs="Arial"/>
        </w:rPr>
        <w:t xml:space="preserve"> </w:t>
      </w:r>
      <w:r w:rsidR="00406D30" w:rsidRPr="00C927DE">
        <w:rPr>
          <w:rFonts w:cs="Arial"/>
        </w:rPr>
        <w:t>получателей субсидии – субъект</w:t>
      </w:r>
      <w:r w:rsidR="00406D30" w:rsidRPr="00C927DE">
        <w:rPr>
          <w:rFonts w:cs="Arial"/>
          <w:bCs/>
        </w:rPr>
        <w:t xml:space="preserve"> малого и среднего предпринимательства</w:t>
      </w:r>
      <w:r w:rsidR="00CD129C" w:rsidRPr="00C927DE">
        <w:rPr>
          <w:rFonts w:cs="Arial"/>
        </w:rPr>
        <w:t>, отвечающий</w:t>
      </w:r>
      <w:r w:rsidR="00CD2B2E" w:rsidRPr="00C927DE">
        <w:rPr>
          <w:rFonts w:cs="Arial"/>
        </w:rPr>
        <w:t xml:space="preserve"> </w:t>
      </w:r>
      <w:r w:rsidR="00406D30" w:rsidRPr="00C927DE">
        <w:rPr>
          <w:rFonts w:cs="Arial"/>
        </w:rPr>
        <w:t>следующим требованиям:</w:t>
      </w:r>
    </w:p>
    <w:p w:rsidR="00406D30" w:rsidRPr="00C927DE" w:rsidRDefault="00406D3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354C5B" w:rsidRPr="00C927DE">
        <w:rPr>
          <w:rFonts w:cs="Arial"/>
        </w:rPr>
        <w:t>6</w:t>
      </w:r>
      <w:r w:rsidRPr="00C927DE">
        <w:rPr>
          <w:rFonts w:cs="Arial"/>
        </w:rPr>
        <w:t>.1. </w:t>
      </w:r>
      <w:r w:rsidR="00BC3AC0" w:rsidRPr="00C927DE">
        <w:rPr>
          <w:rFonts w:cs="Arial"/>
        </w:rPr>
        <w:t>Н</w:t>
      </w:r>
      <w:r w:rsidR="00DB443E" w:rsidRPr="00C927DE">
        <w:rPr>
          <w:rFonts w:cs="Arial"/>
        </w:rPr>
        <w:t>а дату подачи заявки на участие в отборе</w:t>
      </w:r>
      <w:r w:rsidR="00CD2B2E" w:rsidRPr="00C927DE">
        <w:rPr>
          <w:rFonts w:cs="Arial"/>
        </w:rPr>
        <w:t xml:space="preserve"> </w:t>
      </w:r>
      <w:r w:rsidR="00DB443E" w:rsidRPr="00C927DE">
        <w:rPr>
          <w:rFonts w:cs="Arial"/>
        </w:rPr>
        <w:t>име</w:t>
      </w:r>
      <w:r w:rsidR="00EA6DC7" w:rsidRPr="00C927DE">
        <w:rPr>
          <w:rFonts w:cs="Arial"/>
        </w:rPr>
        <w:t>е</w:t>
      </w:r>
      <w:r w:rsidR="00CD129C" w:rsidRPr="00C927DE">
        <w:rPr>
          <w:rFonts w:cs="Arial"/>
        </w:rPr>
        <w:t>т</w:t>
      </w:r>
      <w:r w:rsidR="00DB443E" w:rsidRPr="00C927DE">
        <w:rPr>
          <w:rFonts w:cs="Arial"/>
        </w:rPr>
        <w:t xml:space="preserve"> статус «социальное предприятие» в </w:t>
      </w:r>
      <w:r w:rsidR="004D659A" w:rsidRPr="00C927DE">
        <w:rPr>
          <w:rFonts w:cs="Arial"/>
        </w:rPr>
        <w:t>е</w:t>
      </w:r>
      <w:r w:rsidR="00DB443E" w:rsidRPr="00C927DE">
        <w:rPr>
          <w:rFonts w:cs="Arial"/>
        </w:rPr>
        <w:t>дином реестре субъектов малого и среднего предпринимательства;</w:t>
      </w:r>
    </w:p>
    <w:p w:rsidR="00406D30" w:rsidRPr="00C927DE" w:rsidRDefault="00354C5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1.6</w:t>
      </w:r>
      <w:r w:rsidR="00406D30" w:rsidRPr="00C927DE">
        <w:rPr>
          <w:rFonts w:cs="Arial"/>
        </w:rPr>
        <w:t xml:space="preserve">.2. </w:t>
      </w:r>
      <w:r w:rsidR="00BC3AC0" w:rsidRPr="00C927DE">
        <w:rPr>
          <w:rFonts w:cs="Arial"/>
        </w:rPr>
        <w:t>З</w:t>
      </w:r>
      <w:r w:rsidR="00DB443E" w:rsidRPr="00C927DE">
        <w:rPr>
          <w:rFonts w:cs="Arial"/>
        </w:rPr>
        <w:t xml:space="preserve">арегистрирован </w:t>
      </w:r>
      <w:r w:rsidR="00926EAE" w:rsidRPr="00C927DE">
        <w:rPr>
          <w:rFonts w:cs="Arial"/>
        </w:rPr>
        <w:t>на терри</w:t>
      </w:r>
      <w:r w:rsidR="004530DB" w:rsidRPr="00C927DE">
        <w:rPr>
          <w:rFonts w:cs="Arial"/>
        </w:rPr>
        <w:t xml:space="preserve">тории Павловского муниципального района Воронежской области </w:t>
      </w:r>
      <w:r w:rsidR="00DB443E" w:rsidRPr="00C927DE">
        <w:rPr>
          <w:rFonts w:cs="Arial"/>
        </w:rPr>
        <w:t>и осуществля</w:t>
      </w:r>
      <w:r w:rsidR="00CD129C" w:rsidRPr="00C927DE">
        <w:rPr>
          <w:rFonts w:cs="Arial"/>
        </w:rPr>
        <w:t>ет</w:t>
      </w:r>
      <w:r w:rsidR="00DB443E" w:rsidRPr="00C927DE">
        <w:rPr>
          <w:rFonts w:cs="Arial"/>
        </w:rPr>
        <w:t xml:space="preserve"> деятельность на территории </w:t>
      </w:r>
      <w:r w:rsidR="00CE076D" w:rsidRPr="00C927DE">
        <w:rPr>
          <w:rFonts w:cs="Arial"/>
        </w:rPr>
        <w:t xml:space="preserve">городского поселения – город Павловск </w:t>
      </w:r>
      <w:r w:rsidR="006C52A5" w:rsidRPr="00C927DE">
        <w:rPr>
          <w:rFonts w:cs="Arial"/>
        </w:rPr>
        <w:t>Павловского муниципального района Воронежской области</w:t>
      </w:r>
      <w:r w:rsidR="00DB443E" w:rsidRPr="00C927DE">
        <w:rPr>
          <w:rFonts w:cs="Arial"/>
        </w:rPr>
        <w:t>;</w:t>
      </w:r>
    </w:p>
    <w:p w:rsidR="0090345D" w:rsidRPr="00C927DE" w:rsidRDefault="00354C5B" w:rsidP="00C927DE">
      <w:pPr>
        <w:ind w:firstLine="709"/>
        <w:rPr>
          <w:rFonts w:cs="Arial"/>
        </w:rPr>
      </w:pPr>
      <w:r w:rsidRPr="00C927DE">
        <w:rPr>
          <w:rFonts w:cs="Arial"/>
        </w:rPr>
        <w:lastRenderedPageBreak/>
        <w:t>1.6</w:t>
      </w:r>
      <w:r w:rsidR="00CD129C" w:rsidRPr="00C927DE">
        <w:rPr>
          <w:rFonts w:cs="Arial"/>
        </w:rPr>
        <w:t>.3.</w:t>
      </w:r>
      <w:r w:rsidR="0090345D" w:rsidRPr="00C927DE">
        <w:rPr>
          <w:rFonts w:cs="Arial"/>
        </w:rPr>
        <w:t> </w:t>
      </w:r>
      <w:r w:rsidR="00BC3AC0" w:rsidRPr="00C927DE">
        <w:rPr>
          <w:rFonts w:cs="Arial"/>
        </w:rPr>
        <w:t>Ф</w:t>
      </w:r>
      <w:r w:rsidR="0090345D" w:rsidRPr="00C927DE">
        <w:rPr>
          <w:rFonts w:cs="Arial"/>
        </w:rPr>
        <w:t xml:space="preserve">актически произвел затраты, указанные в пункте </w:t>
      </w:r>
      <w:r w:rsidR="003C2690" w:rsidRPr="00C927DE">
        <w:rPr>
          <w:rFonts w:cs="Arial"/>
        </w:rPr>
        <w:t>1</w:t>
      </w:r>
      <w:r w:rsidR="0090345D" w:rsidRPr="00C927DE">
        <w:rPr>
          <w:rFonts w:cs="Arial"/>
        </w:rPr>
        <w:t>.</w:t>
      </w:r>
      <w:r w:rsidRPr="00C927DE">
        <w:rPr>
          <w:rFonts w:cs="Arial"/>
        </w:rPr>
        <w:t>7</w:t>
      </w:r>
      <w:r w:rsidR="0090345D" w:rsidRPr="00C927DE">
        <w:rPr>
          <w:rFonts w:cs="Arial"/>
        </w:rPr>
        <w:t xml:space="preserve"> настоящего Порядка, в размере не менее 15 (пятнадцати) процентов от суммы запрашиваемой субсидии в текущем году и (или) году, предшествующем году участия в отборе;</w:t>
      </w:r>
    </w:p>
    <w:p w:rsidR="0090345D" w:rsidRPr="00C927DE" w:rsidRDefault="00354C5B" w:rsidP="00C927DE">
      <w:pPr>
        <w:ind w:firstLine="709"/>
        <w:rPr>
          <w:rFonts w:cs="Arial"/>
        </w:rPr>
      </w:pPr>
      <w:r w:rsidRPr="00C927DE">
        <w:rPr>
          <w:rFonts w:cs="Arial"/>
        </w:rPr>
        <w:t>1.6</w:t>
      </w:r>
      <w:r w:rsidR="00CD129C" w:rsidRPr="00C927DE">
        <w:rPr>
          <w:rFonts w:cs="Arial"/>
        </w:rPr>
        <w:t>.</w:t>
      </w:r>
      <w:r w:rsidR="00C7631D" w:rsidRPr="00C927DE">
        <w:rPr>
          <w:rFonts w:cs="Arial"/>
        </w:rPr>
        <w:t>4</w:t>
      </w:r>
      <w:r w:rsidR="00CD129C" w:rsidRPr="00C927DE">
        <w:rPr>
          <w:rFonts w:cs="Arial"/>
        </w:rPr>
        <w:t>.</w:t>
      </w:r>
      <w:r w:rsidR="0090345D" w:rsidRPr="00C927DE">
        <w:rPr>
          <w:rFonts w:cs="Arial"/>
        </w:rPr>
        <w:t> </w:t>
      </w:r>
      <w:r w:rsidR="00BC3AC0" w:rsidRPr="00C927DE">
        <w:rPr>
          <w:rFonts w:cs="Arial"/>
        </w:rPr>
        <w:t>Н</w:t>
      </w:r>
      <w:r w:rsidR="0090345D" w:rsidRPr="00C927DE">
        <w:rPr>
          <w:rFonts w:cs="Arial"/>
        </w:rPr>
        <w:t>а дату не ранее первого числа месяца подачи заявки на участие в отборе:</w:t>
      </w:r>
    </w:p>
    <w:p w:rsidR="0090345D" w:rsidRPr="00C927DE" w:rsidRDefault="0012539D" w:rsidP="00C927DE">
      <w:pPr>
        <w:ind w:firstLine="709"/>
        <w:rPr>
          <w:rFonts w:cs="Arial"/>
        </w:rPr>
      </w:pPr>
      <w:r w:rsidRPr="00C927DE">
        <w:rPr>
          <w:rFonts w:cs="Arial"/>
        </w:rPr>
        <w:t>1</w:t>
      </w:r>
      <w:r w:rsidR="0087524B" w:rsidRPr="00C927DE">
        <w:rPr>
          <w:rFonts w:cs="Arial"/>
        </w:rPr>
        <w:t>)</w:t>
      </w:r>
      <w:r w:rsidR="0090345D" w:rsidRPr="00C927DE">
        <w:rPr>
          <w:rFonts w:cs="Arial"/>
        </w:rPr>
        <w:t> не имеет задолженности по выплате заработной платы работникам;</w:t>
      </w:r>
    </w:p>
    <w:p w:rsidR="0090345D" w:rsidRPr="00C927DE" w:rsidRDefault="00EA620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bCs/>
        </w:rPr>
        <w:t>2</w:t>
      </w:r>
      <w:r w:rsidR="0087524B" w:rsidRPr="00C927DE">
        <w:rPr>
          <w:rFonts w:cs="Arial"/>
          <w:bCs/>
        </w:rPr>
        <w:t>)</w:t>
      </w:r>
      <w:r w:rsidR="0090345D" w:rsidRPr="00C927DE">
        <w:rPr>
          <w:rFonts w:cs="Arial"/>
          <w:bCs/>
        </w:rPr>
        <w:t> </w:t>
      </w:r>
      <w:r w:rsidR="0090345D" w:rsidRPr="00C927DE">
        <w:rPr>
          <w:rFonts w:cs="Arial"/>
        </w:rPr>
        <w:t>не имеет просроченной задолженности по возврату в бюджет</w:t>
      </w:r>
      <w:r w:rsidR="00BC3AC0" w:rsidRPr="00C927DE">
        <w:rPr>
          <w:rFonts w:cs="Arial"/>
        </w:rPr>
        <w:t xml:space="preserve"> Павловского муниципального района Воронежской области</w:t>
      </w:r>
      <w:r w:rsidR="0090345D" w:rsidRPr="00C927DE">
        <w:rPr>
          <w:rFonts w:cs="Arial"/>
        </w:rPr>
        <w:t xml:space="preserve"> субсидий, бюджетных инвестиций, предоставленных в том числе в соответствии с иными правовыми актами, и иной просроченной задолженности перед бюджетом</w:t>
      </w:r>
      <w:r w:rsidR="00BC3AC0" w:rsidRPr="00C927DE">
        <w:rPr>
          <w:rFonts w:cs="Arial"/>
        </w:rPr>
        <w:t xml:space="preserve"> Павловского муниципального района Воронежской области</w:t>
      </w:r>
      <w:r w:rsidR="0090345D" w:rsidRPr="00C927DE">
        <w:rPr>
          <w:rFonts w:cs="Arial"/>
        </w:rPr>
        <w:t>;</w:t>
      </w:r>
    </w:p>
    <w:p w:rsidR="0090345D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3</w:t>
      </w:r>
      <w:r w:rsidR="0087524B" w:rsidRPr="00C927DE">
        <w:rPr>
          <w:rFonts w:cs="Arial"/>
        </w:rPr>
        <w:t>)</w:t>
      </w:r>
      <w:r w:rsidR="0090345D" w:rsidRPr="00C927DE">
        <w:rPr>
          <w:rFonts w:cs="Arial"/>
        </w:rPr>
        <w:t> заявитель на получение субсидии – юридическое лицо не должен находиться в процессе реорганизации, ликвидации,</w:t>
      </w:r>
      <w:r w:rsidR="00C7631D" w:rsidRPr="00C927DE">
        <w:rPr>
          <w:rFonts w:cs="Arial"/>
        </w:rPr>
        <w:t xml:space="preserve"> в отношении </w:t>
      </w:r>
      <w:r w:rsidR="00661F8F" w:rsidRPr="00C927DE">
        <w:rPr>
          <w:rFonts w:cs="Arial"/>
        </w:rPr>
        <w:t>него</w:t>
      </w:r>
      <w:r w:rsidR="00C7631D" w:rsidRPr="00C927DE">
        <w:rPr>
          <w:rFonts w:cs="Arial"/>
        </w:rPr>
        <w:t xml:space="preserve"> не введена процедура</w:t>
      </w:r>
      <w:r w:rsidR="0090345D" w:rsidRPr="00C927DE">
        <w:rPr>
          <w:rFonts w:cs="Arial"/>
        </w:rPr>
        <w:t xml:space="preserve"> банкротства,</w:t>
      </w:r>
      <w:r w:rsidR="00C7631D" w:rsidRPr="00C927DE">
        <w:rPr>
          <w:rFonts w:cs="Arial"/>
        </w:rPr>
        <w:t xml:space="preserve"> деятельность получателя субсидии не приостановлена в порядке, предусмотренном законодательством Российской Федерации</w:t>
      </w:r>
      <w:r w:rsidR="00661F8F" w:rsidRPr="00C927DE">
        <w:rPr>
          <w:rFonts w:cs="Arial"/>
        </w:rPr>
        <w:t>,</w:t>
      </w:r>
      <w:r w:rsidR="0090345D" w:rsidRPr="00C927DE">
        <w:rPr>
          <w:rFonts w:cs="Arial"/>
        </w:rPr>
        <w:t xml:space="preserve"> а заявитель на получение субсидии – индивидуальный предприниматель не должен прекратить деятельность в качестве индивидуального предпринимателя;</w:t>
      </w:r>
    </w:p>
    <w:p w:rsidR="0090345D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4</w:t>
      </w:r>
      <w:r w:rsidR="0087524B" w:rsidRPr="00C927DE">
        <w:rPr>
          <w:rFonts w:cs="Arial"/>
        </w:rPr>
        <w:t>)</w:t>
      </w:r>
      <w:r w:rsidR="0090345D" w:rsidRPr="00C927DE">
        <w:rPr>
          <w:rFonts w:cs="Arial"/>
        </w:rPr>
        <w:t> заявитель на получение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(пятьдесят) процентов</w:t>
      </w:r>
      <w:r w:rsidR="00C7631D" w:rsidRPr="00C927DE">
        <w:rPr>
          <w:rFonts w:cs="Arial"/>
        </w:rPr>
        <w:t>;</w:t>
      </w:r>
    </w:p>
    <w:p w:rsidR="00C7631D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5</w:t>
      </w:r>
      <w:r w:rsidR="0087524B" w:rsidRPr="00C927DE">
        <w:rPr>
          <w:rFonts w:cs="Arial"/>
        </w:rPr>
        <w:t>)</w:t>
      </w:r>
      <w:r w:rsidR="00C7631D" w:rsidRPr="00C927DE">
        <w:rPr>
          <w:rFonts w:cs="Arial"/>
        </w:rPr>
        <w:t> заявитель не должен являться получателем</w:t>
      </w:r>
      <w:r w:rsidR="00CD2B2E" w:rsidRPr="00C927DE">
        <w:rPr>
          <w:rFonts w:cs="Arial"/>
        </w:rPr>
        <w:t xml:space="preserve"> </w:t>
      </w:r>
      <w:r w:rsidR="00C7631D" w:rsidRPr="00C927DE">
        <w:rPr>
          <w:rFonts w:cs="Arial"/>
        </w:rPr>
        <w:t>средств из бюджета</w:t>
      </w:r>
      <w:r w:rsidR="00BC3AC0" w:rsidRPr="00C927DE">
        <w:rPr>
          <w:rFonts w:cs="Arial"/>
        </w:rPr>
        <w:t xml:space="preserve"> Павловского муниципального района Воронежской области</w:t>
      </w:r>
      <w:r w:rsidR="00C7631D" w:rsidRPr="00C927DE">
        <w:rPr>
          <w:rFonts w:cs="Arial"/>
        </w:rPr>
        <w:t xml:space="preserve"> на цели, указанные в пункте</w:t>
      </w:r>
      <w:r w:rsidR="00CD2B2E" w:rsidRPr="00C927DE">
        <w:rPr>
          <w:rFonts w:cs="Arial"/>
        </w:rPr>
        <w:t xml:space="preserve"> </w:t>
      </w:r>
      <w:r w:rsidR="00C7631D" w:rsidRPr="00C927DE">
        <w:rPr>
          <w:rFonts w:cs="Arial"/>
        </w:rPr>
        <w:t>1.</w:t>
      </w:r>
      <w:r w:rsidR="00CE076D" w:rsidRPr="00C927DE">
        <w:rPr>
          <w:rFonts w:cs="Arial"/>
        </w:rPr>
        <w:t>3</w:t>
      </w:r>
      <w:r w:rsidR="00DC568B" w:rsidRPr="00C927DE">
        <w:rPr>
          <w:rFonts w:cs="Arial"/>
        </w:rPr>
        <w:t>.</w:t>
      </w:r>
      <w:r w:rsidR="00C7631D" w:rsidRPr="00C927DE">
        <w:rPr>
          <w:rFonts w:cs="Arial"/>
        </w:rPr>
        <w:t xml:space="preserve"> настоящего Порядка, в соответствии с иными муниципальными правовыми актами </w:t>
      </w:r>
      <w:r w:rsidR="00C077BF" w:rsidRPr="00C927DE">
        <w:rPr>
          <w:rFonts w:cs="Arial"/>
        </w:rPr>
        <w:t>Павловского муниципального района Воронежской области</w:t>
      </w:r>
      <w:r w:rsidR="00CE2CBE" w:rsidRPr="00C927DE">
        <w:rPr>
          <w:rFonts w:cs="Arial"/>
        </w:rPr>
        <w:t>;</w:t>
      </w:r>
    </w:p>
    <w:p w:rsidR="00FD18AD" w:rsidRPr="00C927DE" w:rsidRDefault="00FD18AD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354C5B" w:rsidRPr="00C927DE">
        <w:rPr>
          <w:rFonts w:cs="Arial"/>
        </w:rPr>
        <w:t>6</w:t>
      </w:r>
      <w:r w:rsidRPr="00C927DE">
        <w:rPr>
          <w:rFonts w:cs="Arial"/>
        </w:rPr>
        <w:t>.</w:t>
      </w:r>
      <w:r w:rsidR="00682689" w:rsidRPr="00C927DE">
        <w:rPr>
          <w:rFonts w:cs="Arial"/>
        </w:rPr>
        <w:t>5</w:t>
      </w:r>
      <w:r w:rsidRPr="00C927DE">
        <w:rPr>
          <w:rFonts w:cs="Arial"/>
        </w:rPr>
        <w:t>. </w:t>
      </w:r>
      <w:r w:rsidR="00BC3AC0" w:rsidRPr="00C927DE">
        <w:rPr>
          <w:rFonts w:cs="Arial"/>
        </w:rPr>
        <w:t>П</w:t>
      </w:r>
      <w:r w:rsidR="00661F8F" w:rsidRPr="00C927DE">
        <w:rPr>
          <w:rFonts w:cs="Arial"/>
        </w:rPr>
        <w:t>ринимае</w:t>
      </w:r>
      <w:r w:rsidRPr="00C927DE">
        <w:rPr>
          <w:rFonts w:cs="Arial"/>
        </w:rPr>
        <w:t>т на себя обязательство по выполнению следующих показателей в году предоставления субсидии</w:t>
      </w:r>
      <w:r w:rsidR="000B06A8" w:rsidRPr="00C927DE">
        <w:rPr>
          <w:rFonts w:cs="Arial"/>
        </w:rPr>
        <w:t>и по итогам одного последующего календарного года</w:t>
      </w:r>
      <w:r w:rsidRPr="00C927DE">
        <w:rPr>
          <w:rFonts w:cs="Arial"/>
        </w:rPr>
        <w:t>:</w:t>
      </w:r>
    </w:p>
    <w:p w:rsidR="0087524B" w:rsidRPr="00C927DE" w:rsidRDefault="0087524B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</w:t>
      </w:r>
      <w:r w:rsidR="00096FF2" w:rsidRPr="00C927DE">
        <w:rPr>
          <w:rFonts w:cs="Arial"/>
        </w:rPr>
        <w:t>сохранен</w:t>
      </w:r>
      <w:r w:rsidR="00B3244A" w:rsidRPr="00C927DE">
        <w:rPr>
          <w:rFonts w:cs="Arial"/>
        </w:rPr>
        <w:t>ие</w:t>
      </w:r>
      <w:r w:rsidR="00CD2B2E" w:rsidRPr="00C927DE">
        <w:rPr>
          <w:rFonts w:cs="Arial"/>
        </w:rPr>
        <w:t xml:space="preserve"> </w:t>
      </w:r>
      <w:r w:rsidRPr="00C927DE">
        <w:rPr>
          <w:rFonts w:cs="Arial"/>
        </w:rPr>
        <w:t>рабочих мест (</w:t>
      </w:r>
      <w:r w:rsidR="00096FF2" w:rsidRPr="00C927DE">
        <w:rPr>
          <w:rFonts w:cs="Arial"/>
        </w:rPr>
        <w:t>при наличии</w:t>
      </w:r>
      <w:r w:rsidRPr="00C927DE">
        <w:rPr>
          <w:rFonts w:cs="Arial"/>
        </w:rPr>
        <w:t>) субъектом социального предпринимательства – получателем субсидии – 1</w:t>
      </w:r>
      <w:r w:rsidR="00096FF2" w:rsidRPr="00C927DE">
        <w:rPr>
          <w:rFonts w:cs="Arial"/>
        </w:rPr>
        <w:t>00%</w:t>
      </w:r>
      <w:r w:rsidRPr="00C927DE">
        <w:rPr>
          <w:rFonts w:cs="Arial"/>
        </w:rPr>
        <w:t>;</w:t>
      </w:r>
    </w:p>
    <w:p w:rsidR="0087524B" w:rsidRPr="00C927DE" w:rsidRDefault="0087524B" w:rsidP="00C927DE">
      <w:pPr>
        <w:ind w:firstLine="709"/>
        <w:rPr>
          <w:rFonts w:cs="Arial"/>
          <w:bCs/>
        </w:rPr>
      </w:pPr>
      <w:r w:rsidRPr="00C927DE">
        <w:rPr>
          <w:rFonts w:cs="Arial"/>
          <w:bCs/>
        </w:rPr>
        <w:t>2) </w:t>
      </w:r>
      <w:r w:rsidR="00B3244A" w:rsidRPr="00C927DE">
        <w:rPr>
          <w:rFonts w:cs="Arial"/>
          <w:bCs/>
        </w:rPr>
        <w:t xml:space="preserve">сохранение статуса «социальное предприятие» </w:t>
      </w:r>
      <w:r w:rsidR="00B3244A" w:rsidRPr="00C927DE">
        <w:rPr>
          <w:rFonts w:cs="Arial"/>
        </w:rPr>
        <w:t>субъектом социального предпринимательства – получателем субсидии – 100%</w:t>
      </w:r>
      <w:r w:rsidR="00CE2CBE" w:rsidRPr="00C927DE">
        <w:rPr>
          <w:rFonts w:cs="Arial"/>
          <w:bCs/>
        </w:rPr>
        <w:t>;</w:t>
      </w:r>
    </w:p>
    <w:p w:rsidR="00801C32" w:rsidRPr="00C927DE" w:rsidRDefault="00B3244A" w:rsidP="00C927DE">
      <w:pPr>
        <w:ind w:firstLine="709"/>
        <w:rPr>
          <w:rFonts w:cs="Arial"/>
        </w:rPr>
      </w:pPr>
      <w:r w:rsidRPr="00C927DE">
        <w:rPr>
          <w:rFonts w:cs="Arial"/>
        </w:rPr>
        <w:t>1.6</w:t>
      </w:r>
      <w:r w:rsidR="00801C32" w:rsidRPr="00C927DE">
        <w:rPr>
          <w:rFonts w:cs="Arial"/>
        </w:rPr>
        <w:t>.</w:t>
      </w:r>
      <w:r w:rsidR="00682689" w:rsidRPr="00C927DE">
        <w:rPr>
          <w:rFonts w:cs="Arial"/>
        </w:rPr>
        <w:t>6</w:t>
      </w:r>
      <w:r w:rsidR="00801C32" w:rsidRPr="00C927DE">
        <w:rPr>
          <w:rFonts w:cs="Arial"/>
        </w:rPr>
        <w:t xml:space="preserve">. </w:t>
      </w:r>
      <w:r w:rsidR="00BC3AC0" w:rsidRPr="00C927DE">
        <w:rPr>
          <w:rFonts w:cs="Arial"/>
        </w:rPr>
        <w:t>П</w:t>
      </w:r>
      <w:r w:rsidR="00801C32" w:rsidRPr="00C927DE">
        <w:rPr>
          <w:rFonts w:cs="Arial"/>
        </w:rPr>
        <w:t>ринимает на себя обязательство по представлению отчетов в соответствии с разделом 4 настоящего Порядка;</w:t>
      </w:r>
    </w:p>
    <w:p w:rsidR="00801C32" w:rsidRPr="00C927DE" w:rsidRDefault="009E70FB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B3244A" w:rsidRPr="00C927DE">
        <w:rPr>
          <w:rFonts w:cs="Arial"/>
        </w:rPr>
        <w:t>6</w:t>
      </w:r>
      <w:r w:rsidRPr="00C927DE">
        <w:rPr>
          <w:rFonts w:cs="Arial"/>
        </w:rPr>
        <w:t>.</w:t>
      </w:r>
      <w:r w:rsidR="00682689" w:rsidRPr="00C927DE">
        <w:rPr>
          <w:rFonts w:cs="Arial"/>
        </w:rPr>
        <w:t>7</w:t>
      </w:r>
      <w:r w:rsidRPr="00C927DE">
        <w:rPr>
          <w:rFonts w:cs="Arial"/>
        </w:rPr>
        <w:t>.</w:t>
      </w:r>
      <w:r w:rsidR="00801C32" w:rsidRPr="00C927DE">
        <w:rPr>
          <w:rFonts w:cs="Arial"/>
        </w:rPr>
        <w:t> </w:t>
      </w:r>
      <w:r w:rsidR="00BC3AC0" w:rsidRPr="00C927DE">
        <w:rPr>
          <w:rFonts w:cs="Arial"/>
        </w:rPr>
        <w:t>С</w:t>
      </w:r>
      <w:r w:rsidR="00801C32" w:rsidRPr="00C927DE">
        <w:rPr>
          <w:rFonts w:cs="Arial"/>
        </w:rPr>
        <w:t>оглас</w:t>
      </w:r>
      <w:r w:rsidRPr="00C927DE">
        <w:rPr>
          <w:rFonts w:cs="Arial"/>
        </w:rPr>
        <w:t>ен</w:t>
      </w:r>
      <w:r w:rsidR="00801C32" w:rsidRPr="00C927DE">
        <w:rPr>
          <w:rFonts w:cs="Arial"/>
        </w:rPr>
        <w:t xml:space="preserve"> на осуществление </w:t>
      </w:r>
      <w:r w:rsidR="00BC3AC0" w:rsidRPr="00C927DE">
        <w:rPr>
          <w:rFonts w:cs="Arial"/>
        </w:rPr>
        <w:t>а</w:t>
      </w:r>
      <w:r w:rsidR="00C741F2" w:rsidRPr="00C927DE">
        <w:rPr>
          <w:rFonts w:cs="Arial"/>
        </w:rPr>
        <w:t xml:space="preserve">дминистрацией </w:t>
      </w:r>
      <w:r w:rsidR="00BC3AC0" w:rsidRPr="00C927DE">
        <w:rPr>
          <w:rFonts w:cs="Arial"/>
        </w:rPr>
        <w:t xml:space="preserve">Павловского муниципального района Воронежской области (далее – Администрация) </w:t>
      </w:r>
      <w:r w:rsidR="00C741F2" w:rsidRPr="00C927DE">
        <w:rPr>
          <w:rFonts w:cs="Arial"/>
        </w:rPr>
        <w:t xml:space="preserve">и органами муниципального финансового контроля </w:t>
      </w:r>
      <w:r w:rsidR="00801C32" w:rsidRPr="00C927DE">
        <w:rPr>
          <w:rFonts w:cs="Arial"/>
        </w:rPr>
        <w:t>проверок соблюдения получателем субсидии условий, целей и порядка предоставления субсидии. Данное условие в обязательном порядке включается в Соглашение о предоставлении субсидии.</w:t>
      </w:r>
    </w:p>
    <w:p w:rsidR="0090345D" w:rsidRPr="00C927DE" w:rsidRDefault="00BB287F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B3244A" w:rsidRPr="00C927DE">
        <w:rPr>
          <w:rFonts w:cs="Arial"/>
        </w:rPr>
        <w:t>7</w:t>
      </w:r>
      <w:r w:rsidR="0090345D" w:rsidRPr="00C927DE">
        <w:rPr>
          <w:rFonts w:cs="Arial"/>
        </w:rPr>
        <w:t>. </w:t>
      </w:r>
      <w:bookmarkStart w:id="7" w:name="_Hlk48583895"/>
      <w:r w:rsidR="0090345D" w:rsidRPr="00C927DE">
        <w:rPr>
          <w:rFonts w:cs="Arial"/>
        </w:rPr>
        <w:t>Субсидия предоставляется субъекту социального предпринимательства – получателю субсидии,</w:t>
      </w:r>
      <w:r w:rsidR="00C927DE">
        <w:rPr>
          <w:rFonts w:cs="Arial"/>
        </w:rPr>
        <w:t xml:space="preserve"> </w:t>
      </w:r>
      <w:r w:rsidR="0090345D" w:rsidRPr="00C927DE">
        <w:rPr>
          <w:rFonts w:cs="Arial"/>
        </w:rPr>
        <w:t xml:space="preserve">который соответствует </w:t>
      </w:r>
      <w:r w:rsidR="00222412" w:rsidRPr="00C927DE">
        <w:rPr>
          <w:rFonts w:cs="Arial"/>
        </w:rPr>
        <w:t xml:space="preserve">указанной в </w:t>
      </w:r>
      <w:r w:rsidR="0090345D" w:rsidRPr="00C927DE">
        <w:rPr>
          <w:rFonts w:cs="Arial"/>
        </w:rPr>
        <w:t>пункт</w:t>
      </w:r>
      <w:r w:rsidR="00222412" w:rsidRPr="00C927DE">
        <w:rPr>
          <w:rFonts w:cs="Arial"/>
        </w:rPr>
        <w:t>е1</w:t>
      </w:r>
      <w:r w:rsidR="0090345D" w:rsidRPr="00C927DE">
        <w:rPr>
          <w:rFonts w:cs="Arial"/>
        </w:rPr>
        <w:t>.</w:t>
      </w:r>
      <w:r w:rsidR="00B3244A" w:rsidRPr="00C927DE">
        <w:rPr>
          <w:rFonts w:cs="Arial"/>
        </w:rPr>
        <w:t>6</w:t>
      </w:r>
      <w:r w:rsidR="0090345D" w:rsidRPr="00C927DE">
        <w:rPr>
          <w:rFonts w:cs="Arial"/>
        </w:rPr>
        <w:t xml:space="preserve"> настоящего Порядка</w:t>
      </w:r>
      <w:r w:rsidR="00222412" w:rsidRPr="00C927DE">
        <w:rPr>
          <w:rFonts w:cs="Arial"/>
        </w:rPr>
        <w:t xml:space="preserve"> категории</w:t>
      </w:r>
      <w:r w:rsidR="0090345D" w:rsidRPr="00C927DE">
        <w:rPr>
          <w:rFonts w:cs="Arial"/>
        </w:rPr>
        <w:t>, на возмещение части</w:t>
      </w:r>
      <w:r w:rsidR="00CD2B2E" w:rsidRPr="00C927DE">
        <w:rPr>
          <w:rFonts w:cs="Arial"/>
        </w:rPr>
        <w:t xml:space="preserve"> </w:t>
      </w:r>
      <w:r w:rsidR="0090345D" w:rsidRPr="00C927DE">
        <w:rPr>
          <w:rFonts w:cs="Arial"/>
        </w:rPr>
        <w:t>следующих фактически произведенных затрат</w:t>
      </w:r>
      <w:r w:rsidR="00222412" w:rsidRPr="00C927DE">
        <w:rPr>
          <w:rFonts w:cs="Arial"/>
        </w:rPr>
        <w:t>,</w:t>
      </w:r>
      <w:r w:rsidR="00CD2B2E" w:rsidRPr="00C927DE">
        <w:rPr>
          <w:rFonts w:cs="Arial"/>
        </w:rPr>
        <w:t xml:space="preserve"> </w:t>
      </w:r>
      <w:r w:rsidR="00222412" w:rsidRPr="00C927DE">
        <w:rPr>
          <w:rFonts w:cs="Arial"/>
        </w:rPr>
        <w:t>связанных с осуществлением деятельности</w:t>
      </w:r>
      <w:r w:rsidR="00CD2B2E" w:rsidRPr="00C927DE">
        <w:rPr>
          <w:rFonts w:cs="Arial"/>
        </w:rPr>
        <w:t xml:space="preserve"> </w:t>
      </w:r>
      <w:r w:rsidR="00222412" w:rsidRPr="00C927DE">
        <w:rPr>
          <w:rFonts w:eastAsia="Calibri" w:cs="Arial"/>
        </w:rPr>
        <w:t>в сфере социального предпринимательства</w:t>
      </w:r>
      <w:r w:rsidR="0090345D" w:rsidRPr="00C927DE">
        <w:rPr>
          <w:rFonts w:cs="Arial"/>
        </w:rPr>
        <w:t>: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lastRenderedPageBreak/>
        <w:t>1)</w:t>
      </w:r>
      <w:r w:rsidR="0090345D" w:rsidRPr="00C927DE">
        <w:rPr>
          <w:rFonts w:cs="Arial"/>
        </w:rPr>
        <w:t> приобретение, изготовление и (или) ремонт, а также доставка инвентаря, мебели, учебно-методической литературы, дидак</w:t>
      </w:r>
      <w:r w:rsidR="005914AB" w:rsidRPr="00C927DE">
        <w:rPr>
          <w:rFonts w:cs="Arial"/>
        </w:rPr>
        <w:t>тических и обучающих материалов</w:t>
      </w:r>
      <w:r w:rsidR="00EF53AC" w:rsidRPr="00C927DE">
        <w:rPr>
          <w:rFonts w:cs="Arial"/>
        </w:rPr>
        <w:t>, оргтехники и иной техники</w:t>
      </w:r>
      <w:r w:rsidR="0090345D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2)</w:t>
      </w:r>
      <w:r w:rsidR="0090345D" w:rsidRPr="00C927DE">
        <w:rPr>
          <w:rFonts w:cs="Arial"/>
        </w:rPr>
        <w:t xml:space="preserve"> приобретение, доставка, пуско-наладочные работы, ремонт оборудования, а также приобретение запасных частей</w:t>
      </w:r>
      <w:r w:rsidR="005914AB" w:rsidRPr="00C927DE">
        <w:rPr>
          <w:rFonts w:cs="Arial"/>
        </w:rPr>
        <w:t xml:space="preserve"> и комплектующих</w:t>
      </w:r>
      <w:r w:rsidR="0090345D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3)</w:t>
      </w:r>
      <w:r w:rsidR="0090345D" w:rsidRPr="00C927DE">
        <w:rPr>
          <w:rFonts w:cs="Arial"/>
        </w:rPr>
        <w:t> приобретение в собственность зданий и помещений (за исключением жилых);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4)</w:t>
      </w:r>
      <w:r w:rsidR="0090345D" w:rsidRPr="00C927DE">
        <w:rPr>
          <w:rFonts w:cs="Arial"/>
        </w:rPr>
        <w:t xml:space="preserve"> приобретение</w:t>
      </w:r>
      <w:r w:rsidR="00857341" w:rsidRPr="00C927DE">
        <w:rPr>
          <w:rFonts w:cs="Arial"/>
        </w:rPr>
        <w:t>, фрахт</w:t>
      </w:r>
      <w:r w:rsidR="00C75EC9" w:rsidRPr="00C927DE">
        <w:rPr>
          <w:rFonts w:cs="Arial"/>
        </w:rPr>
        <w:t>ования</w:t>
      </w:r>
      <w:r w:rsidR="0090345D" w:rsidRPr="00C927DE">
        <w:rPr>
          <w:rFonts w:cs="Arial"/>
        </w:rPr>
        <w:t xml:space="preserve"> и (или) ремонт транспортных средств всех типов (за исключением легковых автомобилей);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5)</w:t>
      </w:r>
      <w:r w:rsidR="0090345D" w:rsidRPr="00C927DE">
        <w:rPr>
          <w:rFonts w:cs="Arial"/>
        </w:rPr>
        <w:t> технологическое присоединение к инженерным инфраструктурам (электрические сети, газоснабжение, водоснабжение, водоотведение);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6)</w:t>
      </w:r>
      <w:r w:rsidR="0090345D" w:rsidRPr="00C927DE">
        <w:rPr>
          <w:rFonts w:cs="Arial"/>
        </w:rPr>
        <w:t> разработка программного обеспечения, сайтов и (или) мобильных приложений;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7)</w:t>
      </w:r>
      <w:r w:rsidR="0090345D" w:rsidRPr="00C927DE">
        <w:rPr>
          <w:rFonts w:cs="Arial"/>
        </w:rPr>
        <w:t> типографские услуги и изготовление рекламных и информационных материалов, услуги таргетинга;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8)</w:t>
      </w:r>
      <w:r w:rsidR="0090345D" w:rsidRPr="00C927DE">
        <w:rPr>
          <w:rFonts w:cs="Arial"/>
        </w:rPr>
        <w:t> обучение 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9)</w:t>
      </w:r>
      <w:r w:rsidR="0090345D" w:rsidRPr="00C927DE">
        <w:rPr>
          <w:rFonts w:cs="Arial"/>
        </w:rPr>
        <w:t> приобретение и доставка строительных, отделочных материалов и (или) прове</w:t>
      </w:r>
      <w:r w:rsidR="005914AB" w:rsidRPr="00C927DE">
        <w:rPr>
          <w:rFonts w:cs="Arial"/>
        </w:rPr>
        <w:t>дение ремонтных работ зданий и помещений (за исключением жилых)</w:t>
      </w:r>
      <w:r w:rsidR="0090345D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 xml:space="preserve">10) </w:t>
      </w:r>
      <w:r w:rsidR="0090345D" w:rsidRPr="00C927DE">
        <w:rPr>
          <w:rFonts w:cs="Arial"/>
        </w:rPr>
        <w:t>приобретение и (или) монтаж элементов благоустройства территории;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11)</w:t>
      </w:r>
      <w:r w:rsidR="0090345D" w:rsidRPr="00C927DE">
        <w:rPr>
          <w:rFonts w:cs="Arial"/>
        </w:rPr>
        <w:t> приобретение, установка и обслуживание средств противопожарной безопасности, пожарной и охранной сигнализации;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12)</w:t>
      </w:r>
      <w:r w:rsidR="0090345D" w:rsidRPr="00C927DE">
        <w:rPr>
          <w:rFonts w:cs="Arial"/>
        </w:rPr>
        <w:t> оплата аренды</w:t>
      </w:r>
      <w:r w:rsidR="005914AB" w:rsidRPr="00C927DE">
        <w:rPr>
          <w:rFonts w:cs="Arial"/>
        </w:rPr>
        <w:t>зданий и</w:t>
      </w:r>
      <w:r w:rsidR="007C426F" w:rsidRPr="00C927DE">
        <w:rPr>
          <w:rFonts w:cs="Arial"/>
        </w:rPr>
        <w:t xml:space="preserve"> (или)</w:t>
      </w:r>
      <w:r w:rsidR="005914AB" w:rsidRPr="00C927DE">
        <w:rPr>
          <w:rFonts w:cs="Arial"/>
        </w:rPr>
        <w:t xml:space="preserve"> помещений (за исключением жилых)</w:t>
      </w:r>
      <w:r w:rsidR="0090345D" w:rsidRPr="00C927DE">
        <w:rPr>
          <w:rFonts w:cs="Arial"/>
        </w:rPr>
        <w:t>, оплата коммунальных ресурсов и (или) возмещение иных расходов, связанных с пользованием нежилых зданий, помещений;</w:t>
      </w:r>
    </w:p>
    <w:p w:rsidR="003A1398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13)</w:t>
      </w:r>
      <w:r w:rsidR="0090345D" w:rsidRPr="00C927DE">
        <w:rPr>
          <w:rFonts w:cs="Arial"/>
        </w:rPr>
        <w:t> приобретение прав по франшизе (оплата паушального взноса и (или)</w:t>
      </w:r>
      <w:r w:rsidR="00CD2B2E" w:rsidRPr="00C927DE">
        <w:rPr>
          <w:rFonts w:cs="Arial"/>
        </w:rPr>
        <w:t xml:space="preserve"> </w:t>
      </w:r>
      <w:r w:rsidR="0090345D" w:rsidRPr="00C927DE">
        <w:rPr>
          <w:rFonts w:cs="Arial"/>
        </w:rPr>
        <w:t>роялти)</w:t>
      </w:r>
      <w:r w:rsidR="005914AB" w:rsidRPr="00C927DE">
        <w:rPr>
          <w:rFonts w:cs="Arial"/>
        </w:rPr>
        <w:t>;</w:t>
      </w:r>
    </w:p>
    <w:p w:rsidR="0090345D" w:rsidRPr="00C927DE" w:rsidRDefault="003A1398" w:rsidP="00C927DE">
      <w:pPr>
        <w:ind w:firstLine="709"/>
        <w:rPr>
          <w:rFonts w:cs="Arial"/>
        </w:rPr>
      </w:pPr>
      <w:r w:rsidRPr="00C927DE">
        <w:rPr>
          <w:rFonts w:cs="Arial"/>
        </w:rPr>
        <w:t>14)</w:t>
      </w:r>
      <w:r w:rsidR="0090345D" w:rsidRPr="00C927DE">
        <w:rPr>
          <w:rFonts w:cs="Arial"/>
        </w:rPr>
        <w:t> уплата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</w:t>
      </w:r>
      <w:r w:rsidR="00953E03" w:rsidRPr="00C927DE">
        <w:rPr>
          <w:rFonts w:cs="Arial"/>
        </w:rPr>
        <w:t xml:space="preserve"> (за исключением жилых помещений</w:t>
      </w:r>
      <w:r w:rsidR="00CD2B2E" w:rsidRPr="00C927DE">
        <w:rPr>
          <w:rFonts w:cs="Arial"/>
        </w:rPr>
        <w:t xml:space="preserve"> </w:t>
      </w:r>
      <w:r w:rsidR="00953E03" w:rsidRPr="00C927DE">
        <w:rPr>
          <w:rFonts w:cs="Arial"/>
        </w:rPr>
        <w:t>и легковых транспортных средств)</w:t>
      </w:r>
      <w:r w:rsidR="0090345D" w:rsidRPr="00C927DE">
        <w:rPr>
          <w:rFonts w:cs="Arial"/>
        </w:rPr>
        <w:t>.</w:t>
      </w:r>
    </w:p>
    <w:p w:rsidR="00CD2B2E" w:rsidRPr="00C927DE" w:rsidRDefault="00CD2B2E" w:rsidP="00C927DE">
      <w:pPr>
        <w:ind w:firstLine="709"/>
        <w:rPr>
          <w:rFonts w:cs="Arial"/>
        </w:rPr>
      </w:pPr>
    </w:p>
    <w:bookmarkEnd w:id="7"/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 Организация и проведение отбора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2.1. Организатором отбора является </w:t>
      </w:r>
      <w:r w:rsidR="005C638E" w:rsidRPr="00C927DE">
        <w:rPr>
          <w:rFonts w:cs="Arial"/>
        </w:rPr>
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="006217E0" w:rsidRPr="00C927DE">
        <w:rPr>
          <w:rFonts w:cs="Arial"/>
        </w:rPr>
        <w:t xml:space="preserve"> Воронежской области</w:t>
      </w:r>
      <w:r w:rsidR="00CD2B2E" w:rsidRPr="00C927DE">
        <w:rPr>
          <w:rFonts w:cs="Arial"/>
        </w:rPr>
        <w:t xml:space="preserve"> </w:t>
      </w:r>
      <w:r w:rsidRPr="00C927DE">
        <w:rPr>
          <w:rFonts w:cs="Arial"/>
        </w:rPr>
        <w:t>(далее – Организатор), который выполняет следующие функции: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9F0D07" w:rsidRPr="00C927DE">
        <w:rPr>
          <w:rFonts w:cs="Arial"/>
        </w:rPr>
        <w:t>1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Р</w:t>
      </w:r>
      <w:r w:rsidRPr="00C927DE">
        <w:rPr>
          <w:rFonts w:cs="Arial"/>
        </w:rPr>
        <w:t xml:space="preserve">азмещает извещение о проведении отбора (далее также – извещение) на официальном сайте </w:t>
      </w:r>
      <w:bookmarkStart w:id="8" w:name="_Hlk47359346"/>
      <w:r w:rsidR="00AC5A9E" w:rsidRPr="00C927DE">
        <w:rPr>
          <w:rFonts w:cs="Arial"/>
        </w:rPr>
        <w:t>а</w:t>
      </w:r>
      <w:r w:rsidRPr="00C927DE">
        <w:rPr>
          <w:rFonts w:cs="Arial"/>
        </w:rPr>
        <w:t>дминистрации</w:t>
      </w:r>
      <w:bookmarkEnd w:id="8"/>
      <w:r w:rsidR="00CD2B2E" w:rsidRPr="00C927DE">
        <w:rPr>
          <w:rFonts w:cs="Arial"/>
        </w:rPr>
        <w:t xml:space="preserve"> </w:t>
      </w:r>
      <w:r w:rsidR="00AC5A9E" w:rsidRPr="00C927DE">
        <w:rPr>
          <w:rFonts w:cs="Arial"/>
        </w:rPr>
        <w:t>Павловского муниципального района</w:t>
      </w:r>
      <w:r w:rsidR="005A54D8" w:rsidRPr="00C927DE">
        <w:rPr>
          <w:rFonts w:cs="Arial"/>
        </w:rPr>
        <w:t xml:space="preserve"> Воронежской области</w:t>
      </w:r>
      <w:r w:rsidR="00AC5A9E" w:rsidRPr="00C927DE">
        <w:rPr>
          <w:rFonts w:cs="Arial"/>
        </w:rPr>
        <w:t>.</w:t>
      </w:r>
    </w:p>
    <w:p w:rsidR="00954C68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Извещение должно содержать</w:t>
      </w:r>
      <w:r w:rsidR="00954C68" w:rsidRPr="00C927DE">
        <w:rPr>
          <w:rFonts w:cs="Arial"/>
        </w:rPr>
        <w:t>: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1) дату и время начала и окончания приема заявок и документов;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2) почтовый и фактический адрес </w:t>
      </w:r>
      <w:r w:rsidR="006217E0" w:rsidRPr="00C927DE">
        <w:rPr>
          <w:rFonts w:cs="Arial"/>
        </w:rPr>
        <w:t xml:space="preserve">Администрации </w:t>
      </w:r>
      <w:r w:rsidRPr="00C927DE">
        <w:rPr>
          <w:rFonts w:cs="Arial"/>
        </w:rPr>
        <w:t>для представления заявок и документов, номера кабинетов, номера телефонов для справок;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3) график (режим) работы</w:t>
      </w:r>
      <w:r w:rsidR="006217E0" w:rsidRPr="00C927DE">
        <w:rPr>
          <w:rFonts w:cs="Arial"/>
        </w:rPr>
        <w:t xml:space="preserve"> Администрации</w:t>
      </w:r>
      <w:r w:rsidRPr="00C927DE">
        <w:rPr>
          <w:rFonts w:cs="Arial"/>
        </w:rPr>
        <w:t>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4) перечень нормативных правовых актов, регулирующих порядок проведения конкурса;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5) требования к заявителям;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6) перечень документов, представляемых заявителем для участия в конкурсе, </w:t>
      </w:r>
      <w:r w:rsidRPr="00C927DE">
        <w:rPr>
          <w:rFonts w:cs="Arial"/>
        </w:rPr>
        <w:lastRenderedPageBreak/>
        <w:t>а также формы документов в случае, если документы предоставляются по установленной форме;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7) критерии оценки заявок и документов;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8) порядок и сроки объявления результатов конкурса.</w:t>
      </w:r>
    </w:p>
    <w:p w:rsidR="00D53C35" w:rsidRPr="00C927DE" w:rsidRDefault="00D53C3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Срок приема заявок не может составлять менее 15 календарных дней.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D53C35" w:rsidRPr="00C927DE">
        <w:rPr>
          <w:rFonts w:cs="Arial"/>
        </w:rPr>
        <w:t>2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О</w:t>
      </w:r>
      <w:r w:rsidRPr="00C927DE">
        <w:rPr>
          <w:rFonts w:cs="Arial"/>
        </w:rPr>
        <w:t>рганизует заседание Комиссии;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D53C35" w:rsidRPr="00C927DE">
        <w:rPr>
          <w:rFonts w:cs="Arial"/>
        </w:rPr>
        <w:t>3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У</w:t>
      </w:r>
      <w:r w:rsidRPr="00C927DE">
        <w:rPr>
          <w:rFonts w:cs="Arial"/>
        </w:rPr>
        <w:t>ведомляет заявителей об итогах рассмотрения заявок и о результатах отбора в течение 5 (пяти) рабочих дней со дня принятия Комиссией соответствующего решения;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9F0D07" w:rsidRPr="00C927DE">
        <w:rPr>
          <w:rFonts w:cs="Arial"/>
        </w:rPr>
        <w:t>5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Р</w:t>
      </w:r>
      <w:r w:rsidRPr="00C927DE">
        <w:rPr>
          <w:rFonts w:cs="Arial"/>
        </w:rPr>
        <w:t>азмещает информацию об итогах рассмотрения заявок и о результатах отбора на официальном сайте Администрации в течение 3 (трех) рабочих дней со дня подписания протокола об итогах рассмотрения заявок и об определении победителей отбора;</w:t>
      </w:r>
    </w:p>
    <w:p w:rsidR="00954C68" w:rsidRPr="00C927DE" w:rsidRDefault="00954C6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2.1.</w:t>
      </w:r>
      <w:r w:rsidR="009F0D07" w:rsidRPr="00C927DE">
        <w:rPr>
          <w:rFonts w:cs="Arial"/>
        </w:rPr>
        <w:t>6</w:t>
      </w:r>
      <w:r w:rsidRPr="00C927DE">
        <w:rPr>
          <w:rFonts w:cs="Arial"/>
        </w:rPr>
        <w:t>. </w:t>
      </w:r>
      <w:r w:rsidR="006217E0" w:rsidRPr="00C927DE">
        <w:rPr>
          <w:rFonts w:cs="Arial"/>
        </w:rPr>
        <w:t>О</w:t>
      </w:r>
      <w:r w:rsidRPr="00C927DE">
        <w:rPr>
          <w:rFonts w:cs="Arial"/>
        </w:rPr>
        <w:t>беспечивает хранение поступивших заявок на участие в отборе, а также протоколов заседаний Комиссии.</w:t>
      </w:r>
    </w:p>
    <w:p w:rsidR="00954C68" w:rsidRPr="00C927DE" w:rsidRDefault="00954C68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>3. </w:t>
      </w:r>
      <w:r w:rsidR="004864E1" w:rsidRPr="00C927DE">
        <w:rPr>
          <w:rFonts w:ascii="Arial" w:hAnsi="Arial" w:cs="Arial"/>
          <w:b w:val="0"/>
          <w:bCs/>
          <w:sz w:val="24"/>
          <w:szCs w:val="24"/>
        </w:rPr>
        <w:t>Условия и п</w:t>
      </w:r>
      <w:r w:rsidRPr="00C927DE">
        <w:rPr>
          <w:rFonts w:ascii="Arial" w:hAnsi="Arial" w:cs="Arial"/>
          <w:b w:val="0"/>
          <w:bCs/>
          <w:sz w:val="24"/>
          <w:szCs w:val="24"/>
        </w:rPr>
        <w:t>орядок предоставления субсидии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ED38F5" w:rsidRPr="00C927DE" w:rsidRDefault="00ED38F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3.1. Для участия в отборе субъект социального предпринимательства, выступающий в качестве заявителя, подает заявку на участие в отборе в срок, указанный в извещении о проведении отбора, и по форме, установленной настоящим Порядком.</w:t>
      </w:r>
    </w:p>
    <w:p w:rsidR="00ED38F5" w:rsidRPr="00C927DE" w:rsidRDefault="00ED38F5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3.2. Заявка должна отвечать требованиям, установленным настоящим Порядком, содержать документы и материалы, предусмотренные настоящим Порядком.</w:t>
      </w:r>
    </w:p>
    <w:p w:rsidR="007C36F4" w:rsidRPr="00C927DE" w:rsidRDefault="007C36F4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</w:t>
      </w:r>
      <w:r w:rsidR="009262AF" w:rsidRPr="00C927DE">
        <w:rPr>
          <w:rFonts w:cs="Arial"/>
        </w:rPr>
        <w:t>2</w:t>
      </w:r>
      <w:r w:rsidRPr="00C927DE">
        <w:rPr>
          <w:rFonts w:cs="Arial"/>
        </w:rPr>
        <w:t>.</w:t>
      </w:r>
      <w:r w:rsidR="009262AF" w:rsidRPr="00C927DE">
        <w:rPr>
          <w:rFonts w:cs="Arial"/>
        </w:rPr>
        <w:t>1.</w:t>
      </w:r>
      <w:r w:rsidRPr="00C927DE">
        <w:rPr>
          <w:rFonts w:cs="Arial"/>
        </w:rPr>
        <w:t> Для получения субсидий субъекты социального предпринимательства представляют в Администрацию следующие документы: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заявление о предоставлении субсидии по форме согласно приложению № 1 к настоящему Порядку;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для заявителей – индивидуальных предпринимателей – копии документа, удостоверяющего личность индивидуального предпринимателя;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3) для заявителей – юридических лиц – копии устава и учредительного договора (при наличии) со всеми действующими изменениями к нему на дату подачи заявления о предоставлении субсидии; </w:t>
      </w:r>
    </w:p>
    <w:p w:rsidR="00417277" w:rsidRPr="00C927DE" w:rsidRDefault="00417277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</w:t>
      </w:r>
      <w:r w:rsidR="009262AF" w:rsidRPr="00C927DE">
        <w:rPr>
          <w:rFonts w:cs="Arial"/>
        </w:rPr>
        <w:t> </w:t>
      </w:r>
      <w:r w:rsidRPr="00C927DE">
        <w:rPr>
          <w:rFonts w:cs="Arial"/>
        </w:rPr>
        <w:t>копию документов</w:t>
      </w:r>
      <w:r w:rsidR="004657E6" w:rsidRPr="00C927DE">
        <w:rPr>
          <w:rFonts w:cs="Arial"/>
        </w:rPr>
        <w:t>,</w:t>
      </w:r>
      <w:r w:rsidRPr="00C927DE">
        <w:rPr>
          <w:rFonts w:cs="Arial"/>
        </w:rPr>
        <w:t xml:space="preserve"> с которыми субъект малого или среднего предпринимательства обращался в </w:t>
      </w:r>
      <w:r w:rsidR="006217E0" w:rsidRPr="00C927DE">
        <w:rPr>
          <w:rFonts w:cs="Arial"/>
        </w:rPr>
        <w:t>д</w:t>
      </w:r>
      <w:r w:rsidR="004657E6" w:rsidRPr="00C927DE">
        <w:rPr>
          <w:rFonts w:cs="Arial"/>
        </w:rPr>
        <w:t xml:space="preserve">епартамент предпринимательства и торговли Воронежской области </w:t>
      </w:r>
      <w:r w:rsidRPr="00C927DE">
        <w:rPr>
          <w:rFonts w:cs="Arial"/>
        </w:rPr>
        <w:t>на признание его социальным предприятием.</w:t>
      </w:r>
    </w:p>
    <w:p w:rsidR="007C36F4" w:rsidRPr="00C927DE" w:rsidRDefault="00417277" w:rsidP="00C927DE">
      <w:pPr>
        <w:autoSpaceDE w:val="0"/>
        <w:autoSpaceDN w:val="0"/>
        <w:adjustRightInd w:val="0"/>
        <w:ind w:firstLine="709"/>
        <w:rPr>
          <w:rFonts w:cs="Arial"/>
        </w:rPr>
      </w:pPr>
      <w:bookmarkStart w:id="9" w:name="P142"/>
      <w:bookmarkStart w:id="10" w:name="P143"/>
      <w:bookmarkEnd w:id="9"/>
      <w:bookmarkEnd w:id="10"/>
      <w:r w:rsidRPr="00C927DE">
        <w:rPr>
          <w:rFonts w:cs="Arial"/>
        </w:rPr>
        <w:t>5</w:t>
      </w:r>
      <w:r w:rsidR="007C36F4" w:rsidRPr="00C927DE">
        <w:rPr>
          <w:rFonts w:cs="Arial"/>
        </w:rPr>
        <w:t xml:space="preserve">)  </w:t>
      </w:r>
      <w:r w:rsidR="009262AF" w:rsidRPr="00C927DE">
        <w:rPr>
          <w:rFonts w:cs="Arial"/>
        </w:rPr>
        <w:t>отчет о</w:t>
      </w:r>
      <w:r w:rsidR="00CD2B2E" w:rsidRPr="00C927DE">
        <w:rPr>
          <w:rFonts w:cs="Arial"/>
        </w:rPr>
        <w:t xml:space="preserve"> </w:t>
      </w:r>
      <w:r w:rsidR="009262AF" w:rsidRPr="00C927DE">
        <w:rPr>
          <w:rFonts w:cs="Arial"/>
        </w:rPr>
        <w:t>социальном воздействии</w:t>
      </w:r>
      <w:r w:rsidR="00855791" w:rsidRPr="00C927DE">
        <w:rPr>
          <w:rFonts w:cs="Arial"/>
        </w:rPr>
        <w:t>,</w:t>
      </w:r>
      <w:r w:rsidR="00CD2B2E" w:rsidRPr="00C927DE">
        <w:rPr>
          <w:rFonts w:cs="Arial"/>
        </w:rPr>
        <w:t xml:space="preserve"> </w:t>
      </w:r>
      <w:r w:rsidR="007C36F4" w:rsidRPr="00C927DE">
        <w:rPr>
          <w:rFonts w:cs="Arial"/>
        </w:rPr>
        <w:t>составленн</w:t>
      </w:r>
      <w:r w:rsidR="009262AF" w:rsidRPr="00C927DE">
        <w:rPr>
          <w:rFonts w:cs="Arial"/>
        </w:rPr>
        <w:t>ый</w:t>
      </w:r>
      <w:r w:rsidR="007C36F4" w:rsidRPr="00C927DE">
        <w:rPr>
          <w:rFonts w:cs="Arial"/>
        </w:rPr>
        <w:t xml:space="preserve"> по форме согласно приложению № 2 к настоящему Порядку;</w:t>
      </w:r>
    </w:p>
    <w:p w:rsidR="00C57674" w:rsidRPr="00C927DE" w:rsidRDefault="00B3244A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6) копии документов (при наличии) из числа перечисленных в приложении № 4 к настоящему Порядку, подтверждающих фактически произведенные затраты, указанные в пункте 1.7 настоящего Порядка (для субъектов социального предпринимательства, которые фактически произвели в текущем году и (или) году, предшествующем году участия в отборе, затраты, указанные в пункте 1.7 настоящего Порядка)</w:t>
      </w:r>
      <w:r w:rsidR="00C57674" w:rsidRPr="00C927DE">
        <w:rPr>
          <w:rFonts w:cs="Arial"/>
        </w:rPr>
        <w:t>.</w:t>
      </w:r>
    </w:p>
    <w:p w:rsidR="00C57674" w:rsidRPr="00C927DE" w:rsidRDefault="00C5767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Субъекты социального предпринимательства, которые на момент подачи заявки планируют произвести затраты в текущем году, представляют копии документов, указанные в подпункте 4 настоящего пункта, </w:t>
      </w:r>
      <w:r w:rsidR="00437CEE" w:rsidRPr="00C927DE">
        <w:rPr>
          <w:rFonts w:cs="Arial"/>
        </w:rPr>
        <w:t xml:space="preserve">до конца </w:t>
      </w:r>
      <w:r w:rsidRPr="00C927DE">
        <w:rPr>
          <w:rFonts w:cs="Arial"/>
        </w:rPr>
        <w:t>текущего года при условии заключения с ними Соглашения о предоставлении субсидии;</w:t>
      </w:r>
    </w:p>
    <w:p w:rsidR="00C57674" w:rsidRPr="00C927DE" w:rsidRDefault="00B3244A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 xml:space="preserve">7) </w:t>
      </w:r>
      <w:r w:rsidR="00C57674" w:rsidRPr="00C927DE">
        <w:rPr>
          <w:rFonts w:cs="Arial"/>
        </w:rPr>
        <w:t> для заявителей – юридических лиц и</w:t>
      </w:r>
      <w:r w:rsidR="00CD2B2E" w:rsidRPr="00C927DE">
        <w:rPr>
          <w:rFonts w:cs="Arial"/>
        </w:rPr>
        <w:t xml:space="preserve"> </w:t>
      </w:r>
      <w:r w:rsidR="00C57674" w:rsidRPr="00C927DE">
        <w:rPr>
          <w:rFonts w:cs="Arial"/>
        </w:rPr>
        <w:t>индивидуальных предпринимателей – </w:t>
      </w:r>
      <w:r w:rsidR="00120FD6">
        <w:rPr>
          <w:rFonts w:eastAsia="Calibri" w:cs="Arial"/>
          <w:lang w:eastAsia="en-US"/>
        </w:rPr>
        <w:t>копию расчета по страховым взносам, утвержденную приказом ФНС России от 18.09.2019 № ММВ-7-11/470@ «Об утверждении формы расчета по страховым взносам, порядка ее заполнения, а также формата представления расчета по страховым взносам в электронной форме и о признании утратившим силу приказа Федеральной налоговой службы от 10.10.2016 № ММВ-7-11/551@</w:t>
      </w:r>
      <w:r w:rsidR="00C57674" w:rsidRPr="00C927DE">
        <w:rPr>
          <w:rFonts w:cs="Arial"/>
        </w:rPr>
        <w:t>.</w:t>
      </w:r>
      <w:r w:rsidR="00120FD6">
        <w:rPr>
          <w:rFonts w:cs="Arial"/>
        </w:rPr>
        <w:t xml:space="preserve"> (в ред. пост. от 15.06.2021 № 383)</w:t>
      </w:r>
    </w:p>
    <w:p w:rsidR="00C57674" w:rsidRPr="00C927DE" w:rsidRDefault="00C5767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Индивидуальными предпринимателями</w:t>
      </w:r>
      <w:r w:rsidR="00855791" w:rsidRPr="00C927DE">
        <w:rPr>
          <w:rFonts w:cs="Arial"/>
        </w:rPr>
        <w:t>,</w:t>
      </w:r>
      <w:r w:rsidRPr="00C927DE">
        <w:rPr>
          <w:rFonts w:cs="Arial"/>
        </w:rPr>
        <w:t xml:space="preserve"> осуществляющими деятельность без привлечения наемных раб</w:t>
      </w:r>
      <w:r w:rsidR="007472E1" w:rsidRPr="00C927DE">
        <w:rPr>
          <w:rFonts w:cs="Arial"/>
        </w:rPr>
        <w:t>отников</w:t>
      </w:r>
      <w:r w:rsidR="00855791" w:rsidRPr="00C927DE">
        <w:rPr>
          <w:rFonts w:cs="Arial"/>
        </w:rPr>
        <w:t>,</w:t>
      </w:r>
      <w:r w:rsidRPr="00C927DE">
        <w:rPr>
          <w:rFonts w:cs="Arial"/>
        </w:rPr>
        <w:t xml:space="preserve"> информация предоставляется в форме пояснительной записки в произвольной форме;</w:t>
      </w:r>
    </w:p>
    <w:p w:rsidR="007C36F4" w:rsidRPr="00C927DE" w:rsidRDefault="007C36F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bookmarkStart w:id="11" w:name="P144"/>
      <w:bookmarkStart w:id="12" w:name="P147"/>
      <w:bookmarkStart w:id="13" w:name="P160"/>
      <w:bookmarkStart w:id="14" w:name="P172"/>
      <w:bookmarkEnd w:id="11"/>
      <w:bookmarkEnd w:id="12"/>
      <w:bookmarkEnd w:id="13"/>
      <w:bookmarkEnd w:id="14"/>
      <w:r w:rsidRPr="00C927DE">
        <w:rPr>
          <w:rFonts w:ascii="Arial" w:hAnsi="Arial" w:cs="Arial"/>
          <w:sz w:val="24"/>
          <w:szCs w:val="24"/>
          <w:lang w:eastAsia="zh-CN"/>
        </w:rPr>
        <w:t>3.2.</w:t>
      </w:r>
      <w:r w:rsidR="00D12B4F" w:rsidRPr="00C927DE">
        <w:rPr>
          <w:rFonts w:ascii="Arial" w:hAnsi="Arial" w:cs="Arial"/>
          <w:sz w:val="24"/>
          <w:szCs w:val="24"/>
          <w:lang w:eastAsia="zh-CN"/>
        </w:rPr>
        <w:t>2</w:t>
      </w:r>
      <w:r w:rsidRPr="00C927DE">
        <w:rPr>
          <w:rFonts w:ascii="Arial" w:hAnsi="Arial" w:cs="Arial"/>
          <w:sz w:val="24"/>
          <w:szCs w:val="24"/>
          <w:lang w:eastAsia="zh-CN"/>
        </w:rPr>
        <w:t>. Документы в заявке рекомендуется размещать в последовательности, изложенной в пункт</w:t>
      </w:r>
      <w:r w:rsidR="00487A6E" w:rsidRPr="00C927DE">
        <w:rPr>
          <w:rFonts w:ascii="Arial" w:hAnsi="Arial" w:cs="Arial"/>
          <w:sz w:val="24"/>
          <w:szCs w:val="24"/>
          <w:lang w:eastAsia="zh-CN"/>
        </w:rPr>
        <w:t>е</w:t>
      </w:r>
      <w:r w:rsidRPr="00C927DE">
        <w:rPr>
          <w:rFonts w:ascii="Arial" w:hAnsi="Arial" w:cs="Arial"/>
          <w:sz w:val="24"/>
          <w:szCs w:val="24"/>
          <w:lang w:eastAsia="zh-CN"/>
        </w:rPr>
        <w:t xml:space="preserve"> 3.2.1 настоящего Порядка. Заявка должна иметь внутреннюю опись документов, все страницы заявки должны быть прошиты в одну папку, листы пронумерованы, заверены подписью руководителя юридического лица или индивидуального предпринимателя, скреплены печатью (при ее наличии). Кроме того, заявка представляется в электронном виде (на носителе USB Flash).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bookmarkStart w:id="15" w:name="P175"/>
      <w:bookmarkStart w:id="16" w:name="P176"/>
      <w:bookmarkEnd w:id="15"/>
      <w:bookmarkEnd w:id="16"/>
      <w:r w:rsidRPr="00C927DE">
        <w:rPr>
          <w:rFonts w:cs="Arial"/>
        </w:rPr>
        <w:t>3.2.</w:t>
      </w:r>
      <w:r w:rsidR="00D12B4F" w:rsidRPr="00C927DE">
        <w:rPr>
          <w:rFonts w:cs="Arial"/>
        </w:rPr>
        <w:t>3</w:t>
      </w:r>
      <w:r w:rsidRPr="00C927DE">
        <w:rPr>
          <w:rFonts w:cs="Arial"/>
        </w:rPr>
        <w:t>. Расходы, связанные с подготовкой заявки, несет заявитель.</w:t>
      </w:r>
    </w:p>
    <w:p w:rsidR="007C36F4" w:rsidRPr="00C927DE" w:rsidRDefault="007C36F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 Процедура отбора получателей субсидии.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A53D5B" w:rsidRPr="00C927DE">
        <w:rPr>
          <w:rFonts w:cs="Arial"/>
        </w:rPr>
        <w:t>1</w:t>
      </w:r>
      <w:r w:rsidRPr="00C927DE">
        <w:rPr>
          <w:rFonts w:cs="Arial"/>
        </w:rPr>
        <w:t>. Администрация принимает заявки на участие в отборе и прилагаемые к ним документы в соответствии с настоящим Порядком в сроки, указанные в извещении. При приеме заявки заявителю предоставляется копия заявления с отметкой о дате и времени приема заявки. Заявки, представленные по истечении срока приема заявок, указанного в извещении, не принимаются.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3.3.2</w:t>
      </w:r>
      <w:r w:rsidR="00A44D9A" w:rsidRPr="00C927DE">
        <w:rPr>
          <w:rFonts w:cs="Arial"/>
        </w:rPr>
        <w:t>. Внесение заявителем изменений в принятую и зарегистрированную заявку не предусмотрено.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3.3.3</w:t>
      </w:r>
      <w:r w:rsidR="00A44D9A" w:rsidRPr="00C927DE">
        <w:rPr>
          <w:rFonts w:cs="Arial"/>
        </w:rPr>
        <w:t>. Заявитель имеет право отозвать поданную заявку для участия в отборе до принятия Комиссией решения об определении получателя субсидии путем письменного уведомления об этом Организатора отбора. В случае, если заявитель отозвал подданную заявку до окончания срока приема заявок, он сохраняет за собой право подать заявку повторно до истечения срока приема заявок.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3.3.4</w:t>
      </w:r>
      <w:r w:rsidR="00A44D9A" w:rsidRPr="00C927DE">
        <w:rPr>
          <w:rFonts w:cs="Arial"/>
        </w:rPr>
        <w:t xml:space="preserve">. Срок рассмотрения Комиссией представленных на отбор заявок – не позднее </w:t>
      </w:r>
      <w:r w:rsidR="00D12B4F" w:rsidRPr="00C927DE">
        <w:rPr>
          <w:rFonts w:cs="Arial"/>
        </w:rPr>
        <w:t>30</w:t>
      </w:r>
      <w:r w:rsidR="00A44D9A" w:rsidRPr="00C927DE">
        <w:rPr>
          <w:rFonts w:cs="Arial"/>
        </w:rPr>
        <w:t xml:space="preserve"> (</w:t>
      </w:r>
      <w:r w:rsidR="00D12B4F" w:rsidRPr="00C927DE">
        <w:rPr>
          <w:rFonts w:cs="Arial"/>
        </w:rPr>
        <w:t>тридцать</w:t>
      </w:r>
      <w:r w:rsidR="00A44D9A" w:rsidRPr="00C927DE">
        <w:rPr>
          <w:rFonts w:cs="Arial"/>
        </w:rPr>
        <w:t xml:space="preserve">) рабочих дней </w:t>
      </w:r>
      <w:r w:rsidR="00D12B4F" w:rsidRPr="00C927DE">
        <w:rPr>
          <w:rFonts w:cs="Arial"/>
        </w:rPr>
        <w:t>от</w:t>
      </w:r>
      <w:r w:rsidR="00A44D9A" w:rsidRPr="00C927DE">
        <w:rPr>
          <w:rFonts w:cs="Arial"/>
        </w:rPr>
        <w:t xml:space="preserve"> даты окончания срока приема заявок, указанной в извещении.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3.3.5</w:t>
      </w:r>
      <w:r w:rsidR="00A44D9A" w:rsidRPr="00C927DE">
        <w:rPr>
          <w:rFonts w:cs="Arial"/>
        </w:rPr>
        <w:t>. Заявитель приобретает статус участника отбора со дня принятия Комиссией соответствующего решения.</w:t>
      </w:r>
    </w:p>
    <w:p w:rsidR="00A44D9A" w:rsidRPr="00C927DE" w:rsidRDefault="00A53D5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3.3.6</w:t>
      </w:r>
      <w:r w:rsidR="00A44D9A" w:rsidRPr="00C927DE">
        <w:rPr>
          <w:rFonts w:cs="Arial"/>
        </w:rPr>
        <w:t>. Заявитель не признается участником отбора в следующих случаях: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1) отсутствие полного пакета документов, предусмотренных настоящим Порядком, за исключением документов, запрашиваемых Администрацией в рамках межведомственного взаимодействия;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2) недостоверность информации, содержащейся в документах, представленных заявителем;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3) несоответствие категориям и (или) требованиям, установленным настоящим Порядком;</w:t>
      </w:r>
    </w:p>
    <w:p w:rsidR="00A44D9A" w:rsidRPr="00C927DE" w:rsidRDefault="00324113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</w:t>
      </w:r>
      <w:r w:rsidR="00A44D9A" w:rsidRPr="00C927DE">
        <w:rPr>
          <w:rFonts w:cs="Arial"/>
        </w:rPr>
        <w:t>) поступление письменного заявления от заявителя об отказе в участии в отборе до принятия решения Комиссии о признании заявителя участником отбора.</w:t>
      </w:r>
    </w:p>
    <w:p w:rsidR="00A44D9A" w:rsidRPr="00C927DE" w:rsidRDefault="00A53D5B" w:rsidP="00C927DE">
      <w:pPr>
        <w:tabs>
          <w:tab w:val="left" w:pos="1369"/>
        </w:tabs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>3.3.7</w:t>
      </w:r>
      <w:r w:rsidR="00A44D9A" w:rsidRPr="00C927DE">
        <w:rPr>
          <w:rFonts w:eastAsia="Arial Unicode MS" w:cs="Arial"/>
        </w:rPr>
        <w:t>. Отбор признается несостоявшимся в случаях, если: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>1) на участие в отборе не подана ни одна заявка либо в результате рассмотрения заявок на участие в отборе принято решение о непризнании всех заявителей участниками отбора;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eastAsia="Arial Unicode MS" w:cs="Arial"/>
        </w:rPr>
      </w:pPr>
      <w:r w:rsidRPr="00C927DE">
        <w:rPr>
          <w:rFonts w:eastAsia="Arial Unicode MS" w:cs="Arial"/>
        </w:rPr>
        <w:t xml:space="preserve">2) участниками отбора признано менее </w:t>
      </w:r>
      <w:r w:rsidR="00324113" w:rsidRPr="00C927DE">
        <w:rPr>
          <w:rFonts w:eastAsia="Arial Unicode MS" w:cs="Arial"/>
        </w:rPr>
        <w:t>двух</w:t>
      </w:r>
      <w:r w:rsidRPr="00C927DE">
        <w:rPr>
          <w:rFonts w:eastAsia="Arial Unicode MS" w:cs="Arial"/>
        </w:rPr>
        <w:t xml:space="preserve"> заявител</w:t>
      </w:r>
      <w:r w:rsidR="00324113" w:rsidRPr="00C927DE">
        <w:rPr>
          <w:rFonts w:eastAsia="Arial Unicode MS" w:cs="Arial"/>
        </w:rPr>
        <w:t>ей</w:t>
      </w:r>
      <w:r w:rsidRPr="00C927DE">
        <w:rPr>
          <w:rFonts w:eastAsia="Arial Unicode MS" w:cs="Arial"/>
        </w:rPr>
        <w:t>.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eastAsia="Calibri" w:cs="Arial"/>
        </w:rPr>
      </w:pPr>
      <w:r w:rsidRPr="00C927DE">
        <w:rPr>
          <w:rFonts w:eastAsia="Arial Unicode MS" w:cs="Arial"/>
        </w:rPr>
        <w:lastRenderedPageBreak/>
        <w:t>3.3</w:t>
      </w:r>
      <w:r w:rsidR="00A53D5B" w:rsidRPr="00C927DE">
        <w:rPr>
          <w:rFonts w:eastAsia="Arial Unicode MS" w:cs="Arial"/>
        </w:rPr>
        <w:t>.8</w:t>
      </w:r>
      <w:r w:rsidRPr="00C927DE">
        <w:rPr>
          <w:rFonts w:eastAsia="Arial Unicode MS" w:cs="Arial"/>
        </w:rPr>
        <w:t xml:space="preserve">. В случае признания отбора несостоявшимся по причине, указанной в </w:t>
      </w:r>
      <w:r w:rsidR="00903EB7" w:rsidRPr="00C927DE">
        <w:rPr>
          <w:rFonts w:eastAsia="Arial Unicode MS" w:cs="Arial"/>
        </w:rPr>
        <w:t>подпункте</w:t>
      </w:r>
      <w:r w:rsidRPr="00C927DE">
        <w:rPr>
          <w:rFonts w:eastAsia="Arial Unicode MS" w:cs="Arial"/>
        </w:rPr>
        <w:t xml:space="preserve"> 2 пункта</w:t>
      </w:r>
      <w:r w:rsidR="00CD2B2E" w:rsidRPr="00C927DE">
        <w:rPr>
          <w:rFonts w:eastAsia="Arial Unicode MS" w:cs="Arial"/>
        </w:rPr>
        <w:t xml:space="preserve"> </w:t>
      </w:r>
      <w:r w:rsidRPr="00C927DE">
        <w:rPr>
          <w:rFonts w:eastAsia="Arial Unicode MS" w:cs="Arial"/>
        </w:rPr>
        <w:t>3.3.</w:t>
      </w:r>
      <w:r w:rsidR="00A53D5B" w:rsidRPr="00C927DE">
        <w:rPr>
          <w:rFonts w:eastAsia="Arial Unicode MS" w:cs="Arial"/>
        </w:rPr>
        <w:t>7</w:t>
      </w:r>
      <w:r w:rsidRPr="00C927DE">
        <w:rPr>
          <w:rFonts w:eastAsia="Arial Unicode MS" w:cs="Arial"/>
        </w:rPr>
        <w:t xml:space="preserve">, </w:t>
      </w:r>
      <w:r w:rsidRPr="00C927DE">
        <w:rPr>
          <w:rFonts w:eastAsia="Calibri" w:cs="Arial"/>
        </w:rPr>
        <w:t>Комиссией принимается решение о предоставлении субсидии единственному участнику отбора</w:t>
      </w:r>
      <w:r w:rsidR="00CD2B2E" w:rsidRPr="00C927DE">
        <w:rPr>
          <w:rFonts w:eastAsia="Calibri" w:cs="Arial"/>
        </w:rPr>
        <w:t xml:space="preserve"> </w:t>
      </w:r>
      <w:r w:rsidR="008C72F9" w:rsidRPr="00C927DE">
        <w:rPr>
          <w:rFonts w:eastAsia="Calibri" w:cs="Arial"/>
        </w:rPr>
        <w:t>при наличии</w:t>
      </w:r>
      <w:r w:rsidR="00CD2B2E" w:rsidRPr="00C927DE">
        <w:rPr>
          <w:rFonts w:eastAsia="Calibri" w:cs="Arial"/>
        </w:rPr>
        <w:t xml:space="preserve"> </w:t>
      </w:r>
      <w:r w:rsidR="008C72F9" w:rsidRPr="00C927DE">
        <w:rPr>
          <w:rFonts w:cs="Arial"/>
        </w:rPr>
        <w:t xml:space="preserve">бюджетных ассигнований, </w:t>
      </w:r>
      <w:bookmarkStart w:id="17" w:name="_Hlk47423430"/>
      <w:r w:rsidR="008C72F9" w:rsidRPr="00C927DE">
        <w:rPr>
          <w:rFonts w:cs="Arial"/>
        </w:rPr>
        <w:t xml:space="preserve">предусмотренных </w:t>
      </w:r>
      <w:r w:rsidR="007F32EC" w:rsidRPr="00C927DE">
        <w:rPr>
          <w:rFonts w:cs="Arial"/>
        </w:rPr>
        <w:t xml:space="preserve">решением </w:t>
      </w:r>
      <w:r w:rsidR="00903EB7" w:rsidRPr="00C927DE">
        <w:rPr>
          <w:rFonts w:cs="Arial"/>
        </w:rPr>
        <w:t>С</w:t>
      </w:r>
      <w:r w:rsidR="007F32EC" w:rsidRPr="00C927DE">
        <w:rPr>
          <w:rFonts w:cs="Arial"/>
        </w:rPr>
        <w:t xml:space="preserve">овета народных депутатов Павловского муниципального района Воронежской области </w:t>
      </w:r>
      <w:r w:rsidR="002D7CB2" w:rsidRPr="00C927DE">
        <w:rPr>
          <w:rFonts w:cs="Arial"/>
        </w:rPr>
        <w:t xml:space="preserve">об утверждении бюджета </w:t>
      </w:r>
      <w:r w:rsidR="008C72F9" w:rsidRPr="00C927DE">
        <w:rPr>
          <w:rFonts w:cs="Arial"/>
        </w:rPr>
        <w:t>на соответствующий финансовый годна выплату данной субсидии</w:t>
      </w:r>
      <w:bookmarkEnd w:id="17"/>
      <w:r w:rsidRPr="00C927DE">
        <w:rPr>
          <w:rFonts w:eastAsia="Calibri" w:cs="Arial"/>
        </w:rPr>
        <w:t>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A53D5B" w:rsidRPr="00C927DE">
        <w:rPr>
          <w:rFonts w:cs="Arial"/>
        </w:rPr>
        <w:t>9</w:t>
      </w:r>
      <w:r w:rsidR="007F32EC" w:rsidRPr="00C927DE">
        <w:rPr>
          <w:rFonts w:cs="Arial"/>
        </w:rPr>
        <w:t>.</w:t>
      </w:r>
      <w:r w:rsidRPr="00C927DE">
        <w:rPr>
          <w:rFonts w:cs="Arial"/>
        </w:rPr>
        <w:t> В случае, если участниками отбора признаны два или более заявителей, решение о предоставлении субсидии принимается Комиссией на основании оценки заявок участников отбора, которая осуществляется путем начисления баллов в соответствии со следующими критериями отбора</w:t>
      </w:r>
      <w:r w:rsidR="00324113" w:rsidRPr="00C927DE">
        <w:rPr>
          <w:rFonts w:cs="Arial"/>
        </w:rPr>
        <w:t xml:space="preserve"> и в пределах бюджетных ассигнований, </w:t>
      </w:r>
      <w:r w:rsidR="0065505D" w:rsidRPr="00C927DE">
        <w:rPr>
          <w:rFonts w:cs="Arial"/>
        </w:rPr>
        <w:t xml:space="preserve">предусмотренных решением </w:t>
      </w:r>
      <w:r w:rsidR="00903EB7" w:rsidRPr="00C927DE">
        <w:rPr>
          <w:rFonts w:cs="Arial"/>
        </w:rPr>
        <w:t>С</w:t>
      </w:r>
      <w:r w:rsidR="0065505D" w:rsidRPr="00C927DE">
        <w:rPr>
          <w:rFonts w:cs="Arial"/>
        </w:rPr>
        <w:t>овета народных депутатов Павловского муниципального района Воронежской области об утверждении бюджета на соответствующий финансовый год на выплату данной субсидии</w:t>
      </w:r>
      <w:r w:rsidRPr="00C927DE">
        <w:rPr>
          <w:rFonts w:cs="Arial"/>
        </w:rPr>
        <w:t>: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1) </w:t>
      </w:r>
      <w:r w:rsidR="00903EB7" w:rsidRPr="00C927DE">
        <w:rPr>
          <w:rFonts w:cs="Arial"/>
        </w:rPr>
        <w:t>д</w:t>
      </w:r>
      <w:r w:rsidR="001D52B2" w:rsidRPr="00C927DE">
        <w:rPr>
          <w:rFonts w:cs="Arial"/>
        </w:rPr>
        <w:t>оля работников, относящихся к категориям, указанным в пункте 1 части 1 статьи 24.1 Федерального закона № 209-ФЗ</w:t>
      </w:r>
      <w:bookmarkStart w:id="18" w:name="_Hlk50382250"/>
      <w:r w:rsidR="001D52B2" w:rsidRPr="00C927DE">
        <w:rPr>
          <w:rFonts w:cs="Arial"/>
        </w:rPr>
        <w:t xml:space="preserve">, </w:t>
      </w:r>
      <w:bookmarkEnd w:id="18"/>
      <w:r w:rsidR="001D52B2" w:rsidRPr="00C927DE">
        <w:rPr>
          <w:rFonts w:cs="Arial"/>
        </w:rPr>
        <w:t>в общей среднесписочной численности работников (человек) за предшествующий календарный год, в процентах</w:t>
      </w:r>
      <w:r w:rsidRPr="00C927DE">
        <w:rPr>
          <w:rFonts w:cs="Arial"/>
        </w:rPr>
        <w:t>: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</w:t>
      </w:r>
      <w:r w:rsidR="001D52B2" w:rsidRPr="00C927DE">
        <w:rPr>
          <w:rFonts w:cs="Arial"/>
        </w:rPr>
        <w:t xml:space="preserve"> от 50 до 60</w:t>
      </w:r>
      <w:r w:rsidRPr="00C927DE">
        <w:rPr>
          <w:rFonts w:cs="Arial"/>
        </w:rPr>
        <w:t>;</w:t>
      </w:r>
    </w:p>
    <w:p w:rsidR="001D52B2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2 балла – </w:t>
      </w:r>
      <w:r w:rsidR="001D52B2" w:rsidRPr="00C927DE">
        <w:rPr>
          <w:rFonts w:cs="Arial"/>
        </w:rPr>
        <w:t>от 61 до 70;</w:t>
      </w:r>
    </w:p>
    <w:p w:rsidR="001D52B2" w:rsidRPr="00C927DE" w:rsidRDefault="001D52B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71 до 80;</w:t>
      </w:r>
    </w:p>
    <w:p w:rsidR="001D52B2" w:rsidRPr="00C927DE" w:rsidRDefault="001D52B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81 до 90;</w:t>
      </w:r>
    </w:p>
    <w:p w:rsidR="001D52B2" w:rsidRPr="00C927DE" w:rsidRDefault="001D52B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91 до 100.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2) </w:t>
      </w:r>
      <w:r w:rsidR="00903EB7" w:rsidRPr="00C927DE">
        <w:rPr>
          <w:rFonts w:cs="Arial"/>
        </w:rPr>
        <w:t>д</w:t>
      </w:r>
      <w:r w:rsidR="001D52B2" w:rsidRPr="00C927DE">
        <w:rPr>
          <w:rFonts w:cs="Arial"/>
        </w:rPr>
        <w:t>оля расходов на оплату труда работников, относящихся к категориям, указанным в пункте 1 части 1 статьи 24.1 Федерального закона № 209-ФЗ, в общих расходах на оплату труда работников за предшествующий календарный г</w:t>
      </w:r>
      <w:r w:rsidR="004658B7" w:rsidRPr="00C927DE">
        <w:rPr>
          <w:rFonts w:cs="Arial"/>
        </w:rPr>
        <w:t>од, в процентах</w:t>
      </w:r>
      <w:r w:rsidRPr="00C927DE">
        <w:rPr>
          <w:rFonts w:cs="Arial"/>
        </w:rPr>
        <w:t>:</w:t>
      </w:r>
    </w:p>
    <w:p w:rsidR="00F4381D" w:rsidRPr="00C927DE" w:rsidRDefault="00F4381D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F4381D" w:rsidRPr="00C927DE" w:rsidRDefault="00F4381D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25 до 40;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41 до 55;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56 до 70;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71 до 85;</w:t>
      </w:r>
    </w:p>
    <w:p w:rsidR="008C516B" w:rsidRPr="00C927DE" w:rsidRDefault="008C516B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86 до 100.</w:t>
      </w:r>
    </w:p>
    <w:p w:rsidR="00A44D9A" w:rsidRPr="00C927DE" w:rsidRDefault="00A44D9A" w:rsidP="00C927DE">
      <w:pPr>
        <w:tabs>
          <w:tab w:val="left" w:pos="1369"/>
        </w:tabs>
        <w:ind w:firstLine="709"/>
        <w:rPr>
          <w:rFonts w:cs="Arial"/>
        </w:rPr>
      </w:pPr>
      <w:r w:rsidRPr="00C927DE">
        <w:rPr>
          <w:rFonts w:cs="Arial"/>
        </w:rPr>
        <w:t>3) </w:t>
      </w:r>
      <w:r w:rsidR="004212B8" w:rsidRPr="00C927DE">
        <w:rPr>
          <w:rFonts w:cs="Arial"/>
        </w:rPr>
        <w:t>Доля доходов от осуществления деятельности (видов деятельности), указанной в пунктах 2, 3 или 4 части 1 статьи 24.1 Федерального закона № 209-ФЗ, по итогам предыдущего календарного года в общем объеме доходов, процентов</w:t>
      </w:r>
      <w:r w:rsidRPr="00C927DE">
        <w:rPr>
          <w:rFonts w:cs="Arial"/>
        </w:rPr>
        <w:t>: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50 до 60;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61 до 70;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71 до 80;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81 до 90;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91 до 100.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4) </w:t>
      </w:r>
      <w:r w:rsidR="00903EB7" w:rsidRPr="00C927DE">
        <w:rPr>
          <w:rFonts w:cs="Arial"/>
        </w:rPr>
        <w:t>д</w:t>
      </w:r>
      <w:r w:rsidR="004212B8" w:rsidRPr="00C927DE">
        <w:rPr>
          <w:rFonts w:cs="Arial"/>
        </w:rPr>
        <w:t>оля чистой прибыли, полученной в предшествующем календарном году, направленной на осуществление деятельности (видов деятельности), указанной в пунктах 2, 3 или 4 части 1 статьи 24.1 Федерального закона № 209-ФЗ, в текущем календарном году от размера указанной прибыли, процентов</w:t>
      </w:r>
      <w:r w:rsidRPr="00C927DE">
        <w:rPr>
          <w:rFonts w:cs="Arial"/>
        </w:rPr>
        <w:t>: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50 до 60;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61 до 70;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71 до 80;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81 до 90;</w:t>
      </w:r>
    </w:p>
    <w:p w:rsidR="004212B8" w:rsidRPr="00C927DE" w:rsidRDefault="004212B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91 до 100.</w:t>
      </w:r>
    </w:p>
    <w:p w:rsidR="00535FF0" w:rsidRPr="00C927DE" w:rsidRDefault="00A8050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</w:t>
      </w:r>
      <w:r w:rsidR="00535FF0" w:rsidRPr="00C927DE">
        <w:rPr>
          <w:rFonts w:cs="Arial"/>
        </w:rPr>
        <w:t>) </w:t>
      </w:r>
      <w:r w:rsidR="00903EB7" w:rsidRPr="00C927DE">
        <w:rPr>
          <w:rFonts w:cs="Arial"/>
        </w:rPr>
        <w:t>д</w:t>
      </w:r>
      <w:r w:rsidR="00535FF0" w:rsidRPr="00C927DE">
        <w:rPr>
          <w:rFonts w:cs="Arial"/>
        </w:rPr>
        <w:t xml:space="preserve">оля фактически произведенных затрат отразмера планируемых к </w:t>
      </w:r>
      <w:r w:rsidR="00535FF0" w:rsidRPr="00C927DE">
        <w:rPr>
          <w:rFonts w:cs="Arial"/>
        </w:rPr>
        <w:lastRenderedPageBreak/>
        <w:t>возмещению процентов: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 балл – от 0 до 10;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2 балла – от 11 до 20;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 балла – от 21 до 30;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4 балла – от 31 до 40;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5 баллов – от 41 до 50;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6 баллов – от 51 до 60;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7 баллов – от 61 до 70;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8 баллов – от 71 до 80;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9 баллов – от 81 до 90;</w:t>
      </w:r>
    </w:p>
    <w:p w:rsidR="00535FF0" w:rsidRPr="00C927DE" w:rsidRDefault="00535FF0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10 баллов – от 91 до 100</w:t>
      </w:r>
      <w:r w:rsidR="00903EB7" w:rsidRPr="00C927DE">
        <w:rPr>
          <w:rFonts w:cs="Arial"/>
        </w:rPr>
        <w:t>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Комиссия осуществляет оценку заявок путем выставления баллов по каждому критерию в ведомости оценки заявок, форма которой определена в приложении № 3</w:t>
      </w:r>
      <w:r w:rsidR="00A6352C" w:rsidRPr="00C927DE">
        <w:rPr>
          <w:rFonts w:cs="Arial"/>
        </w:rPr>
        <w:t xml:space="preserve"> к настоящему Порядку</w:t>
      </w:r>
      <w:r w:rsidRPr="00C927DE">
        <w:rPr>
          <w:rFonts w:cs="Arial"/>
        </w:rPr>
        <w:t>.</w:t>
      </w:r>
    </w:p>
    <w:p w:rsidR="00A44D9A" w:rsidRPr="00C927DE" w:rsidRDefault="00A44D9A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В зависимости от количества набранных баллов заявки ранжируются в порядке убывания баллов (составляется рейтинг заявок). При равном количестве баллов приоритет имеет заявка, поступившая раньше (согласно регистрационным порядковым номерам заявок).</w:t>
      </w:r>
    </w:p>
    <w:p w:rsidR="00671219" w:rsidRPr="00C927DE" w:rsidRDefault="006A1B12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3</w:t>
      </w:r>
      <w:r w:rsidR="00A44D9A" w:rsidRPr="00C927DE">
        <w:rPr>
          <w:rFonts w:cs="Arial"/>
        </w:rPr>
        <w:t>.</w:t>
      </w:r>
      <w:r w:rsidRPr="00C927DE">
        <w:rPr>
          <w:rFonts w:cs="Arial"/>
        </w:rPr>
        <w:t>3.</w:t>
      </w:r>
      <w:r w:rsidR="00A53D5B" w:rsidRPr="00C927DE">
        <w:rPr>
          <w:rFonts w:cs="Arial"/>
        </w:rPr>
        <w:t>10</w:t>
      </w:r>
      <w:r w:rsidR="00A44D9A" w:rsidRPr="00C927DE">
        <w:rPr>
          <w:rFonts w:cs="Arial"/>
        </w:rPr>
        <w:t>. На основании результатов оценки заявок Комиссия</w:t>
      </w:r>
      <w:r w:rsidR="00671219" w:rsidRPr="00C927DE">
        <w:rPr>
          <w:rFonts w:cs="Arial"/>
        </w:rPr>
        <w:t>: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принимает решение о признании заявителя получателем субсидии (об отказе заявителю в признании его получателем субсидии);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по каждому получателю субсидии определяет размер предоставляемой субсидии на основе</w:t>
      </w:r>
      <w:r w:rsidR="0084502D" w:rsidRPr="00C927DE">
        <w:rPr>
          <w:rFonts w:cs="Arial"/>
        </w:rPr>
        <w:t xml:space="preserve"> составленного рейтинга заявок и</w:t>
      </w:r>
      <w:r w:rsidRPr="00C927DE">
        <w:rPr>
          <w:rFonts w:cs="Arial"/>
        </w:rPr>
        <w:t xml:space="preserve"> предложений о суммах субсидии, запрашиваемых в заявках, и с учетом требований пунктов 1.</w:t>
      </w:r>
      <w:r w:rsidR="00A53D5B" w:rsidRPr="00C927DE">
        <w:rPr>
          <w:rFonts w:cs="Arial"/>
        </w:rPr>
        <w:t>7</w:t>
      </w:r>
      <w:r w:rsidRPr="00C927DE">
        <w:rPr>
          <w:rFonts w:cs="Arial"/>
        </w:rPr>
        <w:t xml:space="preserve"> и 3.4.1 настоящего Порядка, в случае несоответствия указанным требованиям корректирует (уменьшает) размер запрашиваемой субсидии;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в пределах утвержденных лимитов бюджетных обязательств принимает решение об их распределении и заключении с получателями субсидии Соглашений о предоставлении субсидии либо принимает отлагательное положительное решение в соответствии с пунктом 3.3.</w:t>
      </w:r>
      <w:r w:rsidR="00AA2F18" w:rsidRPr="00C927DE">
        <w:rPr>
          <w:rFonts w:cs="Arial"/>
        </w:rPr>
        <w:t>1</w:t>
      </w:r>
      <w:r w:rsidR="00A53D5B" w:rsidRPr="00C927DE">
        <w:rPr>
          <w:rFonts w:cs="Arial"/>
        </w:rPr>
        <w:t>1</w:t>
      </w:r>
      <w:r w:rsidRPr="00C927DE">
        <w:rPr>
          <w:rFonts w:cs="Arial"/>
        </w:rPr>
        <w:t xml:space="preserve"> настоящего Порядка;</w:t>
      </w:r>
    </w:p>
    <w:p w:rsidR="00671219" w:rsidRPr="00C927DE" w:rsidRDefault="00A53D5B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</w:t>
      </w:r>
      <w:r w:rsidR="00671219" w:rsidRPr="00C927DE">
        <w:rPr>
          <w:rFonts w:cs="Arial"/>
        </w:rPr>
        <w:t>) принимает решение о перечислении субсидии получателю субсидии либо об отказе в предоставлении субсидии в соответствии с пунктами</w:t>
      </w:r>
      <w:r w:rsidR="00393658" w:rsidRPr="00C927DE">
        <w:rPr>
          <w:rFonts w:cs="Arial"/>
        </w:rPr>
        <w:t xml:space="preserve"> 3.3.8</w:t>
      </w:r>
      <w:r w:rsidR="00275170" w:rsidRPr="00C927DE">
        <w:rPr>
          <w:rFonts w:cs="Arial"/>
        </w:rPr>
        <w:t>,</w:t>
      </w:r>
      <w:r w:rsidR="001B64CC" w:rsidRPr="00C927DE">
        <w:rPr>
          <w:rFonts w:cs="Arial"/>
        </w:rPr>
        <w:t xml:space="preserve"> </w:t>
      </w:r>
      <w:r w:rsidR="00671219" w:rsidRPr="00C927DE">
        <w:rPr>
          <w:rFonts w:cs="Arial"/>
        </w:rPr>
        <w:t>3.3.</w:t>
      </w:r>
      <w:r w:rsidR="00A6352C" w:rsidRPr="00C927DE">
        <w:rPr>
          <w:rFonts w:cs="Arial"/>
        </w:rPr>
        <w:t>1</w:t>
      </w:r>
      <w:r w:rsidR="00393658" w:rsidRPr="00C927DE">
        <w:rPr>
          <w:rFonts w:cs="Arial"/>
        </w:rPr>
        <w:t>2</w:t>
      </w:r>
      <w:r w:rsidR="00671219" w:rsidRPr="00C927DE">
        <w:rPr>
          <w:rFonts w:cs="Arial"/>
        </w:rPr>
        <w:t xml:space="preserve"> и 3.5.2</w:t>
      </w:r>
      <w:r w:rsidR="001B64CC" w:rsidRPr="00C927DE">
        <w:rPr>
          <w:rFonts w:cs="Arial"/>
        </w:rPr>
        <w:t xml:space="preserve"> </w:t>
      </w:r>
      <w:r w:rsidR="00671219" w:rsidRPr="00C927DE">
        <w:rPr>
          <w:rFonts w:cs="Arial"/>
        </w:rPr>
        <w:t>настоящего Порядка;</w:t>
      </w:r>
    </w:p>
    <w:p w:rsidR="00671219" w:rsidRPr="00C927DE" w:rsidRDefault="00A53D5B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</w:t>
      </w:r>
      <w:r w:rsidR="00671219" w:rsidRPr="00C927DE">
        <w:rPr>
          <w:rFonts w:cs="Arial"/>
        </w:rPr>
        <w:t>) принимает решени</w:t>
      </w:r>
      <w:r w:rsidR="00903EB7" w:rsidRPr="00C927DE">
        <w:rPr>
          <w:rFonts w:cs="Arial"/>
        </w:rPr>
        <w:t>е</w:t>
      </w:r>
      <w:r w:rsidR="00671219" w:rsidRPr="00C927DE">
        <w:rPr>
          <w:rFonts w:cs="Arial"/>
        </w:rPr>
        <w:t xml:space="preserve"> о необходимости внесения изменений в Соглашение о предоставлении субсидии (заключени</w:t>
      </w:r>
      <w:r w:rsidR="00903EB7" w:rsidRPr="00C927DE">
        <w:rPr>
          <w:rFonts w:cs="Arial"/>
        </w:rPr>
        <w:t>е</w:t>
      </w:r>
      <w:r w:rsidR="00671219" w:rsidRPr="00C927DE">
        <w:rPr>
          <w:rFonts w:cs="Arial"/>
        </w:rPr>
        <w:t xml:space="preserve"> дополнительных соглашений) в части определения размера субсидии, предоставляемой субъекту социального предпринимательства по результатам рассмотрения представленных ими копий документов из числа перечисленных в приложении № </w:t>
      </w:r>
      <w:r w:rsidR="00535FF0" w:rsidRPr="00C927DE">
        <w:rPr>
          <w:rFonts w:cs="Arial"/>
        </w:rPr>
        <w:t>4</w:t>
      </w:r>
      <w:r w:rsidR="00671219" w:rsidRPr="00C927DE">
        <w:rPr>
          <w:rFonts w:cs="Arial"/>
        </w:rPr>
        <w:t xml:space="preserve"> к настоящему Порядку, подтверждающих фактически произведенные затраты;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принимает решение об отказе в заключении Соглашения о предоставлении субсидии в порядке, определенном в пункте 3.5.5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>настоящего Порядка.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AA2F18" w:rsidRPr="00C927DE">
        <w:rPr>
          <w:rFonts w:cs="Arial"/>
        </w:rPr>
        <w:t>1</w:t>
      </w:r>
      <w:r w:rsidR="00A53D5B" w:rsidRPr="00C927DE">
        <w:rPr>
          <w:rFonts w:cs="Arial"/>
        </w:rPr>
        <w:t>1</w:t>
      </w:r>
      <w:r w:rsidRPr="00C927DE">
        <w:rPr>
          <w:rFonts w:cs="Arial"/>
        </w:rPr>
        <w:t xml:space="preserve">. Отлагательное положительное решение Комиссия вправе применять в отношении заявок от заявителей, претендующих на получение субсидий, в случае, если в рамках утвержденных лимитов бюджетных обязательств нет свободных средств, то есть когда часть или вся сумма бюджетных обязательств, предусмотренных на текущий финансовый год в бюджете </w:t>
      </w:r>
      <w:r w:rsidR="000E6BC9" w:rsidRPr="00C927DE">
        <w:rPr>
          <w:rFonts w:cs="Arial"/>
        </w:rPr>
        <w:t xml:space="preserve">Павловского муниципального района Воронежской </w:t>
      </w:r>
      <w:r w:rsidRPr="00C927DE">
        <w:rPr>
          <w:rFonts w:cs="Arial"/>
        </w:rPr>
        <w:t xml:space="preserve">области на финансовое обеспечение реализации настоящего Порядка, зарезервирована под заявки, в отношении которых заключены Соглашения о предоставлении субсидии, но субсидия в полном объеме не перечислена по причине того, что получателями субсидии, выразившими в своих </w:t>
      </w:r>
      <w:r w:rsidRPr="00C927DE">
        <w:rPr>
          <w:rFonts w:cs="Arial"/>
        </w:rPr>
        <w:lastRenderedPageBreak/>
        <w:t>заявках намерения произвести затраты, не представлены соответствующие подтверждающие документы, и сроки выполнения данного обязательства получателями субсидии, закрепленные в Соглашениях о предоставлении субсидии, еще не истекли.</w:t>
      </w:r>
    </w:p>
    <w:p w:rsidR="00C71F3A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При </w:t>
      </w:r>
      <w:r w:rsidR="00C71F3A" w:rsidRPr="00C927DE">
        <w:rPr>
          <w:rFonts w:cs="Arial"/>
        </w:rPr>
        <w:t xml:space="preserve">официальном </w:t>
      </w:r>
      <w:r w:rsidRPr="00C927DE">
        <w:rPr>
          <w:rFonts w:cs="Arial"/>
        </w:rPr>
        <w:t>отказе получателя субсидии от заключения Соглашения о предоставлении субсидии или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>в случае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 xml:space="preserve">неиспользования получателями субсидии, с которыми заключены Соглашения о перечислении субсидии, зарезервированных средств субсидии, право заключения Соглашения о предоставлении субсидии, </w:t>
      </w:r>
      <w:r w:rsidR="00C71F3A" w:rsidRPr="00C927DE">
        <w:rPr>
          <w:rFonts w:cs="Arial"/>
        </w:rPr>
        <w:t>предоставляется участнику отбора, чья заявка является следующей в рейтинге заявок</w:t>
      </w:r>
      <w:r w:rsidRPr="00C927DE">
        <w:rPr>
          <w:rFonts w:cs="Arial"/>
        </w:rPr>
        <w:t>, в отношении которого принято отлаг</w:t>
      </w:r>
      <w:r w:rsidR="00C71F3A" w:rsidRPr="00C927DE">
        <w:rPr>
          <w:rFonts w:cs="Arial"/>
        </w:rPr>
        <w:t>ательное положительное решение.</w:t>
      </w:r>
      <w:r w:rsidR="001B64CC" w:rsidRPr="00C927DE">
        <w:rPr>
          <w:rFonts w:cs="Arial"/>
        </w:rPr>
        <w:t xml:space="preserve"> </w:t>
      </w:r>
      <w:r w:rsidR="00C71F3A" w:rsidRPr="00C927DE">
        <w:rPr>
          <w:rFonts w:cs="Arial"/>
        </w:rPr>
        <w:t>Данный участник отбора решением Комиссии признается получателем субсидии.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</w:t>
      </w:r>
      <w:r w:rsidR="004C04EB" w:rsidRPr="00C927DE">
        <w:rPr>
          <w:rFonts w:cs="Arial"/>
        </w:rPr>
        <w:t>1</w:t>
      </w:r>
      <w:r w:rsidR="00393658" w:rsidRPr="00C927DE">
        <w:rPr>
          <w:rFonts w:cs="Arial"/>
        </w:rPr>
        <w:t>2</w:t>
      </w:r>
      <w:r w:rsidRPr="00C927DE">
        <w:rPr>
          <w:rFonts w:cs="Arial"/>
        </w:rPr>
        <w:t>. Решение о перечислении субсидии или об отказе в предоставлении субсидии Комиссии принимает после рассмотрения поступивших от получателя субсидии, с которым заключено Соглашение о предоставлении субсидии, документов, подтверждающих фактически произведенные затраты (из числа перечисленных в приложении № </w:t>
      </w:r>
      <w:r w:rsidR="00535FF0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Порядку).</w:t>
      </w:r>
    </w:p>
    <w:p w:rsidR="00671219" w:rsidRPr="00C927DE" w:rsidRDefault="004C04EB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3.3.1</w:t>
      </w:r>
      <w:r w:rsidR="00393658" w:rsidRPr="00C927DE">
        <w:rPr>
          <w:rFonts w:cs="Arial"/>
        </w:rPr>
        <w:t>3</w:t>
      </w:r>
      <w:r w:rsidR="00671219" w:rsidRPr="00C927DE">
        <w:rPr>
          <w:rFonts w:cs="Arial"/>
        </w:rPr>
        <w:t>. Все решения Комиссии, в том числе информация о полном перечислении бюджетных ассигнований, отражаются в протоколах заседаний Комиссии, которые оформляются и подписываются не позднее 3 (трех) рабочих дней, следующих за днем проведения заседаний Комиссии. В случае, если Комиссия приняла решение о предоставлении субсидии в меньшем размере, чем запрашивалось в заявлении о предоставлении субсидии, в протоколе заседания также отражаются причины данного решения и затраты, которые не были приняты к возмещению за счет субсидии.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Информация о получателях субсидии подлежит размещению на официальном сайте Администрации в информационно-телекоммуникационной сети Интернет не позднее 3 (трех) рабочих дней, следующего за днем подписания протокола.</w:t>
      </w:r>
    </w:p>
    <w:p w:rsidR="00671219" w:rsidRPr="00C927DE" w:rsidRDefault="00671219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Организатор уведомляет заявителей способом и по адресу, указанным в заявлении, о принятых в отношении их решениях Комиссии не позднее 3 (трех) рабочих дней со дня подписания протокола заседания Комиссии.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 Определение размера субсидии</w:t>
      </w:r>
      <w:r w:rsidR="00AD2453" w:rsidRPr="00C927DE">
        <w:rPr>
          <w:rFonts w:cs="Arial"/>
        </w:rPr>
        <w:t>,</w:t>
      </w:r>
      <w:r w:rsidRPr="00C927DE">
        <w:rPr>
          <w:rFonts w:cs="Arial"/>
        </w:rPr>
        <w:t xml:space="preserve"> результат</w:t>
      </w:r>
      <w:r w:rsidR="00AD2453" w:rsidRPr="00C927DE">
        <w:rPr>
          <w:rFonts w:cs="Arial"/>
        </w:rPr>
        <w:t>а и показателей</w:t>
      </w:r>
      <w:r w:rsidRPr="00C927DE">
        <w:rPr>
          <w:rFonts w:cs="Arial"/>
        </w:rPr>
        <w:t xml:space="preserve"> предоставления субсидии.</w:t>
      </w:r>
    </w:p>
    <w:p w:rsidR="00421323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cs="Arial"/>
        </w:rPr>
        <w:t>3.4.1. </w:t>
      </w:r>
      <w:r w:rsidR="00421323" w:rsidRPr="00C927DE">
        <w:rPr>
          <w:rFonts w:eastAsia="Calibri" w:cs="Arial"/>
        </w:rPr>
        <w:t xml:space="preserve">Обязательным условием предоставления субсидии, включаемым в Соглашение, является согласие получателя субсидии на осуществление органами муниципального финансового контроля проверок соблюдения получателем субсидии </w:t>
      </w:r>
      <w:r w:rsidR="00421323" w:rsidRPr="00C927DE">
        <w:rPr>
          <w:rFonts w:cs="Arial"/>
        </w:rPr>
        <w:t>условий, целей и порядка предоставления субсидии, а также на обеспечение достижени</w:t>
      </w:r>
      <w:r w:rsidR="002D0607" w:rsidRPr="00C927DE">
        <w:rPr>
          <w:rFonts w:cs="Arial"/>
        </w:rPr>
        <w:t>е</w:t>
      </w:r>
      <w:r w:rsidR="00421323" w:rsidRPr="00C927DE">
        <w:rPr>
          <w:rFonts w:cs="Arial"/>
        </w:rPr>
        <w:t xml:space="preserve"> результат</w:t>
      </w:r>
      <w:r w:rsidR="002D0607" w:rsidRPr="00C927DE">
        <w:rPr>
          <w:rFonts w:cs="Arial"/>
        </w:rPr>
        <w:t>а</w:t>
      </w:r>
      <w:r w:rsidR="00421323" w:rsidRPr="00C927DE">
        <w:rPr>
          <w:rFonts w:cs="Arial"/>
        </w:rPr>
        <w:t xml:space="preserve"> и выполнение показателей предоставления субсидии в соответствии с пунктами 1.</w:t>
      </w:r>
      <w:r w:rsidR="007472E1" w:rsidRPr="00C927DE">
        <w:rPr>
          <w:rFonts w:cs="Arial"/>
        </w:rPr>
        <w:t>6</w:t>
      </w:r>
      <w:r w:rsidR="00421323" w:rsidRPr="00C927DE">
        <w:rPr>
          <w:rFonts w:cs="Arial"/>
        </w:rPr>
        <w:t>.5</w:t>
      </w:r>
      <w:r w:rsidR="00DC568B" w:rsidRPr="00C927DE">
        <w:rPr>
          <w:rFonts w:cs="Arial"/>
        </w:rPr>
        <w:t>.</w:t>
      </w:r>
      <w:r w:rsidR="00421323" w:rsidRPr="00C927DE">
        <w:rPr>
          <w:rFonts w:cs="Arial"/>
        </w:rPr>
        <w:t xml:space="preserve"> и 1.</w:t>
      </w:r>
      <w:r w:rsidR="007472E1" w:rsidRPr="00C927DE">
        <w:rPr>
          <w:rFonts w:cs="Arial"/>
        </w:rPr>
        <w:t>6</w:t>
      </w:r>
      <w:r w:rsidR="00421323" w:rsidRPr="00C927DE">
        <w:rPr>
          <w:rFonts w:cs="Arial"/>
        </w:rPr>
        <w:t>.6</w:t>
      </w:r>
      <w:r w:rsidR="00DC568B" w:rsidRPr="00C927DE">
        <w:rPr>
          <w:rFonts w:cs="Arial"/>
        </w:rPr>
        <w:t>.</w:t>
      </w:r>
      <w:r w:rsidR="00421323" w:rsidRPr="00C927DE">
        <w:rPr>
          <w:rFonts w:cs="Arial"/>
        </w:rPr>
        <w:t xml:space="preserve"> настоящего Порядка.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bookmarkStart w:id="19" w:name="P269"/>
      <w:bookmarkEnd w:id="19"/>
      <w:r w:rsidRPr="00C927DE">
        <w:rPr>
          <w:rFonts w:cs="Arial"/>
        </w:rPr>
        <w:t xml:space="preserve">Субсидия предоставляется получателю субсидии в размере </w:t>
      </w:r>
      <w:r w:rsidR="00276C22" w:rsidRPr="00C927DE">
        <w:rPr>
          <w:rFonts w:cs="Arial"/>
        </w:rPr>
        <w:t xml:space="preserve">85 % </w:t>
      </w:r>
      <w:r w:rsidRPr="00C927DE">
        <w:rPr>
          <w:rFonts w:cs="Arial"/>
        </w:rPr>
        <w:t>затрат, фактически произведенных в текущем году и (или) году, предшествующем году участия в отборе, и подтвержденных соответствующими документами (из числа перечисленных в приложении № </w:t>
      </w:r>
      <w:r w:rsidR="00535FF0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Порядку) в пределах утвержденных лимитов бюджетных обязательств, но не более 1 500 000,00 (одного миллиона пятисот тысяч) рублей.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Расчет размера субсидии для заявителей – плательщиков налога на добавленную стоимость (далее – НДС) осуществляется на основании документально подтвержденных затрат без учета НДС.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Расчет размера субсидии для заявителей, не являющихся плательщиками НДС или освобожденных от исполнения обязанностей, связанных с исчислением и </w:t>
      </w:r>
      <w:r w:rsidRPr="00C927DE">
        <w:rPr>
          <w:rFonts w:cs="Arial"/>
        </w:rPr>
        <w:lastRenderedPageBreak/>
        <w:t>уплатой НДС, осуществляется на основании документально подтвержденных затрат с учетом НДС.</w:t>
      </w:r>
    </w:p>
    <w:p w:rsidR="00275170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Запрашиваемая сумма последней в </w:t>
      </w:r>
      <w:r w:rsidR="00421323" w:rsidRPr="00C927DE">
        <w:rPr>
          <w:rFonts w:cs="Arial"/>
        </w:rPr>
        <w:t xml:space="preserve">рейтинге </w:t>
      </w:r>
      <w:r w:rsidRPr="00C927DE">
        <w:rPr>
          <w:rFonts w:cs="Arial"/>
        </w:rPr>
        <w:t>заявки</w:t>
      </w:r>
      <w:r w:rsidR="00275170" w:rsidRPr="00C927DE">
        <w:rPr>
          <w:rFonts w:cs="Arial"/>
        </w:rPr>
        <w:t>, из числа признанных получателями субсидий,</w:t>
      </w:r>
      <w:r w:rsidRPr="00C927DE">
        <w:rPr>
          <w:rFonts w:cs="Arial"/>
        </w:rPr>
        <w:t xml:space="preserve"> уменьшается до суммы остатка выделенных средств (утвержденных лимитов бюджетных обязательств для предоставления субсидии).</w:t>
      </w:r>
      <w:bookmarkStart w:id="20" w:name="P271"/>
      <w:bookmarkEnd w:id="20"/>
    </w:p>
    <w:p w:rsidR="00AD2453" w:rsidRPr="00C927DE" w:rsidRDefault="00AD2453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3.4.2.</w:t>
      </w:r>
      <w:r w:rsidR="00DC568B" w:rsidRPr="00C927DE">
        <w:rPr>
          <w:rFonts w:cs="Arial"/>
        </w:rPr>
        <w:t xml:space="preserve"> </w:t>
      </w:r>
      <w:r w:rsidRPr="00C927DE">
        <w:rPr>
          <w:rFonts w:cs="Arial"/>
        </w:rPr>
        <w:t>Результат предоставления субсидии:</w:t>
      </w:r>
    </w:p>
    <w:p w:rsidR="00AD2453" w:rsidRPr="00C927DE" w:rsidRDefault="00AD2453" w:rsidP="00C927DE">
      <w:pPr>
        <w:ind w:firstLine="709"/>
        <w:rPr>
          <w:rFonts w:cs="Arial"/>
          <w:bCs/>
        </w:rPr>
      </w:pPr>
      <w:r w:rsidRPr="00C927DE">
        <w:rPr>
          <w:rFonts w:cs="Arial"/>
        </w:rPr>
        <w:t xml:space="preserve">1) размер </w:t>
      </w:r>
      <w:r w:rsidRPr="00C927DE">
        <w:rPr>
          <w:rFonts w:cs="Arial"/>
          <w:bCs/>
        </w:rPr>
        <w:t xml:space="preserve">фактических затрат не менее 15 (пятнадцати) процентов от суммы запрашиваемой субсидии по направлениям расходов, частично возмещаемых за счет предоставляемой субсидии, указанным в </w:t>
      </w:r>
      <w:hyperlink w:anchor="P101" w:history="1">
        <w:r w:rsidRPr="00C927DE">
          <w:rPr>
            <w:rFonts w:cs="Arial"/>
            <w:bCs/>
          </w:rPr>
          <w:t xml:space="preserve">пункте </w:t>
        </w:r>
      </w:hyperlink>
      <w:r w:rsidR="007472E1" w:rsidRPr="00C927DE">
        <w:rPr>
          <w:rFonts w:cs="Arial"/>
          <w:bCs/>
        </w:rPr>
        <w:t>1.7</w:t>
      </w:r>
      <w:r w:rsidRPr="00C927DE">
        <w:rPr>
          <w:rFonts w:cs="Arial"/>
          <w:bCs/>
        </w:rPr>
        <w:t xml:space="preserve"> настоящего Порядка.</w:t>
      </w:r>
    </w:p>
    <w:p w:rsidR="0090345D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</w:t>
      </w:r>
      <w:r w:rsidR="00AD2453" w:rsidRPr="00C927DE">
        <w:rPr>
          <w:rFonts w:cs="Arial"/>
        </w:rPr>
        <w:t>3</w:t>
      </w:r>
      <w:r w:rsidRPr="00C927DE">
        <w:rPr>
          <w:rFonts w:cs="Arial"/>
        </w:rPr>
        <w:t>. </w:t>
      </w:r>
      <w:r w:rsidR="00AD2453" w:rsidRPr="00C927DE">
        <w:rPr>
          <w:rFonts w:cs="Arial"/>
        </w:rPr>
        <w:t xml:space="preserve"> П</w:t>
      </w:r>
      <w:r w:rsidRPr="00C927DE">
        <w:rPr>
          <w:rFonts w:cs="Arial"/>
        </w:rPr>
        <w:t>оказател</w:t>
      </w:r>
      <w:r w:rsidR="00AD2453" w:rsidRPr="00C927DE">
        <w:rPr>
          <w:rFonts w:cs="Arial"/>
        </w:rPr>
        <w:t>и предоставления субсидии</w:t>
      </w:r>
      <w:r w:rsidRPr="00C927DE">
        <w:rPr>
          <w:rFonts w:cs="Arial"/>
        </w:rPr>
        <w:t xml:space="preserve">: </w:t>
      </w:r>
    </w:p>
    <w:p w:rsidR="0013250D" w:rsidRPr="00C927DE" w:rsidRDefault="0013250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сохранение рабочих мест (при наличии) субъектом социального предпринимательства – получателем субсидии – 100%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>по итогам одного последующего календарного года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>к году предоставления субсидии;</w:t>
      </w:r>
    </w:p>
    <w:p w:rsidR="0013250D" w:rsidRPr="00C927DE" w:rsidRDefault="0013250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Под рабочим местом понимается фактически занятая штатная (должностная) единица на условиях полного рабочего дня (смены), без учета внешних совместителей и самого индивидуального предпринимателя.</w:t>
      </w:r>
    </w:p>
    <w:p w:rsidR="0013250D" w:rsidRPr="00C927DE" w:rsidRDefault="0013250D" w:rsidP="00C927DE">
      <w:pPr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2) сохранение статуса «социальное предприятие» </w:t>
      </w:r>
      <w:r w:rsidRPr="00C927DE">
        <w:rPr>
          <w:rFonts w:cs="Arial"/>
        </w:rPr>
        <w:t>субъектом социального предпринимательства – получателем субсидии – 100%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>по итогам одного последующего календарного годак году предоставления субсидии</w:t>
      </w:r>
      <w:r w:rsidRPr="00C927DE">
        <w:rPr>
          <w:rFonts w:cs="Arial"/>
          <w:bCs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bookmarkStart w:id="21" w:name="P307"/>
      <w:bookmarkEnd w:id="21"/>
      <w:r w:rsidRPr="00C927DE">
        <w:rPr>
          <w:rFonts w:cs="Arial"/>
        </w:rPr>
        <w:t>3.5. Порядок заключения Соглашения о предоставлении субсидии, принятия решения о перечислении субсидии, сроки ее перечисления, порядок принятия решения об отказе в предоставлении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3.5.1. По результатам отбора, на основании решений Комиссии о признании заявителя получателем субсидиии заключения с ним Соглашения о предоставлении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 xml:space="preserve">субсидии между Администрацией и заявителем заключается Соглашение о предоставлении субсидии (далее – Соглашение) в соответствии </w:t>
      </w:r>
      <w:r w:rsidR="00A90A23" w:rsidRPr="00C927DE">
        <w:rPr>
          <w:rFonts w:cs="Arial"/>
        </w:rPr>
        <w:t>с приложением</w:t>
      </w:r>
      <w:r w:rsidR="004B1DD6" w:rsidRPr="00C927DE">
        <w:rPr>
          <w:rFonts w:cs="Arial"/>
        </w:rPr>
        <w:t xml:space="preserve"> №</w:t>
      </w:r>
      <w:r w:rsidR="00012370" w:rsidRPr="00C927DE">
        <w:rPr>
          <w:rFonts w:cs="Arial"/>
        </w:rPr>
        <w:t>5</w:t>
      </w:r>
      <w:r w:rsidR="008D23E7" w:rsidRPr="00C927DE">
        <w:rPr>
          <w:rFonts w:cs="Arial"/>
        </w:rPr>
        <w:t xml:space="preserve"> к настоящему Порядку</w:t>
      </w:r>
      <w:r w:rsidR="00A90A23" w:rsidRPr="00C927DE">
        <w:rPr>
          <w:rFonts w:cs="Arial"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3.5.2. Основанием для перечисления денежных средств получателю субсидии, заключившему Соглашение, является соответствующее решение Комиссии, принятое в результате рассмотрения документов, подтверждающих осуществление фактически произведенных затрат, представленных получателем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В случае если субъект социального предпринимательства – получатель субсидии фактически произвел в текущем году и (или) году, предшествующем году участия в отборе, затраты, указанные в пункте </w:t>
      </w:r>
      <w:r w:rsidR="00AD2453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451EB3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Порядка, и в составе поданной им заявки на участие в отборе представил копии документов из числа перечисленных в приложении № </w:t>
      </w:r>
      <w:r w:rsidR="00535FF0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Порядку, подтверждающих фактически произведенные затраты, решение о перечислении субсидии принимается Комиссией в день заключения с ним Соглашения о предоставлении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В случае если заявка, поданная субъектом социального предпринимательства, с которым заключено Соглашение содержала сведения о намерении произвести в текущем году затраты, указанные в пункте </w:t>
      </w:r>
      <w:r w:rsidR="00AD2453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451EB3" w:rsidRPr="00C927DE">
        <w:rPr>
          <w:rFonts w:cs="Arial"/>
        </w:rPr>
        <w:t>7</w:t>
      </w:r>
      <w:r w:rsidRPr="00C927DE">
        <w:rPr>
          <w:rFonts w:cs="Arial"/>
        </w:rPr>
        <w:t xml:space="preserve"> настоящего Порядка, решение Комиссии о перечислении субсидии принимается в течение </w:t>
      </w:r>
      <w:r w:rsidR="00DC568B" w:rsidRPr="00C927DE">
        <w:rPr>
          <w:rFonts w:cs="Arial"/>
        </w:rPr>
        <w:br/>
      </w:r>
      <w:r w:rsidRPr="00C927DE">
        <w:rPr>
          <w:rFonts w:cs="Arial"/>
        </w:rPr>
        <w:t>14 (четырнадцати) календарных дней со дня поступления Организатору копий документов, подтверждающих фактически произведенные затраты (из числа перечисленных в приложении № 3 к настоящему Порядку), крайний срок представления которых в соответствии с заключенным Соглашением о предоставлении субсидии должен быть определен</w:t>
      </w:r>
      <w:r w:rsidR="001B64CC" w:rsidRPr="00C927DE">
        <w:rPr>
          <w:rFonts w:cs="Arial"/>
        </w:rPr>
        <w:t xml:space="preserve"> </w:t>
      </w:r>
      <w:r w:rsidR="00012370" w:rsidRPr="00C927DE">
        <w:rPr>
          <w:rFonts w:cs="Arial"/>
        </w:rPr>
        <w:t>до конца</w:t>
      </w:r>
      <w:r w:rsidR="00AD2453" w:rsidRPr="00C927DE">
        <w:rPr>
          <w:rFonts w:cs="Arial"/>
        </w:rPr>
        <w:t xml:space="preserve"> текущего </w:t>
      </w:r>
      <w:r w:rsidRPr="00C927DE">
        <w:rPr>
          <w:rFonts w:cs="Arial"/>
        </w:rPr>
        <w:t>года. По результатам рассмотрения представленных копий документов Комиссия корректирует (уменьшает) размер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 xml:space="preserve">предоставляемой субсидии, указанный в </w:t>
      </w:r>
      <w:r w:rsidRPr="00C927DE">
        <w:rPr>
          <w:rFonts w:cs="Arial"/>
        </w:rPr>
        <w:lastRenderedPageBreak/>
        <w:t xml:space="preserve">Соглашении в случае частичного несоответствия расходов требованиям пункта </w:t>
      </w:r>
      <w:r w:rsidR="00DC568B" w:rsidRPr="00C927DE">
        <w:rPr>
          <w:rFonts w:cs="Arial"/>
        </w:rPr>
        <w:br/>
      </w:r>
      <w:r w:rsidR="00AD2453" w:rsidRPr="00C927DE">
        <w:rPr>
          <w:rFonts w:cs="Arial"/>
        </w:rPr>
        <w:t>1</w:t>
      </w:r>
      <w:r w:rsidRPr="00C927DE">
        <w:rPr>
          <w:rFonts w:cs="Arial"/>
        </w:rPr>
        <w:t>.</w:t>
      </w:r>
      <w:r w:rsidR="00451EB3" w:rsidRPr="00C927DE">
        <w:rPr>
          <w:rFonts w:cs="Arial"/>
        </w:rPr>
        <w:t>7</w:t>
      </w:r>
      <w:r w:rsidR="00DC568B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 и (или) не подтверждения части расходов копиями документов.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В случае если получатель субсидии в целях подтверждения фактически произведенных затрат предоставил документ (документы) не из числа документов, перечисленных в приложении № </w:t>
      </w:r>
      <w:r w:rsidR="00BA1032" w:rsidRPr="00C927DE">
        <w:rPr>
          <w:rFonts w:cs="Arial"/>
        </w:rPr>
        <w:t>4</w:t>
      </w:r>
      <w:r w:rsidRPr="00C927DE">
        <w:rPr>
          <w:rFonts w:cs="Arial"/>
        </w:rPr>
        <w:t xml:space="preserve"> к настоящему Порядку, Комиссия в отношении данного документа (документов) принимает отдельное решение.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Комиссия принимает решение об отказе в предоставлении субсидии в случае несоответствия произведенных субъектом социального предпринимательства, с которым заключено Соглашение, расходов требованиям, установленным в пункте </w:t>
      </w:r>
      <w:r w:rsidR="00451EB3" w:rsidRPr="00C927DE">
        <w:rPr>
          <w:rFonts w:cs="Arial"/>
        </w:rPr>
        <w:t>1.7</w:t>
      </w:r>
      <w:r w:rsidR="00DC568B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Порядка, и (или)</w:t>
      </w:r>
      <w:r w:rsidR="001B64CC" w:rsidRPr="00C927DE">
        <w:rPr>
          <w:rFonts w:cs="Arial"/>
        </w:rPr>
        <w:t xml:space="preserve"> </w:t>
      </w:r>
      <w:r w:rsidRPr="00C927DE">
        <w:rPr>
          <w:rFonts w:cs="Arial"/>
        </w:rPr>
        <w:t>не представления им подтверждающих документов в срок, установленный настоящим Порядком.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3.5.3. Соглашение заключается в срок, не превышающий 10 (десять) рабочих дней со дня подписания соответствующего протокола Комиссии.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3.5.4. Субсидия перечисляется на расчетный счет получателя субсидии, указанный в Соглашении, в срок, не превышающий 10 (десяти) рабочих дней </w:t>
      </w:r>
      <w:r w:rsidR="00DC568B" w:rsidRPr="00C927DE">
        <w:rPr>
          <w:rFonts w:cs="Arial"/>
        </w:rPr>
        <w:t>от</w:t>
      </w:r>
      <w:r w:rsidRPr="00C927DE">
        <w:rPr>
          <w:rFonts w:cs="Arial"/>
        </w:rPr>
        <w:t xml:space="preserve"> даты принятия Комиссией решения, указанного в пунктах </w:t>
      </w:r>
      <w:r w:rsidR="00F27E3B" w:rsidRPr="00C927DE">
        <w:rPr>
          <w:rFonts w:cs="Arial"/>
        </w:rPr>
        <w:t>3.3.</w:t>
      </w:r>
      <w:r w:rsidR="00371B16" w:rsidRPr="00C927DE">
        <w:rPr>
          <w:rFonts w:cs="Arial"/>
        </w:rPr>
        <w:t>8</w:t>
      </w:r>
      <w:r w:rsidR="00DC568B" w:rsidRPr="00C927DE">
        <w:rPr>
          <w:rFonts w:cs="Arial"/>
        </w:rPr>
        <w:t>.</w:t>
      </w:r>
      <w:r w:rsidR="00F27E3B" w:rsidRPr="00C927DE">
        <w:rPr>
          <w:rFonts w:cs="Arial"/>
        </w:rPr>
        <w:t>,</w:t>
      </w:r>
      <w:r w:rsidR="00146D31" w:rsidRPr="00C927DE">
        <w:rPr>
          <w:rFonts w:cs="Arial"/>
        </w:rPr>
        <w:t xml:space="preserve"> </w:t>
      </w:r>
      <w:r w:rsidR="00F27E3B" w:rsidRPr="00C927DE">
        <w:rPr>
          <w:rFonts w:cs="Arial"/>
        </w:rPr>
        <w:t>3.3.1</w:t>
      </w:r>
      <w:r w:rsidR="00371B16" w:rsidRPr="00C927DE">
        <w:rPr>
          <w:rFonts w:cs="Arial"/>
        </w:rPr>
        <w:t>2</w:t>
      </w:r>
      <w:r w:rsidR="00DC568B" w:rsidRPr="00C927DE">
        <w:rPr>
          <w:rFonts w:cs="Arial"/>
        </w:rPr>
        <w:t>.</w:t>
      </w:r>
      <w:r w:rsidR="00F27E3B" w:rsidRPr="00C927DE">
        <w:rPr>
          <w:rFonts w:cs="Arial"/>
        </w:rPr>
        <w:t xml:space="preserve"> и 3.5.2</w:t>
      </w:r>
      <w:r w:rsidR="00DC568B" w:rsidRPr="00C927DE">
        <w:rPr>
          <w:rFonts w:cs="Arial"/>
        </w:rPr>
        <w:t>.</w:t>
      </w:r>
      <w:r w:rsidR="00146D31" w:rsidRPr="00C927DE">
        <w:rPr>
          <w:rFonts w:cs="Arial"/>
        </w:rPr>
        <w:t xml:space="preserve"> </w:t>
      </w:r>
      <w:r w:rsidRPr="00C927DE">
        <w:rPr>
          <w:rFonts w:cs="Arial"/>
        </w:rPr>
        <w:t>настоящего Порядка.</w:t>
      </w:r>
    </w:p>
    <w:p w:rsidR="00213FD8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3.5.5. В случае неподписания Соглашения заявителем, признанным получателем субсидии в установленные сроки, Комиссия принимает решение об отказе в заключении Соглашения, о чем в течение 5 (пяти) рабочих дней Организатор направляет соответ</w:t>
      </w:r>
      <w:r w:rsidR="00275170" w:rsidRPr="00C927DE">
        <w:rPr>
          <w:rFonts w:cs="Arial"/>
        </w:rPr>
        <w:t>ствующее уведомление заявителю.</w:t>
      </w:r>
    </w:p>
    <w:p w:rsidR="009C19A6" w:rsidRPr="00C927DE" w:rsidRDefault="009C19A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</w:t>
      </w:r>
      <w:r w:rsidR="00A32F9E" w:rsidRPr="00C927DE">
        <w:rPr>
          <w:rFonts w:cs="Arial"/>
        </w:rPr>
        <w:t xml:space="preserve">.6. </w:t>
      </w:r>
      <w:bookmarkStart w:id="22" w:name="_Hlk52007783"/>
      <w:r w:rsidR="00213FD8" w:rsidRPr="00C927DE">
        <w:rPr>
          <w:rFonts w:cs="Arial"/>
        </w:rPr>
        <w:t xml:space="preserve">Администрация заключает соглашение </w:t>
      </w:r>
      <w:r w:rsidR="00A32F9E" w:rsidRPr="00C927DE">
        <w:rPr>
          <w:rFonts w:cs="Arial"/>
        </w:rPr>
        <w:t xml:space="preserve">с получателем субсидии в соответствии </w:t>
      </w:r>
      <w:bookmarkStart w:id="23" w:name="_Hlk52007512"/>
      <w:r w:rsidR="00A32F9E" w:rsidRPr="00C927DE">
        <w:rPr>
          <w:rFonts w:cs="Arial"/>
        </w:rPr>
        <w:t>с типовыми формами, утвержденными Министерством финансов Российской Федерации</w:t>
      </w:r>
      <w:r w:rsidR="00535E31" w:rsidRPr="00C927DE">
        <w:rPr>
          <w:rFonts w:cs="Arial"/>
        </w:rPr>
        <w:t>, с включением в реестр соглашений (договоров) предоставлении субсидий, бюджетных инвестиций, межбюджетных трансфертов</w:t>
      </w:r>
      <w:r w:rsidR="00146D31" w:rsidRPr="00C927DE">
        <w:rPr>
          <w:rFonts w:cs="Arial"/>
        </w:rPr>
        <w:t xml:space="preserve"> </w:t>
      </w:r>
      <w:r w:rsidR="00535E31" w:rsidRPr="00C927DE">
        <w:rPr>
          <w:rFonts w:cs="Arial"/>
        </w:rPr>
        <w:t>и размещ</w:t>
      </w:r>
      <w:r w:rsidR="005D541E" w:rsidRPr="00C927DE">
        <w:rPr>
          <w:rFonts w:cs="Arial"/>
        </w:rPr>
        <w:t>ается</w:t>
      </w:r>
      <w:r w:rsidR="00535E31" w:rsidRPr="00C927DE">
        <w:rPr>
          <w:rFonts w:cs="Arial"/>
        </w:rPr>
        <w:t xml:space="preserve"> на едином портале бюджетной системы Российской Федерации в информационно-телекоммуникационной сети «Интернет»</w:t>
      </w:r>
      <w:r w:rsidR="00C623A2" w:rsidRPr="00C927DE">
        <w:rPr>
          <w:rFonts w:cs="Arial"/>
        </w:rPr>
        <w:t>, именуемой «Электронный бюджет»</w:t>
      </w:r>
      <w:r w:rsidR="005D541E" w:rsidRPr="00C927DE">
        <w:rPr>
          <w:rFonts w:cs="Arial"/>
        </w:rPr>
        <w:t>,</w:t>
      </w:r>
      <w:r w:rsidR="00535E31" w:rsidRPr="00C927DE">
        <w:rPr>
          <w:rFonts w:cs="Arial"/>
        </w:rPr>
        <w:t xml:space="preserve"> в соответствии с</w:t>
      </w:r>
      <w:r w:rsidR="007E1D36" w:rsidRPr="00C927DE">
        <w:rPr>
          <w:rFonts w:cs="Arial"/>
        </w:rPr>
        <w:t xml:space="preserve"> ус</w:t>
      </w:r>
      <w:r w:rsidR="00535E31" w:rsidRPr="00C927DE">
        <w:rPr>
          <w:rFonts w:cs="Arial"/>
        </w:rPr>
        <w:t>тановленными Министерством финансов Российской Федерации порядками</w:t>
      </w:r>
      <w:bookmarkEnd w:id="23"/>
      <w:r w:rsidR="00146D31" w:rsidRPr="00C927DE">
        <w:rPr>
          <w:rFonts w:cs="Arial"/>
        </w:rPr>
        <w:t xml:space="preserve"> </w:t>
      </w:r>
      <w:r w:rsidR="00213FD8" w:rsidRPr="00C927DE">
        <w:rPr>
          <w:rFonts w:cs="Arial"/>
        </w:rPr>
        <w:t>в срок, не превышающий 10 (десять) рабочих дней со дня подписания соответствующего протокола Комиссии.</w:t>
      </w:r>
    </w:p>
    <w:bookmarkEnd w:id="22"/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27DE">
        <w:rPr>
          <w:rFonts w:ascii="Arial" w:hAnsi="Arial" w:cs="Arial"/>
          <w:b w:val="0"/>
          <w:bCs/>
          <w:sz w:val="24"/>
          <w:szCs w:val="24"/>
        </w:rPr>
        <w:t>4. Отчетность и контроль соблюдения условий предоставления субсидий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C32445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4.1. Получатель субсидии представляет в Администрацию отчеты о </w:t>
      </w:r>
      <w:r w:rsidR="00E06483" w:rsidRPr="00C927DE">
        <w:rPr>
          <w:rFonts w:cs="Arial"/>
        </w:rPr>
        <w:t xml:space="preserve">достижении результата и </w:t>
      </w:r>
      <w:r w:rsidRPr="00C927DE">
        <w:rPr>
          <w:rFonts w:cs="Arial"/>
        </w:rPr>
        <w:t xml:space="preserve">выполнении показателей использования субсидии. </w:t>
      </w:r>
      <w:r w:rsidR="00C32445" w:rsidRPr="00C927DE">
        <w:rPr>
          <w:rFonts w:cs="Arial"/>
        </w:rPr>
        <w:t>В случае недостижения результатов и (или) невыполнения показателей предоставления субсидии, получатель субсидии должен к отчету приложить пояснительную записку с указанием причин недостижения результатов и невыполнения по каждому из показателей.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C927DE">
        <w:rPr>
          <w:rFonts w:cs="Arial"/>
        </w:rPr>
        <w:t xml:space="preserve">4.2. Предварительный отчет о </w:t>
      </w:r>
      <w:r w:rsidR="00E06483" w:rsidRPr="00C927DE">
        <w:rPr>
          <w:rFonts w:cs="Arial"/>
        </w:rPr>
        <w:t xml:space="preserve">достижении результата и </w:t>
      </w:r>
      <w:r w:rsidRPr="00C927DE">
        <w:rPr>
          <w:rFonts w:cs="Arial"/>
        </w:rPr>
        <w:t xml:space="preserve">выполнении показателей использования субсидии предоставляется по установленной форме согласно </w:t>
      </w:r>
      <w:r w:rsidR="00BA1032" w:rsidRPr="00C927DE">
        <w:rPr>
          <w:rFonts w:cs="Arial"/>
        </w:rPr>
        <w:t>приложению № </w:t>
      </w:r>
      <w:r w:rsidR="00012370" w:rsidRPr="00C927DE">
        <w:rPr>
          <w:rFonts w:cs="Arial"/>
        </w:rPr>
        <w:t>6</w:t>
      </w:r>
      <w:r w:rsidRPr="00C927DE">
        <w:rPr>
          <w:rFonts w:cs="Arial"/>
        </w:rPr>
        <w:t xml:space="preserve"> к настоящему Порядку в срок не позднее 25 декабря года</w:t>
      </w:r>
      <w:r w:rsidR="00146D31" w:rsidRPr="00C927DE">
        <w:rPr>
          <w:rFonts w:cs="Arial"/>
        </w:rPr>
        <w:t xml:space="preserve"> </w:t>
      </w:r>
      <w:r w:rsidR="00E06483" w:rsidRPr="00C927DE">
        <w:rPr>
          <w:rFonts w:cs="Arial"/>
          <w:color w:val="000000"/>
        </w:rPr>
        <w:t>предоставления субсидии</w:t>
      </w:r>
      <w:r w:rsidRPr="00C927DE">
        <w:rPr>
          <w:rFonts w:cs="Arial"/>
          <w:color w:val="000000"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color w:val="000000"/>
        </w:rPr>
        <w:t>4.3. Ежегодный отчет предоставляется субъектом социального предпринимательства – получателем субсидии в течение двух последующих календарных лет за соответствующий отчетный период (январь – декабрь) в срок до 5 апреля года, следующего за отчетным по форме согласно приложению № </w:t>
      </w:r>
      <w:r w:rsidR="00012370" w:rsidRPr="00C927DE">
        <w:rPr>
          <w:rFonts w:cs="Arial"/>
          <w:color w:val="000000"/>
        </w:rPr>
        <w:t>7</w:t>
      </w:r>
      <w:r w:rsidRPr="00C927DE">
        <w:rPr>
          <w:rFonts w:cs="Arial"/>
          <w:color w:val="000000"/>
        </w:rPr>
        <w:t xml:space="preserve"> к настоящему Порядку. К отчету</w:t>
      </w:r>
      <w:r w:rsidRPr="00C927DE">
        <w:rPr>
          <w:rFonts w:cs="Arial"/>
        </w:rPr>
        <w:t xml:space="preserve"> прилагаются заверенные копии подтверждающих документов.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>Срок проверки ежегодного отчета о выполнении установленных показателей результативности использования субсидии составляет не более 60 (шестидесяти) рабочих дней.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4.4. Получатель субсидии должен обеспечить </w:t>
      </w:r>
      <w:r w:rsidR="00E06483" w:rsidRPr="00C927DE">
        <w:rPr>
          <w:rFonts w:cs="Arial"/>
        </w:rPr>
        <w:t xml:space="preserve">достижение результата и </w:t>
      </w:r>
      <w:r w:rsidRPr="00C927DE">
        <w:rPr>
          <w:rFonts w:cs="Arial"/>
        </w:rPr>
        <w:t>выполнение показателей предоставления субсидии.</w:t>
      </w:r>
    </w:p>
    <w:p w:rsidR="00C32445" w:rsidRPr="00C927DE" w:rsidRDefault="0090345D" w:rsidP="00C927DE">
      <w:pPr>
        <w:shd w:val="clear" w:color="auto" w:fill="FFFFFF"/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cs="Arial"/>
        </w:rPr>
        <w:t>4.5. </w:t>
      </w:r>
      <w:r w:rsidR="00C32445" w:rsidRPr="00C927DE">
        <w:rPr>
          <w:rFonts w:eastAsia="Calibri" w:cs="Arial"/>
        </w:rPr>
        <w:t>Достижение результатов и выполнение показателей использования субсидии оценивается Комиссией на основании представляемого получателем субсидии в Администрацию отчета о достижении результатов и выполнении показателей использования субсидии путем сравнения плановых значений результатов и показателей, установленных в Соглашении, и достигнутых фактических значений результатов и показателей.</w:t>
      </w:r>
    </w:p>
    <w:p w:rsidR="0090345D" w:rsidRPr="00C927DE" w:rsidRDefault="00C32445" w:rsidP="00C927DE">
      <w:pPr>
        <w:shd w:val="clear" w:color="auto" w:fill="FFFFFF"/>
        <w:autoSpaceDE w:val="0"/>
        <w:autoSpaceDN w:val="0"/>
        <w:adjustRightInd w:val="0"/>
        <w:ind w:firstLine="709"/>
        <w:rPr>
          <w:rFonts w:eastAsia="Calibri" w:cs="Arial"/>
        </w:rPr>
      </w:pPr>
      <w:r w:rsidRPr="00C927DE">
        <w:rPr>
          <w:rFonts w:eastAsia="Calibri" w:cs="Arial"/>
        </w:rPr>
        <w:t>По результатам оценки отчетов Комиссия принимает решение о достижении результатов и выполнении показателей использования субсидии получателем субсидии</w:t>
      </w:r>
      <w:r w:rsidR="0090345D" w:rsidRPr="00C927DE">
        <w:rPr>
          <w:rFonts w:cs="Arial"/>
        </w:rPr>
        <w:t>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4.6. Основанием для расторжения Соглашения о предоставлении субсидии и возврата субсидии в порядке, определенном </w:t>
      </w:r>
      <w:r w:rsidR="00824AEE" w:rsidRPr="00C927DE">
        <w:rPr>
          <w:rFonts w:cs="Arial"/>
        </w:rPr>
        <w:t>разделом</w:t>
      </w:r>
      <w:r w:rsidRPr="00C927DE">
        <w:rPr>
          <w:rFonts w:cs="Arial"/>
        </w:rPr>
        <w:t xml:space="preserve"> 5 настоящего Порядка, является: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нарушение условий, целей и порядка предоставления субсидии, предусмотренных настоящим Порядком или Соглашением о предоставлении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непредставление отчетности в срок, установленный настоящим Порядком и Соглашением о предоставлении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недостижение установленных значений показателей, предусмотренных настоящим Порядком или Соглашением о предоставлении субсидии.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 Требования об осуществлении контроля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5.1. </w:t>
      </w:r>
      <w:r w:rsidR="00503198" w:rsidRPr="00C927DE">
        <w:rPr>
          <w:rFonts w:cs="Arial"/>
        </w:rPr>
        <w:t>О</w:t>
      </w:r>
      <w:r w:rsidRPr="00C927DE">
        <w:rPr>
          <w:rFonts w:cs="Arial"/>
        </w:rPr>
        <w:t>рганы муниципального финансового контроля осуществляют обязательную проверку соблюдения условий, целей и порядка предоставления субсидий.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При выявлении </w:t>
      </w:r>
      <w:r w:rsidR="00503198" w:rsidRPr="00C927DE">
        <w:rPr>
          <w:rFonts w:cs="Arial"/>
        </w:rPr>
        <w:t xml:space="preserve">органами муниципального финансового контроля </w:t>
      </w:r>
      <w:r w:rsidRPr="00C927DE">
        <w:rPr>
          <w:rFonts w:cs="Arial"/>
        </w:rPr>
        <w:t xml:space="preserve">по результатам проверок, фактов, указанных в пункте 4.6 настоящего Порядка, либо поступления в Администрацию из органов муниципального финансового контроля материалов, содержащих сведения о таких фактах, Администрация в течении </w:t>
      </w:r>
      <w:r w:rsidR="00DC568B" w:rsidRPr="00C927DE">
        <w:rPr>
          <w:rFonts w:cs="Arial"/>
        </w:rPr>
        <w:br/>
      </w:r>
      <w:r w:rsidRPr="00C927DE">
        <w:rPr>
          <w:rFonts w:cs="Arial"/>
        </w:rPr>
        <w:t>5 (пяти) рабочих дней со дня поступления материалов либо установления вышеуказанных фактов направляет получателю субсидии требование о необходимости возврата субсидии (далее – требование).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5.2. В требовании указываются следующие сведения: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размер подлежащей возврату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правовое основание возврата субсидии;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</w:t>
      </w:r>
      <w:r w:rsidRPr="00C927DE">
        <w:rPr>
          <w:rFonts w:cs="Arial"/>
          <w:lang w:val="en-US"/>
        </w:rPr>
        <w:t> </w:t>
      </w:r>
      <w:r w:rsidRPr="00C927DE">
        <w:rPr>
          <w:rFonts w:cs="Arial"/>
        </w:rPr>
        <w:t>срок для добровольного возврата субсидии ее получателем;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</w:t>
      </w:r>
      <w:r w:rsidRPr="00C927DE">
        <w:rPr>
          <w:rFonts w:cs="Arial"/>
          <w:lang w:val="en-US"/>
        </w:rPr>
        <w:t> </w:t>
      </w:r>
      <w:r w:rsidRPr="00C927DE">
        <w:rPr>
          <w:rFonts w:cs="Arial"/>
        </w:rPr>
        <w:t>порядок возврата субсидии и банковские реквизиты;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</w:t>
      </w:r>
      <w:r w:rsidRPr="00C927DE">
        <w:rPr>
          <w:rFonts w:cs="Arial"/>
          <w:lang w:val="en-US"/>
        </w:rPr>
        <w:t> </w:t>
      </w:r>
      <w:r w:rsidRPr="00C927DE">
        <w:rPr>
          <w:rFonts w:cs="Arial"/>
        </w:rPr>
        <w:t>предупреждение о судебном взыскании задолженности в случае неисполнения, ненадлежащего исполнения требования получателем в установленный в требовании добровольный срок.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5.3. Администрация направляет требование получателю заказным письмом с уведомлением по адресу, указанному получателем субсидии в Соглашении.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5.4. Получатель обязан возвратить субсидию в срок, не превышающий </w:t>
      </w:r>
      <w:r w:rsidR="00DC568B" w:rsidRPr="00C927DE">
        <w:rPr>
          <w:rFonts w:cs="Arial"/>
        </w:rPr>
        <w:br/>
      </w:r>
      <w:r w:rsidRPr="00C927DE">
        <w:rPr>
          <w:rFonts w:cs="Arial"/>
        </w:rPr>
        <w:t xml:space="preserve">30 (тридцать) календарных дней с даты получения требования почтовой связью. </w:t>
      </w:r>
      <w:r w:rsidRPr="00C927DE">
        <w:rPr>
          <w:rFonts w:cs="Arial"/>
        </w:rPr>
        <w:lastRenderedPageBreak/>
        <w:t>Возврат субсидии осуществляется путем ее перечисления в безналичном порядке на реквизиты, указанные в требовании.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Получатель субсидии считается надлежащим</w:t>
      </w:r>
      <w:r w:rsidR="00146D31" w:rsidRPr="00C927DE">
        <w:rPr>
          <w:rFonts w:cs="Arial"/>
        </w:rPr>
        <w:t xml:space="preserve"> </w:t>
      </w:r>
      <w:r w:rsidRPr="00C927DE">
        <w:rPr>
          <w:rFonts w:cs="Arial"/>
        </w:rPr>
        <w:t>образом</w:t>
      </w:r>
      <w:r w:rsidR="00C84A4F" w:rsidRPr="00C927DE">
        <w:rPr>
          <w:rFonts w:cs="Arial"/>
        </w:rPr>
        <w:t>,</w:t>
      </w:r>
      <w:r w:rsidRPr="00C927DE">
        <w:rPr>
          <w:rFonts w:cs="Arial"/>
        </w:rPr>
        <w:t xml:space="preserve"> исполнившим свои обязательства по возврату субсидии с даты зачисления денежных средств в установленном размере и на банковские реквизиты, указанные в требовании. 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5.5. В случае невозврата субсидии получателем добровольно в сроки, установленные требованием, Администрация</w:t>
      </w:r>
      <w:r w:rsidR="00146D31" w:rsidRPr="00C927DE">
        <w:rPr>
          <w:rFonts w:cs="Arial"/>
        </w:rPr>
        <w:t xml:space="preserve"> </w:t>
      </w:r>
      <w:r w:rsidRPr="00C927DE">
        <w:rPr>
          <w:rFonts w:cs="Arial"/>
        </w:rPr>
        <w:t>принимает меры к ее взысканию в судебном порядке в соответствии с законодательством Российской Федерации.</w:t>
      </w:r>
    </w:p>
    <w:p w:rsidR="00824AEE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5.6. В случае выявления в ходе проверок органом муниципального финансового контроля нарушений, указанных в пункте 4.6</w:t>
      </w:r>
      <w:r w:rsidR="00DC568B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Порядка, Администрация вправе досрочно в одностороннем порядке расторгнуть Соглашение. </w:t>
      </w:r>
    </w:p>
    <w:p w:rsidR="00BD10E0" w:rsidRPr="00C927DE" w:rsidRDefault="00BD10E0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79"/>
        <w:gridCol w:w="2374"/>
      </w:tblGrid>
      <w:tr w:rsidR="00C927DE" w:rsidRPr="00F84295" w:rsidTr="00F84295">
        <w:tc>
          <w:tcPr>
            <w:tcW w:w="7479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F84295">
              <w:rPr>
                <w:rFonts w:cs="Arial"/>
              </w:rPr>
              <w:t xml:space="preserve">Глава Павловского муниципального района </w:t>
            </w:r>
          </w:p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F84295">
              <w:rPr>
                <w:rFonts w:cs="Arial"/>
              </w:rPr>
              <w:t>Воронежской области</w:t>
            </w:r>
          </w:p>
        </w:tc>
        <w:tc>
          <w:tcPr>
            <w:tcW w:w="2374" w:type="dxa"/>
            <w:shd w:val="clear" w:color="auto" w:fill="auto"/>
          </w:tcPr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C927DE" w:rsidRPr="00F84295" w:rsidRDefault="00C927DE" w:rsidP="00F84295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  <w:bCs/>
              </w:rPr>
            </w:pPr>
            <w:r w:rsidRPr="00F84295">
              <w:rPr>
                <w:rFonts w:cs="Arial"/>
              </w:rPr>
              <w:t>М.Н. Янцов</w:t>
            </w:r>
          </w:p>
        </w:tc>
      </w:tr>
    </w:tbl>
    <w:p w:rsidR="0090345D" w:rsidRPr="00C927DE" w:rsidRDefault="00C14843" w:rsidP="00C927DE">
      <w:pPr>
        <w:ind w:left="5103" w:firstLine="0"/>
        <w:rPr>
          <w:rFonts w:cs="Arial"/>
          <w:bCs/>
        </w:rPr>
      </w:pPr>
      <w:r w:rsidRPr="00C927DE">
        <w:rPr>
          <w:rFonts w:cs="Arial"/>
          <w:bCs/>
          <w:lang w:eastAsia="zh-CN"/>
        </w:rPr>
        <w:br w:type="page"/>
      </w:r>
      <w:r w:rsidR="0090345D" w:rsidRPr="00C927DE">
        <w:rPr>
          <w:rFonts w:cs="Arial"/>
          <w:bCs/>
          <w:lang w:eastAsia="zh-CN"/>
        </w:rPr>
        <w:lastRenderedPageBreak/>
        <w:t>Приложение №</w:t>
      </w:r>
      <w:r w:rsidR="00A12B18" w:rsidRPr="00C927DE">
        <w:rPr>
          <w:rFonts w:cs="Arial"/>
          <w:bCs/>
          <w:lang w:eastAsia="zh-CN"/>
        </w:rPr>
        <w:t xml:space="preserve"> </w:t>
      </w:r>
      <w:r w:rsidR="0090345D" w:rsidRPr="00C927DE">
        <w:rPr>
          <w:rFonts w:cs="Arial"/>
          <w:bCs/>
          <w:lang w:eastAsia="zh-CN"/>
        </w:rPr>
        <w:t>1</w:t>
      </w:r>
      <w:r w:rsidR="00C927DE">
        <w:rPr>
          <w:rFonts w:cs="Arial"/>
          <w:bCs/>
          <w:lang w:eastAsia="zh-CN"/>
        </w:rPr>
        <w:t xml:space="preserve"> </w:t>
      </w:r>
      <w:r w:rsidR="0090345D" w:rsidRPr="00C927DE">
        <w:rPr>
          <w:rFonts w:cs="Arial"/>
          <w:bCs/>
          <w:lang w:eastAsia="zh-CN"/>
        </w:rPr>
        <w:t xml:space="preserve">к Порядку </w:t>
      </w:r>
      <w:r w:rsidR="00C32445" w:rsidRPr="00C927DE">
        <w:rPr>
          <w:rFonts w:cs="Arial"/>
          <w:bCs/>
        </w:rPr>
        <w:t>предоставления</w:t>
      </w:r>
      <w:r w:rsidR="00F4381D" w:rsidRPr="00C927DE">
        <w:rPr>
          <w:rFonts w:cs="Arial"/>
          <w:bCs/>
        </w:rPr>
        <w:t xml:space="preserve"> </w:t>
      </w:r>
      <w:r w:rsidR="00C32445" w:rsidRPr="00C927DE">
        <w:rPr>
          <w:rFonts w:cs="Arial"/>
          <w:bCs/>
        </w:rPr>
        <w:t xml:space="preserve">субсидии на возмещение части затрат субъектов социального предпринимательства </w:t>
      </w:r>
      <w:r w:rsidR="0062526E" w:rsidRPr="00C927DE">
        <w:rPr>
          <w:rFonts w:cs="Arial"/>
          <w:bCs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  <w:lang w:eastAsia="zh-CN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bookmarkStart w:id="24" w:name="P376"/>
      <w:bookmarkEnd w:id="24"/>
      <w:r w:rsidRPr="00C927DE">
        <w:rPr>
          <w:rFonts w:cs="Arial"/>
          <w:bCs/>
        </w:rPr>
        <w:t>ЗАЯВЛЕНИЕ</w:t>
      </w:r>
      <w:r w:rsidR="00C927DE">
        <w:rPr>
          <w:rFonts w:cs="Arial"/>
          <w:bCs/>
        </w:rPr>
        <w:t xml:space="preserve"> 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о предоставлении </w:t>
      </w:r>
      <w:bookmarkStart w:id="25" w:name="_Hlk50392460"/>
      <w:r w:rsidRPr="00C927DE">
        <w:rPr>
          <w:rFonts w:cs="Arial"/>
          <w:bCs/>
        </w:rPr>
        <w:t>субсидии на возмещение</w:t>
      </w:r>
      <w:r w:rsidR="00C927DE">
        <w:rPr>
          <w:rFonts w:cs="Arial"/>
          <w:bCs/>
        </w:rPr>
        <w:t xml:space="preserve"> </w:t>
      </w:r>
      <w:r w:rsidRPr="00C927DE">
        <w:rPr>
          <w:rFonts w:cs="Arial"/>
          <w:bCs/>
        </w:rPr>
        <w:t>части затрат субъектов социального</w:t>
      </w:r>
      <w:r w:rsidR="00F4381D" w:rsidRPr="00C927DE">
        <w:rPr>
          <w:rFonts w:cs="Arial"/>
          <w:bCs/>
        </w:rPr>
        <w:t xml:space="preserve"> </w:t>
      </w:r>
      <w:r w:rsidRPr="00C927DE">
        <w:rPr>
          <w:rFonts w:cs="Arial"/>
          <w:bCs/>
        </w:rPr>
        <w:t>предпринимательства</w:t>
      </w:r>
      <w:r w:rsidR="00503198" w:rsidRPr="00C927DE">
        <w:rPr>
          <w:rFonts w:cs="Arial"/>
          <w:bCs/>
        </w:rPr>
        <w:t xml:space="preserve"> Павловского муниципального района Воронежской области</w:t>
      </w:r>
      <w:bookmarkEnd w:id="25"/>
      <w:r w:rsidRPr="00C927DE">
        <w:rPr>
          <w:rFonts w:cs="Arial"/>
          <w:bCs/>
        </w:rPr>
        <w:t> </w:t>
      </w:r>
      <w:r w:rsidRPr="00C927DE">
        <w:rPr>
          <w:rFonts w:cs="Arial"/>
          <w:bCs/>
        </w:rPr>
        <w:br/>
        <w:t>_________________________________________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(фамилия, имя, отчество индивидуального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предпринимателя, полное наименование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юридического лица - заявителя с указанием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организационно-правовой формы)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Прошу предоставить субсидию на возмещение части затрат в размере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_________________________________________руб. ______ коп.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1. Настоящим подтверждаю, что__________________________________</w:t>
      </w:r>
      <w:r w:rsidR="00C927DE" w:rsidRPr="00C927DE">
        <w:rPr>
          <w:rFonts w:cs="Arial"/>
          <w:bCs/>
        </w:rPr>
        <w:t xml:space="preserve"> 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(наименование заявителя)</w:t>
      </w:r>
    </w:p>
    <w:p w:rsidR="0090345D" w:rsidRPr="00C927DE" w:rsidRDefault="00763DF8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  <w:bCs/>
        </w:rPr>
        <w:t>1. Н</w:t>
      </w:r>
      <w:r w:rsidR="0090345D" w:rsidRPr="00C927DE">
        <w:rPr>
          <w:rFonts w:cs="Arial"/>
          <w:bCs/>
        </w:rPr>
        <w:t>а дату подачи настоящего заявления:</w:t>
      </w:r>
    </w:p>
    <w:p w:rsidR="00CE2CBE" w:rsidRPr="00C927DE" w:rsidRDefault="00763DF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1.1.</w:t>
      </w:r>
      <w:r w:rsidR="00146D31" w:rsidRPr="00C927DE">
        <w:rPr>
          <w:rFonts w:cs="Arial"/>
        </w:rPr>
        <w:t xml:space="preserve"> </w:t>
      </w:r>
      <w:r w:rsidR="00503198" w:rsidRPr="00C927DE">
        <w:rPr>
          <w:rFonts w:cs="Arial"/>
        </w:rPr>
        <w:t>И</w:t>
      </w:r>
      <w:r w:rsidR="00CE2CBE" w:rsidRPr="00C927DE">
        <w:rPr>
          <w:rFonts w:cs="Arial"/>
        </w:rPr>
        <w:t>мею статус «социальное предприятие» в едином реестре субъектов малого и среднего предпринимательства;</w:t>
      </w:r>
    </w:p>
    <w:p w:rsidR="00CE2CBE" w:rsidRPr="00C927DE" w:rsidRDefault="00763DF8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 xml:space="preserve">2. </w:t>
      </w:r>
      <w:r w:rsidR="00503198" w:rsidRPr="00C927DE">
        <w:rPr>
          <w:rFonts w:cs="Arial"/>
        </w:rPr>
        <w:t>З</w:t>
      </w:r>
      <w:r w:rsidR="00CE2CBE" w:rsidRPr="00C927DE">
        <w:rPr>
          <w:rFonts w:cs="Arial"/>
        </w:rPr>
        <w:t xml:space="preserve">арегистрирован </w:t>
      </w:r>
      <w:r w:rsidR="004530DB" w:rsidRPr="00C927DE">
        <w:rPr>
          <w:rFonts w:cs="Arial"/>
        </w:rPr>
        <w:t xml:space="preserve">на территории Павловского муниципального района Воронежской области </w:t>
      </w:r>
      <w:r w:rsidR="00CE2CBE" w:rsidRPr="00C927DE">
        <w:rPr>
          <w:rFonts w:cs="Arial"/>
        </w:rPr>
        <w:t>и осуществляю деятельность на территории</w:t>
      </w:r>
      <w:r w:rsidR="00146D31" w:rsidRPr="00C927DE">
        <w:rPr>
          <w:rFonts w:cs="Arial"/>
        </w:rPr>
        <w:t xml:space="preserve"> </w:t>
      </w:r>
      <w:r w:rsidR="004530DB" w:rsidRPr="00C927DE">
        <w:rPr>
          <w:rFonts w:cs="Arial"/>
        </w:rPr>
        <w:t xml:space="preserve">городского поселения – город Павловск </w:t>
      </w:r>
      <w:r w:rsidR="0062526E" w:rsidRPr="00C927DE">
        <w:rPr>
          <w:rFonts w:cs="Arial"/>
        </w:rPr>
        <w:t>Павловского муниципального района Воронежской области</w:t>
      </w:r>
      <w:r w:rsidR="00CE2CBE" w:rsidRPr="00C927DE">
        <w:rPr>
          <w:rFonts w:cs="Arial"/>
        </w:rPr>
        <w:t>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3. </w:t>
      </w:r>
      <w:r w:rsidR="00503198" w:rsidRPr="00C927DE">
        <w:rPr>
          <w:rFonts w:cs="Arial"/>
        </w:rPr>
        <w:t>Ф</w:t>
      </w:r>
      <w:r w:rsidR="00CE2CBE" w:rsidRPr="00C927DE">
        <w:rPr>
          <w:rFonts w:cs="Arial"/>
        </w:rPr>
        <w:t>актически произвел затраты, указанные в пункте 1.7 Порядка</w:t>
      </w:r>
      <w:r w:rsidR="00503198" w:rsidRPr="00C927DE">
        <w:rPr>
          <w:rFonts w:cs="Arial"/>
        </w:rPr>
        <w:t xml:space="preserve"> предоставления</w:t>
      </w:r>
      <w:r w:rsidR="00146D31" w:rsidRPr="00C927DE">
        <w:rPr>
          <w:rFonts w:cs="Arial"/>
        </w:rPr>
        <w:t xml:space="preserve"> </w:t>
      </w:r>
      <w:r w:rsidR="00503198" w:rsidRPr="00C927DE">
        <w:rPr>
          <w:rFonts w:cs="Arial"/>
        </w:rPr>
        <w:t xml:space="preserve">субсидии на возмещение части затрат субъектов социального предпринимательства Павловского муниципального района Воронежской области </w:t>
      </w:r>
      <w:r w:rsidR="00824AEE" w:rsidRPr="00C927DE">
        <w:rPr>
          <w:rFonts w:cs="Arial"/>
        </w:rPr>
        <w:t>(далее – Порядка)</w:t>
      </w:r>
      <w:r w:rsidR="00CE2CBE" w:rsidRPr="00C927DE">
        <w:rPr>
          <w:rFonts w:cs="Arial"/>
        </w:rPr>
        <w:t>, в размере не менее 15 (пятнадцати) процентов от суммы запрашиваемой субсидии в текущем году и (или) году, предшествующем году участия в отборе, и (или) планирую осуществить такие расходы в текущем году (нужное подчеркнуть);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4. </w:t>
      </w:r>
      <w:r w:rsidR="00503198" w:rsidRPr="00C927DE">
        <w:rPr>
          <w:rFonts w:cs="Arial"/>
        </w:rPr>
        <w:t>Н</w:t>
      </w:r>
      <w:r w:rsidR="00CE2CBE" w:rsidRPr="00C927DE">
        <w:rPr>
          <w:rFonts w:cs="Arial"/>
        </w:rPr>
        <w:t>а дату не ранее первого числа месяца подачи заявки на участие в отборе:</w:t>
      </w:r>
    </w:p>
    <w:p w:rsidR="00CE2CBE" w:rsidRPr="00C927DE" w:rsidRDefault="00EA620C" w:rsidP="00C927DE">
      <w:pPr>
        <w:ind w:firstLine="709"/>
        <w:rPr>
          <w:rFonts w:cs="Arial"/>
        </w:rPr>
      </w:pPr>
      <w:r w:rsidRPr="00C927DE">
        <w:rPr>
          <w:rFonts w:cs="Arial"/>
        </w:rPr>
        <w:t>1</w:t>
      </w:r>
      <w:r w:rsidR="00CE2CBE" w:rsidRPr="00C927DE">
        <w:rPr>
          <w:rFonts w:cs="Arial"/>
        </w:rPr>
        <w:t>) </w:t>
      </w:r>
      <w:r w:rsidR="00EF2E21" w:rsidRPr="00C927DE">
        <w:rPr>
          <w:rFonts w:cs="Arial"/>
        </w:rPr>
        <w:t>н</w:t>
      </w:r>
      <w:r w:rsidR="00CE2CBE" w:rsidRPr="00C927DE">
        <w:rPr>
          <w:rFonts w:cs="Arial"/>
        </w:rPr>
        <w:t>е име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задолженности по выплате заработной платы работникам;</w:t>
      </w:r>
    </w:p>
    <w:p w:rsidR="00CE2CBE" w:rsidRPr="00C927DE" w:rsidRDefault="00EA620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bCs/>
        </w:rPr>
        <w:t>2</w:t>
      </w:r>
      <w:r w:rsidR="00CE2CBE" w:rsidRPr="00C927DE">
        <w:rPr>
          <w:rFonts w:cs="Arial"/>
          <w:bCs/>
        </w:rPr>
        <w:t>) </w:t>
      </w:r>
      <w:r w:rsidR="00EF2E21" w:rsidRPr="00C927DE">
        <w:rPr>
          <w:rFonts w:cs="Arial"/>
        </w:rPr>
        <w:t>н</w:t>
      </w:r>
      <w:r w:rsidR="00CE2CBE" w:rsidRPr="00C927DE">
        <w:rPr>
          <w:rFonts w:cs="Arial"/>
        </w:rPr>
        <w:t>е име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просроченной задолженности по возврату в бюджет </w:t>
      </w:r>
      <w:r w:rsidR="00503198" w:rsidRPr="00C927DE">
        <w:rPr>
          <w:rFonts w:cs="Arial"/>
        </w:rPr>
        <w:t xml:space="preserve">Павловского муниципального района Воронежской области </w:t>
      </w:r>
      <w:r w:rsidR="00CE2CBE" w:rsidRPr="00C927DE">
        <w:rPr>
          <w:rFonts w:cs="Arial"/>
        </w:rPr>
        <w:t>субсидий, бюджетных инвестиций, предоставленных в том числе в соответствии с иными правовыми актами, и иной просроченной задолженности перед бюджетом</w:t>
      </w:r>
      <w:r w:rsidR="00503198" w:rsidRPr="00C927DE">
        <w:rPr>
          <w:rFonts w:cs="Arial"/>
        </w:rPr>
        <w:t xml:space="preserve"> Павловского муниципального района Воронежской области</w:t>
      </w:r>
      <w:r w:rsidR="00CE2CBE" w:rsidRPr="00C927DE">
        <w:rPr>
          <w:rFonts w:cs="Arial"/>
        </w:rPr>
        <w:t>;</w:t>
      </w:r>
    </w:p>
    <w:p w:rsidR="00CE2CBE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3</w:t>
      </w:r>
      <w:r w:rsidR="00CE2CBE" w:rsidRPr="00C927DE">
        <w:rPr>
          <w:rFonts w:cs="Arial"/>
        </w:rPr>
        <w:t>) </w:t>
      </w:r>
      <w:r w:rsidR="00EF2E21" w:rsidRPr="00C927DE">
        <w:rPr>
          <w:rFonts w:cs="Arial"/>
        </w:rPr>
        <w:t>д</w:t>
      </w:r>
      <w:r w:rsidR="004B4140" w:rsidRPr="00C927DE">
        <w:rPr>
          <w:rFonts w:cs="Arial"/>
        </w:rPr>
        <w:t>ля</w:t>
      </w:r>
      <w:r w:rsidR="00146D31" w:rsidRPr="00C927DE">
        <w:rPr>
          <w:rFonts w:cs="Arial"/>
        </w:rPr>
        <w:t xml:space="preserve"> </w:t>
      </w:r>
      <w:r w:rsidR="00CE2CBE" w:rsidRPr="00C927DE">
        <w:rPr>
          <w:rFonts w:cs="Arial"/>
        </w:rPr>
        <w:t>юридическ</w:t>
      </w:r>
      <w:r w:rsidR="004B4140" w:rsidRPr="00C927DE">
        <w:rPr>
          <w:rFonts w:cs="Arial"/>
        </w:rPr>
        <w:t>их</w:t>
      </w:r>
      <w:r w:rsidR="00CE2CBE" w:rsidRPr="00C927DE">
        <w:rPr>
          <w:rFonts w:cs="Arial"/>
        </w:rPr>
        <w:t xml:space="preserve"> лиц</w:t>
      </w:r>
      <w:r w:rsidR="004B4140" w:rsidRPr="00C927DE">
        <w:rPr>
          <w:rFonts w:cs="Arial"/>
        </w:rPr>
        <w:t> – </w:t>
      </w:r>
      <w:r w:rsidR="00CE2CBE" w:rsidRPr="00C927DE">
        <w:rPr>
          <w:rFonts w:cs="Arial"/>
        </w:rPr>
        <w:t xml:space="preserve">не </w:t>
      </w:r>
      <w:r w:rsidR="004B4140" w:rsidRPr="00C927DE">
        <w:rPr>
          <w:rFonts w:cs="Arial"/>
        </w:rPr>
        <w:t>нахожусь</w:t>
      </w:r>
      <w:r w:rsidR="00CE2CBE" w:rsidRPr="00C927DE">
        <w:rPr>
          <w:rFonts w:cs="Arial"/>
        </w:rPr>
        <w:t xml:space="preserve"> в процессе реорганизации, ликвидации, в отношении </w:t>
      </w:r>
      <w:r w:rsidR="004B4140" w:rsidRPr="00C927DE">
        <w:rPr>
          <w:rFonts w:cs="Arial"/>
        </w:rPr>
        <w:t xml:space="preserve">организации </w:t>
      </w:r>
      <w:r w:rsidR="00CE2CBE" w:rsidRPr="00C927DE">
        <w:rPr>
          <w:rFonts w:cs="Arial"/>
        </w:rPr>
        <w:t>не введена процедура банкротства, деятельность не приостановлена в порядке, предусмотренном законодательством Российской Федерации,</w:t>
      </w:r>
      <w:r w:rsidR="004B4140" w:rsidRPr="00C927DE">
        <w:rPr>
          <w:rFonts w:cs="Arial"/>
        </w:rPr>
        <w:t xml:space="preserve"> для </w:t>
      </w:r>
      <w:r w:rsidR="00CE2CBE" w:rsidRPr="00C927DE">
        <w:rPr>
          <w:rFonts w:cs="Arial"/>
        </w:rPr>
        <w:t>и</w:t>
      </w:r>
      <w:r w:rsidR="004B4140" w:rsidRPr="00C927DE">
        <w:rPr>
          <w:rFonts w:cs="Arial"/>
        </w:rPr>
        <w:t>ндивидуальных предпринимателей – </w:t>
      </w:r>
      <w:r w:rsidR="00CE2CBE" w:rsidRPr="00C927DE">
        <w:rPr>
          <w:rFonts w:cs="Arial"/>
        </w:rPr>
        <w:t>не прекрати</w:t>
      </w:r>
      <w:r w:rsidR="004B4140" w:rsidRPr="00C927DE">
        <w:rPr>
          <w:rFonts w:cs="Arial"/>
        </w:rPr>
        <w:t>л</w:t>
      </w:r>
      <w:r w:rsidR="00CE2CBE" w:rsidRPr="00C927DE">
        <w:rPr>
          <w:rFonts w:cs="Arial"/>
        </w:rPr>
        <w:t xml:space="preserve"> деятельность в качестве индивидуального предпринимателя;</w:t>
      </w:r>
    </w:p>
    <w:p w:rsidR="00CE2CBE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4</w:t>
      </w:r>
      <w:r w:rsidR="00CE2CBE" w:rsidRPr="00C927DE">
        <w:rPr>
          <w:rFonts w:cs="Arial"/>
        </w:rPr>
        <w:t>) не явля</w:t>
      </w:r>
      <w:r w:rsidR="004B4140" w:rsidRPr="00C927DE">
        <w:rPr>
          <w:rFonts w:cs="Arial"/>
        </w:rPr>
        <w:t>юсь</w:t>
      </w:r>
      <w:r w:rsidR="00CE2CBE" w:rsidRPr="00C927DE">
        <w:rPr>
          <w:rFonts w:cs="Arial"/>
        </w:rPr>
        <w:t xml:space="preserve">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</w:t>
      </w:r>
      <w:r w:rsidR="00CE2CBE" w:rsidRPr="00C927DE">
        <w:rPr>
          <w:rFonts w:cs="Arial"/>
        </w:rPr>
        <w:lastRenderedPageBreak/>
        <w:t>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(пятьдесят) процентов;</w:t>
      </w:r>
    </w:p>
    <w:p w:rsidR="00CE2CBE" w:rsidRPr="00C927DE" w:rsidRDefault="003C79FD" w:rsidP="00C927DE">
      <w:pPr>
        <w:ind w:firstLine="709"/>
        <w:rPr>
          <w:rFonts w:cs="Arial"/>
        </w:rPr>
      </w:pPr>
      <w:r w:rsidRPr="00C927DE">
        <w:rPr>
          <w:rFonts w:cs="Arial"/>
        </w:rPr>
        <w:t>5</w:t>
      </w:r>
      <w:r w:rsidR="00CE2CBE" w:rsidRPr="00C927DE">
        <w:rPr>
          <w:rFonts w:cs="Arial"/>
        </w:rPr>
        <w:t xml:space="preserve">) не </w:t>
      </w:r>
      <w:r w:rsidR="004B4140" w:rsidRPr="00C927DE">
        <w:rPr>
          <w:rFonts w:cs="Arial"/>
        </w:rPr>
        <w:t>являюсь</w:t>
      </w:r>
      <w:r w:rsidR="00CE2CBE" w:rsidRPr="00C927DE">
        <w:rPr>
          <w:rFonts w:cs="Arial"/>
        </w:rPr>
        <w:t xml:space="preserve"> получателем</w:t>
      </w:r>
      <w:r w:rsidR="00146D31" w:rsidRPr="00C927DE">
        <w:rPr>
          <w:rFonts w:cs="Arial"/>
        </w:rPr>
        <w:t xml:space="preserve"> </w:t>
      </w:r>
      <w:r w:rsidR="00CE2CBE" w:rsidRPr="00C927DE">
        <w:rPr>
          <w:rFonts w:cs="Arial"/>
        </w:rPr>
        <w:t xml:space="preserve">средств из бюджета </w:t>
      </w:r>
      <w:r w:rsidR="00EF2E21" w:rsidRPr="00C927DE">
        <w:rPr>
          <w:rFonts w:cs="Arial"/>
        </w:rPr>
        <w:t xml:space="preserve">Павловского муниципального района Воронежской области </w:t>
      </w:r>
      <w:r w:rsidR="00CE2CBE" w:rsidRPr="00C927DE">
        <w:rPr>
          <w:rFonts w:cs="Arial"/>
        </w:rPr>
        <w:t>на цели, указанные в пункте</w:t>
      </w:r>
      <w:r w:rsidR="00146D31" w:rsidRPr="00C927DE">
        <w:rPr>
          <w:rFonts w:cs="Arial"/>
        </w:rPr>
        <w:t xml:space="preserve"> </w:t>
      </w:r>
      <w:r w:rsidR="00CE2CBE" w:rsidRPr="00C927DE">
        <w:rPr>
          <w:rFonts w:cs="Arial"/>
        </w:rPr>
        <w:t xml:space="preserve">1.2 Порядка, в соответствии с иными муниципальными правовыми актами </w:t>
      </w:r>
      <w:r w:rsidR="0062526E" w:rsidRPr="00C927DE">
        <w:rPr>
          <w:rFonts w:cs="Arial"/>
        </w:rPr>
        <w:t xml:space="preserve">Павловского муниципального района Воронежской </w:t>
      </w:r>
      <w:r w:rsidR="00CE2CBE" w:rsidRPr="00C927DE">
        <w:rPr>
          <w:rFonts w:cs="Arial"/>
        </w:rPr>
        <w:t>области;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5. </w:t>
      </w:r>
      <w:r w:rsidR="00363541" w:rsidRPr="00C927DE">
        <w:rPr>
          <w:rFonts w:cs="Arial"/>
        </w:rPr>
        <w:t>П</w:t>
      </w:r>
      <w:r w:rsidR="00CE2CBE" w:rsidRPr="00C927DE">
        <w:rPr>
          <w:rFonts w:cs="Arial"/>
        </w:rPr>
        <w:t>ринима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на себя обязательство по достижению следующего</w:t>
      </w:r>
      <w:r w:rsidR="00146D31" w:rsidRPr="00C927DE">
        <w:rPr>
          <w:rFonts w:cs="Arial"/>
        </w:rPr>
        <w:t xml:space="preserve"> </w:t>
      </w:r>
      <w:r w:rsidR="00CE2CBE" w:rsidRPr="00C927DE">
        <w:rPr>
          <w:rFonts w:cs="Arial"/>
        </w:rPr>
        <w:t>результата в году предоставления субсидии:</w:t>
      </w:r>
    </w:p>
    <w:p w:rsidR="00CE2CBE" w:rsidRPr="00C927DE" w:rsidRDefault="00CE2CBE" w:rsidP="00C927DE">
      <w:pPr>
        <w:ind w:firstLine="709"/>
        <w:rPr>
          <w:rFonts w:cs="Arial"/>
          <w:bCs/>
        </w:rPr>
      </w:pPr>
      <w:r w:rsidRPr="00C927DE">
        <w:rPr>
          <w:rFonts w:cs="Arial"/>
        </w:rPr>
        <w:t xml:space="preserve">1) размер </w:t>
      </w:r>
      <w:r w:rsidRPr="00C927DE">
        <w:rPr>
          <w:rFonts w:cs="Arial"/>
          <w:bCs/>
        </w:rPr>
        <w:t>фактических затрат не менее 15 (пятнадцати) процентов от суммы запрашиваемой субсидии по направлениям расходов, частично возмещаемых за счет предоставляемой субсидии, указанным в пункте 1.7 Порядка;</w:t>
      </w:r>
    </w:p>
    <w:p w:rsidR="00CE2CBE" w:rsidRPr="00C927DE" w:rsidRDefault="00763DF8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6. </w:t>
      </w:r>
      <w:r w:rsidR="00102FEB" w:rsidRPr="00C927DE">
        <w:rPr>
          <w:rFonts w:cs="Arial"/>
        </w:rPr>
        <w:t>П</w:t>
      </w:r>
      <w:r w:rsidR="00CE2CBE" w:rsidRPr="00C927DE">
        <w:rPr>
          <w:rFonts w:cs="Arial"/>
        </w:rPr>
        <w:t>ринима</w:t>
      </w:r>
      <w:r w:rsidR="004B4140"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на себя обязательство</w:t>
      </w:r>
      <w:r w:rsidR="00146D31" w:rsidRPr="00C927DE">
        <w:rPr>
          <w:rFonts w:cs="Arial"/>
        </w:rPr>
        <w:t xml:space="preserve"> </w:t>
      </w:r>
      <w:r w:rsidR="00ED33CB" w:rsidRPr="00C927DE">
        <w:rPr>
          <w:rFonts w:cs="Arial"/>
          <w:lang w:eastAsia="zh-CN"/>
        </w:rPr>
        <w:t>(в случае предоставления субсидии)</w:t>
      </w:r>
      <w:r w:rsidR="00CE2CBE" w:rsidRPr="00C927DE">
        <w:rPr>
          <w:rFonts w:cs="Arial"/>
        </w:rPr>
        <w:t xml:space="preserve"> по выполнению следующих показателей в году предоставления субсидии</w:t>
      </w:r>
      <w:r w:rsidR="000B06A8" w:rsidRPr="00C927DE">
        <w:rPr>
          <w:rFonts w:cs="Arial"/>
        </w:rPr>
        <w:t>и по итогам одного последующего календарного года</w:t>
      </w:r>
      <w:r w:rsidR="00CE2CBE" w:rsidRPr="00C927DE">
        <w:rPr>
          <w:rFonts w:cs="Arial"/>
        </w:rPr>
        <w:t>:</w:t>
      </w:r>
    </w:p>
    <w:p w:rsidR="00CE2CBE" w:rsidRPr="00C927DE" w:rsidRDefault="00CE2CB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сохранение рабочих мест (при наличии) субъектом социального предпринимательства – получателем субсидии – 100%;</w:t>
      </w:r>
    </w:p>
    <w:p w:rsidR="00CE2CBE" w:rsidRPr="00C927DE" w:rsidRDefault="00CE2CBE" w:rsidP="00C927DE">
      <w:pPr>
        <w:ind w:firstLine="709"/>
        <w:rPr>
          <w:rFonts w:cs="Arial"/>
          <w:bCs/>
        </w:rPr>
      </w:pPr>
      <w:r w:rsidRPr="00C927DE">
        <w:rPr>
          <w:rFonts w:cs="Arial"/>
          <w:bCs/>
        </w:rPr>
        <w:t xml:space="preserve">2) сохранение статуса «социальное предприятие» </w:t>
      </w:r>
      <w:r w:rsidRPr="00C927DE">
        <w:rPr>
          <w:rFonts w:cs="Arial"/>
        </w:rPr>
        <w:t>субъектом социального предпринимательства – получателем субсидии – 100%</w:t>
      </w:r>
      <w:r w:rsidRPr="00C927DE">
        <w:rPr>
          <w:rFonts w:cs="Arial"/>
          <w:bCs/>
        </w:rPr>
        <w:t>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7. </w:t>
      </w:r>
      <w:r w:rsidR="00102FEB" w:rsidRPr="00C927DE">
        <w:rPr>
          <w:rFonts w:cs="Arial"/>
        </w:rPr>
        <w:t>Н</w:t>
      </w:r>
      <w:r w:rsidR="00CE2CBE" w:rsidRPr="00C927DE">
        <w:rPr>
          <w:rFonts w:cs="Arial"/>
        </w:rPr>
        <w:t>е вхо</w:t>
      </w:r>
      <w:r w:rsidRPr="00C927DE">
        <w:rPr>
          <w:rFonts w:cs="Arial"/>
        </w:rPr>
        <w:t>жу</w:t>
      </w:r>
      <w:r w:rsidR="00CE2CBE" w:rsidRPr="00C927DE">
        <w:rPr>
          <w:rFonts w:cs="Arial"/>
        </w:rPr>
        <w:t xml:space="preserve"> с контрагентами в сделки, в результате которых фактически</w:t>
      </w:r>
      <w:r w:rsidR="00146D31" w:rsidRPr="00C927DE">
        <w:rPr>
          <w:rFonts w:cs="Arial"/>
        </w:rPr>
        <w:t xml:space="preserve"> </w:t>
      </w:r>
      <w:r w:rsidR="00CE2CBE" w:rsidRPr="00C927DE">
        <w:rPr>
          <w:rFonts w:cs="Arial"/>
        </w:rPr>
        <w:t>произведены и (или) будут произведены затраты, указанные в пункте 1.7 Порядка, в одну группу лиц, определенную в соответствии со статьей 9 Федерального закона от 26.07.2006 № 135-ФЗ «О защите конкуренции» до получения субсидии;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 xml:space="preserve">8. </w:t>
      </w:r>
      <w:r w:rsidR="00102FEB" w:rsidRPr="00C927DE">
        <w:rPr>
          <w:rFonts w:cs="Arial"/>
        </w:rPr>
        <w:t>П</w:t>
      </w:r>
      <w:r w:rsidR="00CE2CBE" w:rsidRPr="00C927DE">
        <w:rPr>
          <w:rFonts w:cs="Arial"/>
        </w:rPr>
        <w:t>ринима</w:t>
      </w:r>
      <w:r w:rsidRPr="00C927DE">
        <w:rPr>
          <w:rFonts w:cs="Arial"/>
        </w:rPr>
        <w:t>ю</w:t>
      </w:r>
      <w:r w:rsidR="00CE2CBE" w:rsidRPr="00C927DE">
        <w:rPr>
          <w:rFonts w:cs="Arial"/>
        </w:rPr>
        <w:t xml:space="preserve"> на себя обязательство</w:t>
      </w:r>
      <w:r w:rsidR="00770F8D" w:rsidRPr="00C927DE">
        <w:rPr>
          <w:rFonts w:cs="Arial"/>
        </w:rPr>
        <w:t xml:space="preserve"> </w:t>
      </w:r>
      <w:r w:rsidR="00ED33CB" w:rsidRPr="00C927DE">
        <w:rPr>
          <w:rFonts w:cs="Arial"/>
          <w:lang w:eastAsia="zh-CN"/>
        </w:rPr>
        <w:t>(в случае предоставления субсидии)</w:t>
      </w:r>
      <w:r w:rsidR="00770F8D" w:rsidRPr="00C927DE">
        <w:rPr>
          <w:rFonts w:cs="Arial"/>
          <w:lang w:eastAsia="zh-CN"/>
        </w:rPr>
        <w:t xml:space="preserve"> </w:t>
      </w:r>
      <w:r w:rsidR="00CE2CBE" w:rsidRPr="00C927DE">
        <w:rPr>
          <w:rFonts w:cs="Arial"/>
        </w:rPr>
        <w:t>по пред</w:t>
      </w:r>
      <w:r w:rsidR="001871CA" w:rsidRPr="00C927DE">
        <w:rPr>
          <w:rFonts w:cs="Arial"/>
        </w:rPr>
        <w:t>о</w:t>
      </w:r>
      <w:r w:rsidR="00CE2CBE" w:rsidRPr="00C927DE">
        <w:rPr>
          <w:rFonts w:cs="Arial"/>
        </w:rPr>
        <w:t>ставлению отчетов в соответствии с разделом 4 Порядка;</w:t>
      </w:r>
    </w:p>
    <w:p w:rsidR="00CE2CBE" w:rsidRPr="00C927DE" w:rsidRDefault="00763DF8" w:rsidP="00C927DE">
      <w:pPr>
        <w:ind w:firstLine="709"/>
        <w:rPr>
          <w:rFonts w:cs="Arial"/>
        </w:rPr>
      </w:pPr>
      <w:r w:rsidRPr="00C927DE">
        <w:rPr>
          <w:rFonts w:cs="Arial"/>
        </w:rPr>
        <w:t>1.</w:t>
      </w:r>
      <w:r w:rsidR="00CE2CBE" w:rsidRPr="00C927DE">
        <w:rPr>
          <w:rFonts w:cs="Arial"/>
        </w:rPr>
        <w:t>9. </w:t>
      </w:r>
      <w:r w:rsidR="00102FEB" w:rsidRPr="00C927DE">
        <w:rPr>
          <w:rFonts w:cs="Arial"/>
        </w:rPr>
        <w:t>С</w:t>
      </w:r>
      <w:r w:rsidR="00CE2CBE" w:rsidRPr="00C927DE">
        <w:rPr>
          <w:rFonts w:cs="Arial"/>
        </w:rPr>
        <w:t>огласен на осуществление органами муниципального финансового контроля проверок соблюдения получателем субсидии условий, целей и порядка предоставления субсидии. Данное условие в обязательном порядке включается в Соглашение о предоставлении субсидии.</w:t>
      </w:r>
    </w:p>
    <w:p w:rsidR="00813CCF" w:rsidRPr="00C927DE" w:rsidRDefault="00813CCF" w:rsidP="00C927DE">
      <w:pPr>
        <w:ind w:firstLine="709"/>
        <w:rPr>
          <w:rFonts w:cs="Arial"/>
        </w:rPr>
      </w:pP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2. Сведения о заявителе:</w:t>
      </w:r>
    </w:p>
    <w:p w:rsidR="00813CCF" w:rsidRPr="00C927DE" w:rsidRDefault="00813CCF" w:rsidP="00C927DE">
      <w:pPr>
        <w:ind w:firstLine="709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"/>
        <w:gridCol w:w="7258"/>
        <w:gridCol w:w="1952"/>
      </w:tblGrid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Фамилия, имя, отчество, должность руководителя юридического лица; наименование учредительного документа, на основании которого действует руководитель юридического лица (устав, приказ о назначении на должность (дата, номер);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фамилия, имя, отчество индивидуального предпринимателя, документ, на основании которого он действует (свидетельство о регистрации в качестве индивидуального предпринимателя (номер, кем и когда выдано))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ОГРН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Юридический адрес (адрес регистрации) заявителя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Фактическое место осуществления предпринимательской деятельности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Контактный телефон, факс заявителя (указывается при наличии)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Адрес электронной почты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Способ информирования в рамках отбора (почта, факс, электронная почта) (нужное указать)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Банковские реквизиты для перечисления субсидии: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8.1.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ИНН/КПП заявителя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8.2.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Расчетный счет, открытый в учреждениях Центрального банка Российской Федерации или кредитных организациях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8.3.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наименование кредитной организации, адрес ее нахождения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8.4.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корреспондентский счет заявителя, открытый в учреждениях Центрального банка Российской Федерации или кредитных организациях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45D" w:rsidRPr="00C927DE" w:rsidTr="00C927DE">
        <w:tc>
          <w:tcPr>
            <w:tcW w:w="282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8.5.</w:t>
            </w:r>
          </w:p>
        </w:tc>
        <w:tc>
          <w:tcPr>
            <w:tcW w:w="371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1000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79FA" w:rsidRPr="00C927DE" w:rsidTr="00C927DE">
        <w:tc>
          <w:tcPr>
            <w:tcW w:w="282" w:type="pct"/>
          </w:tcPr>
          <w:p w:rsidR="009679FA" w:rsidRPr="00C927DE" w:rsidRDefault="009679F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8.6.</w:t>
            </w:r>
          </w:p>
        </w:tc>
        <w:tc>
          <w:tcPr>
            <w:tcW w:w="3718" w:type="pct"/>
          </w:tcPr>
          <w:p w:rsidR="009679FA" w:rsidRPr="00C927DE" w:rsidRDefault="009679F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Применяемая система налогообл</w:t>
            </w:r>
            <w:r w:rsidR="006D71E6"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о</w:t>
            </w:r>
            <w:r w:rsidRPr="00C927DE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>жения по заявленному виду деятельности</w:t>
            </w:r>
          </w:p>
        </w:tc>
        <w:tc>
          <w:tcPr>
            <w:tcW w:w="1000" w:type="pct"/>
          </w:tcPr>
          <w:p w:rsidR="009679FA" w:rsidRPr="00C927DE" w:rsidRDefault="009679F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2EB8" w:rsidRPr="00C927DE" w:rsidRDefault="00222EB8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55171" w:rsidRPr="00C927DE" w:rsidRDefault="00B55171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C927DE">
        <w:rPr>
          <w:rFonts w:ascii="Arial" w:hAnsi="Arial" w:cs="Arial"/>
          <w:sz w:val="24"/>
          <w:szCs w:val="24"/>
          <w:lang w:eastAsia="en-US"/>
        </w:rPr>
        <w:t xml:space="preserve">3. Перечень фактически произведенных затрат в соответствии с направлениями расходования, указанными в </w:t>
      </w:r>
      <w:hyperlink w:anchor="P101" w:history="1">
        <w:r w:rsidRPr="00C927DE">
          <w:rPr>
            <w:rFonts w:ascii="Arial" w:hAnsi="Arial" w:cs="Arial"/>
            <w:sz w:val="24"/>
            <w:szCs w:val="24"/>
            <w:lang w:eastAsia="en-US"/>
          </w:rPr>
          <w:t xml:space="preserve">пункте </w:t>
        </w:r>
        <w:r w:rsidR="004C640B" w:rsidRPr="00C927DE">
          <w:rPr>
            <w:rFonts w:ascii="Arial" w:hAnsi="Arial" w:cs="Arial"/>
            <w:sz w:val="24"/>
            <w:szCs w:val="24"/>
            <w:lang w:eastAsia="en-US"/>
          </w:rPr>
          <w:t>1</w:t>
        </w:r>
        <w:r w:rsidRPr="00C927DE">
          <w:rPr>
            <w:rFonts w:ascii="Arial" w:hAnsi="Arial" w:cs="Arial"/>
            <w:sz w:val="24"/>
            <w:szCs w:val="24"/>
            <w:lang w:eastAsia="en-US"/>
          </w:rPr>
          <w:t>.</w:t>
        </w:r>
      </w:hyperlink>
      <w:r w:rsidR="00763DF8" w:rsidRPr="00C927DE">
        <w:rPr>
          <w:rFonts w:ascii="Arial" w:hAnsi="Arial" w:cs="Arial"/>
          <w:sz w:val="24"/>
          <w:szCs w:val="24"/>
          <w:lang w:eastAsia="en-US"/>
        </w:rPr>
        <w:t>7</w:t>
      </w:r>
      <w:r w:rsidRPr="00C927DE">
        <w:rPr>
          <w:rFonts w:ascii="Arial" w:hAnsi="Arial" w:cs="Arial"/>
          <w:sz w:val="24"/>
          <w:szCs w:val="24"/>
          <w:lang w:eastAsia="en-US"/>
        </w:rPr>
        <w:t xml:space="preserve"> Порядка:</w:t>
      </w:r>
    </w:p>
    <w:p w:rsidR="00813CCF" w:rsidRPr="00C927DE" w:rsidRDefault="00813CCF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279"/>
        <w:gridCol w:w="2130"/>
        <w:gridCol w:w="2790"/>
      </w:tblGrid>
      <w:tr w:rsidR="00B55171" w:rsidRPr="00C927DE" w:rsidTr="00146D31">
        <w:tc>
          <w:tcPr>
            <w:tcW w:w="288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№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92" w:type="pct"/>
          </w:tcPr>
          <w:p w:rsidR="00B55171" w:rsidRPr="00C927DE" w:rsidRDefault="00F7614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еречень</w:t>
            </w:r>
            <w:r w:rsidR="00146D31" w:rsidRPr="00C927D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 xml:space="preserve">фактически </w:t>
            </w:r>
          </w:p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роизведенных</w:t>
            </w: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1091" w:type="pct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бъем расходования, руб.</w:t>
            </w:r>
          </w:p>
        </w:tc>
        <w:tc>
          <w:tcPr>
            <w:tcW w:w="1429" w:type="pct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Р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еквизиты документов, подтверждающих произведенные затраты</w:t>
            </w:r>
          </w:p>
        </w:tc>
      </w:tr>
      <w:tr w:rsidR="00B55171" w:rsidRPr="00C927DE" w:rsidTr="00146D31">
        <w:tc>
          <w:tcPr>
            <w:tcW w:w="288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92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9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</w:tr>
      <w:tr w:rsidR="00B55171" w:rsidRPr="00C927DE" w:rsidTr="00146D31">
        <w:tc>
          <w:tcPr>
            <w:tcW w:w="2480" w:type="pct"/>
            <w:gridSpan w:val="2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09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29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B55171" w:rsidRPr="00C927DE" w:rsidRDefault="00B55171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C927DE">
        <w:rPr>
          <w:rFonts w:ascii="Arial" w:hAnsi="Arial" w:cs="Arial"/>
          <w:sz w:val="24"/>
          <w:szCs w:val="24"/>
          <w:lang w:eastAsia="en-US"/>
        </w:rPr>
        <w:t xml:space="preserve">4. Смета планируемых затрат в соответствии с направлениями расходования, указанными в </w:t>
      </w:r>
      <w:hyperlink w:anchor="P101" w:history="1">
        <w:r w:rsidRPr="00C927DE">
          <w:rPr>
            <w:rFonts w:ascii="Arial" w:hAnsi="Arial" w:cs="Arial"/>
            <w:sz w:val="24"/>
            <w:szCs w:val="24"/>
            <w:lang w:eastAsia="en-US"/>
          </w:rPr>
          <w:t xml:space="preserve">пункте </w:t>
        </w:r>
        <w:r w:rsidR="004C640B" w:rsidRPr="00C927DE">
          <w:rPr>
            <w:rFonts w:ascii="Arial" w:hAnsi="Arial" w:cs="Arial"/>
            <w:sz w:val="24"/>
            <w:szCs w:val="24"/>
            <w:lang w:eastAsia="en-US"/>
          </w:rPr>
          <w:t>1</w:t>
        </w:r>
        <w:r w:rsidRPr="00C927DE">
          <w:rPr>
            <w:rFonts w:ascii="Arial" w:hAnsi="Arial" w:cs="Arial"/>
            <w:sz w:val="24"/>
            <w:szCs w:val="24"/>
            <w:lang w:eastAsia="en-US"/>
          </w:rPr>
          <w:t>.</w:t>
        </w:r>
      </w:hyperlink>
      <w:r w:rsidR="00763DF8" w:rsidRPr="00C927DE">
        <w:rPr>
          <w:rFonts w:ascii="Arial" w:hAnsi="Arial" w:cs="Arial"/>
          <w:sz w:val="24"/>
          <w:szCs w:val="24"/>
          <w:lang w:eastAsia="en-US"/>
        </w:rPr>
        <w:t>7</w:t>
      </w:r>
      <w:r w:rsidRPr="00C927DE">
        <w:rPr>
          <w:rFonts w:ascii="Arial" w:hAnsi="Arial" w:cs="Arial"/>
          <w:sz w:val="24"/>
          <w:szCs w:val="24"/>
          <w:lang w:eastAsia="en-US"/>
        </w:rPr>
        <w:t xml:space="preserve"> Порядка: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6"/>
        <w:gridCol w:w="4289"/>
        <w:gridCol w:w="1642"/>
        <w:gridCol w:w="1642"/>
        <w:gridCol w:w="1642"/>
      </w:tblGrid>
      <w:tr w:rsidR="00B55171" w:rsidRPr="00C927DE" w:rsidTr="00146D31">
        <w:tc>
          <w:tcPr>
            <w:tcW w:w="280" w:type="pct"/>
            <w:vAlign w:val="center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№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97" w:type="pct"/>
            <w:vAlign w:val="center"/>
          </w:tcPr>
          <w:p w:rsidR="00B55171" w:rsidRPr="00C927DE" w:rsidRDefault="00F7614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еречень</w:t>
            </w:r>
            <w:r w:rsidR="00146D31" w:rsidRPr="00C927D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планируемых затрат</w:t>
            </w:r>
          </w:p>
        </w:tc>
        <w:tc>
          <w:tcPr>
            <w:tcW w:w="841" w:type="pct"/>
            <w:vAlign w:val="center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К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оличество, ед.</w:t>
            </w:r>
          </w:p>
        </w:tc>
        <w:tc>
          <w:tcPr>
            <w:tcW w:w="841" w:type="pct"/>
            <w:vAlign w:val="center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Ц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ена за ед.,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841" w:type="pct"/>
            <w:vAlign w:val="center"/>
          </w:tcPr>
          <w:p w:rsidR="00B55171" w:rsidRPr="00C927DE" w:rsidRDefault="00146D3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С</w:t>
            </w:r>
            <w:r w:rsidR="00B55171" w:rsidRPr="00C927DE">
              <w:rPr>
                <w:rFonts w:ascii="Arial" w:hAnsi="Arial" w:cs="Arial"/>
                <w:sz w:val="24"/>
                <w:szCs w:val="24"/>
                <w:lang w:eastAsia="en-US"/>
              </w:rPr>
              <w:t>умма,</w:t>
            </w:r>
          </w:p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руб.</w:t>
            </w:r>
          </w:p>
        </w:tc>
      </w:tr>
      <w:tr w:rsidR="00B55171" w:rsidRPr="00C927DE" w:rsidTr="00146D31">
        <w:tc>
          <w:tcPr>
            <w:tcW w:w="280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97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</w:p>
        </w:tc>
      </w:tr>
      <w:tr w:rsidR="00B55171" w:rsidRPr="00C927DE" w:rsidTr="00146D31">
        <w:tc>
          <w:tcPr>
            <w:tcW w:w="2477" w:type="pct"/>
            <w:gridSpan w:val="2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:rsidR="00B55171" w:rsidRPr="00C927DE" w:rsidRDefault="00B551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222EB8" w:rsidRPr="00C927DE" w:rsidRDefault="00222EB8" w:rsidP="00C927DE">
      <w:pPr>
        <w:ind w:firstLine="709"/>
        <w:rPr>
          <w:rFonts w:cs="Arial"/>
        </w:rPr>
      </w:pP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Все сведения, указанные мною в документах в составе заявки, являются достоверными.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Согласен на обработку персональных данных, указанных в представленной документации, в том числе на размещение в информационно-телекоммуникационной сети общего пользования.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Я уведомлен о том, что неподписание мной Соглашения о предоставлении Субсидии в течение 10 (десяти) рабочих дней с момента принятия решения Комиссией по любым, в том числе не зависящим от меня причинам, означает мой односторонний добровольный отказ от получения Субсидии.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C927DE">
        <w:rPr>
          <w:rFonts w:ascii="Arial" w:hAnsi="Arial" w:cs="Arial"/>
          <w:sz w:val="24"/>
          <w:szCs w:val="24"/>
          <w:lang w:eastAsia="en-US"/>
        </w:rPr>
        <w:t>Приложение: ________________</w:t>
      </w:r>
    </w:p>
    <w:p w:rsidR="0090345D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Подпись заявителя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_________________________________________</w:t>
      </w:r>
    </w:p>
    <w:p w:rsidR="0090345D" w:rsidRPr="00C927DE" w:rsidRDefault="00C927DE" w:rsidP="00C927DE">
      <w:pPr>
        <w:ind w:firstLine="709"/>
        <w:rPr>
          <w:rFonts w:cs="Arial"/>
        </w:rPr>
      </w:pPr>
      <w:r w:rsidRPr="00C927DE">
        <w:rPr>
          <w:rFonts w:cs="Arial"/>
        </w:rPr>
        <w:t xml:space="preserve"> </w:t>
      </w:r>
      <w:r w:rsidR="0090345D" w:rsidRPr="00C927DE">
        <w:rPr>
          <w:rFonts w:cs="Arial"/>
        </w:rPr>
        <w:t>(расшифровка должности, фамилии, имени, отчества)</w:t>
      </w:r>
    </w:p>
    <w:p w:rsidR="0090345D" w:rsidRPr="00C927DE" w:rsidRDefault="0051382C" w:rsidP="00C927DE">
      <w:pPr>
        <w:ind w:firstLine="709"/>
        <w:rPr>
          <w:rFonts w:cs="Arial"/>
        </w:rPr>
      </w:pPr>
      <w:r w:rsidRPr="00C927DE">
        <w:rPr>
          <w:rFonts w:cs="Arial"/>
        </w:rPr>
        <w:t>«</w:t>
      </w:r>
      <w:r w:rsidR="0090345D" w:rsidRPr="00C927DE">
        <w:rPr>
          <w:rFonts w:cs="Arial"/>
        </w:rPr>
        <w:t>__</w:t>
      </w:r>
      <w:r w:rsidRPr="00C927DE">
        <w:rPr>
          <w:rFonts w:cs="Arial"/>
        </w:rPr>
        <w:t>»</w:t>
      </w:r>
      <w:r w:rsidR="0090345D" w:rsidRPr="00C927DE">
        <w:rPr>
          <w:rFonts w:cs="Arial"/>
        </w:rPr>
        <w:t>___________ 20__ года</w:t>
      </w:r>
    </w:p>
    <w:p w:rsidR="00ED33CB" w:rsidRPr="00C927DE" w:rsidRDefault="0090345D" w:rsidP="00C927DE">
      <w:pPr>
        <w:ind w:firstLine="709"/>
        <w:rPr>
          <w:rFonts w:cs="Arial"/>
        </w:rPr>
      </w:pPr>
      <w:r w:rsidRPr="00C927DE">
        <w:rPr>
          <w:rFonts w:cs="Arial"/>
        </w:rPr>
        <w:t>М.П. (при наличии)</w:t>
      </w:r>
    </w:p>
    <w:p w:rsidR="00B55171" w:rsidRPr="00C927DE" w:rsidRDefault="00146D31" w:rsidP="00C927DE">
      <w:pPr>
        <w:ind w:left="5103" w:firstLine="0"/>
        <w:rPr>
          <w:rFonts w:cs="Arial"/>
          <w:bCs/>
        </w:rPr>
      </w:pPr>
      <w:r w:rsidRPr="00C927DE">
        <w:rPr>
          <w:rFonts w:cs="Arial"/>
        </w:rPr>
        <w:br w:type="page"/>
      </w:r>
      <w:r w:rsidR="0090345D" w:rsidRPr="00C927DE">
        <w:rPr>
          <w:rFonts w:cs="Arial"/>
        </w:rPr>
        <w:lastRenderedPageBreak/>
        <w:t>Приложение № 2</w:t>
      </w:r>
      <w:r w:rsidR="00C927DE">
        <w:rPr>
          <w:rFonts w:cs="Arial"/>
        </w:rPr>
        <w:t xml:space="preserve"> </w:t>
      </w:r>
      <w:r w:rsidR="00B55171" w:rsidRPr="00C927DE">
        <w:rPr>
          <w:rFonts w:cs="Arial"/>
          <w:bCs/>
          <w:lang w:eastAsia="zh-CN"/>
        </w:rPr>
        <w:t xml:space="preserve">к Порядку </w:t>
      </w:r>
      <w:r w:rsidR="00B55171"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tbl>
      <w:tblPr>
        <w:tblW w:w="0" w:type="auto"/>
        <w:tblInd w:w="5" w:type="dxa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734"/>
        <w:gridCol w:w="1827"/>
      </w:tblGrid>
      <w:tr w:rsidR="00B55171" w:rsidRPr="00C927DE" w:rsidTr="0051382C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bookmarkStart w:id="26" w:name="P567"/>
            <w:bookmarkEnd w:id="26"/>
            <w:r w:rsidRPr="00C927DE">
              <w:rPr>
                <w:rFonts w:cs="Arial"/>
                <w:bCs/>
              </w:rPr>
              <w:t>Отчет о социальном воздействии</w:t>
            </w: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№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Раздел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Описание</w:t>
            </w: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1.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Цель социального предприятия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2.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3.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4.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5138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5.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</w:tbl>
    <w:p w:rsidR="00B55171" w:rsidRPr="00C927DE" w:rsidRDefault="00B55171" w:rsidP="00C927DE">
      <w:pPr>
        <w:widowControl w:val="0"/>
        <w:autoSpaceDE w:val="0"/>
        <w:autoSpaceDN w:val="0"/>
        <w:ind w:firstLine="709"/>
        <w:rPr>
          <w:rFonts w:cs="Arial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B55171" w:rsidRPr="00C927DE" w:rsidTr="00B55171">
        <w:tc>
          <w:tcPr>
            <w:tcW w:w="9070" w:type="dxa"/>
            <w:hideMark/>
          </w:tcPr>
          <w:p w:rsidR="00B55171" w:rsidRPr="00C927DE" w:rsidRDefault="0051382C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«</w:t>
            </w:r>
            <w:r w:rsidR="00B55171" w:rsidRPr="00C927DE">
              <w:rPr>
                <w:rFonts w:cs="Arial"/>
                <w:bCs/>
              </w:rPr>
              <w:t>__</w:t>
            </w:r>
            <w:r w:rsidRPr="00C927DE">
              <w:rPr>
                <w:rFonts w:cs="Arial"/>
                <w:bCs/>
              </w:rPr>
              <w:t>»</w:t>
            </w:r>
            <w:r w:rsidR="00B55171" w:rsidRPr="00C927DE">
              <w:rPr>
                <w:rFonts w:cs="Arial"/>
                <w:bCs/>
              </w:rPr>
              <w:t xml:space="preserve"> _________ 20__ г.</w:t>
            </w:r>
          </w:p>
        </w:tc>
      </w:tr>
    </w:tbl>
    <w:p w:rsidR="00B55171" w:rsidRPr="00C927DE" w:rsidRDefault="00B55171" w:rsidP="00C927DE">
      <w:pPr>
        <w:widowControl w:val="0"/>
        <w:autoSpaceDE w:val="0"/>
        <w:autoSpaceDN w:val="0"/>
        <w:ind w:firstLine="709"/>
        <w:rPr>
          <w:rFonts w:cs="Arial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B55171" w:rsidRPr="00C927DE" w:rsidTr="00B55171">
        <w:tc>
          <w:tcPr>
            <w:tcW w:w="3692" w:type="dxa"/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B55171">
        <w:tc>
          <w:tcPr>
            <w:tcW w:w="3692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подпись</w:t>
            </w:r>
          </w:p>
        </w:tc>
        <w:tc>
          <w:tcPr>
            <w:tcW w:w="340" w:type="dxa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(расшифровка подписи)</w:t>
            </w:r>
          </w:p>
        </w:tc>
      </w:tr>
      <w:tr w:rsidR="00B55171" w:rsidRPr="00C927DE" w:rsidTr="00B55171">
        <w:tc>
          <w:tcPr>
            <w:tcW w:w="9070" w:type="dxa"/>
            <w:gridSpan w:val="5"/>
          </w:tcPr>
          <w:p w:rsidR="00B55171" w:rsidRPr="00C927DE" w:rsidRDefault="00B55171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</w:tc>
      </w:tr>
      <w:tr w:rsidR="00B55171" w:rsidRPr="00C927DE" w:rsidTr="00B55171">
        <w:tc>
          <w:tcPr>
            <w:tcW w:w="9070" w:type="dxa"/>
            <w:gridSpan w:val="5"/>
            <w:hideMark/>
          </w:tcPr>
          <w:p w:rsidR="00B55171" w:rsidRPr="00C927DE" w:rsidRDefault="00C37CB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bCs/>
              </w:rPr>
            </w:pPr>
            <w:r w:rsidRPr="00C927DE">
              <w:rPr>
                <w:rFonts w:cs="Arial"/>
                <w:bCs/>
              </w:rPr>
              <w:t>М</w:t>
            </w:r>
            <w:r w:rsidR="00B55171" w:rsidRPr="00C927DE">
              <w:rPr>
                <w:rFonts w:cs="Arial"/>
                <w:bCs/>
              </w:rPr>
              <w:t>.</w:t>
            </w:r>
            <w:r w:rsidR="00824AEE" w:rsidRPr="00C927DE">
              <w:rPr>
                <w:rFonts w:cs="Arial"/>
                <w:bCs/>
              </w:rPr>
              <w:t>П</w:t>
            </w:r>
            <w:r w:rsidR="00B55171" w:rsidRPr="00C927DE">
              <w:rPr>
                <w:rFonts w:cs="Arial"/>
                <w:bCs/>
              </w:rPr>
              <w:t>. (при наличии)</w:t>
            </w:r>
          </w:p>
        </w:tc>
      </w:tr>
    </w:tbl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  <w:sectPr w:rsidR="0090345D" w:rsidRPr="00C927DE" w:rsidSect="00C927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40"/>
          <w:pgMar w:top="2268" w:right="567" w:bottom="567" w:left="1701" w:header="0" w:footer="0" w:gutter="0"/>
          <w:cols w:space="720"/>
          <w:docGrid w:linePitch="299"/>
        </w:sectPr>
      </w:pPr>
    </w:p>
    <w:p w:rsidR="0051382C" w:rsidRPr="00C927DE" w:rsidRDefault="0051382C" w:rsidP="00C927DE">
      <w:pPr>
        <w:autoSpaceDE w:val="0"/>
        <w:autoSpaceDN w:val="0"/>
        <w:adjustRightInd w:val="0"/>
        <w:ind w:left="5103" w:firstLine="0"/>
        <w:rPr>
          <w:rFonts w:cs="Arial"/>
          <w:bCs/>
        </w:rPr>
      </w:pPr>
      <w:r w:rsidRPr="00C927DE">
        <w:rPr>
          <w:rFonts w:cs="Arial"/>
        </w:rPr>
        <w:lastRenderedPageBreak/>
        <w:t>Приложение № 3</w:t>
      </w:r>
      <w:r w:rsidR="00C927DE">
        <w:rPr>
          <w:rFonts w:cs="Arial"/>
        </w:rPr>
        <w:t xml:space="preserve"> </w:t>
      </w:r>
      <w:r w:rsidRPr="00C927DE">
        <w:rPr>
          <w:rFonts w:cs="Arial"/>
          <w:bCs/>
          <w:lang w:eastAsia="zh-CN"/>
        </w:rPr>
        <w:t xml:space="preserve">к Порядку </w:t>
      </w:r>
      <w:r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bookmarkStart w:id="27" w:name="P409"/>
      <w:bookmarkEnd w:id="27"/>
      <w:r w:rsidRPr="00C927DE">
        <w:rPr>
          <w:rFonts w:cs="Arial"/>
        </w:rPr>
        <w:t>ВЕДОМОСТЬ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>оценки заявок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"/>
        <w:gridCol w:w="761"/>
        <w:gridCol w:w="1560"/>
        <w:gridCol w:w="1560"/>
        <w:gridCol w:w="1560"/>
        <w:gridCol w:w="1560"/>
        <w:gridCol w:w="1149"/>
        <w:gridCol w:w="653"/>
        <w:gridCol w:w="696"/>
      </w:tblGrid>
      <w:tr w:rsidR="00BA1032" w:rsidRPr="00C927DE" w:rsidTr="00C14843"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№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Участник отбора</w:t>
            </w:r>
          </w:p>
        </w:tc>
        <w:tc>
          <w:tcPr>
            <w:tcW w:w="38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Критерии оценки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Сумма баллов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Рейтинг</w:t>
            </w:r>
          </w:p>
        </w:tc>
      </w:tr>
      <w:tr w:rsidR="00BA1032" w:rsidRPr="00C927DE" w:rsidTr="00C14843"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в процентах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расходов на оплату труда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общих расходах на оплату труда работников за предшествующий календарный год, в процентах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Доля доходов от осуществления деятельности (видов деятельности), указанной в пунктах 2, 3 или 4 части 1 статьи 24.1 Федерального закона от 24 июля 2007 г. № 209-ФЗ «О развитии малого и среднего предпринимательства в Российской Федерации», по итогам предыдущего календарного года в общем объеме доходов, процентов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пунктах 2, 3 или 4 части 1 статьи 24.1 Федерального закона от 24 июля 2007 г. № 209-ФЗ «О развитии малого и среднего предпринимательства в Российской Федерации», в текущем календарном году от </w:t>
            </w:r>
            <w:r w:rsidRPr="00C927DE">
              <w:rPr>
                <w:rFonts w:cs="Arial"/>
              </w:rPr>
              <w:lastRenderedPageBreak/>
              <w:t>размера указанной прибыли, процентов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lastRenderedPageBreak/>
              <w:t>Доля фактически произведенных затрат от размера планируемых к возмещению, процентов</w:t>
            </w: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032" w:rsidRPr="00C927DE" w:rsidRDefault="00BA1032" w:rsidP="00C927DE">
            <w:pPr>
              <w:ind w:firstLine="709"/>
              <w:rPr>
                <w:rFonts w:cs="Arial"/>
              </w:rPr>
            </w:pPr>
          </w:p>
        </w:tc>
      </w:tr>
      <w:tr w:rsidR="00BA1032" w:rsidRPr="00C927DE" w:rsidTr="00C14843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1.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BA1032" w:rsidRPr="00C927DE" w:rsidTr="00C14843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…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BA1032" w:rsidRPr="00C927DE" w:rsidTr="00C14843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  <w:lang w:val="en-US"/>
              </w:rPr>
            </w:pPr>
            <w:r w:rsidRPr="00C927DE">
              <w:rPr>
                <w:rFonts w:cs="Arial"/>
                <w:lang w:val="en-US"/>
              </w:rPr>
              <w:t>N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32" w:rsidRPr="00C927DE" w:rsidRDefault="00BA1032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</w:tbl>
    <w:p w:rsidR="0051382C" w:rsidRPr="00C927DE" w:rsidRDefault="00C927D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Члены комиссии ________________________________________________________</w:t>
      </w:r>
    </w:p>
    <w:p w:rsidR="0051382C" w:rsidRPr="00C927DE" w:rsidRDefault="0051382C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51382C" w:rsidRPr="00C927DE" w:rsidRDefault="00C927D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_____________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_____________________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«___»_____________ 20____ год</w:t>
      </w:r>
    </w:p>
    <w:p w:rsidR="0051382C" w:rsidRPr="00C927DE" w:rsidRDefault="00C927D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 </w:t>
      </w:r>
      <w:r w:rsidR="00816EBD" w:rsidRPr="00C927DE">
        <w:rPr>
          <w:rFonts w:cs="Arial"/>
        </w:rPr>
        <w:t xml:space="preserve">( </w:t>
      </w:r>
      <w:r w:rsidR="0051382C" w:rsidRPr="00C927DE">
        <w:rPr>
          <w:rFonts w:cs="Arial"/>
        </w:rPr>
        <w:t>подпись)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(расшифровка подписи)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(дата)</w:t>
      </w:r>
    </w:p>
    <w:p w:rsidR="0051382C" w:rsidRPr="00C927DE" w:rsidRDefault="00C927D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_____________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_____________________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«___»_____________ 20____ год</w:t>
      </w:r>
    </w:p>
    <w:p w:rsidR="0051382C" w:rsidRPr="00C927DE" w:rsidRDefault="00C927DE" w:rsidP="00C927DE">
      <w:pPr>
        <w:widowControl w:val="0"/>
        <w:autoSpaceDE w:val="0"/>
        <w:autoSpaceDN w:val="0"/>
        <w:ind w:firstLine="709"/>
        <w:rPr>
          <w:rFonts w:cs="Arial"/>
        </w:rPr>
      </w:pP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(подпись)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(расшифровка подписи)</w:t>
      </w:r>
      <w:r w:rsidRPr="00C927DE">
        <w:rPr>
          <w:rFonts w:cs="Arial"/>
        </w:rPr>
        <w:t xml:space="preserve"> </w:t>
      </w:r>
      <w:r w:rsidR="0051382C" w:rsidRPr="00C927DE">
        <w:rPr>
          <w:rFonts w:cs="Arial"/>
        </w:rPr>
        <w:t>(дата)</w:t>
      </w:r>
    </w:p>
    <w:p w:rsidR="00544E88" w:rsidRPr="00C927DE" w:rsidRDefault="00544E88" w:rsidP="00C927DE">
      <w:pPr>
        <w:widowControl w:val="0"/>
        <w:autoSpaceDE w:val="0"/>
        <w:autoSpaceDN w:val="0"/>
        <w:ind w:firstLine="709"/>
        <w:rPr>
          <w:rFonts w:cs="Arial"/>
        </w:rPr>
      </w:pPr>
    </w:p>
    <w:p w:rsidR="00B26066" w:rsidRPr="00C927DE" w:rsidRDefault="00544E88" w:rsidP="00C927DE">
      <w:pPr>
        <w:ind w:firstLine="709"/>
        <w:rPr>
          <w:rFonts w:cs="Arial"/>
          <w:bCs/>
        </w:rPr>
      </w:pPr>
      <w:r w:rsidRPr="00C927DE">
        <w:rPr>
          <w:rFonts w:cs="Arial"/>
        </w:rPr>
        <w:br w:type="page"/>
      </w:r>
      <w:r w:rsidR="0090345D" w:rsidRPr="00C927DE">
        <w:rPr>
          <w:rFonts w:cs="Arial"/>
          <w:lang w:eastAsia="zh-CN"/>
        </w:rPr>
        <w:lastRenderedPageBreak/>
        <w:t>Приложение № </w:t>
      </w:r>
      <w:r w:rsidRPr="00C927DE">
        <w:rPr>
          <w:rFonts w:cs="Arial"/>
          <w:lang w:eastAsia="zh-CN"/>
        </w:rPr>
        <w:t>4</w:t>
      </w:r>
      <w:r w:rsidR="00C927DE">
        <w:rPr>
          <w:rFonts w:cs="Arial"/>
          <w:lang w:eastAsia="zh-CN"/>
        </w:rPr>
        <w:t xml:space="preserve"> </w:t>
      </w:r>
      <w:r w:rsidR="00B26066" w:rsidRPr="00C927DE">
        <w:rPr>
          <w:rFonts w:cs="Arial"/>
          <w:bCs/>
          <w:lang w:eastAsia="zh-CN"/>
        </w:rPr>
        <w:t xml:space="preserve">к Порядку </w:t>
      </w:r>
      <w:bookmarkStart w:id="28" w:name="_Hlk48583724"/>
      <w:r w:rsidR="00B26066"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  <w:bookmarkEnd w:id="28"/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  <w:lang w:eastAsia="zh-CN"/>
        </w:rPr>
      </w:pPr>
      <w:bookmarkStart w:id="29" w:name="P1057"/>
      <w:bookmarkEnd w:id="29"/>
      <w:r w:rsidRPr="00C927DE">
        <w:rPr>
          <w:rFonts w:ascii="Arial" w:hAnsi="Arial" w:cs="Arial"/>
          <w:b w:val="0"/>
          <w:bCs/>
          <w:sz w:val="24"/>
          <w:szCs w:val="24"/>
          <w:lang w:eastAsia="zh-CN"/>
        </w:rPr>
        <w:t>Перечень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C927DE">
        <w:rPr>
          <w:rFonts w:ascii="Arial" w:hAnsi="Arial" w:cs="Arial"/>
          <w:bCs/>
          <w:sz w:val="24"/>
          <w:szCs w:val="24"/>
          <w:lang w:eastAsia="zh-CN"/>
        </w:rPr>
        <w:t>документов, подтверждающих фактически произведенных затрат, в том числе расходы в размере не менее 15 (пятнадцати) процентов от суммы заявленной субсидии в рамках софинансирования</w:t>
      </w:r>
    </w:p>
    <w:p w:rsidR="00824AEE" w:rsidRPr="00C927DE" w:rsidRDefault="00824AEE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  <w:lang w:eastAsia="zh-CN"/>
        </w:rPr>
      </w:pP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1. П</w:t>
      </w:r>
      <w:r w:rsidR="008B2071" w:rsidRPr="00C927DE">
        <w:rPr>
          <w:rFonts w:cs="Arial"/>
        </w:rPr>
        <w:t>риобретение, изготовление и (или) ремонт, а также доставка инвентаря, мебели, учебно-методической литературы, дидактических и обучающих материалов;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2.</w:t>
      </w:r>
      <w:r w:rsidR="00813CCF" w:rsidRPr="00C927DE">
        <w:rPr>
          <w:rFonts w:cs="Arial"/>
        </w:rPr>
        <w:t xml:space="preserve"> </w:t>
      </w:r>
      <w:r w:rsidRPr="00C927DE">
        <w:rPr>
          <w:rFonts w:cs="Arial"/>
        </w:rPr>
        <w:t>П</w:t>
      </w:r>
      <w:r w:rsidR="008B2071" w:rsidRPr="00C927DE">
        <w:rPr>
          <w:rFonts w:cs="Arial"/>
        </w:rPr>
        <w:t>риобретение, доставка, пуско-наладочные работы, ремонт оборудования, а также приобретение запасных частей и комплектующих;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3.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П</w:t>
      </w:r>
      <w:r w:rsidR="008B2071" w:rsidRPr="00C927DE">
        <w:rPr>
          <w:rFonts w:cs="Arial"/>
        </w:rPr>
        <w:t>риобретение в собственность зданий и помещений (за исключением жилых);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4.П</w:t>
      </w:r>
      <w:r w:rsidR="008B2071" w:rsidRPr="00C927DE">
        <w:rPr>
          <w:rFonts w:cs="Arial"/>
        </w:rPr>
        <w:t>риобретение, фрахтования и (или) ремонт транспортных средств всех типов (за исключением легковых автомобилей);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5.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Т</w:t>
      </w:r>
      <w:r w:rsidR="008B2071" w:rsidRPr="00C927DE">
        <w:rPr>
          <w:rFonts w:cs="Arial"/>
        </w:rPr>
        <w:t>ехнологическое присоединение к инженерным инфраструктурам (электрические сети, газоснабжение, водоснабжение, водоотведение);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6. П</w:t>
      </w:r>
      <w:r w:rsidR="008B2071" w:rsidRPr="00C927DE">
        <w:rPr>
          <w:rFonts w:cs="Arial"/>
        </w:rPr>
        <w:t>риобретение и (или) подписка программного обеспечения, оргтехники и иной техники;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7.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Р</w:t>
      </w:r>
      <w:r w:rsidR="008B2071" w:rsidRPr="00C927DE">
        <w:rPr>
          <w:rFonts w:cs="Arial"/>
        </w:rPr>
        <w:t>азработка программного обеспечения, сайтов и (или) мобильных приложений;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8.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Т</w:t>
      </w:r>
      <w:r w:rsidR="008B2071" w:rsidRPr="00C927DE">
        <w:rPr>
          <w:rFonts w:cs="Arial"/>
        </w:rPr>
        <w:t>ипографские услуги и изготовление рекламных и информационных материалов, услуги таргетинга;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9.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О</w:t>
      </w:r>
      <w:r w:rsidR="008B2071" w:rsidRPr="00C927DE">
        <w:rPr>
          <w:rFonts w:cs="Arial"/>
        </w:rPr>
        <w:t>бучение 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10.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П</w:t>
      </w:r>
      <w:r w:rsidR="008B2071" w:rsidRPr="00C927DE">
        <w:rPr>
          <w:rFonts w:cs="Arial"/>
        </w:rPr>
        <w:t>риобретение и доставка строительных, отделочных материалов и (или) проведение ремонтных работ зданий и помещений (за исключением жилых);</w:t>
      </w:r>
    </w:p>
    <w:p w:rsidR="008B2071" w:rsidRPr="00C927DE" w:rsidRDefault="00C37CB2" w:rsidP="00C927DE">
      <w:pPr>
        <w:ind w:firstLine="709"/>
        <w:rPr>
          <w:rFonts w:cs="Arial"/>
        </w:rPr>
      </w:pPr>
      <w:r w:rsidRPr="00C927DE">
        <w:rPr>
          <w:rFonts w:cs="Arial"/>
        </w:rPr>
        <w:t>11. П</w:t>
      </w:r>
      <w:r w:rsidR="008B2071" w:rsidRPr="00C927DE">
        <w:rPr>
          <w:rFonts w:cs="Arial"/>
        </w:rPr>
        <w:t>риобретение и (или) монтаж элементов благоустройства территории;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12.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П</w:t>
      </w:r>
      <w:r w:rsidR="008B2071" w:rsidRPr="00C927DE">
        <w:rPr>
          <w:rFonts w:cs="Arial"/>
        </w:rPr>
        <w:t>риобретение, установка и обслуживание средств противопожарной безопасности, пожарной и охранной сигнализации;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13. О</w:t>
      </w:r>
      <w:r w:rsidR="008B2071" w:rsidRPr="00C927DE">
        <w:rPr>
          <w:rFonts w:cs="Arial"/>
        </w:rPr>
        <w:t>плата аренды</w:t>
      </w:r>
      <w:r w:rsidR="00CD2B2E" w:rsidRPr="00C927DE">
        <w:rPr>
          <w:rFonts w:cs="Arial"/>
        </w:rPr>
        <w:t xml:space="preserve"> </w:t>
      </w:r>
      <w:r w:rsidR="008B2071" w:rsidRPr="00C927DE">
        <w:rPr>
          <w:rFonts w:cs="Arial"/>
        </w:rPr>
        <w:t>зданий и помещений (за исключением жилых), оплата коммунальных ресурсов и (или) возмещение иных расходов, связанных с пользованием нежилых зданий, помещений;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14. П</w:t>
      </w:r>
      <w:r w:rsidR="008B2071" w:rsidRPr="00C927DE">
        <w:rPr>
          <w:rFonts w:cs="Arial"/>
        </w:rPr>
        <w:t>риобретение прав по франшизе (оплата паушального взноса и (или) роялти);</w:t>
      </w:r>
    </w:p>
    <w:p w:rsidR="008B2071" w:rsidRPr="00C927DE" w:rsidRDefault="004E0C59" w:rsidP="00C927DE">
      <w:pPr>
        <w:ind w:firstLine="709"/>
        <w:rPr>
          <w:rFonts w:cs="Arial"/>
        </w:rPr>
      </w:pPr>
      <w:r w:rsidRPr="00C927DE">
        <w:rPr>
          <w:rFonts w:cs="Arial"/>
        </w:rPr>
        <w:t>15.</w:t>
      </w:r>
      <w:r w:rsidR="008B2071" w:rsidRPr="00C927DE">
        <w:rPr>
          <w:rFonts w:cs="Arial"/>
        </w:rPr>
        <w:t> </w:t>
      </w:r>
      <w:r w:rsidRPr="00C927DE">
        <w:rPr>
          <w:rFonts w:cs="Arial"/>
        </w:rPr>
        <w:t>У</w:t>
      </w:r>
      <w:r w:rsidR="008B2071" w:rsidRPr="00C927DE">
        <w:rPr>
          <w:rFonts w:cs="Arial"/>
        </w:rPr>
        <w:t>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 (за исключением жилых помещений</w:t>
      </w:r>
      <w:r w:rsidR="00CD2B2E" w:rsidRPr="00C927DE">
        <w:rPr>
          <w:rFonts w:cs="Arial"/>
        </w:rPr>
        <w:t xml:space="preserve"> </w:t>
      </w:r>
      <w:r w:rsidR="008B2071" w:rsidRPr="00C927DE">
        <w:rPr>
          <w:rFonts w:cs="Arial"/>
        </w:rPr>
        <w:t>и легковых транспортных средств).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034"/>
        <w:gridCol w:w="6166"/>
      </w:tblGrid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№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Перечень произведенных затрат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Перечень копий документов, подтверждающих произведенные затраты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 xml:space="preserve">Приобретение и 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(или) изготовление инвентаря, мебели, учебно-методической литературы,</w:t>
            </w:r>
            <w:r w:rsidR="00CD2B2E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оборудования, оргтехники и иной техники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В розничной торговле: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 xml:space="preserve">1)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кассовый чек и (или) товарный чеки;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договор, на основании которого приобретены (изготовлены) инвентарь, мебель, оборудование, оргтехника и иная техника;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либо иной первичный учетный документ, подтверждающие получение инвентаря, мебели, оборудования, оргтехники и иной техники;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 инвентаря, мебели, оборудования, оргтехники и иной техники</w:t>
            </w:r>
          </w:p>
        </w:tc>
      </w:tr>
      <w:tr w:rsidR="008B2071" w:rsidRPr="00C927DE" w:rsidTr="00816EBD">
        <w:tc>
          <w:tcPr>
            <w:tcW w:w="288" w:type="pct"/>
          </w:tcPr>
          <w:p w:rsidR="008B2071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554" w:type="pct"/>
          </w:tcPr>
          <w:p w:rsidR="008B2071" w:rsidRPr="00C927DE" w:rsidRDefault="008B20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Приобретение, доставка, пуско-наладочные работы, ремонт оборудования, а также приобретение запасных частей и комплектующих</w:t>
            </w:r>
          </w:p>
        </w:tc>
        <w:tc>
          <w:tcPr>
            <w:tcW w:w="3158" w:type="pct"/>
          </w:tcPr>
          <w:p w:rsidR="008B2071" w:rsidRPr="00C927DE" w:rsidRDefault="008B20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розничной торговле: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>кассовый чек и (или) товарный чеки;</w:t>
            </w:r>
          </w:p>
          <w:p w:rsidR="008B2071" w:rsidRPr="00C927DE" w:rsidRDefault="008B2071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C55685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договор, на основании которого приобретен</w:t>
            </w:r>
            <w:r w:rsidR="005538B4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и (или) доставлено</w:t>
            </w:r>
            <w:r w:rsidR="005538B4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оборудование, запасные части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>,</w:t>
            </w:r>
            <w:r w:rsidR="005538B4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комплектующие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>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на пуско-наладочные и (или) ремонтные работы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>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C55685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либо иной первичный учетный документ, подтверждающие получение</w:t>
            </w:r>
            <w:r w:rsidR="00C55685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оборудования, запасных частей, комплектующих и (или) акт выполненных работ;</w:t>
            </w:r>
          </w:p>
          <w:p w:rsidR="008B2071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7) </w:t>
            </w:r>
            <w:r w:rsidR="008B2071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платежный(е) документ(ы) с отметкой банка, подтверждающий(е) факт оплаты 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Приобретение 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в собственность 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зданий и помещений (за исключением жилых)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на приобретение объекта недвижимости;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1)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документы, подтверждающие государственную регистрацию права собственности на приобретенный объект недвижимости;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акты приема-передачи объекта недвижимости;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Приобретение транспортных средств всех типов, за исключением легковых 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автомобилей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Договор на приобретение транспортного 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паспорт транспортного 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свидетельство о регистрации транспортного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акты приема-передачи транспортного средства;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37483D" w:rsidRPr="00C927DE" w:rsidTr="00816EBD">
        <w:tc>
          <w:tcPr>
            <w:tcW w:w="28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5.</w:t>
            </w:r>
          </w:p>
        </w:tc>
        <w:tc>
          <w:tcPr>
            <w:tcW w:w="1554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Фрахтование и (или) ремонт транспортных средств всех типов (за исключением легковых автомобилей)</w:t>
            </w:r>
          </w:p>
        </w:tc>
        <w:tc>
          <w:tcPr>
            <w:tcW w:w="315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фрахтования и (или) ремонт транспортного средства;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выполненных работ;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37483D" w:rsidRPr="00C927DE" w:rsidTr="00816EBD">
        <w:tc>
          <w:tcPr>
            <w:tcW w:w="28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54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Технологическое присоединение к инженерным инфраструктурам (электрические сети, газоснабжение, водоснабжение водоотведение)</w:t>
            </w:r>
          </w:p>
        </w:tc>
        <w:tc>
          <w:tcPr>
            <w:tcW w:w="3158" w:type="pct"/>
          </w:tcPr>
          <w:p w:rsidR="0037483D" w:rsidRPr="00C927DE" w:rsidRDefault="0037483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 оказания услуг (на выполнение работ);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проектно-сметная документация;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акты выполненных работ, оказанных услуг;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37483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37483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EF53AC" w:rsidRPr="00C927DE" w:rsidTr="00816EBD">
        <w:tc>
          <w:tcPr>
            <w:tcW w:w="288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54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Разработка программного обеспечения, сайтов и (или) мобильных приложений</w:t>
            </w:r>
          </w:p>
        </w:tc>
        <w:tc>
          <w:tcPr>
            <w:tcW w:w="3158" w:type="pct"/>
          </w:tcPr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оговор на выполнение работ; 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выполненных работ;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trike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платежный(е) документ(ы) с отметкой банка, подтверждающий(е) факт оплаты</w:t>
            </w:r>
          </w:p>
        </w:tc>
      </w:tr>
      <w:tr w:rsidR="00EF53AC" w:rsidRPr="00C927DE" w:rsidTr="00816EBD">
        <w:tc>
          <w:tcPr>
            <w:tcW w:w="288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554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Типографские услуги, изготовление рекламных и информационных материалов, услуги таргенинга</w:t>
            </w:r>
          </w:p>
        </w:tc>
        <w:tc>
          <w:tcPr>
            <w:tcW w:w="3158" w:type="pct"/>
          </w:tcPr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розничной торговле: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кассовый чек и (или) товарный чеки;</w:t>
            </w:r>
          </w:p>
          <w:p w:rsidR="00EF53AC" w:rsidRPr="00C927DE" w:rsidRDefault="00EF53A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 на типографские услуги и (или) изготовление рекламных и (или) информационных материалов и (или) услуги таргенинга;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типографской продукции, рекламных и информационных материалов либо иной первичный учетный документ, подтверждающие получение печатной продукции, рекламных и информационных материалов и (или) акт выполненных работ;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EF53AC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EF53A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C14C50" w:rsidRPr="00C927DE" w:rsidTr="00816EB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0" w:rsidRPr="00C927DE" w:rsidRDefault="00C14C50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9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0" w:rsidRPr="00C927DE" w:rsidRDefault="00993CA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="00C14C50" w:rsidRPr="00C927DE">
              <w:rPr>
                <w:rFonts w:ascii="Arial" w:hAnsi="Arial" w:cs="Arial"/>
                <w:sz w:val="24"/>
                <w:szCs w:val="24"/>
              </w:rPr>
              <w:t xml:space="preserve">бучение </w:t>
            </w:r>
            <w:r w:rsidR="00C14C50" w:rsidRPr="00C927DE">
              <w:rPr>
                <w:rFonts w:ascii="Arial" w:hAnsi="Arial" w:cs="Arial"/>
                <w:sz w:val="24"/>
                <w:szCs w:val="24"/>
              </w:rPr>
              <w:lastRenderedPageBreak/>
              <w:t>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0" w:rsidRPr="00C927DE" w:rsidRDefault="00C14C50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Договор оказания услуг;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1)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оказанных услуг;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>счет-фактура (для плательщиков НДС);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4) 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платежный(е) документ(ы) с отметкой банка, подтверждающий(е) факт оплаты;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копия диплома, сертификата, свидетельства о получении образования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копия приказа о направлении в командировку;</w:t>
            </w:r>
          </w:p>
          <w:p w:rsidR="00C14C50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7)</w:t>
            </w:r>
            <w:r w:rsidR="00C14C50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копии авансовых отчетов о командировке с приложением подтверждающих документов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10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Приобретение строительных, отделочных материалов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, элементов благоустройства</w:t>
            </w:r>
          </w:p>
        </w:tc>
        <w:tc>
          <w:tcPr>
            <w:tcW w:w="315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розничной торговле: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1)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кассовый чек и (или) товарный чеки;</w:t>
            </w:r>
          </w:p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в иных случаях: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2)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договор, на основании которого приобретены материалы;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материалов либо иной первичный учетный документ, подтверждающие получение материалов;</w:t>
            </w:r>
          </w:p>
          <w:p w:rsidR="0090345D" w:rsidRPr="00C927DE" w:rsidRDefault="004E0C59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6)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11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Проведение ремонтных работ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зданий и помещений (за исключением жилых)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оговор на ремонтные работы с расшифровкой видов работ по статьям;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выполненных работ;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4)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счет-фактура (для плательщиков НДС);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12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Приобретение и установка средств противопожарной безопасности, пожарной и охранной сигнализации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оговор оказания услуг (на выполнение работ);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 на приобретение средств противопожарной безопасности, пожарной и охранной сигнализации;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оказанных услуг (выполненных услуг);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 на оплату (при наличии);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товарная накладная и (или) акт приема-передачи либо иной первичный учетный документ, подтверждающие получение средств противопожарной безопасности, пожарной и охранной сигнализации;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7)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1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3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Оплата аренды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зданий и (или) помещений (за исключением жилых)</w:t>
            </w: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, оплата и (или) возмещение коммунальных ресурсов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 д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оговор аренды и (или) договор предоставления коммунальных услуги (или) договор на услуги электроснабжения;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2)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акты оказанных услуг;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3)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счета на оплату;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счет-фактура (для плательщиков НДС);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платежные документы с отметкой банка, подтверждающие факт оплаты</w:t>
            </w:r>
          </w:p>
        </w:tc>
      </w:tr>
      <w:tr w:rsidR="00472DDC" w:rsidRPr="00C927DE" w:rsidTr="00816EBD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DC" w:rsidRPr="00C927DE" w:rsidRDefault="00472DDC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DC" w:rsidRPr="00C927DE" w:rsidRDefault="00993CA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П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риобретение прав по франшизе (оплата паушального взноса и роялти)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DC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1)д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оговор на приобретение прав; </w:t>
            </w:r>
          </w:p>
          <w:p w:rsidR="00472DDC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платежный(е) документ(ы) с отметкой банка, подтверждающий(е) факт оплаты </w:t>
            </w:r>
          </w:p>
        </w:tc>
      </w:tr>
      <w:tr w:rsidR="0090345D" w:rsidRPr="00C927DE" w:rsidTr="00816EBD">
        <w:tc>
          <w:tcPr>
            <w:tcW w:w="288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554" w:type="pct"/>
          </w:tcPr>
          <w:p w:rsidR="0090345D" w:rsidRPr="00C927DE" w:rsidRDefault="0090345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Уплата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 </w:t>
            </w:r>
            <w:r w:rsidR="00472DDC" w:rsidRPr="00C927DE">
              <w:rPr>
                <w:rFonts w:ascii="Arial" w:hAnsi="Arial" w:cs="Arial"/>
                <w:sz w:val="24"/>
                <w:szCs w:val="24"/>
                <w:lang w:eastAsia="zh-CN"/>
              </w:rPr>
              <w:t>(за исключением жилых помещений и легковых транспортных средств)</w:t>
            </w:r>
          </w:p>
        </w:tc>
        <w:tc>
          <w:tcPr>
            <w:tcW w:w="3158" w:type="pct"/>
          </w:tcPr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1)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действующий договор (договоры) лизинга;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2)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договор (договоры) приобретения предмета лизинга;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3)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счета (при наличии);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4)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акт приема-передачи предмета лизинга между заявителем и лизинговой компанией, заверенные лизинговой компанией и заявителем с приложением графика погашения</w:t>
            </w:r>
          </w:p>
          <w:p w:rsidR="0090345D" w:rsidRPr="00C927DE" w:rsidRDefault="00206F83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5)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документы, подтверждающие уплату заявителем первого взноса (аванса) лизинговой компании</w:t>
            </w:r>
          </w:p>
          <w:p w:rsidR="0090345D" w:rsidRPr="00C927DE" w:rsidRDefault="00993CAD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trike/>
                <w:sz w:val="24"/>
                <w:szCs w:val="24"/>
                <w:lang w:eastAsia="zh-CN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zh-CN"/>
              </w:rPr>
              <w:t>6)</w:t>
            </w:r>
            <w:r w:rsidR="00C927DE" w:rsidRPr="00C927DE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="0090345D" w:rsidRPr="00C927DE">
              <w:rPr>
                <w:rFonts w:ascii="Arial" w:hAnsi="Arial" w:cs="Arial"/>
                <w:sz w:val="24"/>
                <w:szCs w:val="24"/>
                <w:lang w:eastAsia="zh-CN"/>
              </w:rPr>
              <w:t>документов, подтверждающих уплату заявителем лизинговых платежей в текущем году</w:t>
            </w:r>
          </w:p>
        </w:tc>
      </w:tr>
    </w:tbl>
    <w:p w:rsidR="00816EBD" w:rsidRPr="00C927DE" w:rsidRDefault="00816EBD" w:rsidP="00C927DE">
      <w:pPr>
        <w:ind w:firstLine="709"/>
        <w:rPr>
          <w:rFonts w:cs="Arial"/>
        </w:rPr>
      </w:pPr>
      <w:r w:rsidRPr="00C927DE">
        <w:rPr>
          <w:rFonts w:cs="Arial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C927DE" w:rsidRPr="00C927DE" w:rsidTr="00F40097">
        <w:tc>
          <w:tcPr>
            <w:tcW w:w="5211" w:type="dxa"/>
            <w:shd w:val="clear" w:color="auto" w:fill="auto"/>
          </w:tcPr>
          <w:p w:rsidR="00356466" w:rsidRPr="00C927DE" w:rsidRDefault="00356466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4360" w:type="dxa"/>
            <w:shd w:val="clear" w:color="auto" w:fill="auto"/>
          </w:tcPr>
          <w:p w:rsidR="00356466" w:rsidRPr="00C927DE" w:rsidRDefault="00816EB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Приложение № 5</w:t>
            </w:r>
            <w:r w:rsidR="00C927DE">
              <w:rPr>
                <w:rFonts w:eastAsia="Calibri" w:cs="Arial"/>
              </w:rPr>
              <w:t xml:space="preserve"> </w:t>
            </w:r>
            <w:r w:rsidR="00356466" w:rsidRPr="00C927DE">
              <w:rPr>
                <w:rFonts w:eastAsia="Calibri" w:cs="Arial"/>
              </w:rPr>
              <w:t xml:space="preserve">к </w:t>
            </w:r>
            <w:r w:rsidR="00884440" w:rsidRPr="00C927DE">
              <w:rPr>
                <w:rFonts w:eastAsia="Calibri" w:cs="Arial"/>
              </w:rPr>
              <w:t>Порядку</w:t>
            </w:r>
            <w:r w:rsidRPr="00C927DE">
              <w:rPr>
                <w:rFonts w:eastAsia="Calibri" w:cs="Arial"/>
              </w:rPr>
              <w:t xml:space="preserve"> </w:t>
            </w:r>
            <w:r w:rsidR="00356466" w:rsidRPr="00C927DE">
              <w:rPr>
                <w:rFonts w:eastAsia="Calibri" w:cs="Arial"/>
                <w:bCs/>
              </w:rPr>
              <w:t>предоставлени</w:t>
            </w:r>
            <w:r w:rsidR="00884440" w:rsidRPr="00C927DE">
              <w:rPr>
                <w:rFonts w:eastAsia="Calibri" w:cs="Arial"/>
                <w:bCs/>
              </w:rPr>
              <w:t>я</w:t>
            </w:r>
            <w:r w:rsidR="00356466" w:rsidRPr="00C927DE">
              <w:rPr>
                <w:rFonts w:eastAsia="Calibri" w:cs="Arial"/>
                <w:bCs/>
              </w:rPr>
              <w:t xml:space="preserve"> субсидии на возмещение части затрат субъектов социального предпринимательства Павловского муниципального района Воронежской области</w:t>
            </w:r>
          </w:p>
          <w:p w:rsidR="00356466" w:rsidRPr="00C927DE" w:rsidRDefault="00356466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</w:tbl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Соглашение № _____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C927DE">
        <w:rPr>
          <w:rFonts w:cs="Arial"/>
        </w:rPr>
        <w:t xml:space="preserve">между администрацией Павловского муниципального района и субъектом малого и среднего предпринимательства о </w:t>
      </w:r>
      <w:r w:rsidRPr="00C927DE">
        <w:rPr>
          <w:rFonts w:cs="Arial"/>
          <w:bCs/>
        </w:rPr>
        <w:t>предоставлении субсидии на возмещение части затрат субъектов социального предпринимательства Павловского муниципального района Воронежской области</w:t>
      </w:r>
    </w:p>
    <w:p w:rsidR="00824AEE" w:rsidRPr="00C927DE" w:rsidRDefault="00824AE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Администрация Павловского муниципального района </w:t>
      </w:r>
      <w:r w:rsidR="00993CAD" w:rsidRPr="00C927DE">
        <w:rPr>
          <w:rFonts w:cs="Arial"/>
        </w:rPr>
        <w:t xml:space="preserve">Воронежской области </w:t>
      </w:r>
      <w:r w:rsidRPr="00C927DE">
        <w:rPr>
          <w:rFonts w:cs="Arial"/>
        </w:rPr>
        <w:t>в лице _____________________________________________________________________,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действующего на основании ____________, (наименование нормативного правового акта) именуем</w:t>
      </w:r>
      <w:r w:rsidR="00993CAD" w:rsidRPr="00C927DE">
        <w:rPr>
          <w:rFonts w:cs="Arial"/>
        </w:rPr>
        <w:t>ая</w:t>
      </w:r>
      <w:r w:rsidRPr="00C927DE">
        <w:rPr>
          <w:rFonts w:cs="Arial"/>
        </w:rPr>
        <w:t xml:space="preserve"> в дальнейшем Администрация, с одной стороны, и ___________________ в лице _____________________________________________, 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 Предмет Соглашения</w:t>
      </w:r>
    </w:p>
    <w:p w:rsidR="00CD2B2E" w:rsidRPr="00C927DE" w:rsidRDefault="00CD2B2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1.1. На основании _________________ (наименование нормативного правового акта о предоставлении субсидии) Администрация предоставляет Получателю субсидию </w:t>
      </w:r>
      <w:r w:rsidRPr="00C927DE">
        <w:rPr>
          <w:rFonts w:cs="Arial"/>
          <w:bCs/>
        </w:rPr>
        <w:t>на возмещение части затрат субъектов социального предпринимательства Павловского муниципального района Воронежской области</w:t>
      </w:r>
      <w:r w:rsidRPr="00C927DE">
        <w:rPr>
          <w:rFonts w:cs="Arial"/>
        </w:rPr>
        <w:t xml:space="preserve"> №________от___________20___г. _________________________ (сумма и предмет договора) 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1.2. Предоставление субсидии осуществляется в рамках реализации в 20__ году мероприятия муниципальной программы ______________________, утвержденной _______________ , в пределах в пределах бюджетных средств. 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1.3. </w:t>
      </w:r>
      <w:r w:rsidR="00012370" w:rsidRPr="00C927DE">
        <w:rPr>
          <w:rFonts w:cs="Arial"/>
        </w:rPr>
        <w:t>Субсидия предоставляется субъекту социального предпринимательства – получателю субсидии на возмещение части фактически произведенных затрат, связанных с осуществлением деятельности в сфере социального предпринимательства на приобретение, изготовление и (или) ремонт, а также доставка инвентаря, мебели, учебно-методической литературы, дидактических и обучающих материалов, оргтехники и иной техники; приобретение, доставка, пуско-наладочные работы, ремонт оборудования, а также приобретение запасных частей и комплектующих;</w:t>
      </w:r>
      <w:r w:rsidR="00C927DE" w:rsidRPr="00C927DE">
        <w:rPr>
          <w:rFonts w:cs="Arial"/>
        </w:rPr>
        <w:t xml:space="preserve"> </w:t>
      </w:r>
      <w:r w:rsidR="00012370" w:rsidRPr="00C927DE">
        <w:rPr>
          <w:rFonts w:cs="Arial"/>
        </w:rPr>
        <w:t xml:space="preserve">приобретение в собственность зданий и помещений (за исключением жилых); приобретение, фрахтования и (или) ремонт транспортных средств всех типов (за исключением легковых автомобилей); технологическое присоединение к инженерным инфраструктурам (электрические сети, газоснабжение, водоснабжение, водоотведение); разработка программного обеспечения, сайтов и (или) мобильных приложений; типографские услуги и </w:t>
      </w:r>
      <w:r w:rsidR="00012370" w:rsidRPr="00C927DE">
        <w:rPr>
          <w:rFonts w:cs="Arial"/>
        </w:rPr>
        <w:lastRenderedPageBreak/>
        <w:t>изготовление рекламных и информационных материалов, услуги таргетинга; обучение работников по виду деятельности в организациях, имеющих лицензию на осуществление образовательной деятельности, командирование работников на данное обучение; приобретение и доставка строительных, отделочных материалов и (или) проведение ремонтных работ зданий и помещений (за исключением жилых); приобретение и (или) монтаж элементов благоустройства территории; приобретение, установка и обслуживание средств противопожарной безопасности, пожарной и охранной сигнализации; оплата аренды зданий и (или) помещений (за исключением жилых), оплата коммунальных ресурсов и (или) возмещение иных расходов, связанных с пользованием нежилых зданий, помещений; приобретение прав по франшизе (оплата паушального взноса и (или)роялти); уплата лизинговых платежей и (или) первого взноса (аванса) по договору (договорам) лизинга, заключенному с российской лизинговой организацией в целях приобретения имущества (за исключением жилых помещений и легковых транспортных средств).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 Права и обязанности сторон</w:t>
      </w:r>
    </w:p>
    <w:p w:rsidR="001871CA" w:rsidRPr="00C927DE" w:rsidRDefault="001871CA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2.3. Получатель обязуется выполнять следующие условия:</w:t>
      </w:r>
    </w:p>
    <w:p w:rsidR="00356466" w:rsidRPr="00C927DE" w:rsidRDefault="004109A2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</w:t>
      </w:r>
      <w:r w:rsidR="00356466" w:rsidRPr="00C927DE">
        <w:rPr>
          <w:rFonts w:cs="Arial"/>
        </w:rPr>
        <w:t>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356466" w:rsidRPr="00C927DE" w:rsidRDefault="004109A2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</w:t>
      </w:r>
      <w:r w:rsidR="00356466" w:rsidRPr="00C927DE">
        <w:rPr>
          <w:rFonts w:cs="Arial"/>
        </w:rPr>
        <w:t> создать не менее ____ рабочих мест;</w:t>
      </w:r>
    </w:p>
    <w:p w:rsidR="00356466" w:rsidRPr="00C927DE" w:rsidRDefault="004109A2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</w:t>
      </w:r>
      <w:r w:rsidR="00356466" w:rsidRPr="00C927DE">
        <w:rPr>
          <w:rFonts w:cs="Arial"/>
        </w:rPr>
        <w:t> 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 Сумма субсидии и порядок ее предоставления</w:t>
      </w:r>
    </w:p>
    <w:p w:rsidR="001871CA" w:rsidRPr="00C927DE" w:rsidRDefault="001871CA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3.1</w:t>
      </w:r>
      <w:r w:rsidR="00813CCF" w:rsidRPr="00C927DE">
        <w:rPr>
          <w:rFonts w:cs="Arial"/>
        </w:rPr>
        <w:t>.</w:t>
      </w:r>
      <w:r w:rsidRPr="00C927DE">
        <w:rPr>
          <w:rFonts w:cs="Arial"/>
        </w:rPr>
        <w:t>  Администрация предоставляет Получателю Субсидию в общем размере ________ рублей ____ копеек (НДС не облагается), в том числе из них за счет средств бюджета</w:t>
      </w:r>
      <w:r w:rsidR="004109A2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 xml:space="preserve"> в размере ________ рублей ____ копеек, за счет средств областного бюджета в размере _________ рублей ___ копеек, за счет средств субсидии, поступивших в областной бюджет из федерального бюджета ________ рублей ___ копеек.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3.2. 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</w:t>
      </w:r>
      <w:r w:rsidRPr="00C927DE">
        <w:rPr>
          <w:rFonts w:cs="Arial"/>
        </w:rPr>
        <w:lastRenderedPageBreak/>
        <w:t>ассигнований в соответствии с казначейским исполнением бюджета</w:t>
      </w:r>
      <w:r w:rsidR="004109A2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>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</w:t>
      </w:r>
      <w:r w:rsidR="00813CCF" w:rsidRPr="00C927DE">
        <w:rPr>
          <w:rFonts w:cs="Arial"/>
        </w:rPr>
        <w:t>.</w:t>
      </w:r>
      <w:r w:rsidRPr="00C927DE">
        <w:rPr>
          <w:rFonts w:cs="Arial"/>
        </w:rPr>
        <w:t> Обязательство Администрации по перечислению Субсидии исчисляется текущим финансовым годом. Срок оказания поддержки в 20__году в рамках реализации</w:t>
      </w:r>
      <w:r w:rsidR="00813CCF" w:rsidRPr="00C927DE">
        <w:rPr>
          <w:rFonts w:cs="Arial"/>
        </w:rPr>
        <w:t xml:space="preserve"> мероприятия ___________</w:t>
      </w:r>
      <w:r w:rsidRPr="00C927DE">
        <w:rPr>
          <w:rFonts w:cs="Arial"/>
        </w:rPr>
        <w:t>__________ муниципальной программы _________- 31.12.20__.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 Ответственность сторон</w:t>
      </w:r>
    </w:p>
    <w:p w:rsidR="00CD2B2E" w:rsidRPr="00C927DE" w:rsidRDefault="00CD2B2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Положением, возлагается на Получателя.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 Контроль за соблюдением условий, целей и порядка предоставления субсидий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5.1. </w:t>
      </w:r>
      <w:r w:rsidR="00824AEE" w:rsidRPr="00C927DE">
        <w:rPr>
          <w:rFonts w:cs="Arial"/>
        </w:rPr>
        <w:t>О</w:t>
      </w:r>
      <w:r w:rsidRPr="00C927DE">
        <w:rPr>
          <w:rFonts w:cs="Arial"/>
        </w:rPr>
        <w:t>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5.2. Получатель согласен на осуществление органами муниципального</w:t>
      </w:r>
      <w:r w:rsidR="00CD2B2E" w:rsidRPr="00C927DE">
        <w:rPr>
          <w:rFonts w:cs="Arial"/>
        </w:rPr>
        <w:t xml:space="preserve"> </w:t>
      </w:r>
      <w:r w:rsidRPr="00C927DE">
        <w:rPr>
          <w:rFonts w:cs="Arial"/>
        </w:rPr>
        <w:t>финансового контроля проверок соблюдения условий, целей и порядка предоставления субсидии.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5.3. Предоставление субсидий Получателю прекращается в случае выявления органами </w:t>
      </w:r>
      <w:r w:rsidR="00A15A26" w:rsidRPr="00C927DE">
        <w:rPr>
          <w:rFonts w:cs="Arial"/>
        </w:rPr>
        <w:t xml:space="preserve">муниципального </w:t>
      </w:r>
      <w:r w:rsidRPr="00C927DE">
        <w:rPr>
          <w:rFonts w:cs="Arial"/>
        </w:rPr>
        <w:t>финансового контроля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>5.4. 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</w:t>
      </w:r>
      <w:r w:rsidR="00CD2B2E" w:rsidRPr="00C927DE">
        <w:rPr>
          <w:rFonts w:cs="Arial"/>
        </w:rPr>
        <w:t xml:space="preserve"> </w:t>
      </w:r>
      <w:r w:rsidRPr="00C927DE">
        <w:rPr>
          <w:rFonts w:cs="Arial"/>
        </w:rPr>
        <w:t>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бюджет</w:t>
      </w:r>
      <w:r w:rsidR="004109A2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 xml:space="preserve"> в течение 10 рабочих дней с даты получения требования.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 Порядок возврата субсидии</w:t>
      </w:r>
    </w:p>
    <w:p w:rsidR="00A15A26" w:rsidRPr="00C927DE" w:rsidRDefault="00A15A2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6.1. 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При нарушении условий, установленных настоящим Соглашением, субсидия подлежит взысканию в доход бюджета </w:t>
      </w:r>
      <w:r w:rsidR="00A15A26" w:rsidRPr="00C927DE">
        <w:rPr>
          <w:rFonts w:cs="Arial"/>
        </w:rPr>
        <w:t xml:space="preserve">Павловского муниципального района Воронежской области </w:t>
      </w:r>
      <w:r w:rsidRPr="00C927DE">
        <w:rPr>
          <w:rFonts w:cs="Arial"/>
        </w:rPr>
        <w:t>в соответствии с бюджетным законодательством Российской Федерации.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6.2. При выявлении нарушения условий, установленных для предоставления субсидии, Администрация принимает меры по возврату субсидии в бюджет</w:t>
      </w:r>
      <w:r w:rsidR="00A15A26" w:rsidRPr="00C927DE">
        <w:rPr>
          <w:rFonts w:cs="Arial"/>
        </w:rPr>
        <w:t xml:space="preserve"> Павловского муниципального района Воронежской области</w:t>
      </w:r>
      <w:r w:rsidRPr="00C927DE">
        <w:rPr>
          <w:rFonts w:cs="Arial"/>
        </w:rPr>
        <w:t>, направляет субъекту малого и среднего предпринимательства требование о возврате субсидии в полном объеме.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Субсидии подлежат возврату получателем в течение 10 рабочих дней с даты получения требования.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В случае невыполнения требования о возврате субсидии в указанный выше срок Администрация</w:t>
      </w:r>
      <w:r w:rsidR="001610BA" w:rsidRPr="00C927DE">
        <w:rPr>
          <w:rFonts w:cs="Arial"/>
        </w:rPr>
        <w:t xml:space="preserve"> </w:t>
      </w:r>
      <w:r w:rsidRPr="00C927DE">
        <w:rPr>
          <w:rFonts w:cs="Arial"/>
        </w:rPr>
        <w:t xml:space="preserve">принимает меры </w:t>
      </w:r>
      <w:r w:rsidR="00CA2E52" w:rsidRPr="00C927DE">
        <w:rPr>
          <w:rFonts w:cs="Arial"/>
        </w:rPr>
        <w:t>по взысканию,</w:t>
      </w:r>
      <w:r w:rsidR="001610BA" w:rsidRPr="00C927DE">
        <w:rPr>
          <w:rFonts w:cs="Arial"/>
        </w:rPr>
        <w:t xml:space="preserve"> </w:t>
      </w:r>
      <w:r w:rsidRPr="00C927DE">
        <w:rPr>
          <w:rFonts w:cs="Arial"/>
        </w:rPr>
        <w:t>подлежащей возврату в судебном порядке.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6.3. Споры по соглашению разрешаются в Арбитражном суде Воронежской области.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 Срок действия Соглашения</w:t>
      </w:r>
    </w:p>
    <w:p w:rsidR="001871CA" w:rsidRPr="00C927DE" w:rsidRDefault="001871CA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7.1. Соглашение вступает в силу с момента его подписания сторонами и действует в части срока оказания поддержки до 31.12.20__, а по обязательствам, установленным пунктом 2.3 настоящего Соглашения – до 01.04.20___. 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4109A2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5E7805" w:rsidRPr="00C927DE" w:rsidRDefault="005E7805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356466" w:rsidRPr="00C927DE" w:rsidRDefault="00356466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4109A2" w:rsidRPr="00C927DE" w:rsidTr="005E7805">
        <w:trPr>
          <w:trHeight w:val="4916"/>
        </w:trPr>
        <w:tc>
          <w:tcPr>
            <w:tcW w:w="4543" w:type="dxa"/>
          </w:tcPr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lastRenderedPageBreak/>
              <w:t>Администрация: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Глава </w:t>
            </w:r>
            <w:r w:rsidR="00A15A26" w:rsidRPr="00C927DE">
              <w:rPr>
                <w:rFonts w:eastAsia="Calibri" w:cs="Arial"/>
              </w:rPr>
              <w:t>Павловского</w:t>
            </w:r>
            <w:r w:rsidRPr="00C927DE">
              <w:rPr>
                <w:rFonts w:eastAsia="Calibri" w:cs="Arial"/>
              </w:rPr>
              <w:t xml:space="preserve"> муниципального района</w:t>
            </w:r>
            <w:r w:rsidR="00A15A26" w:rsidRPr="00C927DE">
              <w:rPr>
                <w:rFonts w:eastAsia="Calibri" w:cs="Arial"/>
              </w:rPr>
              <w:t xml:space="preserve"> Воронежской области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</w:t>
            </w:r>
            <w:r w:rsidR="00C927DE" w:rsidRPr="00C927DE">
              <w:rPr>
                <w:rFonts w:cs="Arial"/>
              </w:rPr>
              <w:t xml:space="preserve"> </w:t>
            </w:r>
            <w:r w:rsidRPr="00C927DE">
              <w:rPr>
                <w:rFonts w:eastAsia="Calibri" w:cs="Arial"/>
              </w:rPr>
              <w:t>(Ф.И.О.)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  <w:tc>
          <w:tcPr>
            <w:tcW w:w="4535" w:type="dxa"/>
            <w:hideMark/>
          </w:tcPr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Получатель: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Должность уполномоченного лица Получателя, подписывающего Соглашение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</w:t>
            </w:r>
            <w:r w:rsidR="00C927DE" w:rsidRPr="00C927DE">
              <w:rPr>
                <w:rFonts w:cs="Arial"/>
              </w:rPr>
              <w:t xml:space="preserve"> </w:t>
            </w:r>
            <w:r w:rsidRPr="00C927DE">
              <w:rPr>
                <w:rFonts w:eastAsia="Calibri" w:cs="Arial"/>
              </w:rPr>
              <w:t>(Ф.И.О.)</w:t>
            </w:r>
          </w:p>
          <w:p w:rsidR="004109A2" w:rsidRPr="00C927DE" w:rsidRDefault="004109A2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</w:tr>
    </w:tbl>
    <w:p w:rsidR="0090345D" w:rsidRPr="00C927DE" w:rsidRDefault="00B26066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Приложение № </w:t>
      </w:r>
      <w:r w:rsidR="00356466" w:rsidRPr="00C927DE">
        <w:rPr>
          <w:rFonts w:ascii="Arial" w:hAnsi="Arial" w:cs="Arial"/>
          <w:sz w:val="24"/>
          <w:szCs w:val="24"/>
          <w:lang w:eastAsia="zh-CN"/>
        </w:rPr>
        <w:t>6</w:t>
      </w:r>
    </w:p>
    <w:p w:rsidR="00B26066" w:rsidRPr="00C927DE" w:rsidRDefault="00B26066" w:rsidP="00C927DE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927DE">
        <w:rPr>
          <w:rFonts w:ascii="Arial" w:hAnsi="Arial" w:cs="Arial"/>
          <w:bCs/>
          <w:sz w:val="24"/>
          <w:szCs w:val="24"/>
          <w:lang w:eastAsia="zh-CN"/>
        </w:rPr>
        <w:t xml:space="preserve">к Порядку </w:t>
      </w:r>
      <w:r w:rsidRPr="00C927DE">
        <w:rPr>
          <w:rFonts w:ascii="Arial" w:hAnsi="Arial" w:cs="Arial"/>
          <w:bCs/>
          <w:sz w:val="24"/>
          <w:szCs w:val="24"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ascii="Arial" w:hAnsi="Arial" w:cs="Arial"/>
          <w:bCs/>
          <w:sz w:val="24"/>
          <w:szCs w:val="24"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51AD" w:rsidRPr="00C927DE" w:rsidRDefault="009F51A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bookmarkStart w:id="30" w:name="P1419"/>
      <w:bookmarkEnd w:id="30"/>
      <w:r w:rsidRPr="00C927DE">
        <w:rPr>
          <w:rFonts w:ascii="Arial" w:hAnsi="Arial" w:cs="Arial"/>
          <w:sz w:val="24"/>
          <w:szCs w:val="24"/>
          <w:lang w:eastAsia="zh-CN"/>
        </w:rPr>
        <w:t>ОТЧЕТ</w:t>
      </w:r>
    </w:p>
    <w:p w:rsidR="0090345D" w:rsidRPr="00C927DE" w:rsidRDefault="00A44FAA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о достижении результатов и выполнении показателей использования субсидии</w:t>
      </w:r>
      <w:r w:rsidR="0090345D" w:rsidRPr="00C927DE">
        <w:rPr>
          <w:rFonts w:ascii="Arial" w:hAnsi="Arial" w:cs="Arial"/>
          <w:sz w:val="24"/>
          <w:szCs w:val="24"/>
          <w:lang w:eastAsia="zh-CN"/>
        </w:rPr>
        <w:t>______________________________________________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(наименование получателя субсидии)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Субсидия предоставлена по соглашению № ____________ от ___________.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 xml:space="preserve">Оперативная информация по состоянию </w:t>
      </w:r>
      <w:r w:rsidR="009F51AD" w:rsidRPr="00C927DE">
        <w:rPr>
          <w:rFonts w:ascii="Arial" w:hAnsi="Arial" w:cs="Arial"/>
          <w:sz w:val="24"/>
          <w:szCs w:val="24"/>
          <w:lang w:eastAsia="zh-CN"/>
        </w:rPr>
        <w:br/>
      </w:r>
      <w:r w:rsidRPr="00C927DE">
        <w:rPr>
          <w:rFonts w:ascii="Arial" w:hAnsi="Arial" w:cs="Arial"/>
          <w:sz w:val="24"/>
          <w:szCs w:val="24"/>
          <w:lang w:eastAsia="zh-CN"/>
        </w:rPr>
        <w:t xml:space="preserve">на 25 декабря </w:t>
      </w:r>
      <w:r w:rsidR="00A44FAA" w:rsidRPr="00C927DE">
        <w:rPr>
          <w:rFonts w:ascii="Arial" w:hAnsi="Arial" w:cs="Arial"/>
          <w:sz w:val="24"/>
          <w:szCs w:val="24"/>
          <w:lang w:eastAsia="zh-CN"/>
        </w:rPr>
        <w:t>года предоставления субсидии</w:t>
      </w:r>
    </w:p>
    <w:p w:rsidR="009F51AD" w:rsidRPr="00C927DE" w:rsidRDefault="009F51A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1"/>
        <w:gridCol w:w="2442"/>
        <w:gridCol w:w="2849"/>
      </w:tblGrid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достижении результатов,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 xml:space="preserve">1) </w:t>
            </w:r>
            <w:r w:rsidRPr="00C927DE">
              <w:rPr>
                <w:rFonts w:eastAsia="Calibri" w:cs="Arial"/>
                <w:bCs/>
              </w:rPr>
              <w:t>затраты в размере процентов от суммы запрашиваемой субсидии по направлениям расходов, частично возмещаемых за счет предоставляемой субсидии, указанным в пункте 1.6 Порядка, %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eastAsia="Calibri" w:cs="Arial"/>
                <w:bCs/>
              </w:rPr>
              <w:t xml:space="preserve">не менее 15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выполнении показателей,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A44FAA" w:rsidRPr="00C927DE" w:rsidTr="00816EBD">
        <w:tc>
          <w:tcPr>
            <w:tcW w:w="2290" w:type="pct"/>
            <w:hideMark/>
          </w:tcPr>
          <w:p w:rsidR="00A44FAA" w:rsidRPr="00C927DE" w:rsidRDefault="00057210" w:rsidP="00C927DE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lastRenderedPageBreak/>
              <w:t>С</w:t>
            </w:r>
            <w:r w:rsidR="000852D8" w:rsidRPr="00C927DE">
              <w:rPr>
                <w:rFonts w:ascii="Arial" w:hAnsi="Arial" w:cs="Arial"/>
              </w:rPr>
              <w:t>охранение</w:t>
            </w:r>
            <w:r w:rsidRPr="00C927DE">
              <w:rPr>
                <w:rFonts w:ascii="Arial" w:hAnsi="Arial" w:cs="Arial"/>
              </w:rPr>
              <w:t xml:space="preserve"> </w:t>
            </w:r>
            <w:r w:rsidR="00A44FAA" w:rsidRPr="00C927DE">
              <w:rPr>
                <w:rFonts w:ascii="Arial" w:hAnsi="Arial" w:cs="Arial"/>
              </w:rPr>
              <w:t>рабочих мест (</w:t>
            </w:r>
            <w:r w:rsidR="000852D8" w:rsidRPr="00C927DE">
              <w:rPr>
                <w:rFonts w:ascii="Arial" w:hAnsi="Arial" w:cs="Arial"/>
              </w:rPr>
              <w:t>при наличии</w:t>
            </w:r>
            <w:r w:rsidR="00A44FAA" w:rsidRPr="00C927DE">
              <w:rPr>
                <w:rFonts w:ascii="Arial" w:hAnsi="Arial" w:cs="Arial"/>
              </w:rPr>
              <w:t xml:space="preserve">), </w:t>
            </w:r>
            <w:r w:rsidR="000852D8" w:rsidRPr="00C927DE">
              <w:rPr>
                <w:rFonts w:ascii="Arial" w:hAnsi="Arial" w:cs="Arial"/>
              </w:rPr>
              <w:t>%</w:t>
            </w:r>
          </w:p>
        </w:tc>
        <w:tc>
          <w:tcPr>
            <w:tcW w:w="1251" w:type="pct"/>
            <w:hideMark/>
          </w:tcPr>
          <w:p w:rsidR="00A44FAA" w:rsidRPr="00C927DE" w:rsidRDefault="00A44FAA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0852D8" w:rsidRPr="00C927DE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A44FAA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FAA" w:rsidRPr="00C927DE" w:rsidRDefault="000173C0" w:rsidP="00C927DE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t>с</w:t>
            </w:r>
            <w:r w:rsidR="000852D8" w:rsidRPr="00C927DE">
              <w:rPr>
                <w:rFonts w:ascii="Arial" w:hAnsi="Arial" w:cs="Arial"/>
              </w:rPr>
              <w:t>охранение статуса «Социальное предприятие»</w:t>
            </w:r>
            <w:r w:rsidR="00A44FAA" w:rsidRPr="00C927DE">
              <w:rPr>
                <w:rFonts w:ascii="Arial" w:hAnsi="Arial" w:cs="Arial"/>
              </w:rPr>
              <w:t>, %.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0852D8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100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FAA" w:rsidRPr="00C927DE" w:rsidRDefault="00A44FAA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</w:tbl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Достоверность предоставляемой информации подтверждаю.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Руководитель организации __________________ ___________________________</w:t>
      </w:r>
    </w:p>
    <w:p w:rsidR="0090345D" w:rsidRPr="00C927DE" w:rsidRDefault="00C927DE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(подпись)</w:t>
      </w: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(Ф.И.О.)</w:t>
      </w:r>
    </w:p>
    <w:p w:rsidR="00C84A4F" w:rsidRPr="00C927DE" w:rsidRDefault="00C84A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Главный бухгалтер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__________________ ___________________________</w:t>
      </w:r>
    </w:p>
    <w:p w:rsidR="0090345D" w:rsidRPr="00C927DE" w:rsidRDefault="00C927DE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(подпись)</w:t>
      </w: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(Ф.И.О.)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«___» _____________ 20___ г.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М.П.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(при наличии)</w:t>
      </w:r>
    </w:p>
    <w:p w:rsidR="001A4770" w:rsidRPr="00C927DE" w:rsidRDefault="001A4770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1A4770" w:rsidRPr="00C927DE" w:rsidRDefault="001A4770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EA0183" w:rsidRPr="00C927DE" w:rsidRDefault="00816EBD" w:rsidP="00C927DE">
      <w:pPr>
        <w:ind w:left="5103" w:firstLine="0"/>
        <w:rPr>
          <w:rFonts w:cs="Arial"/>
          <w:bCs/>
        </w:rPr>
      </w:pPr>
      <w:r w:rsidRPr="00C927DE">
        <w:rPr>
          <w:rFonts w:cs="Arial"/>
        </w:rPr>
        <w:br w:type="page"/>
      </w:r>
      <w:r w:rsidR="0090345D" w:rsidRPr="00C927DE">
        <w:rPr>
          <w:rFonts w:cs="Arial"/>
          <w:lang w:eastAsia="zh-CN"/>
        </w:rPr>
        <w:lastRenderedPageBreak/>
        <w:t>Приложение № </w:t>
      </w:r>
      <w:r w:rsidR="00356466" w:rsidRPr="00C927DE">
        <w:rPr>
          <w:rFonts w:cs="Arial"/>
          <w:lang w:eastAsia="zh-CN"/>
        </w:rPr>
        <w:t>7</w:t>
      </w:r>
      <w:r w:rsidR="00C927DE">
        <w:rPr>
          <w:rFonts w:cs="Arial"/>
          <w:lang w:eastAsia="zh-CN"/>
        </w:rPr>
        <w:t xml:space="preserve"> </w:t>
      </w:r>
      <w:r w:rsidR="00EA0183" w:rsidRPr="00C927DE">
        <w:rPr>
          <w:rFonts w:cs="Arial"/>
          <w:bCs/>
          <w:lang w:eastAsia="zh-CN"/>
        </w:rPr>
        <w:t xml:space="preserve">к Порядку </w:t>
      </w:r>
      <w:r w:rsidR="00EA0183" w:rsidRPr="00C927DE">
        <w:rPr>
          <w:rFonts w:cs="Arial"/>
          <w:bCs/>
        </w:rPr>
        <w:t xml:space="preserve">предоставления субсидии на возмещение части затрат субъектов социального предпринимательства </w:t>
      </w:r>
      <w:r w:rsidR="00F7614C" w:rsidRPr="00C927DE">
        <w:rPr>
          <w:rFonts w:cs="Arial"/>
          <w:bCs/>
        </w:rPr>
        <w:t>Павловского муниципального района Воронежской области</w:t>
      </w:r>
    </w:p>
    <w:p w:rsidR="0090345D" w:rsidRPr="00C927DE" w:rsidRDefault="0090345D" w:rsidP="00C927DE">
      <w:pPr>
        <w:pStyle w:val="ConsPlusTitle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bookmarkStart w:id="31" w:name="P1240"/>
      <w:bookmarkEnd w:id="31"/>
      <w:r w:rsidRPr="00C927DE">
        <w:rPr>
          <w:rFonts w:ascii="Arial" w:hAnsi="Arial" w:cs="Arial"/>
          <w:sz w:val="24"/>
          <w:szCs w:val="24"/>
          <w:lang w:eastAsia="zh-CN"/>
        </w:rPr>
        <w:t xml:space="preserve">Отчет </w:t>
      </w:r>
    </w:p>
    <w:p w:rsidR="0090345D" w:rsidRPr="00C927DE" w:rsidRDefault="00EB4657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lang w:eastAsia="zh-CN"/>
        </w:rPr>
        <w:t>о достижении результатов и выполнении показателей использования субсидии</w:t>
      </w:r>
      <w:r w:rsidR="0090345D" w:rsidRPr="00C927DE">
        <w:rPr>
          <w:rFonts w:cs="Arial"/>
        </w:rPr>
        <w:t>_________________________________________</w:t>
      </w:r>
    </w:p>
    <w:p w:rsidR="0090345D" w:rsidRPr="00C927DE" w:rsidRDefault="0090345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C927DE">
        <w:rPr>
          <w:rFonts w:ascii="Arial" w:hAnsi="Arial" w:cs="Arial"/>
          <w:sz w:val="24"/>
          <w:szCs w:val="24"/>
          <w:lang w:eastAsia="zh-CN"/>
        </w:rPr>
        <w:t>(наименование получателя субсидии)</w:t>
      </w:r>
    </w:p>
    <w:p w:rsidR="009F51AD" w:rsidRPr="00C927DE" w:rsidRDefault="009F51AD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1"/>
        <w:gridCol w:w="2442"/>
        <w:gridCol w:w="2849"/>
      </w:tblGrid>
      <w:tr w:rsidR="00EB4657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достижении результатов,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EB4657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 xml:space="preserve">1) </w:t>
            </w:r>
            <w:r w:rsidRPr="00C927DE">
              <w:rPr>
                <w:rFonts w:eastAsia="Calibri" w:cs="Arial"/>
                <w:bCs/>
              </w:rPr>
              <w:t>затраты в размере процентов от суммы запрашиваемой субсидии по направлениям расходов, частично возмещаемых за счет предоставляемой субсидии, указанным в пункте 1.6 Порядка, %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eastAsia="Calibri" w:cs="Arial"/>
                <w:bCs/>
              </w:rPr>
              <w:t xml:space="preserve">не менее 15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EB4657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Сведения о выполнении показателей, указанных в соглашении: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Установленные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657" w:rsidRPr="00C927DE" w:rsidRDefault="00EB4657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Фактические</w:t>
            </w:r>
          </w:p>
        </w:tc>
      </w:tr>
      <w:tr w:rsidR="000173C0" w:rsidRPr="00C927DE" w:rsidTr="00816EBD">
        <w:tc>
          <w:tcPr>
            <w:tcW w:w="2290" w:type="pct"/>
            <w:hideMark/>
          </w:tcPr>
          <w:p w:rsidR="000173C0" w:rsidRPr="00C927DE" w:rsidRDefault="000173C0" w:rsidP="00C927DE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t>сохранение рабочих мест (при наличии), %</w:t>
            </w:r>
          </w:p>
        </w:tc>
        <w:tc>
          <w:tcPr>
            <w:tcW w:w="1251" w:type="pct"/>
            <w:hideMark/>
          </w:tcPr>
          <w:p w:rsidR="000173C0" w:rsidRPr="00C927DE" w:rsidRDefault="000173C0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927DE"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C0" w:rsidRPr="00C927DE" w:rsidRDefault="000173C0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  <w:tr w:rsidR="000173C0" w:rsidRPr="00C927DE" w:rsidTr="00816EBD"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C0" w:rsidRPr="00C927DE" w:rsidRDefault="000173C0" w:rsidP="00C927DE">
            <w:pPr>
              <w:pStyle w:val="ab"/>
              <w:widowControl w:val="0"/>
              <w:numPr>
                <w:ilvl w:val="0"/>
                <w:numId w:val="4"/>
              </w:numPr>
              <w:autoSpaceDE w:val="0"/>
              <w:autoSpaceDN w:val="0"/>
              <w:ind w:left="0" w:firstLine="709"/>
              <w:rPr>
                <w:rFonts w:ascii="Arial" w:hAnsi="Arial" w:cs="Arial"/>
              </w:rPr>
            </w:pPr>
            <w:r w:rsidRPr="00C927DE">
              <w:rPr>
                <w:rFonts w:ascii="Arial" w:hAnsi="Arial" w:cs="Arial"/>
              </w:rPr>
              <w:t>сохранение статуса «Социальное предприятие», %.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C0" w:rsidRPr="00C927DE" w:rsidRDefault="000173C0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  <w:r w:rsidRPr="00C927DE">
              <w:rPr>
                <w:rFonts w:cs="Arial"/>
              </w:rPr>
              <w:t>100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3C0" w:rsidRPr="00C927DE" w:rsidRDefault="000173C0" w:rsidP="00C927DE">
            <w:pPr>
              <w:widowControl w:val="0"/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</w:tbl>
    <w:p w:rsidR="0090345D" w:rsidRPr="00C927DE" w:rsidRDefault="0090345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В целях ежегодной отчетности по данным показателям предоставляются следующие подтверждающие документы:</w:t>
      </w:r>
    </w:p>
    <w:p w:rsidR="0090345D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</w:t>
      </w:r>
      <w:r w:rsidR="00C927DE" w:rsidRPr="00C927DE">
        <w:rPr>
          <w:rFonts w:cs="Arial"/>
        </w:rPr>
        <w:t xml:space="preserve"> </w:t>
      </w:r>
      <w:r w:rsidR="0090345D" w:rsidRPr="00C927DE">
        <w:rPr>
          <w:rFonts w:cs="Arial"/>
        </w:rPr>
        <w:t>штатное расписание по форме ОКУД 0301017;</w:t>
      </w:r>
    </w:p>
    <w:p w:rsidR="000852D8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</w:t>
      </w:r>
      <w:r w:rsidR="0090345D" w:rsidRPr="00C927DE">
        <w:rPr>
          <w:rFonts w:cs="Arial"/>
        </w:rPr>
        <w:t xml:space="preserve"> форма по КНД 1110018 «Сведения о среднесписочной численности работников за предшествующий календарный год»</w:t>
      </w:r>
      <w:r w:rsidR="000852D8" w:rsidRPr="00C927DE">
        <w:rPr>
          <w:rFonts w:cs="Arial"/>
        </w:rPr>
        <w:t xml:space="preserve"> (при наличии);</w:t>
      </w:r>
    </w:p>
    <w:p w:rsidR="00B7038F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</w:t>
      </w:r>
      <w:r w:rsidR="00B7038F" w:rsidRPr="00C927DE">
        <w:rPr>
          <w:rFonts w:cs="Arial"/>
        </w:rPr>
        <w:t> копию документов за отчетный год</w:t>
      </w:r>
      <w:r w:rsidR="00C84A4F" w:rsidRPr="00C927DE">
        <w:rPr>
          <w:rFonts w:cs="Arial"/>
        </w:rPr>
        <w:t>,</w:t>
      </w:r>
      <w:r w:rsidR="00B7038F" w:rsidRPr="00C927DE">
        <w:rPr>
          <w:rFonts w:cs="Arial"/>
        </w:rPr>
        <w:t xml:space="preserve"> с которыми субъект малого или среднего предпринимательства обращался в </w:t>
      </w:r>
      <w:r w:rsidR="00F7614C" w:rsidRPr="00C927DE">
        <w:rPr>
          <w:rFonts w:cs="Arial"/>
        </w:rPr>
        <w:t xml:space="preserve">департамент предпринимательства и торговли Воронежской </w:t>
      </w:r>
      <w:r w:rsidR="00B7038F" w:rsidRPr="00C927DE">
        <w:rPr>
          <w:rFonts w:cs="Arial"/>
        </w:rPr>
        <w:t>области на признание его социальным предприятием.</w:t>
      </w:r>
    </w:p>
    <w:p w:rsidR="00B7038F" w:rsidRPr="00C927DE" w:rsidRDefault="00E33749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</w:t>
      </w:r>
      <w:r w:rsidR="00B7038F" w:rsidRPr="00C927DE">
        <w:rPr>
          <w:rFonts w:cs="Arial"/>
        </w:rPr>
        <w:t xml:space="preserve"> отчет о социальном воздействии</w:t>
      </w:r>
      <w:r w:rsidR="00C84A4F" w:rsidRPr="00C927DE">
        <w:rPr>
          <w:rFonts w:cs="Arial"/>
        </w:rPr>
        <w:t>,</w:t>
      </w:r>
      <w:r w:rsidR="00B7038F" w:rsidRPr="00C927DE">
        <w:rPr>
          <w:rFonts w:cs="Arial"/>
        </w:rPr>
        <w:t xml:space="preserve"> составленный по форме согласно приложению № 2 к настоящему Порядку;</w:t>
      </w:r>
    </w:p>
    <w:p w:rsidR="00C84A4F" w:rsidRPr="00C927DE" w:rsidRDefault="00C84A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Руководитель организации __________________ ___________________________</w:t>
      </w:r>
    </w:p>
    <w:p w:rsidR="0090345D" w:rsidRPr="00C927DE" w:rsidRDefault="00C927DE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(подпись)</w:t>
      </w: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(Ф.И.О.)</w:t>
      </w:r>
    </w:p>
    <w:p w:rsidR="00C84A4F" w:rsidRPr="00C927DE" w:rsidRDefault="00C84A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Главный бухгалтер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__________________ ___________________________</w:t>
      </w:r>
    </w:p>
    <w:p w:rsidR="0090345D" w:rsidRPr="00C927DE" w:rsidRDefault="00C927DE" w:rsidP="00C927DE">
      <w:pPr>
        <w:autoSpaceDE w:val="0"/>
        <w:autoSpaceDN w:val="0"/>
        <w:adjustRightInd w:val="0"/>
        <w:ind w:firstLine="709"/>
        <w:rPr>
          <w:rFonts w:cs="Arial"/>
          <w:lang w:eastAsia="zh-CN"/>
        </w:rPr>
      </w:pP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(подпись)</w:t>
      </w:r>
      <w:r w:rsidRPr="00C927DE">
        <w:rPr>
          <w:rFonts w:cs="Arial"/>
          <w:lang w:eastAsia="zh-CN"/>
        </w:rPr>
        <w:t xml:space="preserve"> </w:t>
      </w:r>
      <w:r w:rsidR="0090345D" w:rsidRPr="00C927DE">
        <w:rPr>
          <w:rFonts w:cs="Arial"/>
          <w:lang w:eastAsia="zh-CN"/>
        </w:rPr>
        <w:t>(Ф.И.О.)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>«___» _____________ 20___ г.</w:t>
      </w:r>
    </w:p>
    <w:p w:rsidR="0090345D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М.П.</w:t>
      </w:r>
    </w:p>
    <w:p w:rsidR="004C669A" w:rsidRPr="00C927DE" w:rsidRDefault="0090345D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(при наличии)</w:t>
      </w:r>
    </w:p>
    <w:p w:rsidR="00085DB4" w:rsidRPr="00C927DE" w:rsidRDefault="009F51AD" w:rsidP="001E77D9">
      <w:pPr>
        <w:ind w:left="5103" w:firstLine="0"/>
        <w:rPr>
          <w:rFonts w:cs="Arial"/>
        </w:rPr>
      </w:pPr>
      <w:r w:rsidRPr="00C927DE">
        <w:rPr>
          <w:rFonts w:cs="Arial"/>
        </w:rPr>
        <w:br w:type="page"/>
      </w:r>
      <w:r w:rsidR="00085DB4" w:rsidRPr="00C927DE">
        <w:rPr>
          <w:rFonts w:cs="Arial"/>
        </w:rPr>
        <w:lastRenderedPageBreak/>
        <w:t>Приложение</w:t>
      </w:r>
      <w:r w:rsidR="00A10D20" w:rsidRPr="00C927DE">
        <w:rPr>
          <w:rFonts w:cs="Arial"/>
        </w:rPr>
        <w:t xml:space="preserve"> № 2</w:t>
      </w:r>
      <w:r w:rsidR="00C927DE">
        <w:rPr>
          <w:rFonts w:cs="Arial"/>
        </w:rPr>
        <w:t xml:space="preserve"> </w:t>
      </w:r>
      <w:r w:rsidR="00085DB4" w:rsidRPr="00C927DE">
        <w:rPr>
          <w:rFonts w:cs="Arial"/>
        </w:rPr>
        <w:t>к постановлению администрации</w:t>
      </w:r>
      <w:r w:rsidR="00C927DE">
        <w:rPr>
          <w:rFonts w:cs="Arial"/>
        </w:rPr>
        <w:t xml:space="preserve"> </w:t>
      </w:r>
      <w:r w:rsidR="00085DB4" w:rsidRPr="00C927DE">
        <w:rPr>
          <w:rFonts w:cs="Arial"/>
        </w:rPr>
        <w:t>Павловского муниципального района</w:t>
      </w:r>
      <w:r w:rsidR="00C927DE">
        <w:rPr>
          <w:rFonts w:cs="Arial"/>
        </w:rPr>
        <w:t xml:space="preserve"> </w:t>
      </w:r>
      <w:r w:rsidR="00245CFB" w:rsidRPr="00C927DE">
        <w:rPr>
          <w:rFonts w:cs="Arial"/>
        </w:rPr>
        <w:t>Воронежской области</w:t>
      </w:r>
      <w:r w:rsidR="00C927DE">
        <w:rPr>
          <w:rFonts w:cs="Arial"/>
        </w:rPr>
        <w:t xml:space="preserve"> </w:t>
      </w:r>
      <w:r w:rsidR="00085DB4" w:rsidRPr="00C927DE">
        <w:rPr>
          <w:rFonts w:cs="Arial"/>
        </w:rPr>
        <w:t>от</w:t>
      </w:r>
      <w:r w:rsidR="00C927DE">
        <w:rPr>
          <w:rFonts w:cs="Arial"/>
        </w:rPr>
        <w:t xml:space="preserve"> 01.10.2020 № 657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085DB4" w:rsidRPr="001E77D9" w:rsidRDefault="00085DB4" w:rsidP="001E77D9">
      <w:pPr>
        <w:pStyle w:val="ConsPlusTitle"/>
        <w:ind w:firstLine="709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1E77D9">
        <w:rPr>
          <w:rFonts w:ascii="Arial" w:hAnsi="Arial" w:cs="Arial"/>
          <w:b w:val="0"/>
          <w:sz w:val="24"/>
          <w:szCs w:val="24"/>
        </w:rPr>
        <w:t>Порядок</w:t>
      </w:r>
      <w:r w:rsidR="001E77D9" w:rsidRPr="001E77D9">
        <w:rPr>
          <w:rFonts w:ascii="Arial" w:hAnsi="Arial" w:cs="Arial"/>
          <w:b w:val="0"/>
          <w:sz w:val="24"/>
          <w:szCs w:val="24"/>
        </w:rPr>
        <w:t xml:space="preserve"> </w:t>
      </w:r>
      <w:r w:rsidRPr="001E77D9">
        <w:rPr>
          <w:rFonts w:ascii="Arial" w:hAnsi="Arial" w:cs="Arial"/>
          <w:b w:val="0"/>
          <w:sz w:val="24"/>
          <w:szCs w:val="24"/>
        </w:rPr>
        <w:t>предоставления субсидий субъектам малого и среднего предпринимательства</w:t>
      </w:r>
      <w:r w:rsidR="00F4381D" w:rsidRPr="001E77D9">
        <w:rPr>
          <w:rFonts w:ascii="Arial" w:hAnsi="Arial" w:cs="Arial"/>
          <w:b w:val="0"/>
          <w:sz w:val="24"/>
          <w:szCs w:val="24"/>
        </w:rPr>
        <w:t xml:space="preserve"> </w:t>
      </w:r>
      <w:r w:rsidRPr="001E77D9">
        <w:rPr>
          <w:rFonts w:ascii="Arial" w:hAnsi="Arial" w:cs="Arial"/>
          <w:b w:val="0"/>
          <w:color w:val="000000"/>
          <w:sz w:val="24"/>
          <w:szCs w:val="24"/>
        </w:rPr>
        <w:t>на компенсацию части затрат, связанных 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numPr>
          <w:ilvl w:val="0"/>
          <w:numId w:val="6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Общие положения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1.1. Настоящий Порядок предоставления субсидий субъектам малого и среднего предпринимательства </w:t>
      </w:r>
      <w:r w:rsidRPr="00C927DE">
        <w:rPr>
          <w:rFonts w:ascii="Arial" w:hAnsi="Arial" w:cs="Arial"/>
          <w:b w:val="0"/>
          <w:color w:val="000000"/>
          <w:sz w:val="24"/>
          <w:szCs w:val="24"/>
        </w:rPr>
        <w:t>на компенсацию части затрат, связанных с созданием и</w:t>
      </w:r>
      <w:r w:rsidR="00C927DE" w:rsidRPr="00C927D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C927DE">
        <w:rPr>
          <w:rFonts w:ascii="Arial" w:hAnsi="Arial" w:cs="Arial"/>
          <w:b w:val="0"/>
          <w:color w:val="000000"/>
          <w:sz w:val="24"/>
          <w:szCs w:val="24"/>
        </w:rPr>
        <w:t>(или) развитием центров времяпрепровождения детей</w:t>
      </w:r>
      <w:r w:rsidRPr="00C927DE">
        <w:rPr>
          <w:rFonts w:ascii="Arial" w:hAnsi="Arial" w:cs="Arial"/>
          <w:b w:val="0"/>
          <w:sz w:val="24"/>
          <w:szCs w:val="24"/>
        </w:rPr>
        <w:t xml:space="preserve"> (далее – Порядок, субсидии), определяет цели, условия и порядок предоставления субсиди</w:t>
      </w:r>
      <w:r w:rsidR="00245CFB" w:rsidRPr="00C927DE">
        <w:rPr>
          <w:rFonts w:ascii="Arial" w:hAnsi="Arial" w:cs="Arial"/>
          <w:b w:val="0"/>
          <w:sz w:val="24"/>
          <w:szCs w:val="24"/>
        </w:rPr>
        <w:t>й</w:t>
      </w:r>
      <w:r w:rsidRPr="00C927DE">
        <w:rPr>
          <w:rFonts w:ascii="Arial" w:hAnsi="Arial" w:cs="Arial"/>
          <w:b w:val="0"/>
          <w:sz w:val="24"/>
          <w:szCs w:val="24"/>
        </w:rPr>
        <w:t xml:space="preserve">, категории лиц, имеющих право на получение субсидии, положения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 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1.2. Целью предоставления субсидии в соответствии с мероприятием «Муниципальная составляющая регионального проекта</w:t>
      </w:r>
      <w:r w:rsidR="00C927DE" w:rsidRPr="00C927DE">
        <w:rPr>
          <w:rFonts w:ascii="Arial" w:hAnsi="Arial" w:cs="Arial"/>
          <w:b w:val="0"/>
          <w:sz w:val="24"/>
          <w:szCs w:val="24"/>
        </w:rPr>
        <w:t xml:space="preserve"> </w:t>
      </w:r>
      <w:r w:rsidRPr="00C927DE">
        <w:rPr>
          <w:rFonts w:ascii="Arial" w:hAnsi="Arial" w:cs="Arial"/>
          <w:b w:val="0"/>
          <w:sz w:val="24"/>
          <w:szCs w:val="24"/>
        </w:rPr>
        <w:t>подпрограммы «Развитие и поддержка малого и среднего предпринимательства в Павловском муниципальном районе»</w:t>
      </w:r>
      <w:r w:rsidR="00120FD6">
        <w:rPr>
          <w:rFonts w:ascii="Arial" w:hAnsi="Arial" w:cs="Arial"/>
          <w:b w:val="0"/>
          <w:sz w:val="24"/>
          <w:szCs w:val="24"/>
        </w:rPr>
        <w:t xml:space="preserve"> </w:t>
      </w:r>
      <w:r w:rsidR="00120FD6" w:rsidRPr="00120FD6">
        <w:rPr>
          <w:rFonts w:ascii="Arial" w:eastAsia="Calibri" w:hAnsi="Arial" w:cs="Arial"/>
          <w:b w:val="0"/>
          <w:sz w:val="24"/>
          <w:szCs w:val="24"/>
          <w:lang w:eastAsia="en-US"/>
        </w:rPr>
        <w:t>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</w:t>
      </w:r>
      <w:r w:rsidRPr="00120FD6">
        <w:rPr>
          <w:rFonts w:ascii="Arial" w:hAnsi="Arial" w:cs="Arial"/>
          <w:b w:val="0"/>
          <w:bCs/>
          <w:sz w:val="24"/>
          <w:szCs w:val="24"/>
        </w:rPr>
        <w:t>,</w:t>
      </w:r>
      <w:r w:rsidRPr="00C927D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C927DE">
        <w:rPr>
          <w:rFonts w:ascii="Arial" w:hAnsi="Arial" w:cs="Arial"/>
          <w:b w:val="0"/>
          <w:sz w:val="24"/>
          <w:szCs w:val="24"/>
        </w:rPr>
        <w:t xml:space="preserve">является компенсация части понесенных субъектом малого и среднего предпринимательства затрат, </w:t>
      </w:r>
      <w:r w:rsidRPr="00C927DE">
        <w:rPr>
          <w:rFonts w:ascii="Arial" w:hAnsi="Arial" w:cs="Arial"/>
          <w:b w:val="0"/>
          <w:bCs/>
          <w:sz w:val="24"/>
          <w:szCs w:val="24"/>
        </w:rPr>
        <w:t xml:space="preserve">связанных с созданием и (или) развитием центров времяпрепровождения детей </w:t>
      </w:r>
      <w:r w:rsidR="003047DF" w:rsidRPr="00C927DE">
        <w:rPr>
          <w:rFonts w:ascii="Arial" w:hAnsi="Arial" w:cs="Arial"/>
          <w:b w:val="0"/>
          <w:bCs/>
          <w:sz w:val="24"/>
          <w:szCs w:val="24"/>
        </w:rPr>
        <w:t>–</w:t>
      </w:r>
      <w:r w:rsidRPr="00C927DE">
        <w:rPr>
          <w:rFonts w:ascii="Arial" w:hAnsi="Arial" w:cs="Arial"/>
          <w:b w:val="0"/>
          <w:bCs/>
          <w:sz w:val="24"/>
          <w:szCs w:val="24"/>
        </w:rPr>
        <w:t xml:space="preserve"> групп дневного времяпрепровождения детей дошкольного возраста и иных подобных видов деятельности (далее - центр времяпрепровождения детей)</w:t>
      </w:r>
      <w:r w:rsidRPr="00C927DE">
        <w:rPr>
          <w:rFonts w:ascii="Arial" w:hAnsi="Arial" w:cs="Arial"/>
          <w:b w:val="0"/>
          <w:sz w:val="24"/>
          <w:szCs w:val="24"/>
        </w:rPr>
        <w:t xml:space="preserve">: </w:t>
      </w:r>
      <w:r w:rsidR="00120FD6">
        <w:rPr>
          <w:rFonts w:ascii="Arial" w:hAnsi="Arial" w:cs="Arial"/>
          <w:b w:val="0"/>
          <w:sz w:val="24"/>
          <w:szCs w:val="24"/>
        </w:rPr>
        <w:t>(В ред. пост. от 15.06.2021 № 383)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1) на оплату аренды помещения, используемого для размещения центра времяпрепровождения детей;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>2) на приобретение помещения, используемого (планируемого к использованию) для размещения центра времяпрепровождения детей;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3) на реконструкцию (ремонт) помещения, используемого (планируемого к использованию) для размещения центра времяпрепровождения детей; 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на оплату коммунальных услуг, услуги электроснабжения помещения, используемого для размещения центра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 на приобретение оборудования мебели, материалов, инвентаря, а также приобретение оборудования, необходимого для обеспечения соответствия помещений центра времяпрепровождения детей требованиям, предусмотренным законодательством Российской Федерации.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1.3. Главным распорядителем средств бюджета Павловского муниципального района, предусмотренных для предоставления субсидии, является администрация Павловского муниципального района (далее –</w:t>
      </w:r>
      <w:r w:rsidR="00245CFB" w:rsidRPr="00C927DE">
        <w:rPr>
          <w:rFonts w:ascii="Arial" w:hAnsi="Arial" w:cs="Arial"/>
          <w:sz w:val="24"/>
          <w:szCs w:val="24"/>
        </w:rPr>
        <w:t xml:space="preserve"> Администрация</w:t>
      </w:r>
      <w:r w:rsidRPr="00C927DE">
        <w:rPr>
          <w:rFonts w:ascii="Arial" w:hAnsi="Arial" w:cs="Arial"/>
          <w:sz w:val="24"/>
          <w:szCs w:val="24"/>
        </w:rPr>
        <w:t>).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1.4. Субсидии предоставляются в пределах бюджетных ассигнований и </w:t>
      </w:r>
      <w:r w:rsidRPr="00C927DE">
        <w:rPr>
          <w:rFonts w:ascii="Arial" w:hAnsi="Arial" w:cs="Arial"/>
          <w:sz w:val="24"/>
          <w:szCs w:val="24"/>
        </w:rPr>
        <w:lastRenderedPageBreak/>
        <w:t>лимитов бюджетных обязательств, предусмотренных решением Совета народных депутатов Павловского муниципального района о бюджете Павловского муниципального района на соответствующий финансовый год и на плановый период на эти цели.</w:t>
      </w:r>
    </w:p>
    <w:p w:rsidR="00085DB4" w:rsidRPr="00C927DE" w:rsidRDefault="009F51AD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</w:rPr>
        <w:t xml:space="preserve">1.5. </w:t>
      </w:r>
      <w:r w:rsidR="00085DB4" w:rsidRPr="00C927DE">
        <w:rPr>
          <w:rFonts w:ascii="Arial" w:hAnsi="Arial" w:cs="Arial"/>
        </w:rPr>
        <w:t xml:space="preserve">Категории получателей субсидии </w:t>
      </w:r>
      <w:r w:rsidR="003047DF" w:rsidRPr="00C927DE">
        <w:rPr>
          <w:rFonts w:ascii="Arial" w:hAnsi="Arial" w:cs="Arial"/>
        </w:rPr>
        <w:t>–</w:t>
      </w:r>
      <w:r w:rsidR="00085DB4" w:rsidRPr="00C927DE">
        <w:rPr>
          <w:rFonts w:ascii="Arial" w:hAnsi="Arial" w:cs="Arial"/>
        </w:rPr>
        <w:t xml:space="preserve"> юридические лица и индивидуальные предприниматели, являющиеся субъектами малого и среднего предпринимательства (далее – МСП) и </w:t>
      </w:r>
      <w:r w:rsidR="00EF2839" w:rsidRPr="00C927DE">
        <w:rPr>
          <w:rFonts w:ascii="Arial" w:hAnsi="Arial" w:cs="Arial"/>
        </w:rPr>
        <w:t>зарегистрированные на территории Павловского муниципа</w:t>
      </w:r>
      <w:r w:rsidR="00071401" w:rsidRPr="00C927DE">
        <w:rPr>
          <w:rFonts w:ascii="Arial" w:hAnsi="Arial" w:cs="Arial"/>
        </w:rPr>
        <w:t>л</w:t>
      </w:r>
      <w:r w:rsidR="00EF2839" w:rsidRPr="00C927DE">
        <w:rPr>
          <w:rFonts w:ascii="Arial" w:hAnsi="Arial" w:cs="Arial"/>
        </w:rPr>
        <w:t xml:space="preserve">ьного района Воронежской области и </w:t>
      </w:r>
      <w:r w:rsidR="00085DB4" w:rsidRPr="00C927DE">
        <w:rPr>
          <w:rFonts w:ascii="Arial" w:hAnsi="Arial" w:cs="Arial"/>
        </w:rPr>
        <w:t>осуществляющие деятельность на территории город</w:t>
      </w:r>
      <w:r w:rsidR="00EF2839" w:rsidRPr="00C927DE">
        <w:rPr>
          <w:rFonts w:ascii="Arial" w:hAnsi="Arial" w:cs="Arial"/>
        </w:rPr>
        <w:t>ского поселения - город</w:t>
      </w:r>
      <w:r w:rsidR="00085DB4" w:rsidRPr="00C927DE">
        <w:rPr>
          <w:rFonts w:ascii="Arial" w:hAnsi="Arial" w:cs="Arial"/>
        </w:rPr>
        <w:t xml:space="preserve"> Павловск Воронежской области (далее – получатели субсидии), определяемые по итогам конкурсного отбора.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Критериями конкурсного отбора получателей субсидии являются:</w:t>
      </w:r>
    </w:p>
    <w:p w:rsidR="00085DB4" w:rsidRPr="00C927DE" w:rsidRDefault="00085DB4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1) наличие произведенных (понесенных) затрат, </w:t>
      </w:r>
      <w:r w:rsidRPr="00C927DE">
        <w:rPr>
          <w:rFonts w:ascii="Arial" w:hAnsi="Arial" w:cs="Arial"/>
          <w:b w:val="0"/>
          <w:color w:val="000000"/>
          <w:sz w:val="24"/>
          <w:szCs w:val="24"/>
        </w:rPr>
        <w:t>связанных с созданием и (или) развитием центров времяпрепровождения детей</w:t>
      </w:r>
      <w:r w:rsidRPr="00C927DE">
        <w:rPr>
          <w:rFonts w:ascii="Arial" w:hAnsi="Arial" w:cs="Arial"/>
          <w:b w:val="0"/>
          <w:sz w:val="24"/>
          <w:szCs w:val="24"/>
        </w:rPr>
        <w:t>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  <w:color w:val="000000"/>
        </w:rPr>
        <w:t>2) соответствие содержания</w:t>
      </w:r>
      <w:r w:rsidRPr="00C927DE">
        <w:rPr>
          <w:rFonts w:cs="Arial"/>
        </w:rPr>
        <w:t xml:space="preserve"> бизнес-плана целям и задачам данного проекта;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количество мест для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создание новых рабочих мест;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 количество действующих рабочих мест на дату обращения за получением субсидии;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6) количество в штате сотрудников с профильным педагогическим образованием;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7) режим работы центра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8) размер площади групповой (игровой) комнаты на одного ребенка.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1.6. Конкурсный отбор осуществляется в соответствии с критериями, установленными пунктом 1.5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Порядка, конкурсной комиссией, сформированной</w:t>
      </w:r>
      <w:r w:rsidR="00245CFB" w:rsidRPr="00C927DE">
        <w:rPr>
          <w:rFonts w:ascii="Arial" w:hAnsi="Arial" w:cs="Arial"/>
          <w:sz w:val="24"/>
          <w:szCs w:val="24"/>
        </w:rPr>
        <w:t xml:space="preserve"> Администрацией</w:t>
      </w:r>
      <w:r w:rsidRPr="00C927DE">
        <w:rPr>
          <w:rFonts w:ascii="Arial" w:hAnsi="Arial" w:cs="Arial"/>
          <w:sz w:val="24"/>
          <w:szCs w:val="24"/>
        </w:rPr>
        <w:t>. Положение и состав конкурсной комиссии утверждается правовым актом</w:t>
      </w:r>
      <w:r w:rsidR="00245CFB" w:rsidRPr="00C927DE">
        <w:rPr>
          <w:rFonts w:ascii="Arial" w:hAnsi="Arial" w:cs="Arial"/>
          <w:sz w:val="24"/>
          <w:szCs w:val="24"/>
        </w:rPr>
        <w:t xml:space="preserve"> Администрации</w:t>
      </w:r>
      <w:r w:rsidRPr="00C927DE">
        <w:rPr>
          <w:rFonts w:ascii="Arial" w:hAnsi="Arial" w:cs="Arial"/>
          <w:sz w:val="24"/>
          <w:szCs w:val="24"/>
        </w:rPr>
        <w:t>.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1.7. </w:t>
      </w:r>
      <w:r w:rsidR="00245CFB" w:rsidRPr="00C927DE">
        <w:rPr>
          <w:rFonts w:cs="Arial"/>
        </w:rPr>
        <w:t xml:space="preserve">Администрация </w:t>
      </w:r>
      <w:r w:rsidRPr="00C927DE">
        <w:rPr>
          <w:rFonts w:cs="Arial"/>
        </w:rPr>
        <w:t xml:space="preserve">размещает объявление о проведении конкурса на официальном сайте </w:t>
      </w:r>
      <w:r w:rsidR="00245CFB" w:rsidRPr="00C927DE">
        <w:rPr>
          <w:rFonts w:cs="Arial"/>
        </w:rPr>
        <w:t>А</w:t>
      </w:r>
      <w:r w:rsidRPr="00C927DE">
        <w:rPr>
          <w:rFonts w:cs="Arial"/>
        </w:rPr>
        <w:t>дминистрации.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Объявление о проведении конкурса должно содержать: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дату и время начала и окончания приема заявок и документов;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2) почтовый и фактический адрес </w:t>
      </w:r>
      <w:r w:rsidR="00CA770F" w:rsidRPr="00C927DE">
        <w:rPr>
          <w:rFonts w:cs="Arial"/>
        </w:rPr>
        <w:t xml:space="preserve">Администрации </w:t>
      </w:r>
      <w:r w:rsidRPr="00C927DE">
        <w:rPr>
          <w:rFonts w:cs="Arial"/>
        </w:rPr>
        <w:t>для представления заявок и документов, номера кабинетов, номера телефонов для справок;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график (режим) работы</w:t>
      </w:r>
      <w:r w:rsidR="00CA770F" w:rsidRPr="00C927DE">
        <w:rPr>
          <w:rFonts w:cs="Arial"/>
        </w:rPr>
        <w:t xml:space="preserve"> Администрации</w:t>
      </w:r>
      <w:r w:rsidRPr="00C927DE">
        <w:rPr>
          <w:rFonts w:cs="Arial"/>
        </w:rPr>
        <w:t>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4) перечень нормативных правовых актов, регулирующих порядок проведения конкурса;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5) требования к заявителям;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6) перечень документов, представляемых заявителем для участия в конкурсе, а также формы документов в случае, если документы предоставляются по установленной форме;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7) критерии оценки заявок и документов;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8) порядок и сроки объявления результатов конкурса.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Срок приема заявок не может составлять менее 15 календарных дней.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1.8. Заявки принимаются в рабочие дни и часы, установленные для приема заявок в соответствии с объявлением о проведении конкурса, отделом социально экономического развития, муниципального контроля и поддержки предпринимательства администрации Павловского муниципального района (далее – уполномоченный отдел).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>1.9. Уполномоченный отдел осуществляет регистрацию в порядке очередности представленную заявителем заявку и документы в журнале, который должен быть пронумерован, прошнурован, скреплен печатью.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1.10. В течение двух рабочих дней со дня, следующего за днем окончания приема заявок,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уполномоченным отделом формируется реестр поданных заявок с указанием сведений о наличии (отсутствии) всех документов, установленных пунктом 2.2 настоящего Порядка. Реестр заявок формируются по форме согласно приложению № 1 к настоящему Порядку.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1.11. В течение 30 </w:t>
      </w:r>
      <w:r w:rsidR="009F51AD" w:rsidRPr="00C927DE">
        <w:rPr>
          <w:rFonts w:cs="Arial"/>
        </w:rPr>
        <w:t>рабочих</w:t>
      </w:r>
      <w:r w:rsidRPr="00C927DE">
        <w:rPr>
          <w:rFonts w:cs="Arial"/>
        </w:rPr>
        <w:t xml:space="preserve"> дней</w:t>
      </w:r>
      <w:r w:rsidR="009F51AD" w:rsidRPr="00C927DE">
        <w:rPr>
          <w:rFonts w:cs="Arial"/>
        </w:rPr>
        <w:t xml:space="preserve"> от</w:t>
      </w:r>
      <w:r w:rsidRPr="00C927DE">
        <w:rPr>
          <w:rFonts w:cs="Arial"/>
        </w:rPr>
        <w:t xml:space="preserve"> даты окончания приема заявок проводится заседание конкурсной комиссии.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Конкурсная комиссия рассматривает представленные заявки и прилагаемые документы на предмет соответствия требованиям, установленным настоящим Порядком. Конкурсная комиссия отказывает заявителю в предоставлении субсидии в случаях, указанных в пункте 2.7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Порядка предоставления субсидий.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Оценка заявок осуществляется в отношении заявителей, соответствующих требованиям, установленным настоящим Порядком, в соответствии с методикой оценки, установленной в приложении № 2 к настоящему Порядку.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2" w:name="P57"/>
      <w:bookmarkEnd w:id="32"/>
      <w:r w:rsidRPr="00C927DE">
        <w:rPr>
          <w:rFonts w:ascii="Arial" w:hAnsi="Arial" w:cs="Arial"/>
          <w:sz w:val="24"/>
          <w:szCs w:val="24"/>
        </w:rPr>
        <w:t>2. Условия и порядок предоставления субсидии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3" w:name="P59"/>
      <w:bookmarkEnd w:id="33"/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2.1. Субсидия предоставляется субъекту малого и среднего предпринимательства, обеспечившему софинансирование расходов в размере не менее 15% от суммы получаемой субсидии, но не более 1 500 000 рублей на одного получателя поддержки.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Размер субсидии рассчитывается по формуле: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Рс = (Зп – Зн) × 85 %, где: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Рс - размер субсидии;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Зп – понесенные затраты на реализацию проекта по бизнес-плану (без учета НДС), в году обращения за предоставлением субсидии и предшествующем году;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Зн – понесенные затраты на реализацию проекта по бизнес-плану, не относящиеся к затратам, указанным в пункте 1.2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 (без учета НДС), в году обращения за предоставлением субсидии и предшествующем году.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Данная формула используется при предоставлении субсидии в соответствии с пунктами 2.13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и 2.14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В случае если рассчитанный размер субсидии превышает максимальный размер субсидии, субсидия предоставляется в размере 1 500 000 рублей.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2.2. Для получения субсидии юридические лица и индивидуальные предприниматели (далее – заявители) предоставляют в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Администрацию </w:t>
      </w:r>
      <w:r w:rsidRPr="00C927DE">
        <w:rPr>
          <w:rFonts w:ascii="Arial" w:hAnsi="Arial" w:cs="Arial"/>
          <w:sz w:val="24"/>
          <w:szCs w:val="24"/>
        </w:rPr>
        <w:t>следующие документы на бумажном носителе: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1) заявление по форме согласно приложению № 3 к настоящему Порядку (далее – заявка);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2) копии учредительных документов;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3) бизнес-план проекта, содержащий краткое описание проекта (резюме), исследование рынка по направлению деятельности, цель реализации проекта, описание оказываемых услуг, смету затрат, необходимых для реализации проекта, срок реализации и эффективность проекта, риски проекта, доля собственного участия в проекте, информацию о количестве мест для времяпрепровождения детей, количество действующих рабочих мест и создаваемых новых рабочих мест, количество сотрудников с профильным педагогическим образованием, режим </w:t>
      </w:r>
      <w:r w:rsidRPr="00C927DE">
        <w:rPr>
          <w:rFonts w:cs="Arial"/>
        </w:rPr>
        <w:lastRenderedPageBreak/>
        <w:t>(планируемый) режим работы, площадь (планируемая площадь) групповой (игровой) комнаты на одного ребенка;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 xml:space="preserve">4) смета расходов по форме согласно </w:t>
      </w:r>
      <w:r w:rsidRPr="00C927DE">
        <w:rPr>
          <w:rFonts w:ascii="Arial" w:hAnsi="Arial" w:cs="Arial"/>
        </w:rPr>
        <w:t xml:space="preserve">приложению № 4 </w:t>
      </w:r>
      <w:r w:rsidRPr="00C927DE">
        <w:rPr>
          <w:rFonts w:ascii="Arial" w:hAnsi="Arial" w:cs="Arial"/>
          <w:color w:val="212121"/>
        </w:rPr>
        <w:t>к настоящему Порядку;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  <w:color w:val="212121"/>
        </w:rPr>
      </w:pPr>
      <w:r w:rsidRPr="00C927DE">
        <w:rPr>
          <w:rFonts w:cs="Arial"/>
          <w:color w:val="212121"/>
        </w:rPr>
        <w:t xml:space="preserve">5) документы, подтверждающие направление </w:t>
      </w:r>
      <w:r w:rsidRPr="00C927DE">
        <w:rPr>
          <w:rFonts w:cs="Arial"/>
        </w:rPr>
        <w:t xml:space="preserve">собственных или заемных финансовых средств для </w:t>
      </w:r>
      <w:r w:rsidRPr="00C927DE">
        <w:rPr>
          <w:rFonts w:cs="Arial"/>
          <w:bCs/>
        </w:rPr>
        <w:t>создания и (или) развития центров времяпрепровождения детей</w:t>
      </w:r>
      <w:r w:rsidR="009F51AD" w:rsidRPr="00C927DE">
        <w:rPr>
          <w:rFonts w:cs="Arial"/>
          <w:bCs/>
        </w:rPr>
        <w:t xml:space="preserve"> </w:t>
      </w:r>
      <w:r w:rsidRPr="00C927DE">
        <w:rPr>
          <w:rFonts w:cs="Arial"/>
          <w:color w:val="212121"/>
        </w:rPr>
        <w:t>в размере не менее 15 % от размера получаемой субсидии, в том числе выписки кредитных организаций с приложением копий платежных поручений, иных документов, подтверждающих фактически произведенные затраты за счет собственных средств, копии договоров, счетов, счетов-фактур, актов выполненных работ, товарных накладных;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6) копии документов, подтверждающих фактически произведенные затраты, указанные в пункте 1.2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 (счета на оплату, договоры, платежные документы, подтверждающие полную оплату по договорам, акты выполненных работ (оказания услуг), акты приема-передачи, счета-фактуры, накладные, акты о приеме-передаче объекта основных средств), заверенные заявителем;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>7) документы, подтверждающие соответствие помещения центра времяпрепровождения детей санитарно-эпидемиологическим требованиям, правилам пожарной безопасности (при наличии);</w:t>
      </w:r>
    </w:p>
    <w:p w:rsidR="00085DB4" w:rsidRPr="00C927DE" w:rsidRDefault="00085DB4" w:rsidP="00C927DE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>8) копии документов работников о профессиональном образовании, штатного расписания заявителя.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Документы представляются заявителем с учетом особенностей, установленных пунктам </w:t>
      </w:r>
      <w:r w:rsidR="00CA770F" w:rsidRPr="00C927DE">
        <w:rPr>
          <w:rFonts w:ascii="Arial" w:hAnsi="Arial" w:cs="Arial"/>
          <w:sz w:val="24"/>
          <w:szCs w:val="24"/>
        </w:rPr>
        <w:t xml:space="preserve">№ </w:t>
      </w:r>
      <w:r w:rsidRPr="00C927DE">
        <w:rPr>
          <w:rFonts w:ascii="Arial" w:hAnsi="Arial" w:cs="Arial"/>
          <w:sz w:val="24"/>
          <w:szCs w:val="24"/>
        </w:rPr>
        <w:t>2.12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– 2.14</w:t>
      </w:r>
      <w:r w:rsidR="009F51AD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Все представляемые в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Администрацию </w:t>
      </w:r>
      <w:r w:rsidRPr="00C927DE">
        <w:rPr>
          <w:rFonts w:ascii="Arial" w:hAnsi="Arial" w:cs="Arial"/>
          <w:sz w:val="24"/>
          <w:szCs w:val="24"/>
        </w:rPr>
        <w:t>копии документов заверяются заявителем, сведения и данные подписываются руководителем заявителя и заверяются печатью (при наличии).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Ответственность за достоверность сведений, содержащихся в заявке и прилагаемых к ней документах, возлагается на заявителя.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2.3. Заявитель вправе представить по собственной инициативе: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1) выписку из Единого государственного реестра юридических лиц (индивидуальных предпринимателей) (далее – ЕГРЮЛ, ЕГРИП), выданную не более чем за 30 дней до даты подачи заявления о предоставлении субсидии; </w:t>
      </w:r>
    </w:p>
    <w:p w:rsidR="00085DB4" w:rsidRPr="00C927DE" w:rsidRDefault="009836B7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</w:t>
      </w:r>
      <w:r w:rsidR="00085DB4" w:rsidRPr="00C927DE">
        <w:rPr>
          <w:rFonts w:cs="Arial"/>
        </w:rPr>
        <w:t xml:space="preserve">) документы на право собственности на помещение, в котором оказываются услуги. 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2.4. В случае если заявитель не представил по собственной инициативе документы, указанные в пункте 2.3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 уполномоченный орган запрашивает самостоятельно посредством межведомственного запроса выписку из ЕГРЮЛ или ЕГРИП; сведения о наличии (отсутствии) у заявителя задолженности по уплате налогов, сборов, пеней и штрафов; сведения о праве собственности на помещение, в котором оказываются услуги.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Сведения запрашиваются по состоянию на дату подачи заявки.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2.5. Срок рассмотрения заявок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Администрацией </w:t>
      </w:r>
      <w:r w:rsidRPr="00C927DE">
        <w:rPr>
          <w:rFonts w:ascii="Arial" w:hAnsi="Arial" w:cs="Arial"/>
          <w:sz w:val="24"/>
          <w:szCs w:val="24"/>
        </w:rPr>
        <w:t xml:space="preserve">составляет не более </w:t>
      </w:r>
      <w:r w:rsidR="009F51AD" w:rsidRPr="00C927DE">
        <w:rPr>
          <w:rFonts w:ascii="Arial" w:hAnsi="Arial" w:cs="Arial"/>
          <w:sz w:val="24"/>
          <w:szCs w:val="24"/>
        </w:rPr>
        <w:br/>
      </w:r>
      <w:r w:rsidRPr="00C927DE">
        <w:rPr>
          <w:rFonts w:ascii="Arial" w:hAnsi="Arial" w:cs="Arial"/>
          <w:sz w:val="24"/>
          <w:szCs w:val="24"/>
        </w:rPr>
        <w:t xml:space="preserve">30 </w:t>
      </w:r>
      <w:r w:rsidR="00D12B4F" w:rsidRPr="00C927DE">
        <w:rPr>
          <w:rFonts w:ascii="Arial" w:hAnsi="Arial" w:cs="Arial"/>
          <w:sz w:val="24"/>
          <w:szCs w:val="24"/>
        </w:rPr>
        <w:t>рабочих</w:t>
      </w:r>
      <w:r w:rsidRPr="00C927DE">
        <w:rPr>
          <w:rFonts w:ascii="Arial" w:hAnsi="Arial" w:cs="Arial"/>
          <w:sz w:val="24"/>
          <w:szCs w:val="24"/>
        </w:rPr>
        <w:t xml:space="preserve"> дней со дня, следующего за днем истечения срока приема заявок.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2.6. Требования, которым должен соответствовать получатель субсидии на дату подачи заявки на предоставление субсидии: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</w:t>
      </w:r>
      <w:r w:rsidR="00085DB4" w:rsidRPr="00C927DE">
        <w:rPr>
          <w:rFonts w:ascii="Arial" w:hAnsi="Arial" w:cs="Arial"/>
          <w:sz w:val="24"/>
          <w:szCs w:val="24"/>
        </w:rPr>
        <w:t>) отсутствие просроченной задолженности по возврату в бюджет Павловского муниципального района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Павловского муниципального района;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lastRenderedPageBreak/>
        <w:t>2</w:t>
      </w:r>
      <w:r w:rsidR="00085DB4" w:rsidRPr="00C927DE">
        <w:rPr>
          <w:rFonts w:ascii="Arial" w:hAnsi="Arial" w:cs="Arial"/>
          <w:sz w:val="24"/>
          <w:szCs w:val="24"/>
        </w:rPr>
        <w:t>)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</w:t>
      </w:r>
      <w:r w:rsidR="00085DB4" w:rsidRPr="00C927DE">
        <w:rPr>
          <w:rFonts w:ascii="Arial" w:hAnsi="Arial" w:cs="Arial"/>
          <w:sz w:val="24"/>
          <w:szCs w:val="24"/>
        </w:rPr>
        <w:t>) 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85DB4" w:rsidRPr="00C927DE" w:rsidRDefault="003C79F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</w:t>
      </w:r>
      <w:r w:rsidR="00085DB4" w:rsidRPr="00C927DE">
        <w:rPr>
          <w:rFonts w:ascii="Arial" w:hAnsi="Arial" w:cs="Arial"/>
          <w:sz w:val="24"/>
          <w:szCs w:val="24"/>
        </w:rPr>
        <w:t xml:space="preserve">) неполучение средств из бюджета Павловского муниципального района </w:t>
      </w:r>
      <w:r w:rsidR="00CA770F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="00085DB4" w:rsidRPr="00C927DE">
        <w:rPr>
          <w:rFonts w:ascii="Arial" w:hAnsi="Arial" w:cs="Arial"/>
          <w:sz w:val="24"/>
          <w:szCs w:val="24"/>
        </w:rPr>
        <w:t xml:space="preserve">на основании иных нормативных правовых актов Павловского муниципального района </w:t>
      </w:r>
      <w:r w:rsidR="00CA770F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="00085DB4" w:rsidRPr="00C927DE">
        <w:rPr>
          <w:rFonts w:ascii="Arial" w:hAnsi="Arial" w:cs="Arial"/>
          <w:sz w:val="24"/>
          <w:szCs w:val="24"/>
        </w:rPr>
        <w:t>на цели, указанные в пункте 1.2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="00085DB4" w:rsidRPr="00C927DE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085DB4" w:rsidRPr="00C927DE" w:rsidRDefault="003C79FD" w:rsidP="00C927DE">
      <w:pPr>
        <w:ind w:firstLine="709"/>
        <w:rPr>
          <w:rFonts w:cs="Arial"/>
          <w:color w:val="212121"/>
        </w:rPr>
      </w:pPr>
      <w:r w:rsidRPr="00C927DE">
        <w:rPr>
          <w:rFonts w:cs="Arial"/>
        </w:rPr>
        <w:t>5</w:t>
      </w:r>
      <w:r w:rsidR="00085DB4" w:rsidRPr="00C927DE">
        <w:rPr>
          <w:rFonts w:cs="Arial"/>
        </w:rPr>
        <w:t xml:space="preserve">) наличие в сведениях об экономической деятельности кода по одному или нескольким классам экономической деятельности Общероссийского классификатора видов экономической деятельности (ОК 029-2014 (КДЕС Ред. 2): </w:t>
      </w:r>
      <w:r w:rsidR="00085DB4" w:rsidRPr="00C927DE">
        <w:rPr>
          <w:rFonts w:cs="Arial"/>
          <w:color w:val="212121"/>
        </w:rPr>
        <w:t>88.91 «Предоставление услуг по дневному</w:t>
      </w:r>
      <w:r w:rsidR="00D12B4F" w:rsidRPr="00C927DE">
        <w:rPr>
          <w:rFonts w:cs="Arial"/>
          <w:color w:val="212121"/>
        </w:rPr>
        <w:t xml:space="preserve"> </w:t>
      </w:r>
      <w:r w:rsidR="00085DB4" w:rsidRPr="00C927DE">
        <w:rPr>
          <w:rFonts w:cs="Arial"/>
          <w:color w:val="212121"/>
        </w:rPr>
        <w:t>уходу за детьми»,</w:t>
      </w:r>
      <w:r w:rsidR="00D12B4F" w:rsidRPr="00C927DE">
        <w:rPr>
          <w:rFonts w:cs="Arial"/>
          <w:color w:val="212121"/>
        </w:rPr>
        <w:t xml:space="preserve"> </w:t>
      </w:r>
      <w:r w:rsidR="00085DB4" w:rsidRPr="00C927DE">
        <w:rPr>
          <w:rFonts w:cs="Arial"/>
          <w:color w:val="212121"/>
        </w:rPr>
        <w:t>85.11 «Образование дошкольное», 85.41 «Образование дополнительное детей и взрослых».</w:t>
      </w:r>
    </w:p>
    <w:p w:rsidR="00085DB4" w:rsidRPr="00C927DE" w:rsidRDefault="00085DB4" w:rsidP="00C927DE">
      <w:pPr>
        <w:ind w:firstLine="709"/>
        <w:rPr>
          <w:rFonts w:cs="Arial"/>
        </w:rPr>
      </w:pPr>
      <w:r w:rsidRPr="00C927DE">
        <w:rPr>
          <w:rFonts w:cs="Arial"/>
        </w:rPr>
        <w:t>2.7. Предоставление субсидии осуществляется с учетом требований, установленных частями 3 - 5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статьи 14 Федерального закона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от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24.07.2007 № 209-ФЗ «О развитии малого и среднего предпринимательства в Российской Федерации».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2.8. Основанием для отказа в предоставлении субсидии является: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1) непредставление документов, определенных пунктом 2.2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Порядка, с учетом особенностей, установленных пунктами 2.12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– 2.14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настоящего Порядка, или предоставление недостоверных сведений и документов;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2) невыполнение условий оказания поддержки;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3) 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4)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целевое использования средств поддержки, прошло менее чем три года.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2.9. Конкурсная комиссия осуществляет оценку каждой заявки с выставлением баллов по каждому критерию конкурсного отбора, установленному пунктом 1.5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Порядка, в соответствии с методикой оценки.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Оценка заявок осуществляется в отношении заявителей, соответствующих требованиям настоящего Порядка, и при условии отсутствия оснований, указанных в пункте 2.7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Победитель определяется исходя из наибольшего количества набранных баллов по всем критериям.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Решение конкурсной комиссии оформляется протоколом и носит рекомендательный характер.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4" w:name="P119"/>
      <w:bookmarkEnd w:id="34"/>
      <w:r w:rsidRPr="00C927DE">
        <w:rPr>
          <w:rFonts w:ascii="Arial" w:hAnsi="Arial" w:cs="Arial"/>
          <w:sz w:val="24"/>
          <w:szCs w:val="24"/>
        </w:rPr>
        <w:t xml:space="preserve">2.10. Решение о предоставлении субсидии оформляется правовым актом </w:t>
      </w:r>
      <w:r w:rsidR="00CA770F" w:rsidRPr="00C927DE">
        <w:rPr>
          <w:rFonts w:ascii="Arial" w:hAnsi="Arial" w:cs="Arial"/>
          <w:sz w:val="24"/>
          <w:szCs w:val="24"/>
        </w:rPr>
        <w:t xml:space="preserve">Администрации </w:t>
      </w:r>
      <w:r w:rsidRPr="00C927DE">
        <w:rPr>
          <w:rFonts w:ascii="Arial" w:hAnsi="Arial" w:cs="Arial"/>
          <w:sz w:val="24"/>
          <w:szCs w:val="24"/>
        </w:rPr>
        <w:t>на основании решения конкурсной комиссии.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>Заявители должны быть проинформированы о принятом решении в течение 5 дней со дня его принятия.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2.11. </w:t>
      </w:r>
      <w:r w:rsidR="00CA770F" w:rsidRPr="00C927DE">
        <w:rPr>
          <w:rFonts w:cs="Arial"/>
        </w:rPr>
        <w:t xml:space="preserve">Администрация </w:t>
      </w:r>
      <w:r w:rsidRPr="00C927DE">
        <w:rPr>
          <w:rFonts w:cs="Arial"/>
        </w:rPr>
        <w:t>в течение 10 календарных дней с даты принятия решения о предоставлении субсидии заключает с победителем соглашение о предоставлении субсидии (далее - соглашение)</w:t>
      </w:r>
      <w:r w:rsidR="003376FE" w:rsidRPr="00C927DE">
        <w:rPr>
          <w:rFonts w:cs="Arial"/>
        </w:rPr>
        <w:t xml:space="preserve"> согласно приложению № 6 к настоящему Порядку</w:t>
      </w:r>
      <w:r w:rsidRPr="00C927DE">
        <w:rPr>
          <w:rFonts w:cs="Arial"/>
        </w:rPr>
        <w:t>.</w:t>
      </w:r>
    </w:p>
    <w:p w:rsidR="00B566BC" w:rsidRPr="00C927DE" w:rsidRDefault="00B566B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2.12. </w:t>
      </w:r>
      <w:r w:rsidR="00A93122" w:rsidRPr="00C927DE">
        <w:rPr>
          <w:rFonts w:cs="Arial"/>
        </w:rPr>
        <w:t>Администрация заключает соглашение с получателем субсидии в соответствии с типовыми формами, утвержденными Министерством финансов Российской Федерации, со включением в реестр соглашений (договоров) предоставлении субсидий, бюджетных инвестиций, межбюджетных трансфертов и размещается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 в срок, не превышающий 10 (десять) рабочих дней со дня подписания соответствующего протокола Комиссии.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3</w:t>
      </w:r>
      <w:r w:rsidRPr="00C927DE">
        <w:rPr>
          <w:rFonts w:cs="Arial"/>
        </w:rPr>
        <w:t>.</w:t>
      </w:r>
      <w:bookmarkStart w:id="35" w:name="Par0"/>
      <w:bookmarkEnd w:id="35"/>
      <w:r w:rsidRPr="00C927DE">
        <w:rPr>
          <w:rFonts w:cs="Arial"/>
        </w:rPr>
        <w:t> Субсидия на компенсацию затрат на создание центра времяпрепровождения детей предоставляется при условии соблюдения следующего порядка: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а) первый транш в размере не более 5% от размера субсидии предоставляется получателю </w:t>
      </w:r>
      <w:r w:rsidR="00D12B4F" w:rsidRPr="00C927DE">
        <w:rPr>
          <w:rFonts w:cs="Arial"/>
        </w:rPr>
        <w:t>–</w:t>
      </w:r>
      <w:r w:rsidRPr="00C927DE">
        <w:rPr>
          <w:rFonts w:cs="Arial"/>
        </w:rPr>
        <w:t xml:space="preserve"> победителю конкурсного отбора </w:t>
      </w:r>
      <w:r w:rsidR="00D12B4F" w:rsidRPr="00C927DE">
        <w:rPr>
          <w:rFonts w:cs="Arial"/>
        </w:rPr>
        <w:t>–</w:t>
      </w:r>
      <w:r w:rsidRPr="00C927DE">
        <w:rPr>
          <w:rFonts w:cs="Arial"/>
        </w:rPr>
        <w:t xml:space="preserve"> после защиты бизнес-плана проекта и заключения соглашения с </w:t>
      </w:r>
      <w:r w:rsidR="00402DD7" w:rsidRPr="00C927DE">
        <w:rPr>
          <w:rFonts w:cs="Arial"/>
        </w:rPr>
        <w:t xml:space="preserve">Администрацией </w:t>
      </w:r>
      <w:r w:rsidRPr="00C927DE">
        <w:rPr>
          <w:rFonts w:cs="Arial"/>
        </w:rPr>
        <w:t>по обеспечению функционирования центра времяпрепровождения детей в течение не менее 3 лет с момента получения субсидии на создание центра времяпрепровождения детей;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б) второй транш в размере не более 45% от размера субсидии предоставляется получателю при предоставлении в </w:t>
      </w:r>
      <w:r w:rsidR="00402DD7" w:rsidRPr="00C927DE">
        <w:rPr>
          <w:rFonts w:cs="Arial"/>
        </w:rPr>
        <w:t xml:space="preserve">Администрацию </w:t>
      </w:r>
      <w:r w:rsidRPr="00C927DE">
        <w:rPr>
          <w:rFonts w:cs="Arial"/>
        </w:rPr>
        <w:t>одного или нескольких документов, подтверждающих понесенные затраты, указанные в пункте 1.2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 (копии договора аренды помещения, копии документов, подтверждающих право собственности на помещения, копии документов, подтверждающих право на использование нежилого помещения, копии проектно-сметной документации на ремонт (реконструкцию) помещения, договора (договоров) на покупку оборудования), в том числе на подготовку помещения для центра времяпрепровождения детей);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в) третий транш в размере оставшейся части суммы субсидии предоставляется получателю при предоставлении в </w:t>
      </w:r>
      <w:r w:rsidR="00402DD7" w:rsidRPr="00C927DE">
        <w:rPr>
          <w:rFonts w:cs="Arial"/>
        </w:rPr>
        <w:t xml:space="preserve">Администрацию </w:t>
      </w:r>
      <w:r w:rsidRPr="00C927DE">
        <w:rPr>
          <w:rFonts w:cs="Arial"/>
        </w:rPr>
        <w:t>документов (в свободной форме), подтверждающих соответствие помещения санитарно-эпидемиологическим требованиям, нормам пожарной безопасности, а также начало деятельности центра времяпрепровождения детей.</w:t>
      </w:r>
    </w:p>
    <w:p w:rsidR="00085DB4" w:rsidRPr="00C927DE" w:rsidRDefault="00B566BC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2.14. </w:t>
      </w:r>
      <w:r w:rsidR="00085DB4" w:rsidRPr="00C927DE">
        <w:rPr>
          <w:rFonts w:cs="Arial"/>
        </w:rPr>
        <w:t>Субсидия представляется в случае представления заявителем: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 для получения первого транша: документы, указанные в подпунктах 1–4 пункта 2.2</w:t>
      </w:r>
      <w:r w:rsidR="009F51AD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2) для получения второго транша: документы, указанные в подпунктах </w:t>
      </w:r>
      <w:r w:rsidRPr="00C927DE">
        <w:rPr>
          <w:rFonts w:cs="Arial"/>
        </w:rPr>
        <w:br/>
        <w:t>5 и 6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Порядка;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 для получения третьего транша: документы, указанные в подпунктах 7 и 8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5</w:t>
      </w:r>
      <w:r w:rsidRPr="00C927DE">
        <w:rPr>
          <w:rFonts w:cs="Arial"/>
        </w:rPr>
        <w:t>. Субсидия на компенсацию затрат на открытие центра времяпрепровождения детей предоставляется при условии ее использования получателем на финансирование обоснованных и документально подтвержденных затрат. Субсидия представляется в случае представления заявителем документов, указанных в подпунктах 1 – 8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lastRenderedPageBreak/>
        <w:t>2.1</w:t>
      </w:r>
      <w:r w:rsidR="00B566BC" w:rsidRPr="00C927DE">
        <w:rPr>
          <w:rFonts w:cs="Arial"/>
        </w:rPr>
        <w:t>6</w:t>
      </w:r>
      <w:r w:rsidRPr="00C927DE">
        <w:rPr>
          <w:rFonts w:cs="Arial"/>
        </w:rPr>
        <w:t>. Субсидии на компенсацию затрат на создание центра времяпрепровождения детей предоставляются единовременно в полном объеме при выполнении одновременно всех условий, указанных в пункте 2.12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Субсидия на компенсацию затрат на развитие деятельности центра времяпрепровождения детей, действующего более 1 (одного) года, предоставляется субъекту малого и среднего предпринимательства в полном объеме при выполнении одновременно всех условий, указанных в пункте 2.12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Субсидии, указанные в настоящем пункте, представляются в случае представления заявителем документов, указанных в подпунктах 1 – 8 пункта 2.2</w:t>
      </w:r>
      <w:r w:rsidR="00D12B4F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Порядка.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7</w:t>
      </w:r>
      <w:r w:rsidRPr="00C927DE">
        <w:rPr>
          <w:rFonts w:cs="Arial"/>
        </w:rPr>
        <w:t>. Перечисление субсидий осуществляется на основании соглашения не позднее 10 (десятого) рабочего дня после принятия решения о предоставлении субсидии.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2.1</w:t>
      </w:r>
      <w:r w:rsidR="00B566BC" w:rsidRPr="00C927DE">
        <w:rPr>
          <w:rFonts w:ascii="Arial" w:hAnsi="Arial" w:cs="Arial"/>
          <w:sz w:val="24"/>
          <w:szCs w:val="24"/>
        </w:rPr>
        <w:t>8</w:t>
      </w:r>
      <w:r w:rsidRPr="00C927DE">
        <w:rPr>
          <w:rFonts w:ascii="Arial" w:hAnsi="Arial" w:cs="Arial"/>
          <w:sz w:val="24"/>
          <w:szCs w:val="24"/>
        </w:rPr>
        <w:t xml:space="preserve">. Для перечисления субсидии </w:t>
      </w:r>
      <w:r w:rsidR="00631CFD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>направляет в муниципальный отдел по финансам администрации Павловского муниципального района</w:t>
      </w:r>
      <w:r w:rsidR="00631CFD" w:rsidRPr="00C927DE">
        <w:rPr>
          <w:rFonts w:ascii="Arial" w:hAnsi="Arial" w:cs="Arial"/>
          <w:sz w:val="24"/>
          <w:szCs w:val="24"/>
        </w:rPr>
        <w:t xml:space="preserve"> Воронежской области</w:t>
      </w:r>
      <w:r w:rsidRPr="00C927DE">
        <w:rPr>
          <w:rFonts w:ascii="Arial" w:hAnsi="Arial" w:cs="Arial"/>
          <w:sz w:val="24"/>
          <w:szCs w:val="24"/>
        </w:rPr>
        <w:t xml:space="preserve"> реестр финансирования на перечисление средств, копию протокола заседания конкурсной комиссии, копию соглашения, копию правового акта </w:t>
      </w:r>
      <w:r w:rsidR="00631CFD" w:rsidRPr="00C927DE">
        <w:rPr>
          <w:rFonts w:ascii="Arial" w:hAnsi="Arial" w:cs="Arial"/>
          <w:sz w:val="24"/>
          <w:szCs w:val="24"/>
        </w:rPr>
        <w:t xml:space="preserve">Администрации </w:t>
      </w:r>
      <w:r w:rsidRPr="00C927DE">
        <w:rPr>
          <w:rFonts w:ascii="Arial" w:hAnsi="Arial" w:cs="Arial"/>
          <w:sz w:val="24"/>
          <w:szCs w:val="24"/>
        </w:rPr>
        <w:t>о предоставлении субсидии.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</w:t>
      </w:r>
      <w:r w:rsidR="00B566BC" w:rsidRPr="00C927DE">
        <w:rPr>
          <w:rFonts w:cs="Arial"/>
        </w:rPr>
        <w:t>9</w:t>
      </w:r>
      <w:r w:rsidRPr="00C927DE">
        <w:rPr>
          <w:rFonts w:cs="Arial"/>
        </w:rPr>
        <w:t>. Перечисление субсидии осуществляется на расчетный счет получателя субсидии.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</w:t>
      </w:r>
      <w:r w:rsidR="00B566BC" w:rsidRPr="00C927DE">
        <w:rPr>
          <w:rFonts w:cs="Arial"/>
        </w:rPr>
        <w:t>20</w:t>
      </w:r>
      <w:r w:rsidRPr="00C927DE">
        <w:rPr>
          <w:rFonts w:cs="Arial"/>
        </w:rPr>
        <w:t xml:space="preserve">. Эффективность осуществления расходов бюджетных ассигнований, источником финансирования которых является субсидия, оценивается ежегодно </w:t>
      </w:r>
      <w:r w:rsidR="00631CFD" w:rsidRPr="00C927DE">
        <w:rPr>
          <w:rFonts w:cs="Arial"/>
        </w:rPr>
        <w:t xml:space="preserve">Администрацией </w:t>
      </w:r>
      <w:r w:rsidRPr="00C927DE">
        <w:rPr>
          <w:rFonts w:cs="Arial"/>
        </w:rPr>
        <w:t>на основании достижения значения показателя результативности использования субсидии «количество работников (без внешних совместителей)»,</w:t>
      </w:r>
      <w:r w:rsidR="00C927DE" w:rsidRPr="00C927DE">
        <w:rPr>
          <w:rFonts w:cs="Arial"/>
        </w:rPr>
        <w:t xml:space="preserve"> </w:t>
      </w:r>
      <w:r w:rsidRPr="00C927DE">
        <w:rPr>
          <w:rFonts w:cs="Arial"/>
        </w:rPr>
        <w:t>«количество созданных рабочих мест».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2.</w:t>
      </w:r>
      <w:r w:rsidR="00B566BC" w:rsidRPr="00C927DE">
        <w:rPr>
          <w:rFonts w:ascii="Arial" w:hAnsi="Arial" w:cs="Arial"/>
          <w:sz w:val="24"/>
          <w:szCs w:val="24"/>
        </w:rPr>
        <w:t>21</w:t>
      </w:r>
      <w:r w:rsidRPr="00C927DE">
        <w:rPr>
          <w:rFonts w:ascii="Arial" w:hAnsi="Arial" w:cs="Arial"/>
          <w:sz w:val="24"/>
          <w:szCs w:val="24"/>
        </w:rPr>
        <w:t>. За счет субсидий, предусмотренных настоящим Порядком,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3. Требования к отчетности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3.1. Порядок, сроки и формы отчета о достижении показателей результативности устанавливаются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Администрацией </w:t>
      </w:r>
      <w:r w:rsidRPr="00C927DE">
        <w:rPr>
          <w:rFonts w:ascii="Arial" w:hAnsi="Arial" w:cs="Arial"/>
          <w:sz w:val="24"/>
          <w:szCs w:val="24"/>
        </w:rPr>
        <w:t>в соглашении.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  <w:r w:rsidRPr="00C927DE">
        <w:rPr>
          <w:rFonts w:ascii="Arial" w:hAnsi="Arial" w:cs="Arial"/>
          <w:color w:val="212121"/>
        </w:rPr>
        <w:t xml:space="preserve">3.2. Получатель субсидии ежегодно в течение последующих трех календарных лет после года предоставления субсидии предоставляет в </w:t>
      </w:r>
      <w:r w:rsidR="00EF25DE" w:rsidRPr="00C927DE">
        <w:rPr>
          <w:rFonts w:ascii="Arial" w:hAnsi="Arial" w:cs="Arial"/>
          <w:color w:val="212121"/>
        </w:rPr>
        <w:t xml:space="preserve">Администрацию </w:t>
      </w:r>
      <w:hyperlink r:id="rId15" w:history="1">
        <w:r w:rsidRPr="00C927DE">
          <w:rPr>
            <w:rFonts w:ascii="Arial" w:hAnsi="Arial" w:cs="Arial"/>
            <w:color w:val="212121"/>
          </w:rPr>
          <w:t>анкет</w:t>
        </w:r>
      </w:hyperlink>
      <w:r w:rsidRPr="00C927DE">
        <w:rPr>
          <w:rFonts w:ascii="Arial" w:hAnsi="Arial" w:cs="Arial"/>
        </w:rPr>
        <w:t>у</w:t>
      </w:r>
      <w:r w:rsidRPr="00C927DE">
        <w:rPr>
          <w:rFonts w:ascii="Arial" w:hAnsi="Arial" w:cs="Arial"/>
          <w:color w:val="212121"/>
        </w:rPr>
        <w:t xml:space="preserve"> получателя поддержки по форме согласно приложению </w:t>
      </w:r>
      <w:r w:rsidR="00D12B4F" w:rsidRPr="00C927DE">
        <w:rPr>
          <w:rFonts w:ascii="Arial" w:hAnsi="Arial" w:cs="Arial"/>
          <w:color w:val="212121"/>
        </w:rPr>
        <w:br/>
      </w:r>
      <w:r w:rsidRPr="00C927DE">
        <w:rPr>
          <w:rFonts w:ascii="Arial" w:hAnsi="Arial" w:cs="Arial"/>
          <w:color w:val="212121"/>
        </w:rPr>
        <w:t>№ 5 к настоящему Порядку. Анкета получателя поддержки предоставляется за соответствующий отчетный период (январь - декабрь) до 5 апреля года, следующего за отчетным.</w:t>
      </w:r>
    </w:p>
    <w:p w:rsidR="00085DB4" w:rsidRPr="00C927DE" w:rsidRDefault="00085DB4" w:rsidP="00C927DE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212121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4.1. Ответственность за достоверность представляемых в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Администрацию </w:t>
      </w:r>
      <w:r w:rsidRPr="00C927DE">
        <w:rPr>
          <w:rFonts w:ascii="Arial" w:hAnsi="Arial" w:cs="Arial"/>
          <w:sz w:val="24"/>
          <w:szCs w:val="24"/>
        </w:rPr>
        <w:t xml:space="preserve">сведений и соблюдение условий, установленных настоящим Порядком, возлагается </w:t>
      </w:r>
      <w:r w:rsidRPr="00C927DE">
        <w:rPr>
          <w:rFonts w:ascii="Arial" w:hAnsi="Arial" w:cs="Arial"/>
          <w:sz w:val="24"/>
          <w:szCs w:val="24"/>
        </w:rPr>
        <w:lastRenderedPageBreak/>
        <w:t>на получателей субсидий.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4.2.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>обеспечивает целевой характер использования бюджетных средств.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4.3. </w:t>
      </w:r>
      <w:r w:rsidR="00EF25DE" w:rsidRPr="00C927DE">
        <w:rPr>
          <w:rFonts w:ascii="Arial" w:hAnsi="Arial" w:cs="Arial"/>
          <w:sz w:val="24"/>
          <w:szCs w:val="24"/>
        </w:rPr>
        <w:t>Администрация</w:t>
      </w:r>
      <w:r w:rsidRPr="00C927DE">
        <w:rPr>
          <w:rFonts w:ascii="Arial" w:hAnsi="Arial" w:cs="Arial"/>
          <w:sz w:val="24"/>
          <w:szCs w:val="24"/>
        </w:rPr>
        <w:t>, органы муниципального финансового контроля Павловского муниципального района осуществляют контроль за соблюдением получателями субсидий условий, целей и порядка предоставления субсидий в соответствии с действующим законодательством.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4.4. В случае выявления </w:t>
      </w:r>
      <w:r w:rsidR="00EF25DE" w:rsidRPr="00C927DE">
        <w:rPr>
          <w:rFonts w:ascii="Arial" w:hAnsi="Arial" w:cs="Arial"/>
          <w:sz w:val="24"/>
          <w:szCs w:val="24"/>
        </w:rPr>
        <w:t xml:space="preserve">Администрацией </w:t>
      </w:r>
      <w:r w:rsidRPr="00C927DE">
        <w:rPr>
          <w:rFonts w:ascii="Arial" w:hAnsi="Arial" w:cs="Arial"/>
          <w:sz w:val="24"/>
          <w:szCs w:val="24"/>
        </w:rPr>
        <w:t xml:space="preserve">нарушений условий, целей и порядка предоставления субсидий получателем субсидии </w:t>
      </w:r>
      <w:r w:rsidR="00530BC8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 xml:space="preserve">направляет получателю субсидии требования о возврате субсидии. Субсидии подлежат возврату получателями субсидий в бюджет Павловского муниципального района </w:t>
      </w:r>
      <w:r w:rsidR="00530BC8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Pr="00C927DE">
        <w:rPr>
          <w:rFonts w:ascii="Arial" w:hAnsi="Arial" w:cs="Arial"/>
          <w:sz w:val="24"/>
          <w:szCs w:val="24"/>
        </w:rPr>
        <w:t>в течение 30 календарных дней с даты получения требования.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4.5. При нарушении срока возврата субсидии получателем субсидии </w:t>
      </w:r>
      <w:r w:rsidR="00530BC8" w:rsidRPr="00C927DE">
        <w:rPr>
          <w:rFonts w:ascii="Arial" w:hAnsi="Arial" w:cs="Arial"/>
          <w:sz w:val="24"/>
          <w:szCs w:val="24"/>
        </w:rPr>
        <w:t xml:space="preserve">Администрация </w:t>
      </w:r>
      <w:r w:rsidRPr="00C927DE">
        <w:rPr>
          <w:rFonts w:ascii="Arial" w:hAnsi="Arial" w:cs="Arial"/>
          <w:sz w:val="24"/>
          <w:szCs w:val="24"/>
        </w:rPr>
        <w:t>принимает меры по взысканию указанных средств в бюджет</w:t>
      </w:r>
      <w:r w:rsidR="00770F8D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Павловского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 xml:space="preserve">муниципального района </w:t>
      </w:r>
      <w:r w:rsidR="00530BC8" w:rsidRPr="00C927DE">
        <w:rPr>
          <w:rFonts w:ascii="Arial" w:hAnsi="Arial" w:cs="Arial"/>
          <w:sz w:val="24"/>
          <w:szCs w:val="24"/>
        </w:rPr>
        <w:t xml:space="preserve">Воронежской области </w:t>
      </w:r>
      <w:r w:rsidRPr="00C927DE">
        <w:rPr>
          <w:rFonts w:ascii="Arial" w:hAnsi="Arial" w:cs="Arial"/>
          <w:sz w:val="24"/>
          <w:szCs w:val="24"/>
        </w:rPr>
        <w:t>в установленном порядке.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4.6. В случае если получателем субсидии не достигнуты показатели результативности, предусмотренные соглашением, субсидия подлежит возврату в бюджет Павловского муниципального района </w:t>
      </w:r>
      <w:r w:rsidR="00530BC8" w:rsidRPr="00C927DE">
        <w:rPr>
          <w:rFonts w:cs="Arial"/>
        </w:rPr>
        <w:t xml:space="preserve">Воронежской области </w:t>
      </w:r>
      <w:r w:rsidRPr="00C927DE">
        <w:rPr>
          <w:rFonts w:cs="Arial"/>
        </w:rPr>
        <w:t>в полном объеме в срок до 1 мая года, следующего за отчетным.</w:t>
      </w: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E77D9" w:rsidRPr="00F84295" w:rsidTr="00F84295">
        <w:tc>
          <w:tcPr>
            <w:tcW w:w="4927" w:type="dxa"/>
            <w:shd w:val="clear" w:color="auto" w:fill="auto"/>
          </w:tcPr>
          <w:p w:rsidR="001E77D9" w:rsidRPr="00F84295" w:rsidRDefault="001E77D9" w:rsidP="00F8429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F84295">
              <w:rPr>
                <w:rFonts w:cs="Arial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1E77D9" w:rsidRPr="00F84295" w:rsidRDefault="001E77D9" w:rsidP="00F84295">
            <w:pPr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</w:rPr>
            </w:pPr>
          </w:p>
          <w:p w:rsidR="001E77D9" w:rsidRPr="00F84295" w:rsidRDefault="001E77D9" w:rsidP="00F84295">
            <w:pPr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</w:rPr>
            </w:pPr>
            <w:r w:rsidRPr="00F84295">
              <w:rPr>
                <w:rFonts w:cs="Arial"/>
              </w:rPr>
              <w:t>М.Н. Янцов</w:t>
            </w:r>
          </w:p>
        </w:tc>
      </w:tr>
    </w:tbl>
    <w:p w:rsidR="00085DB4" w:rsidRPr="00C927DE" w:rsidRDefault="00085DB4" w:rsidP="001E77D9">
      <w:pPr>
        <w:autoSpaceDE w:val="0"/>
        <w:autoSpaceDN w:val="0"/>
        <w:adjustRightInd w:val="0"/>
        <w:ind w:left="5103" w:firstLine="0"/>
        <w:rPr>
          <w:rFonts w:cs="Arial"/>
          <w:color w:val="000000"/>
        </w:rPr>
      </w:pPr>
      <w:r w:rsidRPr="00C927DE">
        <w:rPr>
          <w:rFonts w:cs="Arial"/>
          <w:bCs/>
        </w:rPr>
        <w:br w:type="page"/>
      </w:r>
      <w:r w:rsidRPr="00C927DE">
        <w:rPr>
          <w:rFonts w:cs="Arial"/>
        </w:rPr>
        <w:lastRenderedPageBreak/>
        <w:t>Приложение № 1</w:t>
      </w:r>
      <w:r w:rsidR="001E77D9">
        <w:rPr>
          <w:rFonts w:cs="Arial"/>
        </w:rPr>
        <w:t xml:space="preserve"> </w:t>
      </w:r>
      <w:r w:rsidRPr="00C927DE">
        <w:rPr>
          <w:rFonts w:cs="Arial"/>
        </w:rPr>
        <w:t>к Порядку предоставления субсидий субъектам малого и среднего предпринимательства</w:t>
      </w:r>
      <w:r w:rsidR="00816EBD" w:rsidRPr="00C927DE">
        <w:rPr>
          <w:rFonts w:cs="Arial"/>
        </w:rPr>
        <w:t xml:space="preserve"> </w:t>
      </w:r>
      <w:r w:rsidRPr="00C927DE">
        <w:rPr>
          <w:rFonts w:cs="Arial"/>
          <w:color w:val="000000"/>
        </w:rPr>
        <w:t>на компенсацию части затрат, связанных с созданием и</w:t>
      </w:r>
      <w:r w:rsidR="00C927DE" w:rsidRPr="00C927DE">
        <w:rPr>
          <w:rFonts w:cs="Arial"/>
          <w:color w:val="000000"/>
        </w:rPr>
        <w:t xml:space="preserve"> </w:t>
      </w:r>
      <w:r w:rsidRPr="00C927DE">
        <w:rPr>
          <w:rFonts w:cs="Arial"/>
          <w:color w:val="000000"/>
        </w:rPr>
        <w:t>(или)</w:t>
      </w:r>
      <w:r w:rsidR="00C927DE" w:rsidRPr="00C927DE">
        <w:rPr>
          <w:rFonts w:cs="Arial"/>
          <w:color w:val="000000"/>
        </w:rPr>
        <w:t xml:space="preserve"> </w:t>
      </w:r>
      <w:r w:rsidRPr="00C927DE">
        <w:rPr>
          <w:rFonts w:cs="Arial"/>
          <w:color w:val="000000"/>
        </w:rPr>
        <w:t>развитием центров времяпрепровождения детей</w:t>
      </w:r>
    </w:p>
    <w:p w:rsidR="00085DB4" w:rsidRPr="00C927DE" w:rsidRDefault="00085DB4" w:rsidP="00C927DE">
      <w:pPr>
        <w:pStyle w:val="ConsPlusNormal"/>
        <w:tabs>
          <w:tab w:val="left" w:pos="793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Реестр заявок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1"/>
        <w:gridCol w:w="1538"/>
        <w:gridCol w:w="800"/>
        <w:gridCol w:w="2307"/>
        <w:gridCol w:w="1708"/>
        <w:gridCol w:w="1593"/>
        <w:gridCol w:w="1415"/>
      </w:tblGrid>
      <w:tr w:rsidR="00085DB4" w:rsidRPr="00C927DE" w:rsidTr="00816EBD">
        <w:tc>
          <w:tcPr>
            <w:tcW w:w="282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Наименование заявителя</w:t>
            </w:r>
          </w:p>
        </w:tc>
        <w:tc>
          <w:tcPr>
            <w:tcW w:w="49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Дата подачи заявки</w:t>
            </w: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Сумма затраченных средств на создание и (или) развитие центров времяпрепровождения детей</w:t>
            </w:r>
          </w:p>
        </w:tc>
        <w:tc>
          <w:tcPr>
            <w:tcW w:w="77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1056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Место осуществления деятельности (юридический/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фактический адрес)</w:t>
            </w:r>
          </w:p>
        </w:tc>
        <w:tc>
          <w:tcPr>
            <w:tcW w:w="70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Наличие (отсутствие) необходимых документов </w:t>
            </w:r>
          </w:p>
        </w:tc>
      </w:tr>
      <w:tr w:rsidR="00085DB4" w:rsidRPr="00C927DE" w:rsidTr="00816EBD">
        <w:tc>
          <w:tcPr>
            <w:tcW w:w="282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5DB4" w:rsidRPr="00C927DE" w:rsidRDefault="00085DB4" w:rsidP="001E77D9">
      <w:pPr>
        <w:ind w:left="5103" w:firstLine="0"/>
        <w:rPr>
          <w:rFonts w:cs="Arial"/>
          <w:color w:val="000000"/>
        </w:rPr>
      </w:pPr>
      <w:r w:rsidRPr="00C927DE">
        <w:rPr>
          <w:rFonts w:cs="Arial"/>
        </w:rPr>
        <w:br w:type="page"/>
      </w:r>
      <w:r w:rsidRPr="00C927DE">
        <w:rPr>
          <w:rFonts w:cs="Arial"/>
        </w:rPr>
        <w:lastRenderedPageBreak/>
        <w:t>Приложение № 2</w:t>
      </w:r>
      <w:r w:rsidR="001E77D9">
        <w:rPr>
          <w:rFonts w:cs="Arial"/>
        </w:rPr>
        <w:t xml:space="preserve"> </w:t>
      </w:r>
      <w:r w:rsidRPr="00C927DE">
        <w:rPr>
          <w:rFonts w:cs="Arial"/>
        </w:rPr>
        <w:t>к Порядку предоставления субсидий субъектам малого и среднего предпринимательства</w:t>
      </w:r>
      <w:r w:rsidR="00816EBD" w:rsidRPr="00C927DE">
        <w:rPr>
          <w:rFonts w:cs="Arial"/>
        </w:rPr>
        <w:t xml:space="preserve"> </w:t>
      </w:r>
      <w:r w:rsidRPr="00C927DE">
        <w:rPr>
          <w:rFonts w:cs="Arial"/>
          <w:color w:val="000000"/>
        </w:rPr>
        <w:t>на компенсацию части затрат, связанных 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Методика оценки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Баллы выставляются конкурсной комиссией в отношении каждого заявителя по каждому показателю критериев, установленных пунктом 1.5</w:t>
      </w:r>
      <w:r w:rsidR="00D12B4F" w:rsidRPr="00C927DE">
        <w:rPr>
          <w:rFonts w:ascii="Arial" w:hAnsi="Arial" w:cs="Arial"/>
          <w:sz w:val="24"/>
          <w:szCs w:val="24"/>
        </w:rPr>
        <w:t>.</w:t>
      </w:r>
      <w:r w:rsidRPr="00C927DE">
        <w:rPr>
          <w:rFonts w:ascii="Arial" w:hAnsi="Arial" w:cs="Arial"/>
          <w:sz w:val="24"/>
          <w:szCs w:val="24"/>
        </w:rPr>
        <w:t xml:space="preserve"> Порядка предоставления субсидий, в соответствии со следующими значениями оценки:</w:t>
      </w:r>
    </w:p>
    <w:p w:rsidR="00816EBD" w:rsidRPr="00C927DE" w:rsidRDefault="00816EBD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2"/>
        <w:gridCol w:w="4688"/>
        <w:gridCol w:w="92"/>
        <w:gridCol w:w="4340"/>
      </w:tblGrid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Значения оценки</w:t>
            </w:r>
          </w:p>
        </w:tc>
      </w:tr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Наличие произведенных (понесенных) затрат,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связанных с созданием и</w:t>
            </w:r>
            <w:r w:rsidR="00C927DE" w:rsidRPr="00C927D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(или) развитием центров времяпрепровождения детей</w:t>
            </w:r>
          </w:p>
        </w:tc>
      </w:tr>
      <w:tr w:rsidR="00085DB4" w:rsidRPr="00C927DE" w:rsidTr="00816EBD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Доля собственного участия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в создании и (или) развитии центров времяпрепровождения детей</w:t>
            </w:r>
            <w:r w:rsidRPr="00C927DE">
              <w:rPr>
                <w:rFonts w:ascii="Arial" w:hAnsi="Arial" w:cs="Arial"/>
                <w:sz w:val="24"/>
                <w:szCs w:val="24"/>
              </w:rPr>
              <w:t xml:space="preserve"> по отношению к сумме запрашиваемой субсидии: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15% до 30%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30% до 50%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50%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  <w:color w:val="000000"/>
              </w:rPr>
              <w:t>Оценка качества</w:t>
            </w:r>
            <w:r w:rsidRPr="00C927DE">
              <w:rPr>
                <w:rFonts w:eastAsia="Calibri" w:cs="Arial"/>
              </w:rPr>
              <w:t xml:space="preserve"> составления бизнес-плана (содержание бизнес-плана, его соответствие целям и задачам данного проекта) осуществляется посредством выставления каждым членом конкурсной комиссии оценки от 1 до 5 баллов (включительно)</w:t>
            </w:r>
          </w:p>
        </w:tc>
      </w:tr>
      <w:tr w:rsidR="00085DB4" w:rsidRPr="00C927DE" w:rsidTr="00816EBD">
        <w:trPr>
          <w:trHeight w:val="459"/>
        </w:trPr>
        <w:tc>
          <w:tcPr>
            <w:tcW w:w="32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Количество мест для времяпрепровождения детей</w:t>
            </w:r>
          </w:p>
        </w:tc>
      </w:tr>
      <w:tr w:rsidR="00085DB4" w:rsidRPr="00C927DE" w:rsidTr="00816EBD">
        <w:trPr>
          <w:trHeight w:val="435"/>
        </w:trPr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5 до 10 (включительно)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rPr>
          <w:trHeight w:val="435"/>
        </w:trPr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10 до 15 (включительно)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rPr>
          <w:trHeight w:val="435"/>
        </w:trPr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15 до 30 (включительно)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085DB4" w:rsidRPr="00C927DE" w:rsidTr="00816EBD">
        <w:trPr>
          <w:trHeight w:val="300"/>
        </w:trPr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30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10 баллов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Создание новых рабочих мест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Количество созданных постоянных рабочих мест 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 балла за каждое создаваемое постоянное рабочее место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Количество действующих рабочих мест на дату обращения за получением субсидии</w:t>
            </w:r>
          </w:p>
        </w:tc>
      </w:tr>
      <w:tr w:rsidR="00085DB4" w:rsidRPr="00C927DE" w:rsidTr="00816EBD"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5.1</w:t>
            </w:r>
            <w:r w:rsidR="00D12B4F" w:rsidRPr="00C927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Количество действующих рабочих мест 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 за каждое постоянное рабочее место</w:t>
            </w:r>
          </w:p>
        </w:tc>
      </w:tr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Количество в штате сотрудников с профильным педагогическим образованием</w:t>
            </w:r>
          </w:p>
        </w:tc>
      </w:tr>
      <w:tr w:rsidR="00085DB4" w:rsidRPr="00C927DE" w:rsidTr="00816EBD"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Количество сотрудников с профильным педагогическим образованием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 за каждого сотрудника с профильным педагогическим образованием</w:t>
            </w:r>
          </w:p>
        </w:tc>
      </w:tr>
      <w:tr w:rsidR="00085DB4" w:rsidRPr="00C927DE" w:rsidTr="00816EBD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Режим работы центра времяпрепровождения детей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4 до 8 часов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8 до 10 часов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10 часов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085DB4" w:rsidRPr="00C927DE" w:rsidTr="00816EBD"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Размер площади групповой (игровой) комнаты на одного ребенка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1 до 3 кв. м. 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 балл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 3 до 5 кв. м.</w:t>
            </w:r>
            <w:r w:rsidR="00C927DE" w:rsidRPr="00C927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927DE">
              <w:rPr>
                <w:rFonts w:ascii="Arial" w:hAnsi="Arial" w:cs="Arial"/>
                <w:sz w:val="24"/>
                <w:szCs w:val="24"/>
              </w:rPr>
              <w:t>(включительно)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 балла</w:t>
            </w:r>
          </w:p>
        </w:tc>
      </w:tr>
      <w:tr w:rsidR="00085DB4" w:rsidRPr="00C927DE" w:rsidTr="00816EBD"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свыше 5 кв. м.</w:t>
            </w:r>
            <w:r w:rsidR="00C927DE" w:rsidRPr="00C927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</w:tbl>
    <w:p w:rsidR="00085DB4" w:rsidRPr="001E77D9" w:rsidRDefault="00085DB4" w:rsidP="001E77D9">
      <w:pPr>
        <w:pStyle w:val="ConsPlusTitle"/>
        <w:ind w:left="5103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br w:type="page"/>
      </w:r>
      <w:r w:rsidRPr="001E77D9">
        <w:rPr>
          <w:rFonts w:ascii="Arial" w:hAnsi="Arial" w:cs="Arial"/>
          <w:b w:val="0"/>
          <w:sz w:val="24"/>
          <w:szCs w:val="24"/>
        </w:rPr>
        <w:lastRenderedPageBreak/>
        <w:t>Приложение № 3</w:t>
      </w:r>
      <w:r w:rsidR="001E77D9" w:rsidRPr="001E77D9">
        <w:rPr>
          <w:rFonts w:ascii="Arial" w:hAnsi="Arial" w:cs="Arial"/>
          <w:b w:val="0"/>
          <w:sz w:val="24"/>
          <w:szCs w:val="24"/>
        </w:rPr>
        <w:t xml:space="preserve"> </w:t>
      </w:r>
      <w:r w:rsidRPr="001E77D9">
        <w:rPr>
          <w:rFonts w:ascii="Arial" w:hAnsi="Arial" w:cs="Arial"/>
          <w:b w:val="0"/>
          <w:sz w:val="24"/>
          <w:szCs w:val="24"/>
        </w:rPr>
        <w:t>к Порядку предоставления субсидий субъектам малого и среднего предпринимательства</w:t>
      </w:r>
      <w:r w:rsidR="00816EBD" w:rsidRPr="001E77D9">
        <w:rPr>
          <w:rFonts w:ascii="Arial" w:hAnsi="Arial" w:cs="Arial"/>
          <w:b w:val="0"/>
          <w:sz w:val="24"/>
          <w:szCs w:val="24"/>
        </w:rPr>
        <w:t xml:space="preserve"> </w:t>
      </w:r>
      <w:r w:rsidRPr="001E77D9">
        <w:rPr>
          <w:rFonts w:ascii="Arial" w:hAnsi="Arial" w:cs="Arial"/>
          <w:b w:val="0"/>
          <w:color w:val="000000"/>
          <w:sz w:val="24"/>
          <w:szCs w:val="24"/>
        </w:rPr>
        <w:t>на компенсацию части затрат, связанных 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tabs>
          <w:tab w:val="left" w:pos="793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Заявление</w:t>
      </w:r>
      <w:r w:rsidR="001E77D9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о предоставлении субсидии на компенсацию части затрат, связанных</w:t>
      </w:r>
      <w:r w:rsidR="001E77D9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color w:val="000000"/>
          <w:sz w:val="24"/>
          <w:szCs w:val="24"/>
        </w:rPr>
        <w:t>с созданием и (или) развитием центров времяпрепровождения детей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tabs>
          <w:tab w:val="left" w:pos="793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В соответствии с Порядком предоставления субсидий субъектам малого и среднего предпринимательства</w:t>
      </w:r>
      <w:r w:rsidRPr="00C927DE">
        <w:rPr>
          <w:rFonts w:ascii="Arial" w:hAnsi="Arial" w:cs="Arial"/>
          <w:color w:val="000000"/>
          <w:sz w:val="24"/>
          <w:szCs w:val="24"/>
        </w:rPr>
        <w:t>на компенсацию части затрат, связанных с созданием и (или)</w:t>
      </w:r>
      <w:r w:rsidR="00C927DE" w:rsidRPr="00C927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927DE">
        <w:rPr>
          <w:rFonts w:ascii="Arial" w:hAnsi="Arial" w:cs="Arial"/>
          <w:color w:val="000000"/>
          <w:sz w:val="24"/>
          <w:szCs w:val="24"/>
        </w:rPr>
        <w:t>развитием центров времяпрепровождения детей</w:t>
      </w:r>
      <w:r w:rsidRPr="00C927DE">
        <w:rPr>
          <w:rFonts w:ascii="Arial" w:hAnsi="Arial" w:cs="Arial"/>
          <w:sz w:val="24"/>
          <w:szCs w:val="24"/>
        </w:rPr>
        <w:t xml:space="preserve">,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085DB4" w:rsidRPr="00C927DE" w:rsidRDefault="00C927DE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(полное наименование юридического лица/индивидуального предпринимателя)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в лице _________________________________________, действующего на основании ________________________________________________, направляет документы для участия в конкурсном отборе на предоставление субсидии субъектам малого и среднего предпринимательства</w:t>
      </w:r>
      <w:r w:rsidRPr="00C927DE">
        <w:rPr>
          <w:rFonts w:ascii="Arial" w:hAnsi="Arial" w:cs="Arial"/>
          <w:color w:val="000000"/>
          <w:sz w:val="24"/>
          <w:szCs w:val="24"/>
        </w:rPr>
        <w:t>на компенсацию части затрат, связанных с созданием и</w:t>
      </w:r>
      <w:r w:rsidR="00C927DE" w:rsidRPr="00C927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927DE">
        <w:rPr>
          <w:rFonts w:ascii="Arial" w:hAnsi="Arial" w:cs="Arial"/>
          <w:color w:val="000000"/>
          <w:sz w:val="24"/>
          <w:szCs w:val="24"/>
        </w:rPr>
        <w:t>(или)</w:t>
      </w:r>
      <w:r w:rsidR="00C927DE" w:rsidRPr="00C927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927DE">
        <w:rPr>
          <w:rFonts w:ascii="Arial" w:hAnsi="Arial" w:cs="Arial"/>
          <w:color w:val="000000"/>
          <w:sz w:val="24"/>
          <w:szCs w:val="24"/>
        </w:rPr>
        <w:t>развитием центров времяпрепровождения детей</w:t>
      </w:r>
      <w:r w:rsidRPr="00C927DE">
        <w:rPr>
          <w:rFonts w:ascii="Arial" w:hAnsi="Arial" w:cs="Arial"/>
          <w:sz w:val="24"/>
          <w:szCs w:val="24"/>
        </w:rPr>
        <w:t>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numPr>
          <w:ilvl w:val="0"/>
          <w:numId w:val="8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Общие сведения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Объем затрат на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создание и (или) развитие центров времяпрепровождения детей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 рублей.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Дата регистрации юридического лица (индивидуального предпринимателя), основной государственный регистрационный номер, наименование органа, выдавшего документ о государственной регистрации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Юридический / почтовый адрес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Фактический адрес нахождения </w:t>
            </w:r>
            <w:r w:rsidRPr="00C927DE">
              <w:rPr>
                <w:rFonts w:ascii="Arial" w:hAnsi="Arial" w:cs="Arial"/>
                <w:color w:val="000000"/>
                <w:sz w:val="24"/>
                <w:szCs w:val="24"/>
              </w:rPr>
              <w:t>центра времяпрепровождения детей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ИНН / КПП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>Банковские реквизиты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Виды осуществляемой деятельности по ОКВЭД (с расшифровкой)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Телефон / факс, e-mail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Ф.И.О. руководителя (полностью):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Средняя численность работников по состоянию на 1 число месяца обращения за субсидией</w:t>
            </w:r>
          </w:p>
        </w:tc>
      </w:tr>
      <w:tr w:rsidR="00085DB4" w:rsidRPr="00C927DE" w:rsidTr="00085DB4">
        <w:tc>
          <w:tcPr>
            <w:tcW w:w="9418" w:type="dxa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_____________________________________________________________</w:t>
            </w:r>
          </w:p>
        </w:tc>
      </w:tr>
    </w:tbl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Настоящим __________________________________________________________________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(Ф.И.О. руководителя (полностью))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подтверждает, что __________________________________________________:</w:t>
      </w:r>
    </w:p>
    <w:p w:rsidR="00085DB4" w:rsidRPr="00C927DE" w:rsidRDefault="00C927DE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(наименование юридического лица/индивидуального предпринимателя)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1) является субъектом малого предпринимательства в соответствии с положениями ст. 4 Федерального закона от 24.07.2007 № 209-ФЗ «О развитии малого и среднего предпринимательства в Российской Федерации»;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2) </w:t>
      </w:r>
      <w:r w:rsidR="00EF2839" w:rsidRPr="00C927DE">
        <w:rPr>
          <w:rFonts w:ascii="Arial" w:hAnsi="Arial" w:cs="Arial"/>
          <w:sz w:val="24"/>
          <w:szCs w:val="24"/>
        </w:rPr>
        <w:t xml:space="preserve">зарегистрирован на территории Павловского муниципального района Воронежской области и </w:t>
      </w:r>
      <w:r w:rsidRPr="00C927DE">
        <w:rPr>
          <w:rFonts w:ascii="Arial" w:hAnsi="Arial" w:cs="Arial"/>
          <w:sz w:val="24"/>
          <w:szCs w:val="24"/>
        </w:rPr>
        <w:t>осуществляет деятельность на территории городского поселения – город Павловск Воронежской области;</w:t>
      </w:r>
    </w:p>
    <w:p w:rsidR="00085DB4" w:rsidRPr="00C927DE" w:rsidRDefault="009836B7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3</w:t>
      </w:r>
      <w:r w:rsidR="00085DB4" w:rsidRPr="00C927DE">
        <w:rPr>
          <w:rFonts w:ascii="Arial" w:hAnsi="Arial" w:cs="Arial"/>
          <w:sz w:val="24"/>
          <w:szCs w:val="24"/>
        </w:rPr>
        <w:t>) не имеет просроченной задолженности по возврату в бюджет Павловского муниципального района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Павловского муниципального района;</w:t>
      </w:r>
    </w:p>
    <w:p w:rsidR="00085DB4" w:rsidRPr="00C927DE" w:rsidRDefault="009836B7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4</w:t>
      </w:r>
      <w:r w:rsidR="00085DB4" w:rsidRPr="00C927DE">
        <w:rPr>
          <w:rFonts w:ascii="Arial" w:hAnsi="Arial" w:cs="Arial"/>
          <w:sz w:val="24"/>
          <w:szCs w:val="24"/>
        </w:rPr>
        <w:t>) не находится в процессе реорганизации, ликвидации, банкротства/ не прекратил деятельность в качестве индивидуального предпринимателя (ненужное вычеркнуть);</w:t>
      </w:r>
    </w:p>
    <w:p w:rsidR="00085DB4" w:rsidRPr="00C927DE" w:rsidRDefault="009836B7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5</w:t>
      </w:r>
      <w:r w:rsidR="00085DB4" w:rsidRPr="00C927DE">
        <w:rPr>
          <w:rFonts w:ascii="Arial" w:hAnsi="Arial" w:cs="Arial"/>
          <w:sz w:val="24"/>
          <w:szCs w:val="24"/>
        </w:rPr>
        <w:t>) не получал средств из бюджета Павловского муниципального района на основании иных нормативных правовых актов Воронежской области на цели, указанные в пункте 1.2 Порядка предоставления субсидий субъектам малого и среднего предпринимательства</w:t>
      </w:r>
      <w:r w:rsidR="00085DB4" w:rsidRPr="00C927DE">
        <w:rPr>
          <w:rFonts w:ascii="Arial" w:hAnsi="Arial" w:cs="Arial"/>
          <w:color w:val="000000"/>
          <w:sz w:val="24"/>
          <w:szCs w:val="24"/>
        </w:rPr>
        <w:t>на компенсацию части затрат, связанных с созданием и</w:t>
      </w:r>
      <w:r w:rsidR="00C927DE" w:rsidRPr="00C927DE">
        <w:rPr>
          <w:rFonts w:ascii="Arial" w:hAnsi="Arial" w:cs="Arial"/>
          <w:color w:val="000000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color w:val="000000"/>
          <w:sz w:val="24"/>
          <w:szCs w:val="24"/>
        </w:rPr>
        <w:t>(или)</w:t>
      </w:r>
      <w:r w:rsidR="00C927DE" w:rsidRPr="00C927DE">
        <w:rPr>
          <w:rFonts w:ascii="Arial" w:hAnsi="Arial" w:cs="Arial"/>
          <w:color w:val="000000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color w:val="000000"/>
          <w:sz w:val="24"/>
          <w:szCs w:val="24"/>
        </w:rPr>
        <w:t>развитием центров времяпрепровождения детей</w:t>
      </w:r>
      <w:r w:rsidR="00085DB4" w:rsidRPr="00C927DE">
        <w:rPr>
          <w:rFonts w:ascii="Arial" w:hAnsi="Arial" w:cs="Arial"/>
          <w:sz w:val="24"/>
          <w:szCs w:val="24"/>
        </w:rPr>
        <w:t>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6</w:t>
      </w:r>
      <w:r w:rsidR="00085DB4" w:rsidRPr="00C927DE">
        <w:rPr>
          <w:rFonts w:ascii="Arial" w:hAnsi="Arial" w:cs="Arial"/>
          <w:sz w:val="24"/>
          <w:szCs w:val="24"/>
        </w:rPr>
        <w:t>) 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lastRenderedPageBreak/>
        <w:t>7</w:t>
      </w:r>
      <w:r w:rsidR="00085DB4" w:rsidRPr="00C927DE">
        <w:rPr>
          <w:rFonts w:ascii="Arial" w:hAnsi="Arial" w:cs="Arial"/>
          <w:sz w:val="24"/>
          <w:szCs w:val="24"/>
        </w:rPr>
        <w:t>) не является участником соглашений о разделе продукции;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8</w:t>
      </w:r>
      <w:r w:rsidR="00085DB4" w:rsidRPr="00C927DE">
        <w:rPr>
          <w:rFonts w:ascii="Arial" w:hAnsi="Arial" w:cs="Arial"/>
          <w:sz w:val="24"/>
          <w:szCs w:val="24"/>
        </w:rPr>
        <w:t>) не осуществляет предпринимательскую деятельность в сфере игорного бизнеса;</w:t>
      </w:r>
    </w:p>
    <w:p w:rsidR="00085DB4" w:rsidRPr="00C927DE" w:rsidRDefault="009836B7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9</w:t>
      </w:r>
      <w:r w:rsidR="00085DB4" w:rsidRPr="00C927DE">
        <w:rPr>
          <w:rFonts w:ascii="Arial" w:hAnsi="Arial" w:cs="Arial"/>
          <w:sz w:val="24"/>
          <w:szCs w:val="24"/>
        </w:rPr>
        <w:t>) не является в порядке, установленном законодательством Российской Федерации о валютном регулировании и валютном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контроле,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нерезидентом Российской Федерации;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1</w:t>
      </w:r>
      <w:r w:rsidR="009836B7" w:rsidRPr="00C927DE">
        <w:rPr>
          <w:rFonts w:ascii="Arial" w:hAnsi="Arial" w:cs="Arial"/>
          <w:sz w:val="24"/>
          <w:szCs w:val="24"/>
        </w:rPr>
        <w:t>0</w:t>
      </w:r>
      <w:r w:rsidRPr="00C927DE">
        <w:rPr>
          <w:rFonts w:ascii="Arial" w:hAnsi="Arial" w:cs="Arial"/>
          <w:sz w:val="24"/>
          <w:szCs w:val="24"/>
        </w:rPr>
        <w:t>) не осуществляет производство и реализацию подакцизных товаров.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Настоящим подтверждаю, что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вся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 xml:space="preserve">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финансовой поддержки.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Даю согласие на осуществление администрацией Павловского муниципального района и органами муниципального финансового контроля Павловского муниципального района контроля за соблюдением условий, целей и порядка предоставления субсидий.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color w:val="212121"/>
          <w:sz w:val="24"/>
          <w:szCs w:val="24"/>
        </w:rPr>
      </w:pPr>
      <w:r w:rsidRPr="00C927DE">
        <w:rPr>
          <w:rFonts w:ascii="Arial" w:hAnsi="Arial" w:cs="Arial"/>
          <w:color w:val="212121"/>
          <w:sz w:val="24"/>
          <w:szCs w:val="24"/>
        </w:rPr>
        <w:t>Обязуюсь предоставлять анкет</w:t>
      </w:r>
      <w:r w:rsidRPr="00C927DE">
        <w:rPr>
          <w:rFonts w:ascii="Arial" w:hAnsi="Arial" w:cs="Arial"/>
          <w:sz w:val="24"/>
          <w:szCs w:val="24"/>
        </w:rPr>
        <w:t>у</w:t>
      </w:r>
      <w:r w:rsidRPr="00C927DE">
        <w:rPr>
          <w:rFonts w:ascii="Arial" w:hAnsi="Arial" w:cs="Arial"/>
          <w:color w:val="212121"/>
          <w:sz w:val="24"/>
          <w:szCs w:val="24"/>
        </w:rPr>
        <w:t xml:space="preserve"> получателя поддержки ежегодно в течение последующих трех календарных лет, следующих за годом предоставления субсидии, до 5 апреля года, следующего за отчетным годом.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Опись прилагаемых документов </w:t>
      </w:r>
    </w:p>
    <w:p w:rsidR="00D12B4F" w:rsidRPr="00C927DE" w:rsidRDefault="00D12B4F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0"/>
        <w:gridCol w:w="3446"/>
        <w:gridCol w:w="3015"/>
        <w:gridCol w:w="2441"/>
      </w:tblGrid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№ п/п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Наименование документа 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Количество документов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Количество листов </w:t>
            </w: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1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2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4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…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  <w:tr w:rsidR="00085DB4" w:rsidRPr="00C927DE" w:rsidTr="00816E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Итого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</w:tbl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Руководитель организации/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индивидуальный предприниматель 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____________________</w:t>
      </w:r>
    </w:p>
    <w:p w:rsidR="00085DB4" w:rsidRPr="00C927DE" w:rsidRDefault="00C927DE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(подпись)</w:t>
      </w: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(Ф.И.О.)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М.П. (при наличии)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 регистрации заявления «__» _________ 20______ г.*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Регистрационный номер № 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lastRenderedPageBreak/>
        <w:t>____________________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______________________</w:t>
      </w:r>
    </w:p>
    <w:p w:rsidR="00085DB4" w:rsidRPr="00C927DE" w:rsidRDefault="00C927DE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(должность</w:t>
      </w:r>
      <w:r w:rsidR="009F017A" w:rsidRPr="00C927DE">
        <w:rPr>
          <w:rFonts w:ascii="Arial" w:hAnsi="Arial" w:cs="Arial"/>
          <w:sz w:val="24"/>
          <w:szCs w:val="24"/>
        </w:rPr>
        <w:t>,</w:t>
      </w: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подпись</w:t>
      </w:r>
      <w:r w:rsidR="009F017A" w:rsidRPr="00C927DE">
        <w:rPr>
          <w:rFonts w:ascii="Arial" w:hAnsi="Arial" w:cs="Arial"/>
          <w:sz w:val="24"/>
          <w:szCs w:val="24"/>
        </w:rPr>
        <w:t>,</w:t>
      </w: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Ф.И.О.</w:t>
      </w:r>
      <w:r w:rsidR="009F017A" w:rsidRPr="00C927DE">
        <w:rPr>
          <w:rFonts w:ascii="Arial" w:hAnsi="Arial" w:cs="Arial"/>
          <w:sz w:val="24"/>
          <w:szCs w:val="24"/>
        </w:rPr>
        <w:t xml:space="preserve"> лица, принявшего заявление)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1E77D9">
      <w:pPr>
        <w:ind w:left="5103" w:firstLine="0"/>
        <w:rPr>
          <w:rFonts w:cs="Arial"/>
          <w:color w:val="000000"/>
        </w:rPr>
      </w:pPr>
      <w:r w:rsidRPr="00C927DE">
        <w:rPr>
          <w:rFonts w:cs="Arial"/>
        </w:rPr>
        <w:br w:type="page"/>
      </w:r>
      <w:r w:rsidRPr="00C927DE">
        <w:rPr>
          <w:rFonts w:cs="Arial"/>
        </w:rPr>
        <w:lastRenderedPageBreak/>
        <w:t>Приложение № 4</w:t>
      </w:r>
      <w:r w:rsidR="001E77D9">
        <w:rPr>
          <w:rFonts w:cs="Arial"/>
        </w:rPr>
        <w:t xml:space="preserve"> </w:t>
      </w:r>
      <w:r w:rsidRPr="00C927DE">
        <w:rPr>
          <w:rFonts w:cs="Arial"/>
        </w:rPr>
        <w:t>к Порядку предоставления субсидий субъектам малого и среднего предпринимательства</w:t>
      </w:r>
      <w:r w:rsidR="00F4381D" w:rsidRPr="00C927DE">
        <w:rPr>
          <w:rFonts w:cs="Arial"/>
        </w:rPr>
        <w:t xml:space="preserve"> </w:t>
      </w:r>
      <w:r w:rsidRPr="00C927DE">
        <w:rPr>
          <w:rFonts w:cs="Arial"/>
          <w:color w:val="000000"/>
        </w:rPr>
        <w:t>на компенсацию части затрат, связанных с созданием и</w:t>
      </w:r>
      <w:r w:rsidR="00C927DE" w:rsidRPr="00C927DE">
        <w:rPr>
          <w:rFonts w:cs="Arial"/>
          <w:color w:val="000000"/>
        </w:rPr>
        <w:t xml:space="preserve"> </w:t>
      </w:r>
      <w:r w:rsidRPr="00C927DE">
        <w:rPr>
          <w:rFonts w:cs="Arial"/>
          <w:color w:val="000000"/>
        </w:rPr>
        <w:t>(или)</w:t>
      </w:r>
      <w:r w:rsidR="00C927DE" w:rsidRPr="00C927DE">
        <w:rPr>
          <w:rFonts w:cs="Arial"/>
          <w:color w:val="000000"/>
        </w:rPr>
        <w:t xml:space="preserve"> </w:t>
      </w:r>
      <w:r w:rsidRPr="00C927DE">
        <w:rPr>
          <w:rFonts w:cs="Arial"/>
          <w:color w:val="000000"/>
        </w:rPr>
        <w:t>развитием центров времяпрепровождения детей</w:t>
      </w:r>
    </w:p>
    <w:p w:rsidR="00085DB4" w:rsidRPr="00C927DE" w:rsidRDefault="00085DB4" w:rsidP="001E77D9">
      <w:pPr>
        <w:pStyle w:val="ConsPlusNonformat"/>
        <w:ind w:left="5103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Смета расходов</w:t>
      </w:r>
      <w:r w:rsidR="001E77D9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color w:val="000000"/>
          <w:sz w:val="24"/>
          <w:szCs w:val="24"/>
        </w:rPr>
        <w:t>субъекта малого и среднего предпринимательства, связанных с созданием и (или) развитием центров времяпровождения детей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___________________________________________________________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(наименование юридического лица/индивидуального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предпринимателя)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5"/>
        <w:gridCol w:w="3563"/>
        <w:gridCol w:w="2230"/>
        <w:gridCol w:w="1695"/>
        <w:gridCol w:w="1949"/>
      </w:tblGrid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ind w:firstLine="709"/>
              <w:rPr>
                <w:rFonts w:eastAsia="Calibri" w:cs="Arial"/>
              </w:rPr>
            </w:pPr>
          </w:p>
        </w:tc>
        <w:tc>
          <w:tcPr>
            <w:tcW w:w="2003" w:type="pct"/>
          </w:tcPr>
          <w:p w:rsidR="00085DB4" w:rsidRPr="00C927DE" w:rsidRDefault="00085DB4" w:rsidP="00C927DE">
            <w:pPr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 затрат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Понесенные затраты (без учета НДС), в году обращения за предоставлением субсидии и предшествующем году,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Планируемые расходы,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Запрашиваемая сумма субсидии, но не более 1 500 000 рублей</w:t>
            </w: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Арендная плата помещений, используемых для размещения центра времяпрепровождения детей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Приобретение помещений, используемых (планируемых к использованию) для размещения центра времяпрепровождения детей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Реконструкция (ремонт) помещений, используемых (планируемых к использованию) для размещения центра времяпрепровождения детей;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Оплата коммунальных услуг, услуг электроснабжения помещений, используемых для размещения центра времяпрепровождения детей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Приобретение оборудования мебели, материалов, инвентаря, а также приобретение оборудования, необходимого для обеспечения соответствия помещений центра времяпрепровождения детей требованиям, предусмотренным законодательством Российской Федерации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003" w:type="pct"/>
          </w:tcPr>
          <w:p w:rsidR="00085DB4" w:rsidRPr="00C927DE" w:rsidRDefault="00085DB4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cs="Arial"/>
                <w:color w:val="000000"/>
              </w:rPr>
              <w:t>Прочие затраты на реализацию проекта по бизнес-плану, не относящиеся к затратам, указанным в пункте 1.2</w:t>
            </w:r>
            <w:r w:rsidR="00C927DE" w:rsidRPr="00C927DE">
              <w:rPr>
                <w:rFonts w:cs="Arial"/>
                <w:color w:val="000000"/>
              </w:rPr>
              <w:t xml:space="preserve"> </w:t>
            </w:r>
            <w:r w:rsidRPr="00C927DE">
              <w:rPr>
                <w:rFonts w:cs="Arial"/>
                <w:color w:val="000000"/>
              </w:rPr>
              <w:t>настоящего Порядка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F4381D">
        <w:tc>
          <w:tcPr>
            <w:tcW w:w="279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3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2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pct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Размер запрашиваемой субсидии (сумма прописью) _______________ _________________________________________________________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рублей.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Руководитель организации/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индивидуальный предприниматель 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____________________</w:t>
      </w:r>
    </w:p>
    <w:p w:rsidR="00085DB4" w:rsidRPr="00C927DE" w:rsidRDefault="00C927DE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(подпись)</w:t>
      </w: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(Ф.И.О.)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М.П. (при наличии) </w:t>
      </w:r>
    </w:p>
    <w:p w:rsidR="00085DB4" w:rsidRPr="00C927DE" w:rsidRDefault="00085DB4" w:rsidP="00C927DE">
      <w:pPr>
        <w:ind w:firstLine="709"/>
        <w:rPr>
          <w:rFonts w:cs="Arial"/>
        </w:rPr>
      </w:pPr>
    </w:p>
    <w:p w:rsidR="00085DB4" w:rsidRPr="00C927DE" w:rsidRDefault="00085DB4" w:rsidP="001E77D9">
      <w:pPr>
        <w:ind w:left="5103" w:firstLine="0"/>
        <w:rPr>
          <w:rFonts w:cs="Arial"/>
          <w:color w:val="000000"/>
        </w:rPr>
      </w:pPr>
      <w:r w:rsidRPr="00C927DE">
        <w:rPr>
          <w:rFonts w:cs="Arial"/>
        </w:rPr>
        <w:br w:type="page"/>
      </w:r>
      <w:r w:rsidRPr="00C927DE">
        <w:rPr>
          <w:rFonts w:cs="Arial"/>
        </w:rPr>
        <w:lastRenderedPageBreak/>
        <w:t>Приложение № 5</w:t>
      </w:r>
      <w:r w:rsidR="001E77D9">
        <w:rPr>
          <w:rFonts w:cs="Arial"/>
        </w:rPr>
        <w:t xml:space="preserve"> </w:t>
      </w:r>
      <w:r w:rsidRPr="00C927DE">
        <w:rPr>
          <w:rFonts w:cs="Arial"/>
        </w:rPr>
        <w:t xml:space="preserve">к Порядку </w:t>
      </w:r>
      <w:bookmarkStart w:id="36" w:name="_Hlk52008646"/>
      <w:r w:rsidRPr="00C927DE">
        <w:rPr>
          <w:rFonts w:cs="Arial"/>
        </w:rPr>
        <w:t>предоставления субсидий субъектам малого и среднего предпринимательства</w:t>
      </w:r>
      <w:r w:rsidR="00F4381D" w:rsidRPr="00C927DE">
        <w:rPr>
          <w:rFonts w:cs="Arial"/>
        </w:rPr>
        <w:t xml:space="preserve"> </w:t>
      </w:r>
      <w:r w:rsidRPr="00C927DE">
        <w:rPr>
          <w:rFonts w:cs="Arial"/>
          <w:color w:val="000000"/>
        </w:rPr>
        <w:t>на компенсацию части затрат, связанных с созданием и</w:t>
      </w:r>
      <w:r w:rsidR="00C927DE" w:rsidRPr="00C927DE">
        <w:rPr>
          <w:rFonts w:cs="Arial"/>
          <w:color w:val="000000"/>
        </w:rPr>
        <w:t xml:space="preserve"> </w:t>
      </w:r>
      <w:r w:rsidRPr="00C927DE">
        <w:rPr>
          <w:rFonts w:cs="Arial"/>
          <w:color w:val="000000"/>
        </w:rPr>
        <w:t>(или)</w:t>
      </w:r>
      <w:r w:rsidR="00C927DE" w:rsidRPr="00C927DE">
        <w:rPr>
          <w:rFonts w:cs="Arial"/>
          <w:color w:val="000000"/>
        </w:rPr>
        <w:t xml:space="preserve"> </w:t>
      </w:r>
      <w:r w:rsidRPr="00C927DE">
        <w:rPr>
          <w:rFonts w:cs="Arial"/>
          <w:color w:val="000000"/>
        </w:rPr>
        <w:t>развитием центров времяпрепровождения детей</w:t>
      </w:r>
    </w:p>
    <w:bookmarkEnd w:id="36"/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Анкета получателя поддержки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I. Общая информация о субъекте малого и среднего</w:t>
      </w:r>
      <w:r w:rsidR="001E77D9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 xml:space="preserve">предпринимательства </w:t>
      </w:r>
      <w:r w:rsidR="001C08EB" w:rsidRPr="00C927DE">
        <w:rPr>
          <w:rFonts w:ascii="Arial" w:hAnsi="Arial" w:cs="Arial"/>
          <w:sz w:val="24"/>
          <w:szCs w:val="24"/>
        </w:rPr>
        <w:t>–</w:t>
      </w:r>
      <w:r w:rsidRPr="00C927DE">
        <w:rPr>
          <w:rFonts w:ascii="Arial" w:hAnsi="Arial" w:cs="Arial"/>
          <w:sz w:val="24"/>
          <w:szCs w:val="24"/>
        </w:rPr>
        <w:t xml:space="preserve"> получател</w:t>
      </w:r>
      <w:r w:rsidR="00D12B4F" w:rsidRPr="00C927DE">
        <w:rPr>
          <w:rFonts w:ascii="Arial" w:hAnsi="Arial" w:cs="Arial"/>
          <w:sz w:val="24"/>
          <w:szCs w:val="24"/>
        </w:rPr>
        <w:t>е</w:t>
      </w:r>
      <w:r w:rsidRPr="00C927DE">
        <w:rPr>
          <w:rFonts w:ascii="Arial" w:hAnsi="Arial" w:cs="Arial"/>
          <w:sz w:val="24"/>
          <w:szCs w:val="24"/>
        </w:rPr>
        <w:t xml:space="preserve"> поддержки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_____________________________________________________________________________ (полное наименование субъекта малого или среднего предпринимательства)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Дата оказания поддержки ___________________________________________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ИНН получателя поддержки ___________________ , отчетный год 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Режим налогообложения получателя ________________________________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Сумма оказанной поддержки ___________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тыс. рублей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Вид деятельности по </w:t>
      </w:r>
      <w:r w:rsidRPr="001E77D9">
        <w:rPr>
          <w:rStyle w:val="a3"/>
          <w:rFonts w:ascii="Arial" w:hAnsi="Arial" w:cs="Arial"/>
          <w:color w:val="auto"/>
          <w:sz w:val="24"/>
          <w:szCs w:val="24"/>
        </w:rPr>
        <w:t>ОКВЭД</w:t>
      </w:r>
      <w:r w:rsidRPr="00C927DE">
        <w:rPr>
          <w:rFonts w:ascii="Arial" w:hAnsi="Arial" w:cs="Arial"/>
          <w:sz w:val="24"/>
          <w:szCs w:val="24"/>
        </w:rPr>
        <w:t xml:space="preserve"> (цифрами и прописью)_____________________ ___________________________________ по которому оказана поддержка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II. Основные финансово-экономические показатели субъекта</w:t>
      </w:r>
    </w:p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малого и среднего предпринимательства </w:t>
      </w:r>
      <w:r w:rsidR="001C08EB" w:rsidRPr="00C927DE">
        <w:rPr>
          <w:rFonts w:ascii="Arial" w:hAnsi="Arial" w:cs="Arial"/>
          <w:sz w:val="24"/>
          <w:szCs w:val="24"/>
        </w:rPr>
        <w:t>–</w:t>
      </w:r>
      <w:r w:rsidRPr="00C927DE">
        <w:rPr>
          <w:rFonts w:ascii="Arial" w:hAnsi="Arial" w:cs="Arial"/>
          <w:sz w:val="24"/>
          <w:szCs w:val="24"/>
        </w:rPr>
        <w:t xml:space="preserve"> получателя поддержки</w:t>
      </w:r>
    </w:p>
    <w:tbl>
      <w:tblPr>
        <w:tblW w:w="47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"/>
        <w:gridCol w:w="1729"/>
        <w:gridCol w:w="1090"/>
        <w:gridCol w:w="1713"/>
        <w:gridCol w:w="1156"/>
        <w:gridCol w:w="1156"/>
        <w:gridCol w:w="1156"/>
        <w:gridCol w:w="1156"/>
      </w:tblGrid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(год, предшествующий оказанию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(год оказания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(первый год после оказания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(второй год после оказания поддержки)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на 1 января 20__ года (третий год после оказания поддержки)</w:t>
            </w:r>
          </w:p>
        </w:tc>
      </w:tr>
      <w:tr w:rsidR="00085DB4" w:rsidRPr="00C927DE" w:rsidTr="00D12B4F">
        <w:trPr>
          <w:trHeight w:val="1852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D12B4F">
        <w:trPr>
          <w:trHeight w:val="1651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8.1.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в том числе привлеченные заемные (кредитные) средства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5DB4" w:rsidRPr="00C927DE" w:rsidTr="00C91138">
        <w:trPr>
          <w:trHeight w:val="2154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8.1.1.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из них - привлечено в рамках программ государственной (муниципальной)</w:t>
            </w:r>
          </w:p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поддержки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7D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4" w:rsidRPr="00C927DE" w:rsidRDefault="00085DB4" w:rsidP="00C927DE">
            <w:pPr>
              <w:pStyle w:val="ConsPlusNormal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85DB4" w:rsidRPr="00C927DE" w:rsidRDefault="00085DB4" w:rsidP="00C927D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Руководитель организации/ 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индивидуальный предприниматель __________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____________________</w:t>
      </w:r>
    </w:p>
    <w:p w:rsidR="00085DB4" w:rsidRPr="00C927DE" w:rsidRDefault="00C927DE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(подпись)</w:t>
      </w:r>
      <w:r w:rsidRPr="00C927DE">
        <w:rPr>
          <w:rFonts w:ascii="Arial" w:hAnsi="Arial" w:cs="Arial"/>
          <w:sz w:val="24"/>
          <w:szCs w:val="24"/>
        </w:rPr>
        <w:t xml:space="preserve"> </w:t>
      </w:r>
      <w:r w:rsidR="00085DB4" w:rsidRPr="00C927DE">
        <w:rPr>
          <w:rFonts w:ascii="Arial" w:hAnsi="Arial" w:cs="Arial"/>
          <w:sz w:val="24"/>
          <w:szCs w:val="24"/>
        </w:rPr>
        <w:t>(Ф.И.О.)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lastRenderedPageBreak/>
        <w:t>Дата</w:t>
      </w:r>
      <w:r w:rsidR="00C927DE" w:rsidRPr="00C927DE">
        <w:rPr>
          <w:rFonts w:ascii="Arial" w:hAnsi="Arial" w:cs="Arial"/>
          <w:sz w:val="24"/>
          <w:szCs w:val="24"/>
        </w:rPr>
        <w:t xml:space="preserve"> </w:t>
      </w:r>
      <w:r w:rsidRPr="00C927DE">
        <w:rPr>
          <w:rFonts w:ascii="Arial" w:hAnsi="Arial" w:cs="Arial"/>
          <w:sz w:val="24"/>
          <w:szCs w:val="24"/>
        </w:rPr>
        <w:t>___________</w:t>
      </w: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85DB4" w:rsidRPr="00C927DE" w:rsidRDefault="00085DB4" w:rsidP="00C927D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C927DE">
        <w:rPr>
          <w:rFonts w:ascii="Arial" w:hAnsi="Arial" w:cs="Arial"/>
          <w:sz w:val="24"/>
          <w:szCs w:val="24"/>
        </w:rPr>
        <w:t>М.П. (при наличии)</w:t>
      </w:r>
    </w:p>
    <w:p w:rsidR="005D541E" w:rsidRPr="00C927DE" w:rsidRDefault="00F4381D" w:rsidP="001E77D9">
      <w:pPr>
        <w:ind w:firstLine="709"/>
        <w:rPr>
          <w:rFonts w:cs="Arial"/>
        </w:rPr>
      </w:pPr>
      <w:r w:rsidRPr="00C927DE">
        <w:rPr>
          <w:rFonts w:cs="Arial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218"/>
      </w:tblGrid>
      <w:tr w:rsidR="00C927DE" w:rsidRPr="00C927DE" w:rsidTr="00F40097">
        <w:tc>
          <w:tcPr>
            <w:tcW w:w="5211" w:type="dxa"/>
            <w:shd w:val="clear" w:color="auto" w:fill="auto"/>
          </w:tcPr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  <w:tc>
          <w:tcPr>
            <w:tcW w:w="4218" w:type="dxa"/>
            <w:shd w:val="clear" w:color="auto" w:fill="auto"/>
          </w:tcPr>
          <w:p w:rsidR="00F4381D" w:rsidRPr="00C927DE" w:rsidRDefault="00F4381D" w:rsidP="00C927DE">
            <w:pPr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Приложение № 6</w:t>
            </w:r>
          </w:p>
          <w:p w:rsidR="00BD705D" w:rsidRPr="00C927DE" w:rsidRDefault="005D541E" w:rsidP="00C927DE">
            <w:pPr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к Порядку </w:t>
            </w:r>
            <w:r w:rsidR="00BD705D" w:rsidRPr="00C927DE">
              <w:rPr>
                <w:rFonts w:eastAsia="Calibri" w:cs="Arial"/>
              </w:rPr>
              <w:t xml:space="preserve">предоставления </w:t>
            </w:r>
          </w:p>
          <w:p w:rsidR="00BD705D" w:rsidRPr="00C927DE" w:rsidRDefault="00BD705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субсидий субъектам малого и среднего предпринимательства</w:t>
            </w:r>
            <w:r w:rsidR="00F4381D" w:rsidRPr="00C927DE">
              <w:rPr>
                <w:rFonts w:eastAsia="Calibri" w:cs="Arial"/>
              </w:rPr>
              <w:t xml:space="preserve"> </w:t>
            </w:r>
            <w:r w:rsidRPr="00C927DE">
              <w:rPr>
                <w:rFonts w:eastAsia="Calibri" w:cs="Arial"/>
              </w:rPr>
              <w:t xml:space="preserve">на компенсацию части затрат, связанных с созданием </w:t>
            </w:r>
          </w:p>
          <w:p w:rsidR="00BD705D" w:rsidRPr="00C927DE" w:rsidRDefault="00BD705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</w:t>
            </w:r>
            <w:r w:rsidR="00C927DE" w:rsidRPr="00C927DE">
              <w:rPr>
                <w:rFonts w:cs="Arial"/>
              </w:rPr>
              <w:t xml:space="preserve"> </w:t>
            </w:r>
            <w:r w:rsidRPr="00C927DE">
              <w:rPr>
                <w:rFonts w:eastAsia="Calibri" w:cs="Arial"/>
              </w:rPr>
              <w:t>(или)</w:t>
            </w:r>
            <w:r w:rsidR="00C927DE" w:rsidRPr="00C927DE">
              <w:rPr>
                <w:rFonts w:cs="Arial"/>
              </w:rPr>
              <w:t xml:space="preserve"> </w:t>
            </w:r>
            <w:r w:rsidRPr="00C927DE">
              <w:rPr>
                <w:rFonts w:eastAsia="Calibri" w:cs="Arial"/>
              </w:rPr>
              <w:t xml:space="preserve">развитием центров </w:t>
            </w:r>
          </w:p>
          <w:p w:rsidR="00BD705D" w:rsidRPr="00C927DE" w:rsidRDefault="00BD705D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времяпрепровождения детей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</w:tc>
      </w:tr>
    </w:tbl>
    <w:p w:rsidR="00BD705D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Соглашение № _____</w:t>
      </w:r>
    </w:p>
    <w:p w:rsidR="00BD705D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между администрацией Павловского муниципального района и субъектом малого и среднего предпринимательства о </w:t>
      </w:r>
      <w:r w:rsidR="00BD705D" w:rsidRPr="00C927DE">
        <w:rPr>
          <w:rFonts w:cs="Arial"/>
        </w:rPr>
        <w:t xml:space="preserve">предоставления </w:t>
      </w:r>
      <w:bookmarkStart w:id="37" w:name="_Hlk52008803"/>
      <w:r w:rsidR="00BD705D" w:rsidRPr="00C927DE">
        <w:rPr>
          <w:rFonts w:cs="Arial"/>
        </w:rPr>
        <w:t xml:space="preserve">субсидии </w:t>
      </w:r>
      <w:r w:rsidR="00BD705D" w:rsidRPr="00C927DE">
        <w:rPr>
          <w:rFonts w:cs="Arial"/>
          <w:color w:val="000000"/>
        </w:rPr>
        <w:t>на компенсацию части затрат, связанных с созданием и</w:t>
      </w:r>
      <w:r w:rsidR="00C927DE" w:rsidRPr="00C927DE">
        <w:rPr>
          <w:rFonts w:cs="Arial"/>
          <w:color w:val="000000"/>
        </w:rPr>
        <w:t xml:space="preserve"> </w:t>
      </w:r>
      <w:r w:rsidR="00BD705D" w:rsidRPr="00C927DE">
        <w:rPr>
          <w:rFonts w:cs="Arial"/>
          <w:color w:val="000000"/>
        </w:rPr>
        <w:t>(или)</w:t>
      </w:r>
      <w:r w:rsidR="00C927DE" w:rsidRPr="00C927DE">
        <w:rPr>
          <w:rFonts w:cs="Arial"/>
          <w:color w:val="000000"/>
        </w:rPr>
        <w:t xml:space="preserve"> </w:t>
      </w:r>
      <w:r w:rsidR="00BD705D" w:rsidRPr="00C927DE">
        <w:rPr>
          <w:rFonts w:cs="Arial"/>
          <w:color w:val="000000"/>
        </w:rPr>
        <w:t>развитием центров времяпрепровождения детей</w:t>
      </w:r>
      <w:bookmarkEnd w:id="37"/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Администрация Павловского муниципального района Воронежской области в лице _____________________________________________________________________,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действующего на основании ____________, (наименование нормативного правового акта) именуемая в дальнейшем Администрация, с одной стороны, и ___________________ в лице _____________________________________________, 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1. Предмет Соглашения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1.1. На основании _________________ (наименование нормативного правового акта о предоставлении субсидии) Администрация предоставляет Получателю </w:t>
      </w:r>
      <w:r w:rsidR="00BD705D" w:rsidRPr="00C927DE">
        <w:rPr>
          <w:rFonts w:cs="Arial"/>
        </w:rPr>
        <w:t xml:space="preserve">субсидии </w:t>
      </w:r>
      <w:r w:rsidR="00BD705D" w:rsidRPr="00C927DE">
        <w:rPr>
          <w:rFonts w:cs="Arial"/>
          <w:color w:val="000000"/>
        </w:rPr>
        <w:t>на компенсацию части затрат, связанных с созданием и</w:t>
      </w:r>
      <w:r w:rsidR="00C927DE" w:rsidRPr="00C927DE">
        <w:rPr>
          <w:rFonts w:cs="Arial"/>
          <w:color w:val="000000"/>
        </w:rPr>
        <w:t xml:space="preserve"> </w:t>
      </w:r>
      <w:r w:rsidR="00BD705D" w:rsidRPr="00C927DE">
        <w:rPr>
          <w:rFonts w:cs="Arial"/>
          <w:color w:val="000000"/>
        </w:rPr>
        <w:t>(или)</w:t>
      </w:r>
      <w:r w:rsidR="00C927DE" w:rsidRPr="00C927DE">
        <w:rPr>
          <w:rFonts w:cs="Arial"/>
          <w:color w:val="000000"/>
        </w:rPr>
        <w:t xml:space="preserve"> </w:t>
      </w:r>
      <w:r w:rsidR="00BD705D" w:rsidRPr="00C927DE">
        <w:rPr>
          <w:rFonts w:cs="Arial"/>
          <w:color w:val="000000"/>
        </w:rPr>
        <w:t>развитием центров времяпрепровождения детей</w:t>
      </w:r>
      <w:r w:rsidR="00770F8D" w:rsidRPr="00C927DE">
        <w:rPr>
          <w:rFonts w:cs="Arial"/>
          <w:color w:val="000000"/>
        </w:rPr>
        <w:t xml:space="preserve"> </w:t>
      </w:r>
      <w:r w:rsidRPr="00C927DE">
        <w:rPr>
          <w:rFonts w:cs="Arial"/>
        </w:rPr>
        <w:t xml:space="preserve">№________от___________20___г. _________________________ (сумма и предмет договора) (далее </w:t>
      </w:r>
      <w:r w:rsidR="00C91138" w:rsidRPr="00C927DE">
        <w:rPr>
          <w:rFonts w:cs="Arial"/>
        </w:rPr>
        <w:t>–</w:t>
      </w:r>
      <w:r w:rsidRPr="00C927DE">
        <w:rPr>
          <w:rFonts w:cs="Arial"/>
        </w:rPr>
        <w:t xml:space="preserve"> субсидия), а Получатель обязуется надлежащим образом исполнять принятые на себя обязательства по настоящему Соглашению.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1.2. Предоставление субсидии осуществляется в рамках реализации в 20__ году мероприятия муниципальной программы ______________________, утвержденной _______________ , в пределах бюджетных средств. </w:t>
      </w:r>
    </w:p>
    <w:p w:rsidR="00BD705D" w:rsidRPr="00C927DE" w:rsidRDefault="005D541E" w:rsidP="00C927D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927DE">
        <w:rPr>
          <w:rFonts w:ascii="Arial" w:hAnsi="Arial" w:cs="Arial"/>
          <w:b w:val="0"/>
          <w:sz w:val="24"/>
          <w:szCs w:val="24"/>
        </w:rPr>
        <w:t xml:space="preserve">1.3. Субсидия предоставляется </w:t>
      </w:r>
      <w:r w:rsidR="00BD705D" w:rsidRPr="00C927DE">
        <w:rPr>
          <w:rFonts w:ascii="Arial" w:hAnsi="Arial" w:cs="Arial"/>
          <w:b w:val="0"/>
          <w:sz w:val="24"/>
          <w:szCs w:val="24"/>
        </w:rPr>
        <w:t xml:space="preserve">на компенсацию части понесенных субъектом малого и среднего предпринимательства затрат, </w:t>
      </w:r>
      <w:r w:rsidR="00BD705D" w:rsidRPr="00C927DE">
        <w:rPr>
          <w:rFonts w:ascii="Arial" w:hAnsi="Arial" w:cs="Arial"/>
          <w:b w:val="0"/>
          <w:bCs/>
          <w:sz w:val="24"/>
          <w:szCs w:val="24"/>
        </w:rPr>
        <w:t xml:space="preserve">связанных с созданием и (или) развитием центров времяпрепровождения детей </w:t>
      </w:r>
      <w:r w:rsidR="00C91138" w:rsidRPr="00C927DE">
        <w:rPr>
          <w:rFonts w:ascii="Arial" w:hAnsi="Arial" w:cs="Arial"/>
          <w:b w:val="0"/>
          <w:bCs/>
          <w:sz w:val="24"/>
          <w:szCs w:val="24"/>
        </w:rPr>
        <w:t>–</w:t>
      </w:r>
      <w:r w:rsidR="00BD705D" w:rsidRPr="00C927DE">
        <w:rPr>
          <w:rFonts w:ascii="Arial" w:hAnsi="Arial" w:cs="Arial"/>
          <w:b w:val="0"/>
          <w:bCs/>
          <w:sz w:val="24"/>
          <w:szCs w:val="24"/>
        </w:rPr>
        <w:t xml:space="preserve"> групп дневного времяпрепровождения детей дошкольного возраста и иных подобных видов деятельности (далее </w:t>
      </w:r>
      <w:r w:rsidR="00C91138" w:rsidRPr="00C927DE">
        <w:rPr>
          <w:rFonts w:ascii="Arial" w:hAnsi="Arial" w:cs="Arial"/>
          <w:b w:val="0"/>
          <w:bCs/>
          <w:sz w:val="24"/>
          <w:szCs w:val="24"/>
        </w:rPr>
        <w:t>–</w:t>
      </w:r>
      <w:r w:rsidR="00BD705D" w:rsidRPr="00C927DE">
        <w:rPr>
          <w:rFonts w:ascii="Arial" w:hAnsi="Arial" w:cs="Arial"/>
          <w:b w:val="0"/>
          <w:bCs/>
          <w:sz w:val="24"/>
          <w:szCs w:val="24"/>
        </w:rPr>
        <w:t xml:space="preserve"> центр времяпрепровождения детей)</w:t>
      </w:r>
      <w:r w:rsidR="00BD705D" w:rsidRPr="00C927DE">
        <w:rPr>
          <w:rFonts w:ascii="Arial" w:hAnsi="Arial" w:cs="Arial"/>
          <w:b w:val="0"/>
          <w:sz w:val="24"/>
          <w:szCs w:val="24"/>
        </w:rPr>
        <w:t>:  на оплату аренды помещения, используемого для размещения це</w:t>
      </w:r>
      <w:r w:rsidR="00C91138" w:rsidRPr="00C927DE">
        <w:rPr>
          <w:rFonts w:ascii="Arial" w:hAnsi="Arial" w:cs="Arial"/>
          <w:b w:val="0"/>
          <w:sz w:val="24"/>
          <w:szCs w:val="24"/>
        </w:rPr>
        <w:t xml:space="preserve">нтра времяпрепровождения детей; </w:t>
      </w:r>
      <w:r w:rsidR="00BD705D" w:rsidRPr="00C927DE">
        <w:rPr>
          <w:rFonts w:ascii="Arial" w:hAnsi="Arial" w:cs="Arial"/>
          <w:b w:val="0"/>
          <w:sz w:val="24"/>
          <w:szCs w:val="24"/>
        </w:rPr>
        <w:t xml:space="preserve">на приобретение помещения, используемого (планируемого к использованию) для размещения центра времяпрепровождения детей; на реконструкцию (ремонт) помещения, используемого (планируемого к использованию) для размещения центра времяпрепровождения детей; на оплату коммунальных услуг, услуги электроснабжения помещения, используемого для размещения центра </w:t>
      </w:r>
      <w:r w:rsidR="00BD705D" w:rsidRPr="00C927DE">
        <w:rPr>
          <w:rFonts w:ascii="Arial" w:hAnsi="Arial" w:cs="Arial"/>
          <w:b w:val="0"/>
          <w:sz w:val="24"/>
          <w:szCs w:val="24"/>
        </w:rPr>
        <w:lastRenderedPageBreak/>
        <w:t>времяпрепровождения детей; на приобретение оборудования мебели, материалов, инвентаря, а также приобретение оборудования, необходимого для обеспечения соответствия помещений центра времяпрепровождения детей требованиям, предусмотренным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 Права и обязанности сторон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2.3. Получатель обязуется выполнять следующие условия: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1)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2) создать не менее ____ рабочих мест;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3) 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 Сумма субсидии и порядок ее предоставления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3.1</w:t>
      </w:r>
      <w:r w:rsidR="00C91138" w:rsidRPr="00C927DE">
        <w:rPr>
          <w:rFonts w:cs="Arial"/>
        </w:rPr>
        <w:t>.</w:t>
      </w:r>
      <w:r w:rsidRPr="00C927DE">
        <w:rPr>
          <w:rFonts w:cs="Arial"/>
        </w:rPr>
        <w:t>  Администрация предоставляет Получателю Субсидию в общем размере ________ рублей ____ копеек (НДС не облагается), в том числе из них за счет средств бюджета Павловского муниципального района Воронежской области в размере ________ рублей ____ копеек, за счет средств областного бюджета в размере _________ рублей ___ копеек, за счет средств субсидии, поступивших в областной бюджет из федерального бюджета ________ рублей ___ копеек.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3.2. 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бюджета Павловского муниципального района Воронежской области.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3.3</w:t>
      </w:r>
      <w:r w:rsidR="00C91138" w:rsidRPr="00C927DE">
        <w:rPr>
          <w:rFonts w:cs="Arial"/>
        </w:rPr>
        <w:t>.</w:t>
      </w:r>
      <w:r w:rsidRPr="00C927DE">
        <w:rPr>
          <w:rFonts w:cs="Arial"/>
        </w:rPr>
        <w:t> Обязательство Администрации по перечислению Субсидии исчисляется текущим финансовым годом. Срок оказания поддержки в 20__году в рамках реализации мероприятия ___________ подпрограммы __________ муниципальной программы _________- 31.12.20__.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 Ответственность сторон</w:t>
      </w:r>
    </w:p>
    <w:p w:rsidR="00F4381D" w:rsidRPr="00C927DE" w:rsidRDefault="00F4381D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Положением, возлагается на Получателя.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 Контроль за соблюдением условий, целей и порядка предоставления субсидий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5.1. Органы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5.2. Получатель согласен на осуществление органами муниципального финансового контроля проверок соблюдения условий, целей и порядка предоставления субсидии.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5.3. Предоставление субсидий Получателю прекращается в случае выявления органами муниципального финансового контроля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5.4. В случае неисполнения либо ненадлежащего исполнения пункта 2.3</w:t>
      </w:r>
      <w:r w:rsidR="00C91138" w:rsidRPr="00C927DE">
        <w:rPr>
          <w:rFonts w:cs="Arial"/>
        </w:rPr>
        <w:t>.</w:t>
      </w:r>
      <w:r w:rsidRPr="00C927DE">
        <w:rPr>
          <w:rFonts w:cs="Arial"/>
        </w:rPr>
        <w:t xml:space="preserve">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бюджет Павловского муниципального района Воронежской области в течение 10 рабочих дней с даты получения требования.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 Порядок возврата субсидии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6.1. Предоставление субсидий получателям субсидий прекращается в случае выявления Администрацией фактов нарушения условий, установленных при </w:t>
      </w:r>
      <w:r w:rsidRPr="00C927DE">
        <w:rPr>
          <w:rFonts w:cs="Arial"/>
        </w:rPr>
        <w:lastRenderedPageBreak/>
        <w:t>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При нарушении условий, установленных настоящим Соглашением, субсидия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6.2. При выявлении нарушения условий, установленных для предоставления субсидии, Администрация принимает меры по возврату субсидии в бюджет Павловского муниципального района Воронежской области, направляет субъекту малого и среднего предпринимательства требование о возврате субсидии в полном объеме.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Субсидии подлежат возврату получателем в течение 10 рабочих дней с даты получения требования.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В случае невыполнения требования о возврате субсидии в указанный выше срок Администрация принимает меры по взысканию, подлежащей возврату в судебном порядке.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6.3. Споры по соглашению разрешаются в Арбитражном суде Воронежской области.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 Срок действия Соглашения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 xml:space="preserve">7.1. Соглашение вступает в силу с момента его подписания сторонами и действует в части срока оказания поддержки до 31.12.20__, а по обязательствам, установленным пунктом 2.3 настоящего Соглашения – до 01.04.20___. 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</w:p>
    <w:p w:rsidR="005D541E" w:rsidRPr="00C927DE" w:rsidRDefault="005D541E" w:rsidP="00C927DE">
      <w:pPr>
        <w:autoSpaceDE w:val="0"/>
        <w:autoSpaceDN w:val="0"/>
        <w:adjustRightInd w:val="0"/>
        <w:ind w:firstLine="709"/>
        <w:rPr>
          <w:rFonts w:cs="Arial"/>
        </w:rPr>
      </w:pPr>
      <w:r w:rsidRPr="00C927DE">
        <w:rPr>
          <w:rFonts w:cs="Arial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5D541E" w:rsidRPr="00C927DE" w:rsidTr="00620E43">
        <w:trPr>
          <w:trHeight w:val="4916"/>
        </w:trPr>
        <w:tc>
          <w:tcPr>
            <w:tcW w:w="4543" w:type="dxa"/>
          </w:tcPr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lastRenderedPageBreak/>
              <w:t>Администрация: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Глава Павловского муниципального района Воронежской области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</w:t>
            </w:r>
            <w:r w:rsidR="00C927DE" w:rsidRPr="00C927DE">
              <w:rPr>
                <w:rFonts w:cs="Arial"/>
              </w:rPr>
              <w:t xml:space="preserve"> </w:t>
            </w:r>
            <w:r w:rsidRPr="00C927DE">
              <w:rPr>
                <w:rFonts w:eastAsia="Calibri" w:cs="Arial"/>
              </w:rPr>
              <w:t>(Ф.И.О.)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  <w:tc>
          <w:tcPr>
            <w:tcW w:w="4535" w:type="dxa"/>
            <w:hideMark/>
          </w:tcPr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Получатель: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Наименование: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Адрес: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Телефон /факс: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ИНН/КПП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 xml:space="preserve">Банк: 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Лицевой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Расчётный счёт: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БИК: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ОКТМО: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Должность уполномоченного лица Получателя, подписывающего Соглашение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_____________ / ______________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(подпись)</w:t>
            </w:r>
            <w:r w:rsidR="00C927DE" w:rsidRPr="00C927DE">
              <w:rPr>
                <w:rFonts w:cs="Arial"/>
              </w:rPr>
              <w:t xml:space="preserve"> </w:t>
            </w:r>
            <w:r w:rsidRPr="00C927DE">
              <w:rPr>
                <w:rFonts w:eastAsia="Calibri" w:cs="Arial"/>
              </w:rPr>
              <w:t>(Ф.И.О.)</w:t>
            </w:r>
          </w:p>
          <w:p w:rsidR="005D541E" w:rsidRPr="00C927DE" w:rsidRDefault="005D541E" w:rsidP="00C927DE">
            <w:pPr>
              <w:autoSpaceDE w:val="0"/>
              <w:autoSpaceDN w:val="0"/>
              <w:adjustRightInd w:val="0"/>
              <w:ind w:firstLine="709"/>
              <w:rPr>
                <w:rFonts w:eastAsia="Calibri" w:cs="Arial"/>
              </w:rPr>
            </w:pPr>
            <w:r w:rsidRPr="00C927DE">
              <w:rPr>
                <w:rFonts w:eastAsia="Calibri" w:cs="Arial"/>
              </w:rPr>
              <w:t>М.П.</w:t>
            </w:r>
          </w:p>
        </w:tc>
      </w:tr>
    </w:tbl>
    <w:p w:rsidR="004D6C16" w:rsidRPr="00C927DE" w:rsidRDefault="004D6C16" w:rsidP="001E77D9">
      <w:pPr>
        <w:autoSpaceDE w:val="0"/>
        <w:autoSpaceDN w:val="0"/>
        <w:adjustRightInd w:val="0"/>
        <w:ind w:firstLine="709"/>
        <w:rPr>
          <w:rFonts w:cs="Arial"/>
        </w:rPr>
      </w:pPr>
    </w:p>
    <w:sectPr w:rsidR="004D6C16" w:rsidRPr="00C927DE" w:rsidSect="00C927DE">
      <w:pgSz w:w="11906" w:h="16840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0A8" w:rsidRDefault="005140A8" w:rsidP="001E77D9">
      <w:r>
        <w:separator/>
      </w:r>
    </w:p>
  </w:endnote>
  <w:endnote w:type="continuationSeparator" w:id="0">
    <w:p w:rsidR="005140A8" w:rsidRDefault="005140A8" w:rsidP="001E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D9" w:rsidRDefault="001E77D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D9" w:rsidRDefault="001E77D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D9" w:rsidRDefault="001E77D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0A8" w:rsidRDefault="005140A8" w:rsidP="001E77D9">
      <w:r>
        <w:separator/>
      </w:r>
    </w:p>
  </w:footnote>
  <w:footnote w:type="continuationSeparator" w:id="0">
    <w:p w:rsidR="005140A8" w:rsidRDefault="005140A8" w:rsidP="001E7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D9" w:rsidRDefault="001E77D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D9" w:rsidRPr="000332F5" w:rsidRDefault="001E77D9">
    <w:pPr>
      <w:pStyle w:val="ac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D9" w:rsidRDefault="001E77D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F2995"/>
    <w:multiLevelType w:val="hybridMultilevel"/>
    <w:tmpl w:val="2EBAE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2E6E"/>
    <w:multiLevelType w:val="hybridMultilevel"/>
    <w:tmpl w:val="AF4ED5D0"/>
    <w:lvl w:ilvl="0" w:tplc="0B504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B734EB"/>
    <w:multiLevelType w:val="hybridMultilevel"/>
    <w:tmpl w:val="14CE9056"/>
    <w:lvl w:ilvl="0" w:tplc="AFD62E5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20F81"/>
    <w:multiLevelType w:val="hybridMultilevel"/>
    <w:tmpl w:val="5024E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03ED9"/>
    <w:multiLevelType w:val="hybridMultilevel"/>
    <w:tmpl w:val="9A5AF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F7F02"/>
    <w:multiLevelType w:val="multilevel"/>
    <w:tmpl w:val="813E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3B7756"/>
    <w:multiLevelType w:val="hybridMultilevel"/>
    <w:tmpl w:val="68AE4F82"/>
    <w:lvl w:ilvl="0" w:tplc="C10EE4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716F7CEC"/>
    <w:multiLevelType w:val="hybridMultilevel"/>
    <w:tmpl w:val="CD8CFC1C"/>
    <w:lvl w:ilvl="0" w:tplc="239C700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727F43E9"/>
    <w:multiLevelType w:val="multilevel"/>
    <w:tmpl w:val="191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7F577623"/>
    <w:multiLevelType w:val="multilevel"/>
    <w:tmpl w:val="C28C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AD"/>
    <w:rsid w:val="00001A65"/>
    <w:rsid w:val="00002C67"/>
    <w:rsid w:val="000031FA"/>
    <w:rsid w:val="00005412"/>
    <w:rsid w:val="00012370"/>
    <w:rsid w:val="00016ACD"/>
    <w:rsid w:val="000173C0"/>
    <w:rsid w:val="000208BD"/>
    <w:rsid w:val="000211C6"/>
    <w:rsid w:val="000316E0"/>
    <w:rsid w:val="000332F5"/>
    <w:rsid w:val="000369CB"/>
    <w:rsid w:val="0005433C"/>
    <w:rsid w:val="0005606C"/>
    <w:rsid w:val="00057210"/>
    <w:rsid w:val="00061A49"/>
    <w:rsid w:val="00063D3F"/>
    <w:rsid w:val="00065EE1"/>
    <w:rsid w:val="00067B8E"/>
    <w:rsid w:val="000706DC"/>
    <w:rsid w:val="00071401"/>
    <w:rsid w:val="00074303"/>
    <w:rsid w:val="000852D8"/>
    <w:rsid w:val="00085DB4"/>
    <w:rsid w:val="00086D4B"/>
    <w:rsid w:val="00090FDD"/>
    <w:rsid w:val="00094371"/>
    <w:rsid w:val="00095B4B"/>
    <w:rsid w:val="00096E58"/>
    <w:rsid w:val="00096FF2"/>
    <w:rsid w:val="000A1D8A"/>
    <w:rsid w:val="000A5EED"/>
    <w:rsid w:val="000A6BC9"/>
    <w:rsid w:val="000B06A8"/>
    <w:rsid w:val="000B5EC9"/>
    <w:rsid w:val="000C00BA"/>
    <w:rsid w:val="000C2C09"/>
    <w:rsid w:val="000E231F"/>
    <w:rsid w:val="000E5C5D"/>
    <w:rsid w:val="000E6BC9"/>
    <w:rsid w:val="000F18C0"/>
    <w:rsid w:val="000F63B8"/>
    <w:rsid w:val="001008FD"/>
    <w:rsid w:val="00102FEB"/>
    <w:rsid w:val="0011200E"/>
    <w:rsid w:val="00114AC1"/>
    <w:rsid w:val="00120FD6"/>
    <w:rsid w:val="00122B9C"/>
    <w:rsid w:val="00123073"/>
    <w:rsid w:val="0012539D"/>
    <w:rsid w:val="00127A89"/>
    <w:rsid w:val="0013250D"/>
    <w:rsid w:val="00132C7A"/>
    <w:rsid w:val="00133364"/>
    <w:rsid w:val="00146BEB"/>
    <w:rsid w:val="00146D31"/>
    <w:rsid w:val="0015204B"/>
    <w:rsid w:val="00157276"/>
    <w:rsid w:val="001610BA"/>
    <w:rsid w:val="00163FAD"/>
    <w:rsid w:val="00175791"/>
    <w:rsid w:val="00180238"/>
    <w:rsid w:val="00182508"/>
    <w:rsid w:val="001871CA"/>
    <w:rsid w:val="00190881"/>
    <w:rsid w:val="00193987"/>
    <w:rsid w:val="00197031"/>
    <w:rsid w:val="001A0D17"/>
    <w:rsid w:val="001A4770"/>
    <w:rsid w:val="001A522D"/>
    <w:rsid w:val="001B64CC"/>
    <w:rsid w:val="001C08EB"/>
    <w:rsid w:val="001C4A92"/>
    <w:rsid w:val="001D359C"/>
    <w:rsid w:val="001D3B71"/>
    <w:rsid w:val="001D3E53"/>
    <w:rsid w:val="001D52B2"/>
    <w:rsid w:val="001E728F"/>
    <w:rsid w:val="001E77D9"/>
    <w:rsid w:val="001F6CFC"/>
    <w:rsid w:val="00206F83"/>
    <w:rsid w:val="00213FD8"/>
    <w:rsid w:val="00221D12"/>
    <w:rsid w:val="00222412"/>
    <w:rsid w:val="00222C4D"/>
    <w:rsid w:val="00222EB8"/>
    <w:rsid w:val="002355BF"/>
    <w:rsid w:val="002404F6"/>
    <w:rsid w:val="00243BBE"/>
    <w:rsid w:val="00245A25"/>
    <w:rsid w:val="00245CFB"/>
    <w:rsid w:val="00246DFB"/>
    <w:rsid w:val="00246E1C"/>
    <w:rsid w:val="00247514"/>
    <w:rsid w:val="002537A4"/>
    <w:rsid w:val="00253F96"/>
    <w:rsid w:val="00257613"/>
    <w:rsid w:val="002578BC"/>
    <w:rsid w:val="00261EE8"/>
    <w:rsid w:val="00265A2E"/>
    <w:rsid w:val="00275170"/>
    <w:rsid w:val="00276C22"/>
    <w:rsid w:val="002873B8"/>
    <w:rsid w:val="002907B5"/>
    <w:rsid w:val="00294E16"/>
    <w:rsid w:val="002A5062"/>
    <w:rsid w:val="002A65DC"/>
    <w:rsid w:val="002B7146"/>
    <w:rsid w:val="002C55C3"/>
    <w:rsid w:val="002C5A91"/>
    <w:rsid w:val="002D0607"/>
    <w:rsid w:val="002D3C1A"/>
    <w:rsid w:val="002D530C"/>
    <w:rsid w:val="002D6D5B"/>
    <w:rsid w:val="002D7CB2"/>
    <w:rsid w:val="002E3444"/>
    <w:rsid w:val="002F4F90"/>
    <w:rsid w:val="002F682D"/>
    <w:rsid w:val="00301E0F"/>
    <w:rsid w:val="003047DF"/>
    <w:rsid w:val="003060ED"/>
    <w:rsid w:val="0031626C"/>
    <w:rsid w:val="0032324A"/>
    <w:rsid w:val="00324113"/>
    <w:rsid w:val="003338CF"/>
    <w:rsid w:val="00334482"/>
    <w:rsid w:val="00334B35"/>
    <w:rsid w:val="00336631"/>
    <w:rsid w:val="003376FE"/>
    <w:rsid w:val="003377A3"/>
    <w:rsid w:val="00340543"/>
    <w:rsid w:val="003529D4"/>
    <w:rsid w:val="00354C5B"/>
    <w:rsid w:val="00356466"/>
    <w:rsid w:val="00356CEE"/>
    <w:rsid w:val="00363541"/>
    <w:rsid w:val="00364A6F"/>
    <w:rsid w:val="00371B16"/>
    <w:rsid w:val="0037481F"/>
    <w:rsid w:val="0037483D"/>
    <w:rsid w:val="00374F3E"/>
    <w:rsid w:val="00393658"/>
    <w:rsid w:val="0039707B"/>
    <w:rsid w:val="003A1398"/>
    <w:rsid w:val="003B48D7"/>
    <w:rsid w:val="003B4DE3"/>
    <w:rsid w:val="003C0FE6"/>
    <w:rsid w:val="003C2690"/>
    <w:rsid w:val="003C4C32"/>
    <w:rsid w:val="003C79FD"/>
    <w:rsid w:val="003D2965"/>
    <w:rsid w:val="003D71EA"/>
    <w:rsid w:val="003E1618"/>
    <w:rsid w:val="003E4E5B"/>
    <w:rsid w:val="003E5BAE"/>
    <w:rsid w:val="003F0FBB"/>
    <w:rsid w:val="003F383E"/>
    <w:rsid w:val="003F5A9F"/>
    <w:rsid w:val="003F6DE1"/>
    <w:rsid w:val="00400ACB"/>
    <w:rsid w:val="00402DD7"/>
    <w:rsid w:val="00403B0B"/>
    <w:rsid w:val="00404BE4"/>
    <w:rsid w:val="00406855"/>
    <w:rsid w:val="00406D30"/>
    <w:rsid w:val="004109A2"/>
    <w:rsid w:val="00412781"/>
    <w:rsid w:val="004159F0"/>
    <w:rsid w:val="00417277"/>
    <w:rsid w:val="0041728E"/>
    <w:rsid w:val="00421036"/>
    <w:rsid w:val="004212B8"/>
    <w:rsid w:val="00421323"/>
    <w:rsid w:val="00421EAC"/>
    <w:rsid w:val="00424F5F"/>
    <w:rsid w:val="0043027B"/>
    <w:rsid w:val="0043330F"/>
    <w:rsid w:val="004361DC"/>
    <w:rsid w:val="00437CEE"/>
    <w:rsid w:val="00444328"/>
    <w:rsid w:val="004443B8"/>
    <w:rsid w:val="00447448"/>
    <w:rsid w:val="00450FEA"/>
    <w:rsid w:val="004512F0"/>
    <w:rsid w:val="00451EB3"/>
    <w:rsid w:val="004530DB"/>
    <w:rsid w:val="004611BC"/>
    <w:rsid w:val="004629CF"/>
    <w:rsid w:val="004657E6"/>
    <w:rsid w:val="004658B7"/>
    <w:rsid w:val="00466842"/>
    <w:rsid w:val="00472DDC"/>
    <w:rsid w:val="004864E1"/>
    <w:rsid w:val="00487A6E"/>
    <w:rsid w:val="004912D6"/>
    <w:rsid w:val="00496C43"/>
    <w:rsid w:val="004B1DD6"/>
    <w:rsid w:val="004B4140"/>
    <w:rsid w:val="004C04EB"/>
    <w:rsid w:val="004C2178"/>
    <w:rsid w:val="004C3620"/>
    <w:rsid w:val="004C640B"/>
    <w:rsid w:val="004C669A"/>
    <w:rsid w:val="004D41A9"/>
    <w:rsid w:val="004D5571"/>
    <w:rsid w:val="004D610C"/>
    <w:rsid w:val="004D659A"/>
    <w:rsid w:val="004D6C16"/>
    <w:rsid w:val="004E03D4"/>
    <w:rsid w:val="004E0C59"/>
    <w:rsid w:val="004E4C64"/>
    <w:rsid w:val="004F4FF8"/>
    <w:rsid w:val="005014C3"/>
    <w:rsid w:val="00503198"/>
    <w:rsid w:val="005037ED"/>
    <w:rsid w:val="00504681"/>
    <w:rsid w:val="005051F3"/>
    <w:rsid w:val="00510140"/>
    <w:rsid w:val="00510602"/>
    <w:rsid w:val="005112E0"/>
    <w:rsid w:val="0051382C"/>
    <w:rsid w:val="005140A8"/>
    <w:rsid w:val="0051778D"/>
    <w:rsid w:val="00524C67"/>
    <w:rsid w:val="00526C61"/>
    <w:rsid w:val="00530BC8"/>
    <w:rsid w:val="00531FF0"/>
    <w:rsid w:val="00535E31"/>
    <w:rsid w:val="00535FF0"/>
    <w:rsid w:val="005400E8"/>
    <w:rsid w:val="00540752"/>
    <w:rsid w:val="00541A74"/>
    <w:rsid w:val="00543EA7"/>
    <w:rsid w:val="00544E88"/>
    <w:rsid w:val="00550FBE"/>
    <w:rsid w:val="00551227"/>
    <w:rsid w:val="005538B4"/>
    <w:rsid w:val="00564581"/>
    <w:rsid w:val="005702AE"/>
    <w:rsid w:val="00583687"/>
    <w:rsid w:val="005837FA"/>
    <w:rsid w:val="00586383"/>
    <w:rsid w:val="00586C97"/>
    <w:rsid w:val="005914AB"/>
    <w:rsid w:val="00592B01"/>
    <w:rsid w:val="005A54D8"/>
    <w:rsid w:val="005B0240"/>
    <w:rsid w:val="005B1F70"/>
    <w:rsid w:val="005B4D42"/>
    <w:rsid w:val="005B6B6B"/>
    <w:rsid w:val="005C1650"/>
    <w:rsid w:val="005C2EAA"/>
    <w:rsid w:val="005C638E"/>
    <w:rsid w:val="005D0121"/>
    <w:rsid w:val="005D4063"/>
    <w:rsid w:val="005D475E"/>
    <w:rsid w:val="005D48A9"/>
    <w:rsid w:val="005D541E"/>
    <w:rsid w:val="005D76D0"/>
    <w:rsid w:val="005E1EB3"/>
    <w:rsid w:val="005E682A"/>
    <w:rsid w:val="005E7805"/>
    <w:rsid w:val="005F04B5"/>
    <w:rsid w:val="005F2043"/>
    <w:rsid w:val="005F595C"/>
    <w:rsid w:val="00604BD4"/>
    <w:rsid w:val="00620E43"/>
    <w:rsid w:val="006217E0"/>
    <w:rsid w:val="0062526E"/>
    <w:rsid w:val="00631CFD"/>
    <w:rsid w:val="00634275"/>
    <w:rsid w:val="00650A62"/>
    <w:rsid w:val="0065505D"/>
    <w:rsid w:val="006550F9"/>
    <w:rsid w:val="00655519"/>
    <w:rsid w:val="00661F8F"/>
    <w:rsid w:val="00671219"/>
    <w:rsid w:val="00674436"/>
    <w:rsid w:val="00674CC1"/>
    <w:rsid w:val="00682689"/>
    <w:rsid w:val="00687A4D"/>
    <w:rsid w:val="00687E3A"/>
    <w:rsid w:val="006906A5"/>
    <w:rsid w:val="00694A04"/>
    <w:rsid w:val="006A1B12"/>
    <w:rsid w:val="006A1D1D"/>
    <w:rsid w:val="006A3D69"/>
    <w:rsid w:val="006B3F59"/>
    <w:rsid w:val="006C3C0C"/>
    <w:rsid w:val="006C5299"/>
    <w:rsid w:val="006C52A5"/>
    <w:rsid w:val="006C6B65"/>
    <w:rsid w:val="006C76EB"/>
    <w:rsid w:val="006C78D0"/>
    <w:rsid w:val="006D23E4"/>
    <w:rsid w:val="006D4BA3"/>
    <w:rsid w:val="006D71E6"/>
    <w:rsid w:val="006E452A"/>
    <w:rsid w:val="006F224B"/>
    <w:rsid w:val="006F6D24"/>
    <w:rsid w:val="007070C5"/>
    <w:rsid w:val="007150C1"/>
    <w:rsid w:val="0071647C"/>
    <w:rsid w:val="00716B04"/>
    <w:rsid w:val="007200F6"/>
    <w:rsid w:val="00730CE5"/>
    <w:rsid w:val="007340B2"/>
    <w:rsid w:val="00744798"/>
    <w:rsid w:val="007472E1"/>
    <w:rsid w:val="00751AB1"/>
    <w:rsid w:val="00763DF8"/>
    <w:rsid w:val="00770F8D"/>
    <w:rsid w:val="00772FD5"/>
    <w:rsid w:val="0078505B"/>
    <w:rsid w:val="00786DEF"/>
    <w:rsid w:val="007A60F4"/>
    <w:rsid w:val="007B0631"/>
    <w:rsid w:val="007B0833"/>
    <w:rsid w:val="007B5ED0"/>
    <w:rsid w:val="007C36F4"/>
    <w:rsid w:val="007C426F"/>
    <w:rsid w:val="007C6EEB"/>
    <w:rsid w:val="007C7ACA"/>
    <w:rsid w:val="007D1C4B"/>
    <w:rsid w:val="007E1D36"/>
    <w:rsid w:val="007E51A1"/>
    <w:rsid w:val="007E68C9"/>
    <w:rsid w:val="007E79A0"/>
    <w:rsid w:val="007E7A47"/>
    <w:rsid w:val="007F32EC"/>
    <w:rsid w:val="007F6103"/>
    <w:rsid w:val="00801C32"/>
    <w:rsid w:val="008058D7"/>
    <w:rsid w:val="00806A9A"/>
    <w:rsid w:val="00813CCF"/>
    <w:rsid w:val="0081658D"/>
    <w:rsid w:val="00816EBD"/>
    <w:rsid w:val="00824AEE"/>
    <w:rsid w:val="008253E6"/>
    <w:rsid w:val="00832317"/>
    <w:rsid w:val="0084309D"/>
    <w:rsid w:val="008442A1"/>
    <w:rsid w:val="0084502D"/>
    <w:rsid w:val="00855375"/>
    <w:rsid w:val="00855791"/>
    <w:rsid w:val="00857341"/>
    <w:rsid w:val="008579EE"/>
    <w:rsid w:val="00860AB6"/>
    <w:rsid w:val="00872899"/>
    <w:rsid w:val="0087524B"/>
    <w:rsid w:val="008824C4"/>
    <w:rsid w:val="0088293A"/>
    <w:rsid w:val="00884440"/>
    <w:rsid w:val="00895E5C"/>
    <w:rsid w:val="00897B30"/>
    <w:rsid w:val="008B01DD"/>
    <w:rsid w:val="008B2071"/>
    <w:rsid w:val="008B503E"/>
    <w:rsid w:val="008C516B"/>
    <w:rsid w:val="008C559E"/>
    <w:rsid w:val="008C72F9"/>
    <w:rsid w:val="008D23E7"/>
    <w:rsid w:val="008E058C"/>
    <w:rsid w:val="008E3A00"/>
    <w:rsid w:val="008E4916"/>
    <w:rsid w:val="008E4ED1"/>
    <w:rsid w:val="008E6E3D"/>
    <w:rsid w:val="008F2B91"/>
    <w:rsid w:val="008F5E35"/>
    <w:rsid w:val="0090345D"/>
    <w:rsid w:val="00903EB7"/>
    <w:rsid w:val="00906678"/>
    <w:rsid w:val="0090745A"/>
    <w:rsid w:val="009124E7"/>
    <w:rsid w:val="00920DB3"/>
    <w:rsid w:val="009238E0"/>
    <w:rsid w:val="009262AF"/>
    <w:rsid w:val="00926EAE"/>
    <w:rsid w:val="00932AAF"/>
    <w:rsid w:val="00953E03"/>
    <w:rsid w:val="00954C68"/>
    <w:rsid w:val="00956263"/>
    <w:rsid w:val="009577DE"/>
    <w:rsid w:val="009611FD"/>
    <w:rsid w:val="009679FA"/>
    <w:rsid w:val="00970355"/>
    <w:rsid w:val="00971DF3"/>
    <w:rsid w:val="009761C6"/>
    <w:rsid w:val="00977F7F"/>
    <w:rsid w:val="009836B7"/>
    <w:rsid w:val="009844BB"/>
    <w:rsid w:val="00984881"/>
    <w:rsid w:val="00986A39"/>
    <w:rsid w:val="009877EE"/>
    <w:rsid w:val="00991405"/>
    <w:rsid w:val="00992919"/>
    <w:rsid w:val="009939E6"/>
    <w:rsid w:val="00993CAD"/>
    <w:rsid w:val="009A2E1B"/>
    <w:rsid w:val="009C19A6"/>
    <w:rsid w:val="009C586D"/>
    <w:rsid w:val="009D4A02"/>
    <w:rsid w:val="009D5987"/>
    <w:rsid w:val="009E4043"/>
    <w:rsid w:val="009E6B9B"/>
    <w:rsid w:val="009E70FB"/>
    <w:rsid w:val="009F017A"/>
    <w:rsid w:val="009F0D07"/>
    <w:rsid w:val="009F0DB1"/>
    <w:rsid w:val="009F51AD"/>
    <w:rsid w:val="00A023EB"/>
    <w:rsid w:val="00A10D20"/>
    <w:rsid w:val="00A12B18"/>
    <w:rsid w:val="00A15A26"/>
    <w:rsid w:val="00A26A99"/>
    <w:rsid w:val="00A27CE5"/>
    <w:rsid w:val="00A32F9E"/>
    <w:rsid w:val="00A33338"/>
    <w:rsid w:val="00A36344"/>
    <w:rsid w:val="00A42790"/>
    <w:rsid w:val="00A4473F"/>
    <w:rsid w:val="00A44D9A"/>
    <w:rsid w:val="00A44FAA"/>
    <w:rsid w:val="00A4614D"/>
    <w:rsid w:val="00A479C8"/>
    <w:rsid w:val="00A53272"/>
    <w:rsid w:val="00A53AD8"/>
    <w:rsid w:val="00A53D5B"/>
    <w:rsid w:val="00A6352C"/>
    <w:rsid w:val="00A67F9E"/>
    <w:rsid w:val="00A8050A"/>
    <w:rsid w:val="00A8140B"/>
    <w:rsid w:val="00A815D8"/>
    <w:rsid w:val="00A86C27"/>
    <w:rsid w:val="00A90A23"/>
    <w:rsid w:val="00A93122"/>
    <w:rsid w:val="00AA2F18"/>
    <w:rsid w:val="00AA7A8A"/>
    <w:rsid w:val="00AB1461"/>
    <w:rsid w:val="00AB3140"/>
    <w:rsid w:val="00AC0489"/>
    <w:rsid w:val="00AC5A9E"/>
    <w:rsid w:val="00AD2453"/>
    <w:rsid w:val="00AE03F0"/>
    <w:rsid w:val="00AF6D2C"/>
    <w:rsid w:val="00B025BD"/>
    <w:rsid w:val="00B03A46"/>
    <w:rsid w:val="00B0563F"/>
    <w:rsid w:val="00B11632"/>
    <w:rsid w:val="00B130EA"/>
    <w:rsid w:val="00B1775E"/>
    <w:rsid w:val="00B25C86"/>
    <w:rsid w:val="00B26066"/>
    <w:rsid w:val="00B26F50"/>
    <w:rsid w:val="00B3075C"/>
    <w:rsid w:val="00B3244A"/>
    <w:rsid w:val="00B4097C"/>
    <w:rsid w:val="00B41F57"/>
    <w:rsid w:val="00B468FF"/>
    <w:rsid w:val="00B55171"/>
    <w:rsid w:val="00B566BC"/>
    <w:rsid w:val="00B7038F"/>
    <w:rsid w:val="00B730CD"/>
    <w:rsid w:val="00B76C0B"/>
    <w:rsid w:val="00B936B7"/>
    <w:rsid w:val="00B95CA7"/>
    <w:rsid w:val="00B97DEA"/>
    <w:rsid w:val="00BA1032"/>
    <w:rsid w:val="00BA6AB5"/>
    <w:rsid w:val="00BA73A0"/>
    <w:rsid w:val="00BB287F"/>
    <w:rsid w:val="00BB728D"/>
    <w:rsid w:val="00BB7318"/>
    <w:rsid w:val="00BC3AC0"/>
    <w:rsid w:val="00BD08A2"/>
    <w:rsid w:val="00BD0CA1"/>
    <w:rsid w:val="00BD10E0"/>
    <w:rsid w:val="00BD3E12"/>
    <w:rsid w:val="00BD6BC9"/>
    <w:rsid w:val="00BD6E6B"/>
    <w:rsid w:val="00BD705D"/>
    <w:rsid w:val="00BF0F6F"/>
    <w:rsid w:val="00BF1458"/>
    <w:rsid w:val="00BF31A1"/>
    <w:rsid w:val="00BF45F5"/>
    <w:rsid w:val="00BF4A5B"/>
    <w:rsid w:val="00BF66DB"/>
    <w:rsid w:val="00C015A6"/>
    <w:rsid w:val="00C077BF"/>
    <w:rsid w:val="00C116D5"/>
    <w:rsid w:val="00C13BB3"/>
    <w:rsid w:val="00C14843"/>
    <w:rsid w:val="00C14C50"/>
    <w:rsid w:val="00C17625"/>
    <w:rsid w:val="00C21223"/>
    <w:rsid w:val="00C2132B"/>
    <w:rsid w:val="00C27C8E"/>
    <w:rsid w:val="00C318CB"/>
    <w:rsid w:val="00C32445"/>
    <w:rsid w:val="00C37CB2"/>
    <w:rsid w:val="00C4584A"/>
    <w:rsid w:val="00C52E8F"/>
    <w:rsid w:val="00C55685"/>
    <w:rsid w:val="00C57674"/>
    <w:rsid w:val="00C577A3"/>
    <w:rsid w:val="00C623A2"/>
    <w:rsid w:val="00C71F3A"/>
    <w:rsid w:val="00C741F2"/>
    <w:rsid w:val="00C74C85"/>
    <w:rsid w:val="00C75EC9"/>
    <w:rsid w:val="00C7631D"/>
    <w:rsid w:val="00C76A66"/>
    <w:rsid w:val="00C81D3C"/>
    <w:rsid w:val="00C820B8"/>
    <w:rsid w:val="00C84A4F"/>
    <w:rsid w:val="00C91119"/>
    <w:rsid w:val="00C91138"/>
    <w:rsid w:val="00C91544"/>
    <w:rsid w:val="00C927DE"/>
    <w:rsid w:val="00CA2E52"/>
    <w:rsid w:val="00CA770F"/>
    <w:rsid w:val="00CB00E8"/>
    <w:rsid w:val="00CB43A7"/>
    <w:rsid w:val="00CC1DAA"/>
    <w:rsid w:val="00CC2ED2"/>
    <w:rsid w:val="00CD0FEA"/>
    <w:rsid w:val="00CD129C"/>
    <w:rsid w:val="00CD2A5C"/>
    <w:rsid w:val="00CD2B2E"/>
    <w:rsid w:val="00CE076D"/>
    <w:rsid w:val="00CE19A3"/>
    <w:rsid w:val="00CE2CBE"/>
    <w:rsid w:val="00CE3DEB"/>
    <w:rsid w:val="00CF0798"/>
    <w:rsid w:val="00CF3629"/>
    <w:rsid w:val="00D056D6"/>
    <w:rsid w:val="00D12B4F"/>
    <w:rsid w:val="00D140CE"/>
    <w:rsid w:val="00D158AC"/>
    <w:rsid w:val="00D217BB"/>
    <w:rsid w:val="00D2568F"/>
    <w:rsid w:val="00D26CE9"/>
    <w:rsid w:val="00D27000"/>
    <w:rsid w:val="00D503D4"/>
    <w:rsid w:val="00D532E6"/>
    <w:rsid w:val="00D53C35"/>
    <w:rsid w:val="00D55312"/>
    <w:rsid w:val="00D64FBC"/>
    <w:rsid w:val="00D664AB"/>
    <w:rsid w:val="00D66BDE"/>
    <w:rsid w:val="00D674B7"/>
    <w:rsid w:val="00D81B29"/>
    <w:rsid w:val="00D92C99"/>
    <w:rsid w:val="00DA1133"/>
    <w:rsid w:val="00DA166F"/>
    <w:rsid w:val="00DA5E73"/>
    <w:rsid w:val="00DB443E"/>
    <w:rsid w:val="00DB51D3"/>
    <w:rsid w:val="00DB6675"/>
    <w:rsid w:val="00DB71F5"/>
    <w:rsid w:val="00DC0625"/>
    <w:rsid w:val="00DC37FA"/>
    <w:rsid w:val="00DC4301"/>
    <w:rsid w:val="00DC568B"/>
    <w:rsid w:val="00DC6B1E"/>
    <w:rsid w:val="00DE0372"/>
    <w:rsid w:val="00DE0876"/>
    <w:rsid w:val="00DE1EC9"/>
    <w:rsid w:val="00DE20F4"/>
    <w:rsid w:val="00DE3811"/>
    <w:rsid w:val="00DE58F3"/>
    <w:rsid w:val="00DF1067"/>
    <w:rsid w:val="00DF4B44"/>
    <w:rsid w:val="00E06483"/>
    <w:rsid w:val="00E06CB3"/>
    <w:rsid w:val="00E06EE8"/>
    <w:rsid w:val="00E15053"/>
    <w:rsid w:val="00E15F37"/>
    <w:rsid w:val="00E17E71"/>
    <w:rsid w:val="00E31417"/>
    <w:rsid w:val="00E33749"/>
    <w:rsid w:val="00E345BE"/>
    <w:rsid w:val="00E356CB"/>
    <w:rsid w:val="00E45478"/>
    <w:rsid w:val="00E54E34"/>
    <w:rsid w:val="00E62CF6"/>
    <w:rsid w:val="00E70B37"/>
    <w:rsid w:val="00E71464"/>
    <w:rsid w:val="00E7176F"/>
    <w:rsid w:val="00E82833"/>
    <w:rsid w:val="00E95C32"/>
    <w:rsid w:val="00EA0183"/>
    <w:rsid w:val="00EA3A83"/>
    <w:rsid w:val="00EA620C"/>
    <w:rsid w:val="00EA6984"/>
    <w:rsid w:val="00EA6DC7"/>
    <w:rsid w:val="00EA760A"/>
    <w:rsid w:val="00EB4657"/>
    <w:rsid w:val="00EC28EC"/>
    <w:rsid w:val="00EC5745"/>
    <w:rsid w:val="00EC5947"/>
    <w:rsid w:val="00ED2133"/>
    <w:rsid w:val="00ED33CB"/>
    <w:rsid w:val="00ED38F5"/>
    <w:rsid w:val="00EE0798"/>
    <w:rsid w:val="00EF25DE"/>
    <w:rsid w:val="00EF2839"/>
    <w:rsid w:val="00EF2E21"/>
    <w:rsid w:val="00EF50D2"/>
    <w:rsid w:val="00EF53AC"/>
    <w:rsid w:val="00F06FDD"/>
    <w:rsid w:val="00F100CE"/>
    <w:rsid w:val="00F122E5"/>
    <w:rsid w:val="00F1383D"/>
    <w:rsid w:val="00F17F18"/>
    <w:rsid w:val="00F249AD"/>
    <w:rsid w:val="00F2662D"/>
    <w:rsid w:val="00F27E3B"/>
    <w:rsid w:val="00F33C5E"/>
    <w:rsid w:val="00F35436"/>
    <w:rsid w:val="00F3663A"/>
    <w:rsid w:val="00F40097"/>
    <w:rsid w:val="00F4381D"/>
    <w:rsid w:val="00F516FD"/>
    <w:rsid w:val="00F51C8E"/>
    <w:rsid w:val="00F51EEB"/>
    <w:rsid w:val="00F55F0F"/>
    <w:rsid w:val="00F67356"/>
    <w:rsid w:val="00F72310"/>
    <w:rsid w:val="00F7614C"/>
    <w:rsid w:val="00F84295"/>
    <w:rsid w:val="00F96082"/>
    <w:rsid w:val="00FA5D92"/>
    <w:rsid w:val="00FB3B9D"/>
    <w:rsid w:val="00FB5759"/>
    <w:rsid w:val="00FB5BD0"/>
    <w:rsid w:val="00FB6E77"/>
    <w:rsid w:val="00FC3E6F"/>
    <w:rsid w:val="00FD18AD"/>
    <w:rsid w:val="00FD7B1C"/>
    <w:rsid w:val="00FE4625"/>
    <w:rsid w:val="00FE4841"/>
    <w:rsid w:val="00FF40C6"/>
    <w:rsid w:val="00FF4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F5B27-C9D1-458D-BCDC-DDDB8F73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00AC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00A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00A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00A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00A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00A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00ACB"/>
  </w:style>
  <w:style w:type="paragraph" w:customStyle="1" w:styleId="ConsPlusTitle">
    <w:name w:val="ConsPlusTitle"/>
    <w:rsid w:val="00F249A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3">
    <w:name w:val="Hyperlink"/>
    <w:rsid w:val="00400ACB"/>
    <w:rPr>
      <w:color w:val="0000FF"/>
      <w:u w:val="none"/>
    </w:rPr>
  </w:style>
  <w:style w:type="character" w:styleId="a4">
    <w:name w:val="annotation reference"/>
    <w:uiPriority w:val="99"/>
    <w:semiHidden/>
    <w:unhideWhenUsed/>
    <w:rsid w:val="00674436"/>
    <w:rPr>
      <w:sz w:val="16"/>
      <w:szCs w:val="16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400ACB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74436"/>
    <w:rPr>
      <w:rFonts w:ascii="Courier" w:eastAsia="Times New Roman" w:hAnsi="Courier"/>
      <w:sz w:val="22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744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7443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744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67443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BD6BC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link w:val="ConsPlusNonformat0"/>
    <w:uiPriority w:val="99"/>
    <w:qFormat/>
    <w:rsid w:val="00FE48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FE48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FE48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FE48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FE4841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FE4841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printc">
    <w:name w:val="printc"/>
    <w:basedOn w:val="a"/>
    <w:rsid w:val="00FE484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rintj">
    <w:name w:val="printj"/>
    <w:basedOn w:val="a"/>
    <w:rsid w:val="00FE4841"/>
    <w:pPr>
      <w:spacing w:before="100" w:beforeAutospacing="1" w:after="100" w:afterAutospacing="1"/>
    </w:pPr>
    <w:rPr>
      <w:rFonts w:ascii="Times New Roman" w:hAnsi="Times New Roman"/>
    </w:rPr>
  </w:style>
  <w:style w:type="paragraph" w:styleId="ab">
    <w:name w:val="List Paragraph"/>
    <w:basedOn w:val="a"/>
    <w:uiPriority w:val="34"/>
    <w:qFormat/>
    <w:rsid w:val="00FE4841"/>
    <w:pPr>
      <w:ind w:left="720"/>
      <w:contextualSpacing/>
    </w:pPr>
    <w:rPr>
      <w:rFonts w:ascii="Times New Roman" w:hAnsi="Times New Roman"/>
    </w:rPr>
  </w:style>
  <w:style w:type="paragraph" w:styleId="ac">
    <w:name w:val="header"/>
    <w:basedOn w:val="a"/>
    <w:link w:val="ad"/>
    <w:uiPriority w:val="99"/>
    <w:rsid w:val="00FE4841"/>
    <w:pPr>
      <w:tabs>
        <w:tab w:val="center" w:pos="4153"/>
        <w:tab w:val="right" w:pos="8306"/>
      </w:tabs>
    </w:pPr>
    <w:rPr>
      <w:rFonts w:ascii="Times New Roman" w:hAnsi="Times New Roman"/>
      <w:sz w:val="26"/>
      <w:szCs w:val="20"/>
    </w:rPr>
  </w:style>
  <w:style w:type="character" w:customStyle="1" w:styleId="ad">
    <w:name w:val="Верхний колонтитул Знак"/>
    <w:link w:val="ac"/>
    <w:uiPriority w:val="99"/>
    <w:rsid w:val="00FE484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uiPriority w:val="99"/>
    <w:rsid w:val="00FE484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table" w:styleId="ae">
    <w:name w:val="Table Grid"/>
    <w:basedOn w:val="a1"/>
    <w:uiPriority w:val="59"/>
    <w:rsid w:val="00843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link w:val="1"/>
    <w:rsid w:val="004D6C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D6C1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4D6C1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D6C16"/>
    <w:rPr>
      <w:rFonts w:ascii="Arial" w:eastAsia="Times New Roman" w:hAnsi="Arial"/>
      <w:b/>
      <w:bCs/>
      <w:sz w:val="26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4D6C16"/>
  </w:style>
  <w:style w:type="paragraph" w:styleId="af">
    <w:name w:val="footer"/>
    <w:basedOn w:val="a"/>
    <w:link w:val="af0"/>
    <w:uiPriority w:val="99"/>
    <w:unhideWhenUsed/>
    <w:rsid w:val="004D6C1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D6C1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4D6C16"/>
    <w:pPr>
      <w:widowControl w:val="0"/>
      <w:autoSpaceDE w:val="0"/>
      <w:autoSpaceDN w:val="0"/>
      <w:adjustRightInd w:val="0"/>
      <w:spacing w:line="485" w:lineRule="exact"/>
      <w:ind w:firstLine="542"/>
    </w:pPr>
    <w:rPr>
      <w:rFonts w:ascii="Times New Roman" w:hAnsi="Times New Roman"/>
    </w:rPr>
  </w:style>
  <w:style w:type="character" w:customStyle="1" w:styleId="ConsPlusNormal0">
    <w:name w:val="ConsPlusNormal Знак"/>
    <w:link w:val="ConsPlusNormal"/>
    <w:rsid w:val="004D6C16"/>
    <w:rPr>
      <w:rFonts w:ascii="Calibri" w:eastAsia="Times New Roman" w:hAnsi="Calibri" w:cs="Calibri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D6C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uiPriority w:val="99"/>
    <w:rsid w:val="004D6C1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21">
    <w:name w:val="Body Text Indent 2"/>
    <w:basedOn w:val="a"/>
    <w:link w:val="22"/>
    <w:rsid w:val="004D6C16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link w:val="21"/>
    <w:rsid w:val="004D6C1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4D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D6C16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4D6C16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4D6C16"/>
    <w:rPr>
      <w:vertAlign w:val="superscript"/>
    </w:rPr>
  </w:style>
  <w:style w:type="paragraph" w:styleId="af4">
    <w:name w:val="Normal (Web)"/>
    <w:basedOn w:val="a"/>
    <w:uiPriority w:val="99"/>
    <w:semiHidden/>
    <w:unhideWhenUsed/>
    <w:rsid w:val="004D6C16"/>
    <w:pPr>
      <w:spacing w:before="100" w:beforeAutospacing="1" w:after="100" w:afterAutospacing="1"/>
    </w:pPr>
    <w:rPr>
      <w:rFonts w:ascii="Times New Roman" w:hAnsi="Times New Roman"/>
    </w:rPr>
  </w:style>
  <w:style w:type="paragraph" w:styleId="23">
    <w:name w:val="Body Text 2"/>
    <w:basedOn w:val="a"/>
    <w:link w:val="24"/>
    <w:uiPriority w:val="99"/>
    <w:unhideWhenUsed/>
    <w:rsid w:val="004D6C1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4D6C16"/>
    <w:rPr>
      <w:rFonts w:ascii="Arial" w:eastAsia="Times New Roman" w:hAnsi="Arial" w:cs="Times New Roman"/>
      <w:sz w:val="24"/>
      <w:szCs w:val="24"/>
      <w:lang w:eastAsia="ru-RU"/>
    </w:rPr>
  </w:style>
  <w:style w:type="character" w:styleId="HTML">
    <w:name w:val="HTML Variable"/>
    <w:aliases w:val="!Ссылки в документе"/>
    <w:rsid w:val="00400AC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400A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5">
    <w:name w:val="No Spacing"/>
    <w:uiPriority w:val="1"/>
    <w:qFormat/>
    <w:rsid w:val="00C14843"/>
    <w:rPr>
      <w:rFonts w:eastAsia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F4381D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F4381D"/>
    <w:rPr>
      <w:rFonts w:ascii="Tahoma" w:hAnsi="Tahoma" w:cs="Tahoma"/>
      <w:sz w:val="16"/>
      <w:szCs w:val="16"/>
    </w:rPr>
  </w:style>
  <w:style w:type="paragraph" w:customStyle="1" w:styleId="NoSpacing1">
    <w:name w:val="No Spacing1"/>
    <w:uiPriority w:val="99"/>
    <w:rsid w:val="00C927DE"/>
    <w:rPr>
      <w:rFonts w:eastAsia="Times New Roman"/>
      <w:sz w:val="22"/>
      <w:szCs w:val="22"/>
    </w:rPr>
  </w:style>
  <w:style w:type="paragraph" w:customStyle="1" w:styleId="Application">
    <w:name w:val="Application!Приложение"/>
    <w:rsid w:val="00400AC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00AC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00AC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00AC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1;n=41031;fld=134;dst=100154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77A33-DDFD-4F4E-AA02-5C7CEF77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61</Pages>
  <Words>17788</Words>
  <Characters>101393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118944</CharactersWithSpaces>
  <SharedDoc>false</SharedDoc>
  <HLinks>
    <vt:vector size="24" baseType="variant">
      <vt:variant>
        <vt:i4>262160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consultantplus://offline/main?base=RLAW181;n=41031;fld=134;dst=100154</vt:lpwstr>
      </vt:variant>
      <vt:variant>
        <vt:lpwstr/>
      </vt:variant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Погорелова Лилия Павловна</dc:creator>
  <cp:keywords/>
  <cp:lastModifiedBy>Погорелова Лилия Павловна</cp:lastModifiedBy>
  <cp:revision>1</cp:revision>
  <cp:lastPrinted>2020-11-02T14:07:00Z</cp:lastPrinted>
  <dcterms:created xsi:type="dcterms:W3CDTF">2024-09-17T07:37:00Z</dcterms:created>
  <dcterms:modified xsi:type="dcterms:W3CDTF">2024-09-17T07:37:00Z</dcterms:modified>
</cp:coreProperties>
</file>