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793" w:rsidRDefault="00157793" w:rsidP="00157793">
      <w:pPr>
        <w:ind w:firstLine="0"/>
        <w:jc w:val="left"/>
        <w:rPr>
          <w:noProof/>
        </w:rPr>
      </w:pPr>
    </w:p>
    <w:p w:rsidR="001950B2" w:rsidRDefault="001950B2" w:rsidP="00157793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tab/>
      </w:r>
    </w:p>
    <w:p w:rsidR="001950B2" w:rsidRDefault="001950B2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157793" w:rsidRDefault="00157793" w:rsidP="001950B2">
      <w:pPr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58161C" w:rsidRDefault="0058161C" w:rsidP="009616FA">
      <w:pPr>
        <w:pStyle w:val="a5"/>
      </w:pPr>
    </w:p>
    <w:p w:rsidR="00157793" w:rsidRDefault="00157793" w:rsidP="009616FA">
      <w:pPr>
        <w:pStyle w:val="a5"/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от 20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.2024</w:t>
      </w:r>
      <w:r w:rsidR="00FD60AB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111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2025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7551B8">
        <w:rPr>
          <w:rFonts w:ascii="Times New Roman" w:hAnsi="Times New Roman"/>
          <w:color w:val="000000" w:themeColor="text1"/>
          <w:sz w:val="26"/>
          <w:szCs w:val="26"/>
        </w:rPr>
        <w:t>плановый период 2026 и 2027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 района </w:t>
      </w:r>
      <w:r w:rsidR="00161515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</w:t>
      </w:r>
      <w:r w:rsidR="002B67B7" w:rsidRPr="007F5DC6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B9761A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5F7A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3 003 117,7</w:t>
            </w:r>
            <w:r w:rsidR="00B9761A"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B9761A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9761A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B9761A"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804 965,88</w:t>
            </w: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E31529"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9761A"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378 773,6</w:t>
            </w: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9761A"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 w:rsidR="00562E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375,26</w:t>
            </w:r>
            <w:r w:rsidR="00132FDF"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B552AA" w:rsidRPr="00B9761A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B9761A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5D3AA2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всего 315 </w:t>
            </w:r>
            <w:r w:rsidR="00B552AA" w:rsidRPr="00B976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821,3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245 434,4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261,0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953,42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806,68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012,3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всего 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675 180,6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214 490,4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272 434,8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7551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188 255,5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 – всего </w:t>
            </w:r>
            <w:r w:rsidR="00C66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783 998,4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C66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101 223,7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C66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370 222,8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района Воронежской области </w:t>
            </w:r>
            <w:r w:rsidR="00C66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312 551,9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31D69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300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B3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300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 тыс.рублей, внебюджетные 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31D69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всего 30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</w:t>
            </w:r>
            <w:r w:rsidR="00B31D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30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B31D69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30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</w:t>
            </w:r>
            <w:r w:rsidR="00B31D69">
              <w:rPr>
                <w:rFonts w:ascii="Times New Roman" w:hAnsi="Times New Roman"/>
                <w:color w:val="000000"/>
              </w:rPr>
              <w:t>ежской области 30</w:t>
            </w:r>
            <w:r w:rsidRPr="00B17AD9">
              <w:rPr>
                <w:rFonts w:ascii="Times New Roman" w:hAnsi="Times New Roman"/>
                <w:color w:val="000000"/>
              </w:rPr>
              <w:t>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C5E" w:rsidRDefault="00E86C5E" w:rsidP="00510A87">
      <w:r>
        <w:separator/>
      </w:r>
    </w:p>
  </w:endnote>
  <w:endnote w:type="continuationSeparator" w:id="1">
    <w:p w:rsidR="00E86C5E" w:rsidRDefault="00E86C5E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C5E" w:rsidRDefault="00E86C5E" w:rsidP="00510A87">
      <w:r>
        <w:separator/>
      </w:r>
    </w:p>
  </w:footnote>
  <w:footnote w:type="continuationSeparator" w:id="1">
    <w:p w:rsidR="00E86C5E" w:rsidRDefault="00E86C5E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14BF"/>
    <w:rsid w:val="0005518C"/>
    <w:rsid w:val="000557A1"/>
    <w:rsid w:val="0005596A"/>
    <w:rsid w:val="00062C32"/>
    <w:rsid w:val="0006357B"/>
    <w:rsid w:val="000722C6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3143"/>
    <w:rsid w:val="00117C24"/>
    <w:rsid w:val="00120138"/>
    <w:rsid w:val="00131E32"/>
    <w:rsid w:val="00132FDF"/>
    <w:rsid w:val="00135C6C"/>
    <w:rsid w:val="0013641E"/>
    <w:rsid w:val="00136DA8"/>
    <w:rsid w:val="00145742"/>
    <w:rsid w:val="00146A67"/>
    <w:rsid w:val="00146D5A"/>
    <w:rsid w:val="001510C5"/>
    <w:rsid w:val="00151DEE"/>
    <w:rsid w:val="00152A69"/>
    <w:rsid w:val="00157793"/>
    <w:rsid w:val="00161515"/>
    <w:rsid w:val="00164F55"/>
    <w:rsid w:val="001652CD"/>
    <w:rsid w:val="0016658C"/>
    <w:rsid w:val="0017015B"/>
    <w:rsid w:val="0017796F"/>
    <w:rsid w:val="0018594A"/>
    <w:rsid w:val="001950B2"/>
    <w:rsid w:val="001A0256"/>
    <w:rsid w:val="001A26F2"/>
    <w:rsid w:val="001B45C6"/>
    <w:rsid w:val="001C28EF"/>
    <w:rsid w:val="001C619B"/>
    <w:rsid w:val="001D099D"/>
    <w:rsid w:val="001E15F3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0ACB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38A9"/>
    <w:rsid w:val="00354EEF"/>
    <w:rsid w:val="00365E50"/>
    <w:rsid w:val="00374F63"/>
    <w:rsid w:val="00381177"/>
    <w:rsid w:val="00383B54"/>
    <w:rsid w:val="00384072"/>
    <w:rsid w:val="00386BD0"/>
    <w:rsid w:val="00387013"/>
    <w:rsid w:val="003948FE"/>
    <w:rsid w:val="0039733F"/>
    <w:rsid w:val="003A201A"/>
    <w:rsid w:val="003A37BD"/>
    <w:rsid w:val="003A45A2"/>
    <w:rsid w:val="003A56A3"/>
    <w:rsid w:val="003A5C81"/>
    <w:rsid w:val="003B36B7"/>
    <w:rsid w:val="003B4C8B"/>
    <w:rsid w:val="003B6287"/>
    <w:rsid w:val="003B7938"/>
    <w:rsid w:val="003C0C68"/>
    <w:rsid w:val="003C1B35"/>
    <w:rsid w:val="003D4360"/>
    <w:rsid w:val="003D6ED9"/>
    <w:rsid w:val="003D7ED5"/>
    <w:rsid w:val="003E13DE"/>
    <w:rsid w:val="003E68DB"/>
    <w:rsid w:val="003F0151"/>
    <w:rsid w:val="003F256C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10A3"/>
    <w:rsid w:val="004A59E2"/>
    <w:rsid w:val="004A5B81"/>
    <w:rsid w:val="004B18BD"/>
    <w:rsid w:val="004C72F0"/>
    <w:rsid w:val="004D7D90"/>
    <w:rsid w:val="004E26AC"/>
    <w:rsid w:val="004E42FE"/>
    <w:rsid w:val="004E720E"/>
    <w:rsid w:val="004E753C"/>
    <w:rsid w:val="00510A87"/>
    <w:rsid w:val="0051495C"/>
    <w:rsid w:val="005255C0"/>
    <w:rsid w:val="005260BB"/>
    <w:rsid w:val="00526571"/>
    <w:rsid w:val="005267A6"/>
    <w:rsid w:val="0053133F"/>
    <w:rsid w:val="005316FD"/>
    <w:rsid w:val="0053194A"/>
    <w:rsid w:val="00532C55"/>
    <w:rsid w:val="00534475"/>
    <w:rsid w:val="00544F6B"/>
    <w:rsid w:val="0054596E"/>
    <w:rsid w:val="00554532"/>
    <w:rsid w:val="00560BA6"/>
    <w:rsid w:val="005612A2"/>
    <w:rsid w:val="00562EBF"/>
    <w:rsid w:val="00562EFE"/>
    <w:rsid w:val="00564BE7"/>
    <w:rsid w:val="00570EDD"/>
    <w:rsid w:val="00575378"/>
    <w:rsid w:val="00575639"/>
    <w:rsid w:val="0057774E"/>
    <w:rsid w:val="0058161C"/>
    <w:rsid w:val="00592186"/>
    <w:rsid w:val="005A109F"/>
    <w:rsid w:val="005A21F2"/>
    <w:rsid w:val="005A33B3"/>
    <w:rsid w:val="005C2CB2"/>
    <w:rsid w:val="005C3E33"/>
    <w:rsid w:val="005C770C"/>
    <w:rsid w:val="005D22BE"/>
    <w:rsid w:val="005D3AA2"/>
    <w:rsid w:val="005D3FAF"/>
    <w:rsid w:val="005D74DA"/>
    <w:rsid w:val="005E383E"/>
    <w:rsid w:val="005E4E90"/>
    <w:rsid w:val="005E4F75"/>
    <w:rsid w:val="005E6FCC"/>
    <w:rsid w:val="005F7ADA"/>
    <w:rsid w:val="00601AEE"/>
    <w:rsid w:val="0060239D"/>
    <w:rsid w:val="00603C0F"/>
    <w:rsid w:val="006066A8"/>
    <w:rsid w:val="0061422F"/>
    <w:rsid w:val="00616D1A"/>
    <w:rsid w:val="00617514"/>
    <w:rsid w:val="006202AC"/>
    <w:rsid w:val="006212E6"/>
    <w:rsid w:val="00622022"/>
    <w:rsid w:val="00625650"/>
    <w:rsid w:val="0062597F"/>
    <w:rsid w:val="00637643"/>
    <w:rsid w:val="006436BB"/>
    <w:rsid w:val="00643838"/>
    <w:rsid w:val="00645E01"/>
    <w:rsid w:val="00651BA8"/>
    <w:rsid w:val="00654545"/>
    <w:rsid w:val="006549D2"/>
    <w:rsid w:val="00661779"/>
    <w:rsid w:val="00662FE1"/>
    <w:rsid w:val="00666116"/>
    <w:rsid w:val="00687859"/>
    <w:rsid w:val="0069401A"/>
    <w:rsid w:val="00697D72"/>
    <w:rsid w:val="006A0242"/>
    <w:rsid w:val="006A123B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51B8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47CC"/>
    <w:rsid w:val="0079748A"/>
    <w:rsid w:val="007B16E1"/>
    <w:rsid w:val="007B49D1"/>
    <w:rsid w:val="007C3AA1"/>
    <w:rsid w:val="007C3EF3"/>
    <w:rsid w:val="007D47A8"/>
    <w:rsid w:val="007D5B91"/>
    <w:rsid w:val="007F5DC6"/>
    <w:rsid w:val="0080107A"/>
    <w:rsid w:val="008102EC"/>
    <w:rsid w:val="00830A70"/>
    <w:rsid w:val="00840395"/>
    <w:rsid w:val="008422C4"/>
    <w:rsid w:val="0084240D"/>
    <w:rsid w:val="008517B5"/>
    <w:rsid w:val="008561D6"/>
    <w:rsid w:val="008568CE"/>
    <w:rsid w:val="00856BC6"/>
    <w:rsid w:val="00866977"/>
    <w:rsid w:val="008719F8"/>
    <w:rsid w:val="008733E8"/>
    <w:rsid w:val="00875F66"/>
    <w:rsid w:val="008769D2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13883"/>
    <w:rsid w:val="0091621D"/>
    <w:rsid w:val="00921BB2"/>
    <w:rsid w:val="009429B1"/>
    <w:rsid w:val="0094738A"/>
    <w:rsid w:val="009548FD"/>
    <w:rsid w:val="00955010"/>
    <w:rsid w:val="009616FA"/>
    <w:rsid w:val="00961C16"/>
    <w:rsid w:val="0096587F"/>
    <w:rsid w:val="0096676C"/>
    <w:rsid w:val="009725AF"/>
    <w:rsid w:val="0097479F"/>
    <w:rsid w:val="00975444"/>
    <w:rsid w:val="00982E03"/>
    <w:rsid w:val="0099079C"/>
    <w:rsid w:val="009923B9"/>
    <w:rsid w:val="00992771"/>
    <w:rsid w:val="00996831"/>
    <w:rsid w:val="009C11CE"/>
    <w:rsid w:val="009C44F3"/>
    <w:rsid w:val="009D2B3E"/>
    <w:rsid w:val="009D6491"/>
    <w:rsid w:val="009E36E8"/>
    <w:rsid w:val="009F4C65"/>
    <w:rsid w:val="00A016FC"/>
    <w:rsid w:val="00A021C3"/>
    <w:rsid w:val="00A2094F"/>
    <w:rsid w:val="00A27308"/>
    <w:rsid w:val="00A27E80"/>
    <w:rsid w:val="00A44C61"/>
    <w:rsid w:val="00A45923"/>
    <w:rsid w:val="00A57344"/>
    <w:rsid w:val="00A57C23"/>
    <w:rsid w:val="00A63A2C"/>
    <w:rsid w:val="00A71A68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C13CB"/>
    <w:rsid w:val="00AD11A8"/>
    <w:rsid w:val="00AD6E6D"/>
    <w:rsid w:val="00AE0DA3"/>
    <w:rsid w:val="00AF0D38"/>
    <w:rsid w:val="00AF31BC"/>
    <w:rsid w:val="00AF4F5B"/>
    <w:rsid w:val="00AF7116"/>
    <w:rsid w:val="00B00ACA"/>
    <w:rsid w:val="00B046D0"/>
    <w:rsid w:val="00B174C3"/>
    <w:rsid w:val="00B2281E"/>
    <w:rsid w:val="00B24C69"/>
    <w:rsid w:val="00B264F3"/>
    <w:rsid w:val="00B30FF6"/>
    <w:rsid w:val="00B31D69"/>
    <w:rsid w:val="00B354B7"/>
    <w:rsid w:val="00B42338"/>
    <w:rsid w:val="00B43C0F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9761A"/>
    <w:rsid w:val="00BA1E14"/>
    <w:rsid w:val="00BB0F14"/>
    <w:rsid w:val="00BB3141"/>
    <w:rsid w:val="00BB6147"/>
    <w:rsid w:val="00BC04FF"/>
    <w:rsid w:val="00BC2B0B"/>
    <w:rsid w:val="00BC656C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66D84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CF0E7F"/>
    <w:rsid w:val="00D00389"/>
    <w:rsid w:val="00D014EA"/>
    <w:rsid w:val="00D11414"/>
    <w:rsid w:val="00D152A5"/>
    <w:rsid w:val="00D15D48"/>
    <w:rsid w:val="00D179D6"/>
    <w:rsid w:val="00D322F2"/>
    <w:rsid w:val="00D3256F"/>
    <w:rsid w:val="00D34E90"/>
    <w:rsid w:val="00D415EE"/>
    <w:rsid w:val="00D41D61"/>
    <w:rsid w:val="00D42059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0DD5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24447"/>
    <w:rsid w:val="00E3038E"/>
    <w:rsid w:val="00E309B7"/>
    <w:rsid w:val="00E31529"/>
    <w:rsid w:val="00E35127"/>
    <w:rsid w:val="00E42D3A"/>
    <w:rsid w:val="00E53B43"/>
    <w:rsid w:val="00E55E87"/>
    <w:rsid w:val="00E615BE"/>
    <w:rsid w:val="00E6573A"/>
    <w:rsid w:val="00E75E72"/>
    <w:rsid w:val="00E76650"/>
    <w:rsid w:val="00E83F80"/>
    <w:rsid w:val="00E84DDF"/>
    <w:rsid w:val="00E86162"/>
    <w:rsid w:val="00E86C5E"/>
    <w:rsid w:val="00E92CD1"/>
    <w:rsid w:val="00E944B4"/>
    <w:rsid w:val="00E97F18"/>
    <w:rsid w:val="00EA0EE0"/>
    <w:rsid w:val="00EA542E"/>
    <w:rsid w:val="00EA65FB"/>
    <w:rsid w:val="00EB18AB"/>
    <w:rsid w:val="00EB3E85"/>
    <w:rsid w:val="00ED271D"/>
    <w:rsid w:val="00EE3497"/>
    <w:rsid w:val="00EE34E4"/>
    <w:rsid w:val="00EE5200"/>
    <w:rsid w:val="00EE7CFB"/>
    <w:rsid w:val="00F014CA"/>
    <w:rsid w:val="00F237B7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87D78"/>
    <w:rsid w:val="00F91093"/>
    <w:rsid w:val="00F934B6"/>
    <w:rsid w:val="00FA07C1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2AD"/>
    <w:rsid w:val="00FE39B5"/>
    <w:rsid w:val="00FE3F29"/>
    <w:rsid w:val="00FE4C0F"/>
    <w:rsid w:val="00FE62EA"/>
    <w:rsid w:val="00FF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5410-DFEF-4628-8044-7CA80E5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268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65</cp:revision>
  <cp:lastPrinted>2025-05-07T06:57:00Z</cp:lastPrinted>
  <dcterms:created xsi:type="dcterms:W3CDTF">2023-12-11T11:56:00Z</dcterms:created>
  <dcterms:modified xsi:type="dcterms:W3CDTF">2025-05-07T06:57:00Z</dcterms:modified>
</cp:coreProperties>
</file>