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FD60AB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О внесении изменений в постановление</w:t>
      </w:r>
    </w:p>
    <w:p w:rsidR="00FD60AB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администрации Павловского муниципального района</w:t>
      </w:r>
    </w:p>
    <w:p w:rsidR="001F485B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 от 22.10.2020 № 700</w:t>
      </w:r>
    </w:p>
    <w:p w:rsidR="0060239D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0239D" w:rsidRPr="00FD60AB">
        <w:rPr>
          <w:rFonts w:ascii="Times New Roman" w:hAnsi="Times New Roman"/>
          <w:color w:val="000000" w:themeColor="text1"/>
          <w:sz w:val="28"/>
          <w:szCs w:val="28"/>
        </w:rPr>
        <w:t>Об утверждении муниципальной программы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Павловского муниципального района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</w:t>
      </w:r>
      <w:r w:rsidR="000C368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D60AB">
        <w:rPr>
          <w:rFonts w:ascii="Times New Roman" w:hAnsi="Times New Roman"/>
          <w:color w:val="000000" w:themeColor="text1"/>
          <w:sz w:val="28"/>
          <w:szCs w:val="28"/>
        </w:rPr>
        <w:t>«Содействие развитию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муниципальных образований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и местного самоуправления»</w:t>
      </w:r>
    </w:p>
    <w:p w:rsidR="0060239D" w:rsidRPr="00A75CD7" w:rsidRDefault="0060239D" w:rsidP="00D322F2">
      <w:pPr>
        <w:spacing w:line="276" w:lineRule="auto"/>
        <w:jc w:val="left"/>
        <w:rPr>
          <w:rFonts w:cs="Arial"/>
          <w:color w:val="000000" w:themeColor="text1"/>
        </w:rPr>
      </w:pPr>
    </w:p>
    <w:p w:rsidR="00B8583B" w:rsidRPr="00A75CD7" w:rsidRDefault="00B8583B" w:rsidP="00D322F2">
      <w:pPr>
        <w:spacing w:line="276" w:lineRule="auto"/>
        <w:jc w:val="left"/>
        <w:rPr>
          <w:rFonts w:cs="Arial"/>
          <w:color w:val="000000" w:themeColor="text1"/>
        </w:rPr>
      </w:pPr>
    </w:p>
    <w:p w:rsidR="00164F55" w:rsidRPr="00A75CD7" w:rsidRDefault="00164F55" w:rsidP="00D322F2">
      <w:pPr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соответствии с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t xml:space="preserve">о статьей 179 Бюджетного кодекса Российской Федерации, решением Совета народных депутатов Павловского муниципального района Воронежской </w:t>
      </w:r>
      <w:r w:rsidR="00FD60AB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области 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от 23</w:t>
      </w:r>
      <w:r w:rsidR="00E92CD1" w:rsidRPr="00E92CD1">
        <w:rPr>
          <w:rFonts w:ascii="Times New Roman" w:hAnsi="Times New Roman"/>
          <w:color w:val="000000" w:themeColor="text1"/>
          <w:sz w:val="26"/>
          <w:szCs w:val="26"/>
        </w:rPr>
        <w:t>.12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.2021</w:t>
      </w:r>
      <w:r w:rsidR="00FD60AB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года № 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263</w:t>
      </w:r>
      <w:r w:rsidR="00414325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«Об утверждении бюджета Павловского муниципального ра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йона Воронежской области на 2022</w:t>
      </w:r>
      <w:r w:rsidR="00414325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год и </w:t>
      </w:r>
      <w:r w:rsidR="00E92CD1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плановый период 2023 и 2024</w:t>
      </w:r>
      <w:r w:rsidR="00414325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годов»,</w:t>
      </w:r>
      <w:r w:rsidR="005A21F2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постановлением администрации Павловского муниципального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района 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Воронежской области  </w:t>
      </w:r>
      <w:r w:rsidR="002B67B7" w:rsidRPr="00A75CD7">
        <w:rPr>
          <w:rFonts w:ascii="Times New Roman" w:hAnsi="Times New Roman"/>
          <w:color w:val="000000" w:themeColor="text1"/>
          <w:sz w:val="26"/>
          <w:szCs w:val="26"/>
        </w:rPr>
        <w:t>от 28.08.2020 года № 549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>Об утверждении П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орядка 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>разработки, реализации и оценке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муниципальных программ Павловского муниципального района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», 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>администрация П</w:t>
      </w:r>
      <w:r w:rsidR="004225C1" w:rsidRPr="00A75CD7">
        <w:rPr>
          <w:rFonts w:ascii="Times New Roman" w:hAnsi="Times New Roman"/>
          <w:color w:val="000000" w:themeColor="text1"/>
          <w:sz w:val="26"/>
          <w:szCs w:val="26"/>
        </w:rPr>
        <w:t>авловского муниципального района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</w:p>
    <w:p w:rsidR="009C11CE" w:rsidRPr="00A75CD7" w:rsidRDefault="009C11CE" w:rsidP="00D322F2">
      <w:pPr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9C11CE" w:rsidRPr="00A75CD7" w:rsidRDefault="009C11CE" w:rsidP="00D322F2">
      <w:pPr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Pr="00A75CD7" w:rsidRDefault="00570EDD" w:rsidP="00D322F2">
      <w:pPr>
        <w:spacing w:line="276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ПОСТАНОВЛЯЕТ:</w:t>
      </w:r>
    </w:p>
    <w:p w:rsidR="009C11CE" w:rsidRPr="00A75CD7" w:rsidRDefault="009C11CE" w:rsidP="00D322F2">
      <w:pPr>
        <w:spacing w:line="276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Default="00A736B6" w:rsidP="00A736B6">
      <w:pPr>
        <w:tabs>
          <w:tab w:val="left" w:pos="720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1. </w:t>
      </w:r>
      <w:r w:rsidR="005A3905" w:rsidRPr="00A736B6">
        <w:rPr>
          <w:rFonts w:ascii="Times New Roman" w:hAnsi="Times New Roman"/>
          <w:color w:val="000000" w:themeColor="text1"/>
          <w:sz w:val="26"/>
          <w:szCs w:val="26"/>
        </w:rPr>
        <w:t xml:space="preserve">Внести в муниципальную программу Павловского муниципального района Воронежской области «Содействие развитию муниципальных образований и местного самоуправления», утвержденную постановлением администрации Павловского муниципального района Воронежской области от 22.10.2020 № 700 </w:t>
      </w:r>
      <w:r w:rsidR="00B367E4">
        <w:rPr>
          <w:rFonts w:ascii="Times New Roman" w:hAnsi="Times New Roman"/>
          <w:color w:val="000000" w:themeColor="text1"/>
          <w:sz w:val="26"/>
          <w:szCs w:val="26"/>
        </w:rPr>
        <w:t>следующие изменения</w:t>
      </w:r>
      <w:r w:rsidR="00F1214D">
        <w:rPr>
          <w:rFonts w:ascii="Times New Roman" w:hAnsi="Times New Roman"/>
          <w:color w:val="000000" w:themeColor="text1"/>
          <w:sz w:val="26"/>
          <w:szCs w:val="26"/>
        </w:rPr>
        <w:t>:</w:t>
      </w:r>
    </w:p>
    <w:p w:rsidR="00F1214D" w:rsidRDefault="00F1214D" w:rsidP="00A736B6">
      <w:pPr>
        <w:tabs>
          <w:tab w:val="left" w:pos="720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lastRenderedPageBreak/>
        <w:t>1.1. Приложение № 3 изложить в редакции согласно приложению № 1 к настоящему постановлению.</w:t>
      </w:r>
    </w:p>
    <w:p w:rsidR="00F1214D" w:rsidRDefault="009471C0" w:rsidP="00A736B6">
      <w:pPr>
        <w:tabs>
          <w:tab w:val="left" w:pos="720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1.2. Приложение № 4 изложить в редакции согласно приложению № 2 к настоящему постановлению.</w:t>
      </w:r>
    </w:p>
    <w:p w:rsidR="00F1214D" w:rsidRDefault="008C6AC1" w:rsidP="00A736B6">
      <w:pPr>
        <w:tabs>
          <w:tab w:val="left" w:pos="720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1.3. Приложение № 5 изложить в редакции согласно приложению № 3 к настоящему постановлению.</w:t>
      </w:r>
    </w:p>
    <w:p w:rsidR="0024092A" w:rsidRDefault="0024092A" w:rsidP="00B367E4">
      <w:pPr>
        <w:tabs>
          <w:tab w:val="left" w:pos="720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702CE0">
        <w:rPr>
          <w:rFonts w:ascii="Times New Roman" w:hAnsi="Times New Roman"/>
          <w:color w:val="000000" w:themeColor="text1"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</w:p>
    <w:p w:rsidR="000F73E9" w:rsidRDefault="000F73E9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B367E4" w:rsidRDefault="00B367E4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W w:w="0" w:type="auto"/>
        <w:tblLook w:val="04A0"/>
      </w:tblPr>
      <w:tblGrid>
        <w:gridCol w:w="4809"/>
        <w:gridCol w:w="4762"/>
      </w:tblGrid>
      <w:tr w:rsidR="00D322F2" w:rsidRPr="00750509" w:rsidTr="00DD7D7E">
        <w:tc>
          <w:tcPr>
            <w:tcW w:w="4809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Глава Павловского муниципального района Воронежской области</w:t>
            </w:r>
          </w:p>
        </w:tc>
        <w:tc>
          <w:tcPr>
            <w:tcW w:w="4762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М.Н. Янцов</w:t>
            </w:r>
          </w:p>
        </w:tc>
      </w:tr>
    </w:tbl>
    <w:p w:rsidR="00D322F2" w:rsidRDefault="00D322F2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036890" w:rsidRDefault="00036890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2C13B4" w:rsidRDefault="002C13B4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17AD9" w:rsidRDefault="00B17AD9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17AD9" w:rsidRDefault="00B17AD9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17AD9" w:rsidRDefault="00B17AD9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183897" w:rsidRDefault="00183897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183897" w:rsidRDefault="00183897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367E4" w:rsidRDefault="00B367E4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367E4" w:rsidRDefault="00B367E4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367E4" w:rsidRDefault="00B367E4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367E4" w:rsidRDefault="00B367E4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7E4C26" w:rsidRDefault="007E4C26" w:rsidP="008C6AC1">
      <w:pPr>
        <w:ind w:firstLine="0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lastRenderedPageBreak/>
        <w:t>СОГЛАСОВАНО</w:t>
      </w:r>
    </w:p>
    <w:p w:rsidR="007E4C26" w:rsidRDefault="007E4C26" w:rsidP="007E4C26">
      <w:pPr>
        <w:ind w:left="-426" w:firstLine="0"/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8C6AC1" w:rsidRDefault="007E4C26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Заместитель главы администрации </w:t>
      </w:r>
      <w:r w:rsidR="008C6AC1">
        <w:rPr>
          <w:rFonts w:ascii="Times New Roman" w:hAnsi="Times New Roman"/>
          <w:sz w:val="26"/>
          <w:szCs w:val="26"/>
        </w:rPr>
        <w:t>–</w:t>
      </w:r>
    </w:p>
    <w:p w:rsidR="007E4C26" w:rsidRPr="00E64B7D" w:rsidRDefault="008C6AC1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</w:t>
      </w:r>
      <w:r w:rsidR="007E4C26" w:rsidRPr="00E64B7D">
        <w:rPr>
          <w:rFonts w:ascii="Times New Roman" w:hAnsi="Times New Roman"/>
          <w:sz w:val="26"/>
          <w:szCs w:val="26"/>
        </w:rPr>
        <w:t>уководител</w:t>
      </w:r>
      <w:r w:rsidR="007E4C26">
        <w:rPr>
          <w:rFonts w:ascii="Times New Roman" w:hAnsi="Times New Roman"/>
          <w:sz w:val="26"/>
          <w:szCs w:val="26"/>
        </w:rPr>
        <w:t>ь</w:t>
      </w:r>
      <w:r>
        <w:rPr>
          <w:rFonts w:ascii="Times New Roman" w:hAnsi="Times New Roman"/>
          <w:sz w:val="26"/>
          <w:szCs w:val="26"/>
        </w:rPr>
        <w:t xml:space="preserve"> </w:t>
      </w:r>
      <w:r w:rsidR="007E4C26" w:rsidRPr="00E64B7D">
        <w:rPr>
          <w:rFonts w:ascii="Times New Roman" w:hAnsi="Times New Roman"/>
          <w:sz w:val="26"/>
          <w:szCs w:val="26"/>
        </w:rPr>
        <w:t xml:space="preserve">аппарата администрации </w:t>
      </w:r>
    </w:p>
    <w:p w:rsidR="007E4C26" w:rsidRPr="00E64B7D" w:rsidRDefault="007E4C26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E64B7D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   </w:t>
      </w:r>
      <w:r w:rsidR="008C6AC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Ю.В. Чечурина</w:t>
      </w:r>
    </w:p>
    <w:p w:rsidR="007E4C26" w:rsidRDefault="007E4C26" w:rsidP="008C6AC1">
      <w:pPr>
        <w:jc w:val="left"/>
        <w:rPr>
          <w:rFonts w:ascii="Times New Roman" w:hAnsi="Times New Roman"/>
          <w:sz w:val="26"/>
          <w:szCs w:val="26"/>
        </w:rPr>
      </w:pPr>
    </w:p>
    <w:p w:rsidR="00007992" w:rsidRDefault="00007992" w:rsidP="008C6AC1">
      <w:pPr>
        <w:jc w:val="left"/>
        <w:rPr>
          <w:rFonts w:ascii="Times New Roman" w:hAnsi="Times New Roman"/>
          <w:sz w:val="26"/>
          <w:szCs w:val="26"/>
        </w:rPr>
      </w:pPr>
    </w:p>
    <w:p w:rsidR="00007992" w:rsidRDefault="00007992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Заместитель главы администрации – </w:t>
      </w:r>
    </w:p>
    <w:p w:rsidR="00007992" w:rsidRDefault="00007992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 отдела</w:t>
      </w:r>
      <w:r w:rsidRPr="007E4C26">
        <w:rPr>
          <w:rFonts w:ascii="Times New Roman" w:hAnsi="Times New Roman"/>
          <w:sz w:val="26"/>
          <w:szCs w:val="26"/>
        </w:rPr>
        <w:t xml:space="preserve"> социально-экономического </w:t>
      </w:r>
    </w:p>
    <w:p w:rsidR="00007992" w:rsidRDefault="00007992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7E4C26">
        <w:rPr>
          <w:rFonts w:ascii="Times New Roman" w:hAnsi="Times New Roman"/>
          <w:sz w:val="26"/>
          <w:szCs w:val="26"/>
        </w:rPr>
        <w:t xml:space="preserve">развития, муниципального контроля </w:t>
      </w:r>
    </w:p>
    <w:p w:rsidR="00007992" w:rsidRDefault="00007992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7E4C26">
        <w:rPr>
          <w:rFonts w:ascii="Times New Roman" w:hAnsi="Times New Roman"/>
          <w:sz w:val="26"/>
          <w:szCs w:val="26"/>
        </w:rPr>
        <w:t>и поддержки предпринимательства</w:t>
      </w:r>
    </w:p>
    <w:p w:rsidR="00007992" w:rsidRDefault="00007992" w:rsidP="008C6AC1">
      <w:pPr>
        <w:tabs>
          <w:tab w:val="left" w:pos="7371"/>
        </w:tabs>
        <w:ind w:firstLine="0"/>
        <w:jc w:val="left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t>администрации Павловского муниципального района</w:t>
      </w:r>
      <w:r>
        <w:rPr>
          <w:rFonts w:ascii="Times New Roman" w:hAnsi="Times New Roman"/>
          <w:sz w:val="26"/>
          <w:szCs w:val="26"/>
        </w:rPr>
        <w:t xml:space="preserve">                     </w:t>
      </w:r>
      <w:r w:rsidR="008C6AC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А.Г. Хабаров</w:t>
      </w:r>
    </w:p>
    <w:p w:rsidR="007E4C26" w:rsidRDefault="007E4C26" w:rsidP="008C6AC1">
      <w:pPr>
        <w:jc w:val="left"/>
        <w:rPr>
          <w:rFonts w:ascii="Times New Roman" w:hAnsi="Times New Roman"/>
          <w:sz w:val="26"/>
          <w:szCs w:val="26"/>
        </w:rPr>
      </w:pPr>
    </w:p>
    <w:p w:rsidR="00007992" w:rsidRDefault="00007992" w:rsidP="008C6AC1">
      <w:pPr>
        <w:jc w:val="left"/>
        <w:rPr>
          <w:rFonts w:ascii="Times New Roman" w:hAnsi="Times New Roman"/>
          <w:sz w:val="26"/>
          <w:szCs w:val="26"/>
        </w:rPr>
      </w:pPr>
    </w:p>
    <w:p w:rsidR="007E4C26" w:rsidRDefault="007E4C26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муниципального отдела </w:t>
      </w:r>
    </w:p>
    <w:p w:rsidR="007E4C26" w:rsidRDefault="007E4C26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финансам администрации Павловского</w:t>
      </w:r>
    </w:p>
    <w:p w:rsidR="007E4C26" w:rsidRDefault="007E4C26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</w:t>
      </w:r>
      <w:r w:rsidR="008C6AC1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Л.В. Якушева</w:t>
      </w:r>
    </w:p>
    <w:p w:rsidR="007E4C26" w:rsidRDefault="007E4C26" w:rsidP="008C6AC1">
      <w:pPr>
        <w:jc w:val="left"/>
        <w:rPr>
          <w:rFonts w:ascii="Times New Roman" w:hAnsi="Times New Roman"/>
          <w:sz w:val="26"/>
          <w:szCs w:val="26"/>
        </w:rPr>
      </w:pPr>
    </w:p>
    <w:p w:rsidR="007E4C26" w:rsidRDefault="007E4C26" w:rsidP="008C6AC1">
      <w:pPr>
        <w:jc w:val="left"/>
        <w:rPr>
          <w:rFonts w:ascii="Times New Roman" w:hAnsi="Times New Roman"/>
          <w:sz w:val="26"/>
          <w:szCs w:val="26"/>
        </w:rPr>
      </w:pPr>
    </w:p>
    <w:p w:rsidR="007E4C26" w:rsidRPr="001E6A3E" w:rsidRDefault="007E4C26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</w:t>
      </w:r>
      <w:r w:rsidR="009E381E">
        <w:rPr>
          <w:rFonts w:ascii="Times New Roman" w:hAnsi="Times New Roman"/>
          <w:sz w:val="26"/>
          <w:szCs w:val="26"/>
        </w:rPr>
        <w:t xml:space="preserve"> отдела</w:t>
      </w:r>
      <w:r w:rsidRPr="001E6A3E">
        <w:rPr>
          <w:rFonts w:ascii="Times New Roman" w:hAnsi="Times New Roman"/>
          <w:sz w:val="26"/>
          <w:szCs w:val="26"/>
        </w:rPr>
        <w:t xml:space="preserve"> правового обеспечения и </w:t>
      </w:r>
    </w:p>
    <w:p w:rsidR="007E4C26" w:rsidRPr="001E6A3E" w:rsidRDefault="007E4C26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t xml:space="preserve">противодействия коррупции администрации </w:t>
      </w:r>
    </w:p>
    <w:p w:rsidR="007E4C26" w:rsidRDefault="007E4C26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1E6A3E">
        <w:rPr>
          <w:rFonts w:ascii="Times New Roman" w:hAnsi="Times New Roman"/>
          <w:sz w:val="26"/>
          <w:szCs w:val="26"/>
        </w:rPr>
        <w:tab/>
      </w:r>
      <w:r w:rsidRPr="001E6A3E">
        <w:rPr>
          <w:rFonts w:ascii="Times New Roman" w:hAnsi="Times New Roman"/>
          <w:sz w:val="26"/>
          <w:szCs w:val="26"/>
        </w:rPr>
        <w:tab/>
      </w:r>
      <w:r w:rsidRPr="001E6A3E">
        <w:rPr>
          <w:rFonts w:ascii="Times New Roman" w:hAnsi="Times New Roman"/>
          <w:sz w:val="26"/>
          <w:szCs w:val="26"/>
        </w:rPr>
        <w:tab/>
      </w:r>
      <w:r w:rsidRPr="001E6A3E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             </w:t>
      </w:r>
      <w:r w:rsidR="008C6AC1">
        <w:rPr>
          <w:rFonts w:ascii="Times New Roman" w:hAnsi="Times New Roman"/>
          <w:sz w:val="26"/>
          <w:szCs w:val="26"/>
        </w:rPr>
        <w:t xml:space="preserve">  </w:t>
      </w:r>
      <w:r w:rsidR="004D0D88">
        <w:rPr>
          <w:rFonts w:ascii="Times New Roman" w:hAnsi="Times New Roman"/>
          <w:sz w:val="26"/>
          <w:szCs w:val="26"/>
        </w:rPr>
        <w:t>Ю.С. Жиляева</w:t>
      </w:r>
    </w:p>
    <w:p w:rsidR="007E4C26" w:rsidRDefault="007E4C26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7E4C26" w:rsidRDefault="007E4C26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7E4C26" w:rsidRDefault="007E4C26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Директор МКУ ПМР «Управление сельского</w:t>
      </w:r>
    </w:p>
    <w:p w:rsidR="007E4C26" w:rsidRDefault="007E4C26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хозяйства»                                                                                              </w:t>
      </w:r>
      <w:r w:rsidR="008C6AC1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В.В. Мамонтов</w:t>
      </w:r>
    </w:p>
    <w:p w:rsidR="007E4C26" w:rsidRDefault="007E4C26" w:rsidP="008C6AC1">
      <w:pPr>
        <w:jc w:val="left"/>
        <w:rPr>
          <w:rFonts w:ascii="Times New Roman" w:hAnsi="Times New Roman"/>
          <w:sz w:val="26"/>
          <w:szCs w:val="26"/>
        </w:rPr>
      </w:pPr>
    </w:p>
    <w:p w:rsidR="008C6AC1" w:rsidRDefault="008C6AC1" w:rsidP="008C6AC1">
      <w:pPr>
        <w:jc w:val="left"/>
        <w:rPr>
          <w:rFonts w:ascii="Times New Roman" w:hAnsi="Times New Roman"/>
          <w:sz w:val="26"/>
          <w:szCs w:val="26"/>
        </w:rPr>
      </w:pPr>
    </w:p>
    <w:p w:rsidR="004D0D88" w:rsidRPr="00584549" w:rsidRDefault="004D0D88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584549">
        <w:rPr>
          <w:rFonts w:ascii="Times New Roman" w:hAnsi="Times New Roman"/>
          <w:sz w:val="26"/>
          <w:szCs w:val="26"/>
        </w:rPr>
        <w:t xml:space="preserve">Начальник отдела по строительству, </w:t>
      </w:r>
    </w:p>
    <w:p w:rsidR="004D0D88" w:rsidRPr="00584549" w:rsidRDefault="004D0D88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584549">
        <w:rPr>
          <w:rFonts w:ascii="Times New Roman" w:hAnsi="Times New Roman"/>
          <w:sz w:val="26"/>
          <w:szCs w:val="26"/>
        </w:rPr>
        <w:t xml:space="preserve">жилищно-коммунальному хозяйству </w:t>
      </w:r>
    </w:p>
    <w:p w:rsidR="004D0D88" w:rsidRPr="00584549" w:rsidRDefault="004D0D88" w:rsidP="008C6AC1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584549">
        <w:rPr>
          <w:rFonts w:ascii="Times New Roman" w:hAnsi="Times New Roman"/>
          <w:sz w:val="26"/>
          <w:szCs w:val="26"/>
        </w:rPr>
        <w:t xml:space="preserve">и транспорту администрации </w:t>
      </w:r>
    </w:p>
    <w:p w:rsidR="004D0D88" w:rsidRPr="00584549" w:rsidRDefault="004D0D88" w:rsidP="008C6AC1">
      <w:pPr>
        <w:tabs>
          <w:tab w:val="left" w:pos="7312"/>
        </w:tabs>
        <w:ind w:firstLine="0"/>
        <w:jc w:val="left"/>
        <w:rPr>
          <w:rFonts w:ascii="Times New Roman" w:hAnsi="Times New Roman"/>
          <w:sz w:val="26"/>
          <w:szCs w:val="26"/>
        </w:rPr>
      </w:pPr>
      <w:r w:rsidRPr="00584549">
        <w:rPr>
          <w:rFonts w:ascii="Times New Roman" w:hAnsi="Times New Roman"/>
          <w:sz w:val="26"/>
          <w:szCs w:val="26"/>
        </w:rPr>
        <w:t xml:space="preserve">Павловского муниципального района                                                  А.Ю. Кудинов </w:t>
      </w: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7E4C26" w:rsidRDefault="007E4C26" w:rsidP="007E4C26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7E4C26" w:rsidRDefault="007E4C26" w:rsidP="007E4C26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7E4C26" w:rsidRPr="00D872C6" w:rsidRDefault="007E4C26" w:rsidP="007E4C26">
      <w:pPr>
        <w:rPr>
          <w:rFonts w:ascii="Times New Roman" w:hAnsi="Times New Roman"/>
          <w:sz w:val="26"/>
          <w:szCs w:val="26"/>
        </w:rPr>
      </w:pPr>
    </w:p>
    <w:p w:rsidR="0024092A" w:rsidRPr="00D872C6" w:rsidRDefault="0024092A" w:rsidP="0024092A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ВНЕСЕНО</w:t>
      </w:r>
    </w:p>
    <w:p w:rsidR="0024092A" w:rsidRDefault="0024092A" w:rsidP="0024092A">
      <w:pPr>
        <w:rPr>
          <w:rFonts w:ascii="Times New Roman" w:hAnsi="Times New Roman"/>
          <w:sz w:val="26"/>
          <w:szCs w:val="26"/>
        </w:rPr>
      </w:pPr>
    </w:p>
    <w:p w:rsidR="0024092A" w:rsidRDefault="0024092A" w:rsidP="0024092A">
      <w:pPr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4809"/>
        <w:gridCol w:w="4762"/>
      </w:tblGrid>
      <w:tr w:rsidR="004D0D88" w:rsidRPr="00750509" w:rsidTr="0069417A">
        <w:tc>
          <w:tcPr>
            <w:tcW w:w="4809" w:type="dxa"/>
            <w:shd w:val="clear" w:color="auto" w:fill="auto"/>
          </w:tcPr>
          <w:p w:rsidR="004D0D88" w:rsidRPr="00750509" w:rsidRDefault="004D0D88" w:rsidP="008C6AC1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Первый заместитель главы администрации</w:t>
            </w: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Павловского муниципального района</w:t>
            </w:r>
          </w:p>
        </w:tc>
        <w:tc>
          <w:tcPr>
            <w:tcW w:w="4762" w:type="dxa"/>
            <w:shd w:val="clear" w:color="auto" w:fill="auto"/>
          </w:tcPr>
          <w:p w:rsidR="004D0D88" w:rsidRPr="00750509" w:rsidRDefault="004D0D88" w:rsidP="008C6AC1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4D0D88" w:rsidRDefault="004D0D88" w:rsidP="008C6AC1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4D0D88" w:rsidRPr="00750509" w:rsidRDefault="008C6AC1" w:rsidP="008C6AC1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                                       </w:t>
            </w:r>
            <w:r w:rsidR="004D0D8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Ю.А. Черенков</w:t>
            </w:r>
          </w:p>
        </w:tc>
      </w:tr>
    </w:tbl>
    <w:p w:rsidR="0024092A" w:rsidRPr="00D872C6" w:rsidRDefault="0024092A" w:rsidP="0024092A">
      <w:pPr>
        <w:rPr>
          <w:rFonts w:ascii="Times New Roman" w:hAnsi="Times New Roman"/>
          <w:sz w:val="26"/>
          <w:szCs w:val="26"/>
        </w:rPr>
      </w:pPr>
    </w:p>
    <w:sectPr w:rsidR="0024092A" w:rsidRPr="00D872C6" w:rsidSect="00D322F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CCF" w:rsidRDefault="00FA1CCF" w:rsidP="00510A87">
      <w:r>
        <w:separator/>
      </w:r>
    </w:p>
  </w:endnote>
  <w:endnote w:type="continuationSeparator" w:id="1">
    <w:p w:rsidR="00FA1CCF" w:rsidRDefault="00FA1CCF" w:rsidP="00510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CCF" w:rsidRDefault="00FA1CCF" w:rsidP="00510A87">
      <w:r>
        <w:separator/>
      </w:r>
    </w:p>
  </w:footnote>
  <w:footnote w:type="continuationSeparator" w:id="1">
    <w:p w:rsidR="00FA1CCF" w:rsidRDefault="00FA1CCF" w:rsidP="00510A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066E"/>
    <w:multiLevelType w:val="hybridMultilevel"/>
    <w:tmpl w:val="33D001BC"/>
    <w:lvl w:ilvl="0" w:tplc="863C4C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53F37"/>
    <w:multiLevelType w:val="hybridMultilevel"/>
    <w:tmpl w:val="FF4481C4"/>
    <w:lvl w:ilvl="0" w:tplc="35BCF9E2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9831DC"/>
    <w:multiLevelType w:val="hybridMultilevel"/>
    <w:tmpl w:val="43405D10"/>
    <w:lvl w:ilvl="0" w:tplc="7B6092B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B96209"/>
    <w:multiLevelType w:val="hybridMultilevel"/>
    <w:tmpl w:val="4C361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649BC"/>
    <w:multiLevelType w:val="hybridMultilevel"/>
    <w:tmpl w:val="22D49052"/>
    <w:lvl w:ilvl="0" w:tplc="384C25D0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2278E0"/>
    <w:multiLevelType w:val="hybridMultilevel"/>
    <w:tmpl w:val="76AC2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A63B9B"/>
    <w:multiLevelType w:val="hybridMultilevel"/>
    <w:tmpl w:val="76EC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012BD"/>
    <w:multiLevelType w:val="multilevel"/>
    <w:tmpl w:val="43EE7D18"/>
    <w:lvl w:ilvl="0">
      <w:start w:val="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41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</w:rPr>
    </w:lvl>
  </w:abstractNum>
  <w:abstractNum w:abstractNumId="8">
    <w:nsid w:val="464B738F"/>
    <w:multiLevelType w:val="hybridMultilevel"/>
    <w:tmpl w:val="18664932"/>
    <w:lvl w:ilvl="0" w:tplc="BAB4FFE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FD4B58"/>
    <w:multiLevelType w:val="hybridMultilevel"/>
    <w:tmpl w:val="C2C45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0A55F1"/>
    <w:multiLevelType w:val="hybridMultilevel"/>
    <w:tmpl w:val="C60C5584"/>
    <w:lvl w:ilvl="0" w:tplc="F5C89B4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E7939D4"/>
    <w:multiLevelType w:val="hybridMultilevel"/>
    <w:tmpl w:val="0F00DC02"/>
    <w:lvl w:ilvl="0" w:tplc="513E1EC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50231918"/>
    <w:multiLevelType w:val="hybridMultilevel"/>
    <w:tmpl w:val="14265B30"/>
    <w:lvl w:ilvl="0" w:tplc="24AE7C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D34541"/>
    <w:multiLevelType w:val="hybridMultilevel"/>
    <w:tmpl w:val="BC0A4D98"/>
    <w:lvl w:ilvl="0" w:tplc="60587A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3785BD5"/>
    <w:multiLevelType w:val="hybridMultilevel"/>
    <w:tmpl w:val="4D7A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E957FC"/>
    <w:multiLevelType w:val="hybridMultilevel"/>
    <w:tmpl w:val="C7629A10"/>
    <w:lvl w:ilvl="0" w:tplc="27006F7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8A6716"/>
    <w:multiLevelType w:val="multilevel"/>
    <w:tmpl w:val="4C48F5D2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cs="Times New Roman" w:hint="default"/>
      </w:rPr>
    </w:lvl>
  </w:abstractNum>
  <w:abstractNum w:abstractNumId="17">
    <w:nsid w:val="5953176D"/>
    <w:multiLevelType w:val="hybridMultilevel"/>
    <w:tmpl w:val="80A0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FE54B3"/>
    <w:multiLevelType w:val="hybridMultilevel"/>
    <w:tmpl w:val="55BA3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B10F17"/>
    <w:multiLevelType w:val="hybridMultilevel"/>
    <w:tmpl w:val="2EEC8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031E8E"/>
    <w:multiLevelType w:val="hybridMultilevel"/>
    <w:tmpl w:val="7C88E4C0"/>
    <w:lvl w:ilvl="0" w:tplc="945647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60DB0B8F"/>
    <w:multiLevelType w:val="hybridMultilevel"/>
    <w:tmpl w:val="46A6A620"/>
    <w:lvl w:ilvl="0" w:tplc="EA7EA2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6CB5271D"/>
    <w:multiLevelType w:val="hybridMultilevel"/>
    <w:tmpl w:val="97C29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1F7824"/>
    <w:multiLevelType w:val="hybridMultilevel"/>
    <w:tmpl w:val="8CA66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063073"/>
    <w:multiLevelType w:val="hybridMultilevel"/>
    <w:tmpl w:val="747049AA"/>
    <w:lvl w:ilvl="0" w:tplc="E49A704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9C795A"/>
    <w:multiLevelType w:val="hybridMultilevel"/>
    <w:tmpl w:val="47FC0CBE"/>
    <w:lvl w:ilvl="0" w:tplc="3FEE0BBA">
      <w:start w:val="1"/>
      <w:numFmt w:val="decimal"/>
      <w:lvlText w:val="%1."/>
      <w:lvlJc w:val="left"/>
      <w:pPr>
        <w:ind w:left="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9" w:hanging="360"/>
      </w:pPr>
    </w:lvl>
    <w:lvl w:ilvl="2" w:tplc="0419001B" w:tentative="1">
      <w:start w:val="1"/>
      <w:numFmt w:val="lowerRoman"/>
      <w:lvlText w:val="%3."/>
      <w:lvlJc w:val="right"/>
      <w:pPr>
        <w:ind w:left="1739" w:hanging="180"/>
      </w:pPr>
    </w:lvl>
    <w:lvl w:ilvl="3" w:tplc="0419000F" w:tentative="1">
      <w:start w:val="1"/>
      <w:numFmt w:val="decimal"/>
      <w:lvlText w:val="%4."/>
      <w:lvlJc w:val="left"/>
      <w:pPr>
        <w:ind w:left="2459" w:hanging="360"/>
      </w:pPr>
    </w:lvl>
    <w:lvl w:ilvl="4" w:tplc="04190019" w:tentative="1">
      <w:start w:val="1"/>
      <w:numFmt w:val="lowerLetter"/>
      <w:lvlText w:val="%5."/>
      <w:lvlJc w:val="left"/>
      <w:pPr>
        <w:ind w:left="3179" w:hanging="360"/>
      </w:pPr>
    </w:lvl>
    <w:lvl w:ilvl="5" w:tplc="0419001B" w:tentative="1">
      <w:start w:val="1"/>
      <w:numFmt w:val="lowerRoman"/>
      <w:lvlText w:val="%6."/>
      <w:lvlJc w:val="right"/>
      <w:pPr>
        <w:ind w:left="3899" w:hanging="180"/>
      </w:pPr>
    </w:lvl>
    <w:lvl w:ilvl="6" w:tplc="0419000F" w:tentative="1">
      <w:start w:val="1"/>
      <w:numFmt w:val="decimal"/>
      <w:lvlText w:val="%7."/>
      <w:lvlJc w:val="left"/>
      <w:pPr>
        <w:ind w:left="4619" w:hanging="360"/>
      </w:pPr>
    </w:lvl>
    <w:lvl w:ilvl="7" w:tplc="04190019" w:tentative="1">
      <w:start w:val="1"/>
      <w:numFmt w:val="lowerLetter"/>
      <w:lvlText w:val="%8."/>
      <w:lvlJc w:val="left"/>
      <w:pPr>
        <w:ind w:left="5339" w:hanging="360"/>
      </w:pPr>
    </w:lvl>
    <w:lvl w:ilvl="8" w:tplc="041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27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4"/>
  </w:num>
  <w:num w:numId="3">
    <w:abstractNumId w:val="16"/>
  </w:num>
  <w:num w:numId="4">
    <w:abstractNumId w:val="7"/>
  </w:num>
  <w:num w:numId="5">
    <w:abstractNumId w:val="23"/>
  </w:num>
  <w:num w:numId="6">
    <w:abstractNumId w:val="18"/>
  </w:num>
  <w:num w:numId="7">
    <w:abstractNumId w:val="11"/>
  </w:num>
  <w:num w:numId="8">
    <w:abstractNumId w:val="10"/>
  </w:num>
  <w:num w:numId="9">
    <w:abstractNumId w:val="14"/>
  </w:num>
  <w:num w:numId="10">
    <w:abstractNumId w:val="3"/>
  </w:num>
  <w:num w:numId="11">
    <w:abstractNumId w:val="20"/>
  </w:num>
  <w:num w:numId="12">
    <w:abstractNumId w:val="13"/>
  </w:num>
  <w:num w:numId="13">
    <w:abstractNumId w:val="27"/>
  </w:num>
  <w:num w:numId="14">
    <w:abstractNumId w:val="22"/>
  </w:num>
  <w:num w:numId="15">
    <w:abstractNumId w:val="0"/>
  </w:num>
  <w:num w:numId="16">
    <w:abstractNumId w:val="25"/>
  </w:num>
  <w:num w:numId="17">
    <w:abstractNumId w:val="6"/>
  </w:num>
  <w:num w:numId="18">
    <w:abstractNumId w:val="19"/>
  </w:num>
  <w:num w:numId="19">
    <w:abstractNumId w:val="17"/>
  </w:num>
  <w:num w:numId="20">
    <w:abstractNumId w:val="26"/>
  </w:num>
  <w:num w:numId="21">
    <w:abstractNumId w:val="8"/>
  </w:num>
  <w:num w:numId="22">
    <w:abstractNumId w:val="15"/>
  </w:num>
  <w:num w:numId="23">
    <w:abstractNumId w:val="24"/>
  </w:num>
  <w:num w:numId="24">
    <w:abstractNumId w:val="9"/>
  </w:num>
  <w:num w:numId="25">
    <w:abstractNumId w:val="5"/>
  </w:num>
  <w:num w:numId="26">
    <w:abstractNumId w:val="12"/>
  </w:num>
  <w:num w:numId="27">
    <w:abstractNumId w:val="2"/>
  </w:num>
  <w:num w:numId="2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1DE"/>
    <w:rsid w:val="00002C4C"/>
    <w:rsid w:val="00003689"/>
    <w:rsid w:val="0000516C"/>
    <w:rsid w:val="00007992"/>
    <w:rsid w:val="00007B32"/>
    <w:rsid w:val="00010D9F"/>
    <w:rsid w:val="0001458E"/>
    <w:rsid w:val="0001698F"/>
    <w:rsid w:val="00020BE3"/>
    <w:rsid w:val="0002148A"/>
    <w:rsid w:val="0003599A"/>
    <w:rsid w:val="00036890"/>
    <w:rsid w:val="00050478"/>
    <w:rsid w:val="00050D20"/>
    <w:rsid w:val="0005518C"/>
    <w:rsid w:val="0005596A"/>
    <w:rsid w:val="00062C32"/>
    <w:rsid w:val="0006357B"/>
    <w:rsid w:val="000757BC"/>
    <w:rsid w:val="000921C9"/>
    <w:rsid w:val="00092D0E"/>
    <w:rsid w:val="000A0AE6"/>
    <w:rsid w:val="000A2F9C"/>
    <w:rsid w:val="000A5865"/>
    <w:rsid w:val="000B36E8"/>
    <w:rsid w:val="000B4699"/>
    <w:rsid w:val="000C368E"/>
    <w:rsid w:val="000C6D8E"/>
    <w:rsid w:val="000D45A8"/>
    <w:rsid w:val="000D745C"/>
    <w:rsid w:val="000E7DFF"/>
    <w:rsid w:val="000F73E9"/>
    <w:rsid w:val="00101F4A"/>
    <w:rsid w:val="00103C05"/>
    <w:rsid w:val="00106CA6"/>
    <w:rsid w:val="00111E60"/>
    <w:rsid w:val="00117C24"/>
    <w:rsid w:val="00120138"/>
    <w:rsid w:val="00131E32"/>
    <w:rsid w:val="00135C6C"/>
    <w:rsid w:val="0013641E"/>
    <w:rsid w:val="00136DA8"/>
    <w:rsid w:val="00146A67"/>
    <w:rsid w:val="00146D5A"/>
    <w:rsid w:val="00151DEE"/>
    <w:rsid w:val="00152A69"/>
    <w:rsid w:val="00164F55"/>
    <w:rsid w:val="001652CD"/>
    <w:rsid w:val="0017015B"/>
    <w:rsid w:val="0017796F"/>
    <w:rsid w:val="00183897"/>
    <w:rsid w:val="0018594A"/>
    <w:rsid w:val="001A0256"/>
    <w:rsid w:val="001A26F2"/>
    <w:rsid w:val="001B45C6"/>
    <w:rsid w:val="001B5D1E"/>
    <w:rsid w:val="001C28EF"/>
    <w:rsid w:val="001C619B"/>
    <w:rsid w:val="001D099D"/>
    <w:rsid w:val="001D66E6"/>
    <w:rsid w:val="001F3FA7"/>
    <w:rsid w:val="001F485B"/>
    <w:rsid w:val="001F5168"/>
    <w:rsid w:val="001F5699"/>
    <w:rsid w:val="00200A0F"/>
    <w:rsid w:val="00200DAF"/>
    <w:rsid w:val="0020497C"/>
    <w:rsid w:val="00211252"/>
    <w:rsid w:val="002157C6"/>
    <w:rsid w:val="00222FA1"/>
    <w:rsid w:val="00224597"/>
    <w:rsid w:val="00224D45"/>
    <w:rsid w:val="00226E06"/>
    <w:rsid w:val="00227A3D"/>
    <w:rsid w:val="002370F7"/>
    <w:rsid w:val="00237529"/>
    <w:rsid w:val="0024092A"/>
    <w:rsid w:val="00244219"/>
    <w:rsid w:val="00247652"/>
    <w:rsid w:val="00255C60"/>
    <w:rsid w:val="002606E4"/>
    <w:rsid w:val="002650F2"/>
    <w:rsid w:val="00267733"/>
    <w:rsid w:val="002814FB"/>
    <w:rsid w:val="00281EBA"/>
    <w:rsid w:val="00285D4D"/>
    <w:rsid w:val="002871AD"/>
    <w:rsid w:val="00290B40"/>
    <w:rsid w:val="002926AD"/>
    <w:rsid w:val="002964DB"/>
    <w:rsid w:val="00296EA1"/>
    <w:rsid w:val="00297F74"/>
    <w:rsid w:val="00297FDE"/>
    <w:rsid w:val="002A2868"/>
    <w:rsid w:val="002B2687"/>
    <w:rsid w:val="002B2D1F"/>
    <w:rsid w:val="002B582A"/>
    <w:rsid w:val="002B67B7"/>
    <w:rsid w:val="002C0719"/>
    <w:rsid w:val="002C13B4"/>
    <w:rsid w:val="002C526A"/>
    <w:rsid w:val="002C5542"/>
    <w:rsid w:val="002D169D"/>
    <w:rsid w:val="002D2E24"/>
    <w:rsid w:val="002E2AF7"/>
    <w:rsid w:val="002E2B6C"/>
    <w:rsid w:val="002E35AB"/>
    <w:rsid w:val="002E42A7"/>
    <w:rsid w:val="002E50F7"/>
    <w:rsid w:val="002F31F6"/>
    <w:rsid w:val="002F5708"/>
    <w:rsid w:val="002F6460"/>
    <w:rsid w:val="00320B09"/>
    <w:rsid w:val="00326186"/>
    <w:rsid w:val="003353DD"/>
    <w:rsid w:val="00347F3F"/>
    <w:rsid w:val="00354EEF"/>
    <w:rsid w:val="00365E50"/>
    <w:rsid w:val="00374F63"/>
    <w:rsid w:val="00381177"/>
    <w:rsid w:val="00384072"/>
    <w:rsid w:val="00386BD0"/>
    <w:rsid w:val="00387013"/>
    <w:rsid w:val="003948FE"/>
    <w:rsid w:val="0039733F"/>
    <w:rsid w:val="003A201A"/>
    <w:rsid w:val="003A37BD"/>
    <w:rsid w:val="003A56A3"/>
    <w:rsid w:val="003A5C81"/>
    <w:rsid w:val="003B36B7"/>
    <w:rsid w:val="003B4C8B"/>
    <w:rsid w:val="003C1B35"/>
    <w:rsid w:val="003D4360"/>
    <w:rsid w:val="003D7ED5"/>
    <w:rsid w:val="003E13DE"/>
    <w:rsid w:val="003E68DB"/>
    <w:rsid w:val="003F0151"/>
    <w:rsid w:val="003F32FE"/>
    <w:rsid w:val="00403F3C"/>
    <w:rsid w:val="00414325"/>
    <w:rsid w:val="004161C9"/>
    <w:rsid w:val="004171A0"/>
    <w:rsid w:val="004211DE"/>
    <w:rsid w:val="0042150A"/>
    <w:rsid w:val="00421556"/>
    <w:rsid w:val="004225C1"/>
    <w:rsid w:val="00424727"/>
    <w:rsid w:val="0042517A"/>
    <w:rsid w:val="00432488"/>
    <w:rsid w:val="00440B13"/>
    <w:rsid w:val="0044221C"/>
    <w:rsid w:val="0044348F"/>
    <w:rsid w:val="004523C0"/>
    <w:rsid w:val="004641C8"/>
    <w:rsid w:val="0046691F"/>
    <w:rsid w:val="00467EE3"/>
    <w:rsid w:val="0047090F"/>
    <w:rsid w:val="00470EEA"/>
    <w:rsid w:val="00471C73"/>
    <w:rsid w:val="0049301D"/>
    <w:rsid w:val="004A59E2"/>
    <w:rsid w:val="004A5B81"/>
    <w:rsid w:val="004B18BD"/>
    <w:rsid w:val="004C72F0"/>
    <w:rsid w:val="004D0D88"/>
    <w:rsid w:val="004E26AC"/>
    <w:rsid w:val="004E42FE"/>
    <w:rsid w:val="00510A87"/>
    <w:rsid w:val="0051495C"/>
    <w:rsid w:val="005255C0"/>
    <w:rsid w:val="005260BB"/>
    <w:rsid w:val="0053133F"/>
    <w:rsid w:val="005316FD"/>
    <w:rsid w:val="0053194A"/>
    <w:rsid w:val="00532C55"/>
    <w:rsid w:val="00534475"/>
    <w:rsid w:val="00543D7B"/>
    <w:rsid w:val="00544F6B"/>
    <w:rsid w:val="00562EBF"/>
    <w:rsid w:val="00564BE7"/>
    <w:rsid w:val="00570EDD"/>
    <w:rsid w:val="00575378"/>
    <w:rsid w:val="00575639"/>
    <w:rsid w:val="00592186"/>
    <w:rsid w:val="005A109F"/>
    <w:rsid w:val="005A21F2"/>
    <w:rsid w:val="005A3905"/>
    <w:rsid w:val="005C2CB2"/>
    <w:rsid w:val="005C3E33"/>
    <w:rsid w:val="005C770C"/>
    <w:rsid w:val="005D74DA"/>
    <w:rsid w:val="005E4E90"/>
    <w:rsid w:val="005E4F75"/>
    <w:rsid w:val="005E6DB8"/>
    <w:rsid w:val="005E6FCC"/>
    <w:rsid w:val="0060239D"/>
    <w:rsid w:val="00603A4B"/>
    <w:rsid w:val="00603C0F"/>
    <w:rsid w:val="006066A8"/>
    <w:rsid w:val="0061422F"/>
    <w:rsid w:val="00617514"/>
    <w:rsid w:val="006212E6"/>
    <w:rsid w:val="00622022"/>
    <w:rsid w:val="00625650"/>
    <w:rsid w:val="00637643"/>
    <w:rsid w:val="006436BB"/>
    <w:rsid w:val="00643838"/>
    <w:rsid w:val="00644DA3"/>
    <w:rsid w:val="00645E01"/>
    <w:rsid w:val="00650289"/>
    <w:rsid w:val="00651BA8"/>
    <w:rsid w:val="00654545"/>
    <w:rsid w:val="006549D2"/>
    <w:rsid w:val="00661779"/>
    <w:rsid w:val="00666116"/>
    <w:rsid w:val="0069401A"/>
    <w:rsid w:val="00697D72"/>
    <w:rsid w:val="006A0242"/>
    <w:rsid w:val="006B1921"/>
    <w:rsid w:val="006B1CCA"/>
    <w:rsid w:val="006B5606"/>
    <w:rsid w:val="006B6479"/>
    <w:rsid w:val="006C3BB1"/>
    <w:rsid w:val="006C7B12"/>
    <w:rsid w:val="006D2BBB"/>
    <w:rsid w:val="006E355A"/>
    <w:rsid w:val="006E3D7B"/>
    <w:rsid w:val="006F12C7"/>
    <w:rsid w:val="006F13C6"/>
    <w:rsid w:val="006F3F80"/>
    <w:rsid w:val="006F58F6"/>
    <w:rsid w:val="00705C49"/>
    <w:rsid w:val="00725401"/>
    <w:rsid w:val="00725DF8"/>
    <w:rsid w:val="00731E47"/>
    <w:rsid w:val="007327C6"/>
    <w:rsid w:val="00734820"/>
    <w:rsid w:val="007371E4"/>
    <w:rsid w:val="00750509"/>
    <w:rsid w:val="00757240"/>
    <w:rsid w:val="0076022E"/>
    <w:rsid w:val="00762351"/>
    <w:rsid w:val="00767EE6"/>
    <w:rsid w:val="00775C7C"/>
    <w:rsid w:val="00776223"/>
    <w:rsid w:val="00776DFD"/>
    <w:rsid w:val="0077743A"/>
    <w:rsid w:val="00777E4E"/>
    <w:rsid w:val="00780957"/>
    <w:rsid w:val="00783072"/>
    <w:rsid w:val="00784548"/>
    <w:rsid w:val="00791431"/>
    <w:rsid w:val="0079748A"/>
    <w:rsid w:val="007B16E1"/>
    <w:rsid w:val="007B49D1"/>
    <w:rsid w:val="007C3AA1"/>
    <w:rsid w:val="007C3EF3"/>
    <w:rsid w:val="007D47A8"/>
    <w:rsid w:val="007D5B91"/>
    <w:rsid w:val="007E4C26"/>
    <w:rsid w:val="0080107A"/>
    <w:rsid w:val="008102EC"/>
    <w:rsid w:val="00840395"/>
    <w:rsid w:val="008422C4"/>
    <w:rsid w:val="008517B5"/>
    <w:rsid w:val="008561D6"/>
    <w:rsid w:val="00856BC6"/>
    <w:rsid w:val="00866977"/>
    <w:rsid w:val="008733E8"/>
    <w:rsid w:val="00875F66"/>
    <w:rsid w:val="00877A52"/>
    <w:rsid w:val="00892C01"/>
    <w:rsid w:val="00893431"/>
    <w:rsid w:val="00894FBF"/>
    <w:rsid w:val="00895DB8"/>
    <w:rsid w:val="008979C9"/>
    <w:rsid w:val="008A4B21"/>
    <w:rsid w:val="008C5213"/>
    <w:rsid w:val="008C6AC1"/>
    <w:rsid w:val="008E3C2D"/>
    <w:rsid w:val="008E643E"/>
    <w:rsid w:val="008E7559"/>
    <w:rsid w:val="008F2322"/>
    <w:rsid w:val="009020AD"/>
    <w:rsid w:val="00921BB2"/>
    <w:rsid w:val="009429B1"/>
    <w:rsid w:val="009471C0"/>
    <w:rsid w:val="0094738A"/>
    <w:rsid w:val="009548FD"/>
    <w:rsid w:val="00955010"/>
    <w:rsid w:val="00961C16"/>
    <w:rsid w:val="0096587F"/>
    <w:rsid w:val="0096676C"/>
    <w:rsid w:val="0097479F"/>
    <w:rsid w:val="00982E03"/>
    <w:rsid w:val="0098475A"/>
    <w:rsid w:val="0099079C"/>
    <w:rsid w:val="009923B9"/>
    <w:rsid w:val="00992771"/>
    <w:rsid w:val="009961DC"/>
    <w:rsid w:val="00996831"/>
    <w:rsid w:val="009A6744"/>
    <w:rsid w:val="009B676C"/>
    <w:rsid w:val="009C11CE"/>
    <w:rsid w:val="009D2B3E"/>
    <w:rsid w:val="009D6491"/>
    <w:rsid w:val="009E381E"/>
    <w:rsid w:val="009F4C65"/>
    <w:rsid w:val="00A016FC"/>
    <w:rsid w:val="00A021C3"/>
    <w:rsid w:val="00A21859"/>
    <w:rsid w:val="00A27308"/>
    <w:rsid w:val="00A27E80"/>
    <w:rsid w:val="00A57C23"/>
    <w:rsid w:val="00A736B6"/>
    <w:rsid w:val="00A75CD7"/>
    <w:rsid w:val="00A772BE"/>
    <w:rsid w:val="00A85B37"/>
    <w:rsid w:val="00A85B57"/>
    <w:rsid w:val="00A96F24"/>
    <w:rsid w:val="00AA53B8"/>
    <w:rsid w:val="00AA5B49"/>
    <w:rsid w:val="00AB0EA6"/>
    <w:rsid w:val="00AD6E6D"/>
    <w:rsid w:val="00AE0DA3"/>
    <w:rsid w:val="00AF31BC"/>
    <w:rsid w:val="00AF4F5B"/>
    <w:rsid w:val="00AF7116"/>
    <w:rsid w:val="00B00ACA"/>
    <w:rsid w:val="00B046D0"/>
    <w:rsid w:val="00B174C3"/>
    <w:rsid w:val="00B17AD9"/>
    <w:rsid w:val="00B264F3"/>
    <w:rsid w:val="00B30FF6"/>
    <w:rsid w:val="00B354B7"/>
    <w:rsid w:val="00B367E4"/>
    <w:rsid w:val="00B42338"/>
    <w:rsid w:val="00B44598"/>
    <w:rsid w:val="00B46F70"/>
    <w:rsid w:val="00B50A96"/>
    <w:rsid w:val="00B5711D"/>
    <w:rsid w:val="00B63966"/>
    <w:rsid w:val="00B66870"/>
    <w:rsid w:val="00B67634"/>
    <w:rsid w:val="00B74FA7"/>
    <w:rsid w:val="00B77C8F"/>
    <w:rsid w:val="00B804A2"/>
    <w:rsid w:val="00B8583B"/>
    <w:rsid w:val="00B95528"/>
    <w:rsid w:val="00BA1E14"/>
    <w:rsid w:val="00BB6147"/>
    <w:rsid w:val="00BC04FF"/>
    <w:rsid w:val="00BC2B0B"/>
    <w:rsid w:val="00BD2E72"/>
    <w:rsid w:val="00BD4E70"/>
    <w:rsid w:val="00BE0CE5"/>
    <w:rsid w:val="00BE4A3F"/>
    <w:rsid w:val="00BF3835"/>
    <w:rsid w:val="00BF5C70"/>
    <w:rsid w:val="00BF5E06"/>
    <w:rsid w:val="00C1128F"/>
    <w:rsid w:val="00C22AA2"/>
    <w:rsid w:val="00C22D11"/>
    <w:rsid w:val="00C33369"/>
    <w:rsid w:val="00C36EBE"/>
    <w:rsid w:val="00C5319E"/>
    <w:rsid w:val="00C6205B"/>
    <w:rsid w:val="00C66566"/>
    <w:rsid w:val="00C72634"/>
    <w:rsid w:val="00C7385D"/>
    <w:rsid w:val="00C7511A"/>
    <w:rsid w:val="00C80812"/>
    <w:rsid w:val="00C84424"/>
    <w:rsid w:val="00C8641F"/>
    <w:rsid w:val="00C864DE"/>
    <w:rsid w:val="00C86F73"/>
    <w:rsid w:val="00CA3D5E"/>
    <w:rsid w:val="00CA48CD"/>
    <w:rsid w:val="00CB34D4"/>
    <w:rsid w:val="00CB4A7C"/>
    <w:rsid w:val="00CB6845"/>
    <w:rsid w:val="00CC0C46"/>
    <w:rsid w:val="00CC6CF9"/>
    <w:rsid w:val="00CE098E"/>
    <w:rsid w:val="00CE504B"/>
    <w:rsid w:val="00D00389"/>
    <w:rsid w:val="00D014EA"/>
    <w:rsid w:val="00D11414"/>
    <w:rsid w:val="00D152A5"/>
    <w:rsid w:val="00D15D48"/>
    <w:rsid w:val="00D20B11"/>
    <w:rsid w:val="00D322F2"/>
    <w:rsid w:val="00D3256F"/>
    <w:rsid w:val="00D34E90"/>
    <w:rsid w:val="00D415EE"/>
    <w:rsid w:val="00D43D08"/>
    <w:rsid w:val="00D46797"/>
    <w:rsid w:val="00D563C3"/>
    <w:rsid w:val="00D64E0A"/>
    <w:rsid w:val="00D64EDE"/>
    <w:rsid w:val="00D70112"/>
    <w:rsid w:val="00D71025"/>
    <w:rsid w:val="00D71789"/>
    <w:rsid w:val="00D730A9"/>
    <w:rsid w:val="00D83EE0"/>
    <w:rsid w:val="00D872C6"/>
    <w:rsid w:val="00D875A4"/>
    <w:rsid w:val="00D95B05"/>
    <w:rsid w:val="00D972C2"/>
    <w:rsid w:val="00D97E36"/>
    <w:rsid w:val="00DA1D1D"/>
    <w:rsid w:val="00DA205D"/>
    <w:rsid w:val="00DA247B"/>
    <w:rsid w:val="00DA49E0"/>
    <w:rsid w:val="00DA61E1"/>
    <w:rsid w:val="00DB130C"/>
    <w:rsid w:val="00DB3C7A"/>
    <w:rsid w:val="00DB4851"/>
    <w:rsid w:val="00DB4D51"/>
    <w:rsid w:val="00DB603F"/>
    <w:rsid w:val="00DB6459"/>
    <w:rsid w:val="00DB701F"/>
    <w:rsid w:val="00DC69D1"/>
    <w:rsid w:val="00DD1867"/>
    <w:rsid w:val="00DD5F06"/>
    <w:rsid w:val="00DD76CA"/>
    <w:rsid w:val="00DE2727"/>
    <w:rsid w:val="00DE2AF9"/>
    <w:rsid w:val="00DE380D"/>
    <w:rsid w:val="00DF2C15"/>
    <w:rsid w:val="00DF32D9"/>
    <w:rsid w:val="00DF3A2E"/>
    <w:rsid w:val="00E026A1"/>
    <w:rsid w:val="00E039F2"/>
    <w:rsid w:val="00E04AF6"/>
    <w:rsid w:val="00E0682D"/>
    <w:rsid w:val="00E10AAB"/>
    <w:rsid w:val="00E131A7"/>
    <w:rsid w:val="00E16BDB"/>
    <w:rsid w:val="00E22185"/>
    <w:rsid w:val="00E35127"/>
    <w:rsid w:val="00E42D3A"/>
    <w:rsid w:val="00E53B43"/>
    <w:rsid w:val="00E615BE"/>
    <w:rsid w:val="00E6573A"/>
    <w:rsid w:val="00E75E72"/>
    <w:rsid w:val="00E76650"/>
    <w:rsid w:val="00E83F80"/>
    <w:rsid w:val="00E84DDF"/>
    <w:rsid w:val="00E86162"/>
    <w:rsid w:val="00E92CD1"/>
    <w:rsid w:val="00E944B4"/>
    <w:rsid w:val="00E97F18"/>
    <w:rsid w:val="00EA050F"/>
    <w:rsid w:val="00EA0EE0"/>
    <w:rsid w:val="00EA65FB"/>
    <w:rsid w:val="00ED67CC"/>
    <w:rsid w:val="00EE3497"/>
    <w:rsid w:val="00EE34E4"/>
    <w:rsid w:val="00EE5200"/>
    <w:rsid w:val="00EE7CFB"/>
    <w:rsid w:val="00F014CA"/>
    <w:rsid w:val="00F1214D"/>
    <w:rsid w:val="00F23EC5"/>
    <w:rsid w:val="00F40175"/>
    <w:rsid w:val="00F4156F"/>
    <w:rsid w:val="00F51BD0"/>
    <w:rsid w:val="00F535FE"/>
    <w:rsid w:val="00F62185"/>
    <w:rsid w:val="00F76082"/>
    <w:rsid w:val="00F77664"/>
    <w:rsid w:val="00F811D3"/>
    <w:rsid w:val="00F83339"/>
    <w:rsid w:val="00F91093"/>
    <w:rsid w:val="00FA1CCF"/>
    <w:rsid w:val="00FB2E30"/>
    <w:rsid w:val="00FB5035"/>
    <w:rsid w:val="00FB5AF5"/>
    <w:rsid w:val="00FC2901"/>
    <w:rsid w:val="00FC485A"/>
    <w:rsid w:val="00FC4D38"/>
    <w:rsid w:val="00FC4EFC"/>
    <w:rsid w:val="00FC5221"/>
    <w:rsid w:val="00FC74EB"/>
    <w:rsid w:val="00FC777C"/>
    <w:rsid w:val="00FD4690"/>
    <w:rsid w:val="00FD59ED"/>
    <w:rsid w:val="00FD60AB"/>
    <w:rsid w:val="00FE3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F31B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F31B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F31B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F31B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F31B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64F55"/>
    <w:pPr>
      <w:spacing w:before="100" w:beforeAutospacing="1" w:after="100" w:afterAutospacing="1"/>
    </w:pPr>
    <w:rPr>
      <w:rFonts w:ascii="Times New Roman" w:hAnsi="Times New Roman"/>
    </w:rPr>
  </w:style>
  <w:style w:type="paragraph" w:styleId="a4">
    <w:name w:val="List Paragraph"/>
    <w:basedOn w:val="a"/>
    <w:uiPriority w:val="34"/>
    <w:qFormat/>
    <w:rsid w:val="006B1CCA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136DA8"/>
    <w:rPr>
      <w:rFonts w:ascii="Arial" w:hAnsi="Arial" w:cs="Arial"/>
      <w:b/>
      <w:bCs/>
      <w:kern w:val="32"/>
      <w:sz w:val="32"/>
      <w:szCs w:val="32"/>
    </w:rPr>
  </w:style>
  <w:style w:type="paragraph" w:styleId="a5">
    <w:name w:val="Title"/>
    <w:basedOn w:val="a"/>
    <w:link w:val="a6"/>
    <w:uiPriority w:val="99"/>
    <w:qFormat/>
    <w:rsid w:val="00136DA8"/>
    <w:pPr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rsid w:val="00136DA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footnote text"/>
    <w:basedOn w:val="a"/>
    <w:link w:val="a8"/>
    <w:semiHidden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link w:val="a7"/>
    <w:semiHidden/>
    <w:rsid w:val="00200DAF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semiHidden/>
    <w:rsid w:val="00200DAF"/>
    <w:rPr>
      <w:rFonts w:cs="Times New Roman"/>
      <w:vertAlign w:val="superscript"/>
    </w:rPr>
  </w:style>
  <w:style w:type="table" w:styleId="aa">
    <w:name w:val="Table Grid"/>
    <w:basedOn w:val="a1"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00D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00DAF"/>
    <w:rPr>
      <w:rFonts w:ascii="Courier New" w:eastAsia="Times New Roman" w:hAnsi="Courier New" w:cs="Courier New"/>
      <w:sz w:val="20"/>
      <w:szCs w:val="20"/>
    </w:rPr>
  </w:style>
  <w:style w:type="character" w:styleId="ab">
    <w:name w:val="Strong"/>
    <w:uiPriority w:val="22"/>
    <w:qFormat/>
    <w:rsid w:val="00200DAF"/>
    <w:rPr>
      <w:b/>
      <w:bCs/>
    </w:rPr>
  </w:style>
  <w:style w:type="paragraph" w:customStyle="1" w:styleId="FR3">
    <w:name w:val="FR3"/>
    <w:rsid w:val="00200DAF"/>
    <w:pPr>
      <w:widowControl w:val="0"/>
    </w:pPr>
    <w:rPr>
      <w:rFonts w:ascii="Courier New" w:hAnsi="Courier New" w:cs="Courier New"/>
      <w:sz w:val="18"/>
      <w:szCs w:val="18"/>
    </w:rPr>
  </w:style>
  <w:style w:type="paragraph" w:customStyle="1" w:styleId="b">
    <w:name w:val="Обычнbй"/>
    <w:rsid w:val="00200DAF"/>
    <w:pPr>
      <w:widowControl w:val="0"/>
    </w:pPr>
    <w:rPr>
      <w:rFonts w:ascii="Times New Roman" w:hAnsi="Times New Roman"/>
      <w:sz w:val="28"/>
      <w:szCs w:val="28"/>
    </w:rPr>
  </w:style>
  <w:style w:type="character" w:styleId="ac">
    <w:name w:val="Hyperlink"/>
    <w:rsid w:val="00AF31BC"/>
    <w:rPr>
      <w:color w:val="0000FF"/>
      <w:u w:val="none"/>
    </w:rPr>
  </w:style>
  <w:style w:type="paragraph" w:styleId="ad">
    <w:name w:val="header"/>
    <w:basedOn w:val="a"/>
    <w:link w:val="ae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e">
    <w:name w:val="Верхний колонтитул Знак"/>
    <w:link w:val="ad"/>
    <w:rsid w:val="00200DAF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0">
    <w:name w:val="Нижний колонтитул Знак"/>
    <w:link w:val="af"/>
    <w:rsid w:val="00200DAF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Абзац списка1"/>
    <w:basedOn w:val="a"/>
    <w:rsid w:val="00200DAF"/>
    <w:pPr>
      <w:ind w:left="720"/>
    </w:pPr>
    <w:rPr>
      <w:rFonts w:ascii="Times New Roman" w:eastAsia="Calibri" w:hAnsi="Times New Roman"/>
    </w:rPr>
  </w:style>
  <w:style w:type="paragraph" w:customStyle="1" w:styleId="Default">
    <w:name w:val="Default"/>
    <w:uiPriority w:val="99"/>
    <w:rsid w:val="00200D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dktexleft">
    <w:name w:val="dktexleft"/>
    <w:basedOn w:val="a"/>
    <w:uiPriority w:val="99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ext3cl">
    <w:name w:val="text3cl"/>
    <w:basedOn w:val="a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200DAF"/>
  </w:style>
  <w:style w:type="character" w:styleId="af1">
    <w:name w:val="FollowedHyperlink"/>
    <w:rsid w:val="00200DAF"/>
    <w:rPr>
      <w:color w:val="800080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200DA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00D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link w:val="2"/>
    <w:rsid w:val="00510A8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510A8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510A87"/>
    <w:rPr>
      <w:rFonts w:ascii="Arial" w:hAnsi="Arial"/>
      <w:b/>
      <w:bCs/>
      <w:sz w:val="26"/>
      <w:szCs w:val="28"/>
    </w:rPr>
  </w:style>
  <w:style w:type="character" w:styleId="HTML1">
    <w:name w:val="HTML Variable"/>
    <w:aliases w:val="!Ссылки в документе"/>
    <w:rsid w:val="00AF31B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semiHidden/>
    <w:rsid w:val="00AF31BC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link w:val="af4"/>
    <w:semiHidden/>
    <w:rsid w:val="00510A8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F31B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6">
    <w:name w:val="No Spacing"/>
    <w:uiPriority w:val="1"/>
    <w:qFormat/>
    <w:rsid w:val="0039733F"/>
    <w:rPr>
      <w:rFonts w:eastAsia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rsid w:val="00B174C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84039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D8824-87D5-4BFB-97C0-D92373FF2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628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dorogi</cp:lastModifiedBy>
  <cp:revision>90</cp:revision>
  <cp:lastPrinted>2022-12-28T12:19:00Z</cp:lastPrinted>
  <dcterms:created xsi:type="dcterms:W3CDTF">2021-01-27T05:40:00Z</dcterms:created>
  <dcterms:modified xsi:type="dcterms:W3CDTF">2023-05-29T13:29:00Z</dcterms:modified>
</cp:coreProperties>
</file>