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6FA" w:rsidRDefault="009616FA" w:rsidP="009616FA">
      <w:pPr>
        <w:pStyle w:val="a5"/>
      </w:pPr>
    </w:p>
    <w:p w:rsidR="009616FA" w:rsidRDefault="009616FA" w:rsidP="009616FA">
      <w:pPr>
        <w:pStyle w:val="a5"/>
      </w:pPr>
    </w:p>
    <w:p w:rsidR="009616FA" w:rsidRDefault="009616FA" w:rsidP="009616FA">
      <w:pPr>
        <w:pStyle w:val="a5"/>
      </w:pPr>
    </w:p>
    <w:p w:rsidR="009616FA" w:rsidRDefault="009616FA" w:rsidP="009616FA">
      <w:pPr>
        <w:pStyle w:val="a5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-719455</wp:posOffset>
            </wp:positionV>
            <wp:extent cx="646430" cy="809625"/>
            <wp:effectExtent l="19050" t="0" r="1270" b="0"/>
            <wp:wrapNone/>
            <wp:docPr id="1" name="Рисунок 3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616FA" w:rsidRDefault="009616FA" w:rsidP="009616FA">
      <w:pPr>
        <w:pStyle w:val="a5"/>
      </w:pPr>
      <w:r>
        <w:t xml:space="preserve">АДМИНИСТРАЦИЯ </w:t>
      </w:r>
    </w:p>
    <w:p w:rsidR="009616FA" w:rsidRDefault="009616FA" w:rsidP="009616FA">
      <w:pPr>
        <w:pStyle w:val="a5"/>
      </w:pPr>
      <w:r>
        <w:t>ПАВЛОВСКОГО МУНИЦИПАЛЬНОГО РАЙОНА</w:t>
      </w:r>
    </w:p>
    <w:p w:rsidR="009616FA" w:rsidRDefault="009616FA" w:rsidP="009616FA">
      <w:pPr>
        <w:pStyle w:val="1"/>
      </w:pPr>
      <w:r>
        <w:t>ВОРОНЕЖСКОЙ ОБЛАСТИ</w:t>
      </w:r>
    </w:p>
    <w:p w:rsidR="009616FA" w:rsidRDefault="009616FA" w:rsidP="009616FA">
      <w:pPr>
        <w:jc w:val="center"/>
        <w:rPr>
          <w:rFonts w:ascii="Times New Roman" w:hAnsi="Times New Roman"/>
          <w:b/>
          <w:color w:val="1F3864" w:themeColor="accent5" w:themeShade="80"/>
          <w:sz w:val="36"/>
          <w:szCs w:val="36"/>
        </w:rPr>
      </w:pPr>
      <w:r>
        <w:rPr>
          <w:rFonts w:ascii="Times New Roman" w:hAnsi="Times New Roman"/>
          <w:b/>
          <w:color w:val="1F3864" w:themeColor="accent5" w:themeShade="80"/>
          <w:sz w:val="36"/>
          <w:szCs w:val="36"/>
        </w:rPr>
        <w:t>ПОСТАНОВЛЕНИЕ</w:t>
      </w:r>
    </w:p>
    <w:p w:rsidR="009616FA" w:rsidRDefault="009616FA" w:rsidP="009616FA">
      <w:pPr>
        <w:jc w:val="center"/>
        <w:rPr>
          <w:rFonts w:ascii="Times New Roman" w:hAnsi="Times New Roman"/>
          <w:b/>
          <w:color w:val="1F3864" w:themeColor="accent5" w:themeShade="80"/>
          <w:sz w:val="44"/>
          <w:szCs w:val="44"/>
        </w:rPr>
      </w:pPr>
    </w:p>
    <w:p w:rsidR="009616FA" w:rsidRDefault="009616FA" w:rsidP="009616FA">
      <w:pPr>
        <w:rPr>
          <w:rFonts w:ascii="Times New Roman" w:hAnsi="Times New Roman"/>
          <w:color w:val="1F3864" w:themeColor="accent5" w:themeShade="80"/>
          <w:sz w:val="28"/>
          <w:szCs w:val="28"/>
        </w:rPr>
      </w:pPr>
      <w:r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>
        <w:rPr>
          <w:rFonts w:ascii="Times New Roman" w:hAnsi="Times New Roman"/>
          <w:color w:val="1F3864" w:themeColor="accent5" w:themeShade="80"/>
          <w:sz w:val="28"/>
          <w:szCs w:val="28"/>
        </w:rPr>
        <w:tab/>
        <w:t>ПРОЕКТ</w:t>
      </w:r>
    </w:p>
    <w:p w:rsidR="009616FA" w:rsidRDefault="009616FA" w:rsidP="009616FA">
      <w:pPr>
        <w:rPr>
          <w:rFonts w:ascii="Times New Roman" w:hAnsi="Times New Roman"/>
          <w:color w:val="1F3864" w:themeColor="accent5" w:themeShade="80"/>
          <w:sz w:val="28"/>
          <w:szCs w:val="28"/>
        </w:rPr>
      </w:pPr>
    </w:p>
    <w:p w:rsidR="009616FA" w:rsidRDefault="009616FA" w:rsidP="009616FA">
      <w:pPr>
        <w:rPr>
          <w:rFonts w:ascii="Times New Roman" w:hAnsi="Times New Roman"/>
          <w:color w:val="1F3864" w:themeColor="accent5" w:themeShade="80"/>
        </w:rPr>
      </w:pPr>
      <w:r>
        <w:rPr>
          <w:rFonts w:ascii="Times New Roman" w:hAnsi="Times New Roman"/>
          <w:color w:val="1F3864" w:themeColor="accent5" w:themeShade="80"/>
        </w:rPr>
        <w:t>от ________________ № __________________</w:t>
      </w:r>
    </w:p>
    <w:p w:rsidR="009616FA" w:rsidRDefault="009616FA" w:rsidP="009616FA">
      <w:pPr>
        <w:rPr>
          <w:rFonts w:ascii="Times New Roman" w:hAnsi="Times New Roman"/>
          <w:color w:val="1F3864" w:themeColor="accent5" w:themeShade="80"/>
        </w:rPr>
      </w:pPr>
      <w:r>
        <w:rPr>
          <w:rFonts w:ascii="Times New Roman" w:hAnsi="Times New Roman"/>
          <w:color w:val="1F3864" w:themeColor="accent5" w:themeShade="80"/>
        </w:rPr>
        <w:t xml:space="preserve">                </w:t>
      </w:r>
    </w:p>
    <w:p w:rsidR="009616FA" w:rsidRDefault="009616FA" w:rsidP="009616FA">
      <w:pPr>
        <w:rPr>
          <w:rFonts w:ascii="Times New Roman" w:hAnsi="Times New Roman"/>
          <w:color w:val="1F3864" w:themeColor="accent5" w:themeShade="80"/>
        </w:rPr>
      </w:pPr>
      <w:r>
        <w:rPr>
          <w:rFonts w:ascii="Times New Roman" w:hAnsi="Times New Roman"/>
          <w:color w:val="1F3864" w:themeColor="accent5" w:themeShade="80"/>
        </w:rPr>
        <w:t xml:space="preserve">                           г. Павловск</w:t>
      </w:r>
    </w:p>
    <w:p w:rsidR="00FD60A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О внесении изменений в постановление</w:t>
      </w:r>
    </w:p>
    <w:p w:rsidR="00FD60A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администрации Павловского муниципального района</w:t>
      </w:r>
    </w:p>
    <w:p w:rsidR="001F485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 от 22.10.2020 № 700</w:t>
      </w:r>
    </w:p>
    <w:p w:rsidR="0060239D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Павловского муниципального района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</w:t>
      </w:r>
      <w:r w:rsidR="008839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D60AB">
        <w:rPr>
          <w:rFonts w:ascii="Times New Roman" w:hAnsi="Times New Roman"/>
          <w:color w:val="000000" w:themeColor="text1"/>
          <w:sz w:val="28"/>
          <w:szCs w:val="28"/>
        </w:rPr>
        <w:t>«Содействие развитию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муниципальных образований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и местного самоуправления»</w:t>
      </w:r>
    </w:p>
    <w:p w:rsidR="0060239D" w:rsidRPr="00A75CD7" w:rsidRDefault="0060239D" w:rsidP="00B552AA">
      <w:pPr>
        <w:jc w:val="left"/>
        <w:rPr>
          <w:rFonts w:cs="Arial"/>
          <w:color w:val="000000" w:themeColor="text1"/>
        </w:rPr>
      </w:pPr>
    </w:p>
    <w:p w:rsidR="00B8583B" w:rsidRPr="00A75CD7" w:rsidRDefault="00B8583B" w:rsidP="00B552AA">
      <w:pPr>
        <w:jc w:val="left"/>
        <w:rPr>
          <w:rFonts w:cs="Arial"/>
          <w:color w:val="000000" w:themeColor="text1"/>
        </w:rPr>
      </w:pPr>
    </w:p>
    <w:p w:rsidR="00164F55" w:rsidRPr="00A75CD7" w:rsidRDefault="00164F55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соответствии с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о статьей 179 Бюджетного кодекса Российской Федерации, решением Совета </w:t>
      </w:r>
      <w:r w:rsidR="00FD60AB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народных депутатов Павловского муниципального района Воронежской области </w:t>
      </w:r>
      <w:r w:rsidR="00A57344" w:rsidRPr="007F5DC6">
        <w:rPr>
          <w:rFonts w:ascii="Times New Roman" w:hAnsi="Times New Roman"/>
          <w:color w:val="000000" w:themeColor="text1"/>
          <w:sz w:val="26"/>
          <w:szCs w:val="26"/>
        </w:rPr>
        <w:t>от 21</w:t>
      </w:r>
      <w:r w:rsidR="00E92CD1" w:rsidRPr="007F5DC6">
        <w:rPr>
          <w:rFonts w:ascii="Times New Roman" w:hAnsi="Times New Roman"/>
          <w:color w:val="000000" w:themeColor="text1"/>
          <w:sz w:val="26"/>
          <w:szCs w:val="26"/>
        </w:rPr>
        <w:t>.12</w:t>
      </w:r>
      <w:r w:rsidR="00E026A5" w:rsidRPr="007F5DC6">
        <w:rPr>
          <w:rFonts w:ascii="Times New Roman" w:hAnsi="Times New Roman"/>
          <w:color w:val="000000" w:themeColor="text1"/>
          <w:sz w:val="26"/>
          <w:szCs w:val="26"/>
        </w:rPr>
        <w:t>.2023</w:t>
      </w:r>
      <w:r w:rsidR="00FD60AB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A57344" w:rsidRPr="007F5DC6">
        <w:rPr>
          <w:rFonts w:ascii="Times New Roman" w:hAnsi="Times New Roman"/>
          <w:color w:val="000000" w:themeColor="text1"/>
          <w:sz w:val="26"/>
          <w:szCs w:val="26"/>
        </w:rPr>
        <w:t>035</w:t>
      </w:r>
      <w:r w:rsidR="00414325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«Об утверждении бюджета Павловского муниципального ра</w:t>
      </w:r>
      <w:r w:rsidR="00E026A5" w:rsidRPr="007F5DC6">
        <w:rPr>
          <w:rFonts w:ascii="Times New Roman" w:hAnsi="Times New Roman"/>
          <w:color w:val="000000" w:themeColor="text1"/>
          <w:sz w:val="26"/>
          <w:szCs w:val="26"/>
        </w:rPr>
        <w:t>йона Воронежской области на 2024</w:t>
      </w:r>
      <w:r w:rsidR="00414325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год и </w:t>
      </w:r>
      <w:r w:rsidR="00E92CD1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E026A5" w:rsidRPr="007F5DC6">
        <w:rPr>
          <w:rFonts w:ascii="Times New Roman" w:hAnsi="Times New Roman"/>
          <w:color w:val="000000" w:themeColor="text1"/>
          <w:sz w:val="26"/>
          <w:szCs w:val="26"/>
        </w:rPr>
        <w:t>плановый период 2025 и 2026</w:t>
      </w:r>
      <w:r w:rsidR="00414325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годов»,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постановлением администрации Павловского муниципального района </w:t>
      </w:r>
      <w:r w:rsidR="00161515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</w:t>
      </w:r>
      <w:r w:rsidR="002B67B7" w:rsidRPr="007F5DC6">
        <w:rPr>
          <w:rFonts w:ascii="Times New Roman" w:hAnsi="Times New Roman"/>
          <w:color w:val="000000" w:themeColor="text1"/>
          <w:sz w:val="26"/>
          <w:szCs w:val="26"/>
        </w:rPr>
        <w:t>от 28.08.2020 года № 549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DD76CA" w:rsidRPr="007F5DC6">
        <w:rPr>
          <w:rFonts w:ascii="Times New Roman" w:hAnsi="Times New Roman"/>
          <w:color w:val="000000" w:themeColor="text1"/>
          <w:sz w:val="26"/>
          <w:szCs w:val="26"/>
        </w:rPr>
        <w:t>Об утверждении П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орядка </w:t>
      </w:r>
      <w:r w:rsidR="00DD76CA" w:rsidRPr="007F5DC6">
        <w:rPr>
          <w:rFonts w:ascii="Times New Roman" w:hAnsi="Times New Roman"/>
          <w:color w:val="000000" w:themeColor="text1"/>
          <w:sz w:val="26"/>
          <w:szCs w:val="26"/>
        </w:rPr>
        <w:t>разработки, реализации и оценке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муниципальных программ Павловского муниципального района</w:t>
      </w:r>
      <w:r w:rsidR="00DD76CA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>», в целях повышения</w:t>
      </w:r>
      <w:r w:rsidR="006B1CCA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управления социально-экономическим развитием</w:t>
      </w:r>
      <w:r w:rsidR="00B552A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 Павловского муниципального района</w:t>
      </w:r>
      <w:r w:rsidR="00E026A1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, администрация П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авловского муниципального района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</w:p>
    <w:p w:rsidR="009C11CE" w:rsidRPr="00A75CD7" w:rsidRDefault="009C11CE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9C11CE" w:rsidRPr="00A75CD7" w:rsidRDefault="009C11CE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5CD7" w:rsidRDefault="00570EDD" w:rsidP="00B552AA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9C11CE" w:rsidRPr="00A75CD7" w:rsidRDefault="009C11CE" w:rsidP="00B552AA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Pr="00A736B6" w:rsidRDefault="00B552AA" w:rsidP="00B552AA">
      <w:pPr>
        <w:tabs>
          <w:tab w:val="left" w:pos="720"/>
        </w:tabs>
        <w:rPr>
          <w:rFonts w:ascii="Times New Roman" w:hAnsi="Times New Roman"/>
          <w:color w:val="000000" w:themeColor="text1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z w:val="26"/>
          <w:szCs w:val="26"/>
        </w:rPr>
        <w:t xml:space="preserve">1.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Внести в муниципальную программу Павловского муниципального района Воронежской области «Содействие развитию муниципальных образований и местного самоуправления», утвержденную постановлением администрации Павловского муниципального района Воронежской области от 22.10.2020 № 700 следующие изменения:</w:t>
      </w:r>
    </w:p>
    <w:p w:rsidR="00B552AA" w:rsidRDefault="00B552AA" w:rsidP="00B552AA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36B6">
        <w:rPr>
          <w:rFonts w:ascii="Times New Roman" w:hAnsi="Times New Roman"/>
          <w:color w:val="000000" w:themeColor="text1"/>
          <w:sz w:val="26"/>
          <w:szCs w:val="26"/>
        </w:rPr>
        <w:lastRenderedPageBreak/>
        <w:t>1.1</w:t>
      </w:r>
      <w:r>
        <w:rPr>
          <w:rFonts w:ascii="Times New Roman" w:hAnsi="Times New Roman"/>
          <w:color w:val="000000" w:themeColor="text1"/>
          <w:sz w:val="26"/>
          <w:szCs w:val="26"/>
        </w:rPr>
        <w:t>. В паспорте строку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B552AA" w:rsidRPr="00A736B6" w:rsidRDefault="00B552AA" w:rsidP="00B552AA">
      <w:pPr>
        <w:tabs>
          <w:tab w:val="left" w:pos="720"/>
        </w:tabs>
        <w:ind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6"/>
        <w:gridCol w:w="6865"/>
      </w:tblGrid>
      <w:tr w:rsidR="00B552AA" w:rsidRPr="007E4C26" w:rsidTr="00B21C3E">
        <w:trPr>
          <w:trHeight w:val="3079"/>
        </w:trPr>
        <w:tc>
          <w:tcPr>
            <w:tcW w:w="2706" w:type="dxa"/>
          </w:tcPr>
          <w:p w:rsidR="00B552AA" w:rsidRPr="00B17AD9" w:rsidRDefault="00B552AA" w:rsidP="00B21C3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17AD9">
              <w:rPr>
                <w:rFonts w:ascii="Times New Roman" w:eastAsia="Calibri" w:hAnsi="Times New Roman"/>
                <w:color w:val="000000" w:themeColor="text1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65" w:type="dxa"/>
          </w:tcPr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по подпрограмме </w:t>
            </w:r>
            <w:r w:rsidR="00E31529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615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210 909,22</w:t>
            </w:r>
            <w:r w:rsidR="008769D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</w:t>
            </w:r>
            <w:r w:rsidR="003B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742,2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областной бюджет </w:t>
            </w:r>
            <w:r w:rsidR="00E31529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615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021 610,5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975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485 556,5</w:t>
            </w:r>
            <w:r w:rsidR="00132FDF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 внебюджетные источники 0,0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реализации подпрограммы: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5D3AA2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всего 315 </w:t>
            </w:r>
            <w:r w:rsidR="00B552AA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821,3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4 112,0 тыс.рублей, областной бюджет 245 434,4 тыс.рублей, бюджет Павловского муниципального района Воронежской области 66 274,9 тыс.рублей, внебюджетные источники 0,0 тыс.рублей.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всего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261,0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183 333,1 тыс.рублей, областной бюджет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669,3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258,6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– всего 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953,42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806,68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областной бюджет </w:t>
            </w:r>
            <w:r w:rsidR="008568CE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209012,3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тыс.рублей, бюджет Павловского муниципального района Воронежской области </w:t>
            </w:r>
            <w:r w:rsidR="008568CE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68CE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134,4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всего </w:t>
            </w:r>
            <w:r w:rsidR="003F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F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 w:rsidR="004E7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8769D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214 490,4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областной бюджет </w:t>
            </w:r>
            <w:r w:rsidR="004E7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285 494,5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145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166 088,6</w:t>
            </w:r>
            <w:r w:rsidR="008769D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91621D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всего 45</w:t>
            </w:r>
            <w:r w:rsidR="00B552AA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</w:t>
            </w:r>
            <w:r w:rsidR="00916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района Воронежской области 45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91621D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– всего 45</w:t>
            </w:r>
            <w:r w:rsidR="00B552AA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</w:t>
            </w:r>
            <w:r w:rsidR="00916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района Воронежской области 45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 тыс.рублей, внебюджетные 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источники 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91621D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 год – всего 45</w:t>
            </w:r>
            <w:r w:rsidR="00B552AA"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 тыс.рублей, 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0,0 тыс.рублей, областной бюджет 0,0 тыс.рублей, бюджет Павловского муниципального района Воронежской </w:t>
            </w:r>
            <w:r w:rsidR="00916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 45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 внебюджетные источники0,0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91621D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 год – всего 45</w:t>
            </w:r>
            <w:r w:rsidR="00B552AA"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tabs>
                <w:tab w:val="left" w:pos="720"/>
              </w:tabs>
              <w:spacing w:line="276" w:lineRule="auto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17AD9">
              <w:rPr>
                <w:rFonts w:ascii="Times New Roman" w:hAnsi="Times New Roman"/>
                <w:color w:val="000000"/>
              </w:rPr>
              <w:t>федеральный бюджет 0,0 тыс.рублей, областной бюджет 0,0 тыс.рублей, бюджет Павловского муниципального района Ворон</w:t>
            </w:r>
            <w:r w:rsidR="0091621D">
              <w:rPr>
                <w:rFonts w:ascii="Times New Roman" w:hAnsi="Times New Roman"/>
                <w:color w:val="000000"/>
              </w:rPr>
              <w:t>ежской области 45</w:t>
            </w:r>
            <w:r w:rsidRPr="00B17AD9">
              <w:rPr>
                <w:rFonts w:ascii="Times New Roman" w:hAnsi="Times New Roman"/>
                <w:color w:val="000000"/>
              </w:rPr>
              <w:t>0,0 тыс.рублей, внебюджетные источники 0,0 тыс.рублей.</w:t>
            </w:r>
          </w:p>
        </w:tc>
      </w:tr>
    </w:tbl>
    <w:p w:rsidR="00B552AA" w:rsidRPr="00A736B6" w:rsidRDefault="00B552AA" w:rsidP="00B552AA">
      <w:pPr>
        <w:tabs>
          <w:tab w:val="left" w:pos="720"/>
        </w:tabs>
        <w:spacing w:line="276" w:lineRule="auto"/>
        <w:ind w:left="709"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».</w:t>
      </w:r>
    </w:p>
    <w:p w:rsidR="00B552AA" w:rsidRPr="00A736B6" w:rsidRDefault="00B552AA" w:rsidP="00B552AA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1.2. Приложения № 1, № 3, № 4, № 5 к муниципальной программе Павловского муниципального района Воронежской области «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Содействие развитию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и местного самоуправления</w:t>
      </w:r>
      <w:r>
        <w:rPr>
          <w:rFonts w:ascii="Times New Roman" w:hAnsi="Times New Roman"/>
          <w:color w:val="000000" w:themeColor="text1"/>
          <w:sz w:val="26"/>
          <w:szCs w:val="26"/>
        </w:rPr>
        <w:t>» изложить в редакции согласно приложениям № 1, № 2, № 3, № 4 к настоящему постановлению соответственно.</w:t>
      </w:r>
    </w:p>
    <w:p w:rsidR="00B552AA" w:rsidRDefault="00B552AA" w:rsidP="00B552AA">
      <w:pPr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702CE0">
        <w:rPr>
          <w:rFonts w:ascii="Times New Roman" w:hAnsi="Times New Roman"/>
          <w:color w:val="000000" w:themeColor="text1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D322F2" w:rsidRDefault="00D322F2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D322F2" w:rsidRPr="00750509" w:rsidTr="00DD7D7E">
        <w:tc>
          <w:tcPr>
            <w:tcW w:w="4809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762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М.Н. Янцов</w:t>
            </w:r>
          </w:p>
        </w:tc>
      </w:tr>
    </w:tbl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sectPr w:rsidR="00B552AA" w:rsidSect="00D322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711" w:rsidRDefault="00852711" w:rsidP="00510A87">
      <w:r>
        <w:separator/>
      </w:r>
    </w:p>
  </w:endnote>
  <w:endnote w:type="continuationSeparator" w:id="1">
    <w:p w:rsidR="00852711" w:rsidRDefault="00852711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711" w:rsidRDefault="00852711" w:rsidP="00510A87">
      <w:r>
        <w:separator/>
      </w:r>
    </w:p>
  </w:footnote>
  <w:footnote w:type="continuationSeparator" w:id="1">
    <w:p w:rsidR="00852711" w:rsidRDefault="00852711" w:rsidP="00510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7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50231918"/>
    <w:multiLevelType w:val="hybridMultilevel"/>
    <w:tmpl w:val="14265B30"/>
    <w:lvl w:ilvl="0" w:tplc="24AE7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6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6"/>
  </w:num>
  <w:num w:numId="5">
    <w:abstractNumId w:val="21"/>
  </w:num>
  <w:num w:numId="6">
    <w:abstractNumId w:val="17"/>
  </w:num>
  <w:num w:numId="7">
    <w:abstractNumId w:val="10"/>
  </w:num>
  <w:num w:numId="8">
    <w:abstractNumId w:val="9"/>
  </w:num>
  <w:num w:numId="9">
    <w:abstractNumId w:val="13"/>
  </w:num>
  <w:num w:numId="10">
    <w:abstractNumId w:val="2"/>
  </w:num>
  <w:num w:numId="11">
    <w:abstractNumId w:val="19"/>
  </w:num>
  <w:num w:numId="12">
    <w:abstractNumId w:val="12"/>
  </w:num>
  <w:num w:numId="13">
    <w:abstractNumId w:val="25"/>
  </w:num>
  <w:num w:numId="14">
    <w:abstractNumId w:val="20"/>
  </w:num>
  <w:num w:numId="15">
    <w:abstractNumId w:val="0"/>
  </w:num>
  <w:num w:numId="16">
    <w:abstractNumId w:val="23"/>
  </w:num>
  <w:num w:numId="17">
    <w:abstractNumId w:val="5"/>
  </w:num>
  <w:num w:numId="18">
    <w:abstractNumId w:val="18"/>
  </w:num>
  <w:num w:numId="19">
    <w:abstractNumId w:val="16"/>
  </w:num>
  <w:num w:numId="20">
    <w:abstractNumId w:val="24"/>
  </w:num>
  <w:num w:numId="21">
    <w:abstractNumId w:val="7"/>
  </w:num>
  <w:num w:numId="22">
    <w:abstractNumId w:val="14"/>
  </w:num>
  <w:num w:numId="23">
    <w:abstractNumId w:val="22"/>
  </w:num>
  <w:num w:numId="24">
    <w:abstractNumId w:val="8"/>
  </w:num>
  <w:num w:numId="25">
    <w:abstractNumId w:val="4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03689"/>
    <w:rsid w:val="0000516C"/>
    <w:rsid w:val="00010D9F"/>
    <w:rsid w:val="0001458E"/>
    <w:rsid w:val="0001698F"/>
    <w:rsid w:val="00020BE3"/>
    <w:rsid w:val="0002148A"/>
    <w:rsid w:val="0003599A"/>
    <w:rsid w:val="00036890"/>
    <w:rsid w:val="00050478"/>
    <w:rsid w:val="0005518C"/>
    <w:rsid w:val="000557A1"/>
    <w:rsid w:val="0005596A"/>
    <w:rsid w:val="00062C32"/>
    <w:rsid w:val="0006357B"/>
    <w:rsid w:val="000722C6"/>
    <w:rsid w:val="000757BC"/>
    <w:rsid w:val="00092D0E"/>
    <w:rsid w:val="000A0AE6"/>
    <w:rsid w:val="000A2F9C"/>
    <w:rsid w:val="000A5865"/>
    <w:rsid w:val="000B36E8"/>
    <w:rsid w:val="000B375E"/>
    <w:rsid w:val="000B4699"/>
    <w:rsid w:val="000C6D8E"/>
    <w:rsid w:val="000D45A8"/>
    <w:rsid w:val="000D745C"/>
    <w:rsid w:val="000E7DFF"/>
    <w:rsid w:val="00101F4A"/>
    <w:rsid w:val="00103C05"/>
    <w:rsid w:val="00106CA6"/>
    <w:rsid w:val="00111E60"/>
    <w:rsid w:val="00113143"/>
    <w:rsid w:val="00117C24"/>
    <w:rsid w:val="00120138"/>
    <w:rsid w:val="00131E32"/>
    <w:rsid w:val="00132FDF"/>
    <w:rsid w:val="00135C6C"/>
    <w:rsid w:val="0013641E"/>
    <w:rsid w:val="00136DA8"/>
    <w:rsid w:val="00145742"/>
    <w:rsid w:val="00146A67"/>
    <w:rsid w:val="00146D5A"/>
    <w:rsid w:val="001510C5"/>
    <w:rsid w:val="00151DEE"/>
    <w:rsid w:val="00152A69"/>
    <w:rsid w:val="00161515"/>
    <w:rsid w:val="00164F55"/>
    <w:rsid w:val="001652CD"/>
    <w:rsid w:val="0017015B"/>
    <w:rsid w:val="0017796F"/>
    <w:rsid w:val="0018594A"/>
    <w:rsid w:val="001A0256"/>
    <w:rsid w:val="001A26F2"/>
    <w:rsid w:val="001B45C6"/>
    <w:rsid w:val="001C28EF"/>
    <w:rsid w:val="001C619B"/>
    <w:rsid w:val="001D099D"/>
    <w:rsid w:val="001F3FA7"/>
    <w:rsid w:val="001F485B"/>
    <w:rsid w:val="001F5168"/>
    <w:rsid w:val="00200A0F"/>
    <w:rsid w:val="00200DAF"/>
    <w:rsid w:val="0020497C"/>
    <w:rsid w:val="00211252"/>
    <w:rsid w:val="002157C6"/>
    <w:rsid w:val="00222FA1"/>
    <w:rsid w:val="00224597"/>
    <w:rsid w:val="00226E06"/>
    <w:rsid w:val="00227A3D"/>
    <w:rsid w:val="002370F7"/>
    <w:rsid w:val="00237529"/>
    <w:rsid w:val="00244219"/>
    <w:rsid w:val="002457C2"/>
    <w:rsid w:val="00247652"/>
    <w:rsid w:val="00255C60"/>
    <w:rsid w:val="002606E4"/>
    <w:rsid w:val="002650F2"/>
    <w:rsid w:val="00267733"/>
    <w:rsid w:val="002814FB"/>
    <w:rsid w:val="00281EBA"/>
    <w:rsid w:val="00285D4D"/>
    <w:rsid w:val="002871AD"/>
    <w:rsid w:val="00290B40"/>
    <w:rsid w:val="00296EA1"/>
    <w:rsid w:val="00297F74"/>
    <w:rsid w:val="00297FDE"/>
    <w:rsid w:val="002A2868"/>
    <w:rsid w:val="002B2687"/>
    <w:rsid w:val="002B2D1F"/>
    <w:rsid w:val="002B67B7"/>
    <w:rsid w:val="002C0719"/>
    <w:rsid w:val="002C13B4"/>
    <w:rsid w:val="002C526A"/>
    <w:rsid w:val="002C5542"/>
    <w:rsid w:val="002D169D"/>
    <w:rsid w:val="002D2E24"/>
    <w:rsid w:val="002E2AF7"/>
    <w:rsid w:val="002E2B6C"/>
    <w:rsid w:val="002E35AB"/>
    <w:rsid w:val="002E50F7"/>
    <w:rsid w:val="002F31F6"/>
    <w:rsid w:val="002F5708"/>
    <w:rsid w:val="002F6460"/>
    <w:rsid w:val="00320B09"/>
    <w:rsid w:val="00324372"/>
    <w:rsid w:val="00326186"/>
    <w:rsid w:val="003353DD"/>
    <w:rsid w:val="00347F3F"/>
    <w:rsid w:val="003538A9"/>
    <w:rsid w:val="00354EEF"/>
    <w:rsid w:val="00365E50"/>
    <w:rsid w:val="00374F63"/>
    <w:rsid w:val="00381177"/>
    <w:rsid w:val="00384072"/>
    <w:rsid w:val="00386BD0"/>
    <w:rsid w:val="00387013"/>
    <w:rsid w:val="003948FE"/>
    <w:rsid w:val="0039733F"/>
    <w:rsid w:val="003A201A"/>
    <w:rsid w:val="003A37BD"/>
    <w:rsid w:val="003A45A2"/>
    <w:rsid w:val="003A56A3"/>
    <w:rsid w:val="003A5C81"/>
    <w:rsid w:val="003B36B7"/>
    <w:rsid w:val="003B4C8B"/>
    <w:rsid w:val="003B6287"/>
    <w:rsid w:val="003B7938"/>
    <w:rsid w:val="003C0C68"/>
    <w:rsid w:val="003C1B35"/>
    <w:rsid w:val="003D4360"/>
    <w:rsid w:val="003D7ED5"/>
    <w:rsid w:val="003E13DE"/>
    <w:rsid w:val="003E68DB"/>
    <w:rsid w:val="003F0151"/>
    <w:rsid w:val="003F256C"/>
    <w:rsid w:val="003F32FE"/>
    <w:rsid w:val="00403F3C"/>
    <w:rsid w:val="00414325"/>
    <w:rsid w:val="004161C9"/>
    <w:rsid w:val="004211DE"/>
    <w:rsid w:val="0042150A"/>
    <w:rsid w:val="00421556"/>
    <w:rsid w:val="004225C1"/>
    <w:rsid w:val="00424727"/>
    <w:rsid w:val="0042517A"/>
    <w:rsid w:val="00440B13"/>
    <w:rsid w:val="0044221C"/>
    <w:rsid w:val="0044348F"/>
    <w:rsid w:val="004523C0"/>
    <w:rsid w:val="004641C8"/>
    <w:rsid w:val="0046691F"/>
    <w:rsid w:val="00467EE3"/>
    <w:rsid w:val="0047090F"/>
    <w:rsid w:val="00470EEA"/>
    <w:rsid w:val="00471C73"/>
    <w:rsid w:val="004910A3"/>
    <w:rsid w:val="004A59E2"/>
    <w:rsid w:val="004A5B81"/>
    <w:rsid w:val="004B18BD"/>
    <w:rsid w:val="004C72F0"/>
    <w:rsid w:val="004D7D90"/>
    <w:rsid w:val="004E26AC"/>
    <w:rsid w:val="004E42FE"/>
    <w:rsid w:val="004E720E"/>
    <w:rsid w:val="00510A87"/>
    <w:rsid w:val="0051495C"/>
    <w:rsid w:val="005255C0"/>
    <w:rsid w:val="005260BB"/>
    <w:rsid w:val="00526571"/>
    <w:rsid w:val="0053133F"/>
    <w:rsid w:val="005316FD"/>
    <w:rsid w:val="0053194A"/>
    <w:rsid w:val="00532C55"/>
    <w:rsid w:val="00534475"/>
    <w:rsid w:val="00544F6B"/>
    <w:rsid w:val="00554532"/>
    <w:rsid w:val="00560BA6"/>
    <w:rsid w:val="005612A2"/>
    <w:rsid w:val="00562EBF"/>
    <w:rsid w:val="00564BE7"/>
    <w:rsid w:val="00570EDD"/>
    <w:rsid w:val="00575378"/>
    <w:rsid w:val="00575639"/>
    <w:rsid w:val="0057774E"/>
    <w:rsid w:val="00592186"/>
    <w:rsid w:val="005A109F"/>
    <w:rsid w:val="005A21F2"/>
    <w:rsid w:val="005A33B3"/>
    <w:rsid w:val="005C2CB2"/>
    <w:rsid w:val="005C3E33"/>
    <w:rsid w:val="005C770C"/>
    <w:rsid w:val="005D22BE"/>
    <w:rsid w:val="005D3AA2"/>
    <w:rsid w:val="005D3FAF"/>
    <w:rsid w:val="005D74DA"/>
    <w:rsid w:val="005E383E"/>
    <w:rsid w:val="005E4E90"/>
    <w:rsid w:val="005E4F75"/>
    <w:rsid w:val="005E6FCC"/>
    <w:rsid w:val="00601AEE"/>
    <w:rsid w:val="0060239D"/>
    <w:rsid w:val="00603C0F"/>
    <w:rsid w:val="006066A8"/>
    <w:rsid w:val="0061422F"/>
    <w:rsid w:val="00616D1A"/>
    <w:rsid w:val="00617514"/>
    <w:rsid w:val="006202AC"/>
    <w:rsid w:val="006212E6"/>
    <w:rsid w:val="00622022"/>
    <w:rsid w:val="00625650"/>
    <w:rsid w:val="0062597F"/>
    <w:rsid w:val="00637643"/>
    <w:rsid w:val="006436BB"/>
    <w:rsid w:val="00643838"/>
    <w:rsid w:val="00645E01"/>
    <w:rsid w:val="00651BA8"/>
    <w:rsid w:val="00654545"/>
    <w:rsid w:val="006549D2"/>
    <w:rsid w:val="00661779"/>
    <w:rsid w:val="00662FE1"/>
    <w:rsid w:val="00666116"/>
    <w:rsid w:val="00687859"/>
    <w:rsid w:val="0069401A"/>
    <w:rsid w:val="00697D72"/>
    <w:rsid w:val="006A0242"/>
    <w:rsid w:val="006A123B"/>
    <w:rsid w:val="006B1921"/>
    <w:rsid w:val="006B1CCA"/>
    <w:rsid w:val="006B5606"/>
    <w:rsid w:val="006B6479"/>
    <w:rsid w:val="006C3BB1"/>
    <w:rsid w:val="006D2BBB"/>
    <w:rsid w:val="006E355A"/>
    <w:rsid w:val="006F12C7"/>
    <w:rsid w:val="006F13C6"/>
    <w:rsid w:val="006F3F80"/>
    <w:rsid w:val="006F58F6"/>
    <w:rsid w:val="00705C49"/>
    <w:rsid w:val="00725401"/>
    <w:rsid w:val="00725DF8"/>
    <w:rsid w:val="00731E47"/>
    <w:rsid w:val="007327C6"/>
    <w:rsid w:val="007371E4"/>
    <w:rsid w:val="00750509"/>
    <w:rsid w:val="00757240"/>
    <w:rsid w:val="0076022E"/>
    <w:rsid w:val="00762351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748A"/>
    <w:rsid w:val="007B16E1"/>
    <w:rsid w:val="007B49D1"/>
    <w:rsid w:val="007C3AA1"/>
    <w:rsid w:val="007C3EF3"/>
    <w:rsid w:val="007D47A8"/>
    <w:rsid w:val="007D5B91"/>
    <w:rsid w:val="007F5DC6"/>
    <w:rsid w:val="0080107A"/>
    <w:rsid w:val="008102EC"/>
    <w:rsid w:val="00830A70"/>
    <w:rsid w:val="00840395"/>
    <w:rsid w:val="008422C4"/>
    <w:rsid w:val="0084240D"/>
    <w:rsid w:val="008517B5"/>
    <w:rsid w:val="00852711"/>
    <w:rsid w:val="008561D6"/>
    <w:rsid w:val="008568CE"/>
    <w:rsid w:val="00856BC6"/>
    <w:rsid w:val="00866977"/>
    <w:rsid w:val="008733E8"/>
    <w:rsid w:val="00875F66"/>
    <w:rsid w:val="008769D2"/>
    <w:rsid w:val="00877A52"/>
    <w:rsid w:val="00883965"/>
    <w:rsid w:val="00892C01"/>
    <w:rsid w:val="00893431"/>
    <w:rsid w:val="00894FBF"/>
    <w:rsid w:val="00895DB8"/>
    <w:rsid w:val="008979C9"/>
    <w:rsid w:val="008A0011"/>
    <w:rsid w:val="008A4B21"/>
    <w:rsid w:val="008C5213"/>
    <w:rsid w:val="008E3C2D"/>
    <w:rsid w:val="008E643E"/>
    <w:rsid w:val="008E7559"/>
    <w:rsid w:val="008F2322"/>
    <w:rsid w:val="009020AD"/>
    <w:rsid w:val="00913883"/>
    <w:rsid w:val="0091621D"/>
    <w:rsid w:val="00921BB2"/>
    <w:rsid w:val="00924EFD"/>
    <w:rsid w:val="009429B1"/>
    <w:rsid w:val="0094738A"/>
    <w:rsid w:val="009548FD"/>
    <w:rsid w:val="00955010"/>
    <w:rsid w:val="009616FA"/>
    <w:rsid w:val="00961C16"/>
    <w:rsid w:val="0096587F"/>
    <w:rsid w:val="0096676C"/>
    <w:rsid w:val="0097479F"/>
    <w:rsid w:val="00975444"/>
    <w:rsid w:val="00982E03"/>
    <w:rsid w:val="0099079C"/>
    <w:rsid w:val="009923B9"/>
    <w:rsid w:val="00992771"/>
    <w:rsid w:val="00996831"/>
    <w:rsid w:val="009C11CE"/>
    <w:rsid w:val="009C44F3"/>
    <w:rsid w:val="009D2B3E"/>
    <w:rsid w:val="009D6491"/>
    <w:rsid w:val="009E36E8"/>
    <w:rsid w:val="009F4C65"/>
    <w:rsid w:val="00A016FC"/>
    <w:rsid w:val="00A021C3"/>
    <w:rsid w:val="00A27308"/>
    <w:rsid w:val="00A27E80"/>
    <w:rsid w:val="00A57344"/>
    <w:rsid w:val="00A57C23"/>
    <w:rsid w:val="00A71A68"/>
    <w:rsid w:val="00A75CD7"/>
    <w:rsid w:val="00A772BE"/>
    <w:rsid w:val="00A8526F"/>
    <w:rsid w:val="00A85B37"/>
    <w:rsid w:val="00A85B57"/>
    <w:rsid w:val="00A96F24"/>
    <w:rsid w:val="00AA53B8"/>
    <w:rsid w:val="00AA5B49"/>
    <w:rsid w:val="00AB0EA6"/>
    <w:rsid w:val="00AC13CB"/>
    <w:rsid w:val="00AD11A8"/>
    <w:rsid w:val="00AD6E6D"/>
    <w:rsid w:val="00AE0DA3"/>
    <w:rsid w:val="00AF0D38"/>
    <w:rsid w:val="00AF31BC"/>
    <w:rsid w:val="00AF4F5B"/>
    <w:rsid w:val="00AF7116"/>
    <w:rsid w:val="00B00ACA"/>
    <w:rsid w:val="00B046D0"/>
    <w:rsid w:val="00B174C3"/>
    <w:rsid w:val="00B264F3"/>
    <w:rsid w:val="00B30FF6"/>
    <w:rsid w:val="00B354B7"/>
    <w:rsid w:val="00B42338"/>
    <w:rsid w:val="00B43C0F"/>
    <w:rsid w:val="00B44598"/>
    <w:rsid w:val="00B46F70"/>
    <w:rsid w:val="00B552AA"/>
    <w:rsid w:val="00B5711D"/>
    <w:rsid w:val="00B63966"/>
    <w:rsid w:val="00B66870"/>
    <w:rsid w:val="00B67634"/>
    <w:rsid w:val="00B71FA2"/>
    <w:rsid w:val="00B74FA7"/>
    <w:rsid w:val="00B77C8F"/>
    <w:rsid w:val="00B8583B"/>
    <w:rsid w:val="00B95528"/>
    <w:rsid w:val="00BA1E14"/>
    <w:rsid w:val="00BB0F14"/>
    <w:rsid w:val="00BB6147"/>
    <w:rsid w:val="00BC04FF"/>
    <w:rsid w:val="00BC2B0B"/>
    <w:rsid w:val="00BC656C"/>
    <w:rsid w:val="00BD2261"/>
    <w:rsid w:val="00BD4E70"/>
    <w:rsid w:val="00BE4A3F"/>
    <w:rsid w:val="00BF3835"/>
    <w:rsid w:val="00BF5C70"/>
    <w:rsid w:val="00BF5E06"/>
    <w:rsid w:val="00C06C65"/>
    <w:rsid w:val="00C1128F"/>
    <w:rsid w:val="00C22AA2"/>
    <w:rsid w:val="00C33369"/>
    <w:rsid w:val="00C36EBE"/>
    <w:rsid w:val="00C5319E"/>
    <w:rsid w:val="00C6205B"/>
    <w:rsid w:val="00C66566"/>
    <w:rsid w:val="00C7385D"/>
    <w:rsid w:val="00C7511A"/>
    <w:rsid w:val="00C80812"/>
    <w:rsid w:val="00C84424"/>
    <w:rsid w:val="00C8641F"/>
    <w:rsid w:val="00C864DE"/>
    <w:rsid w:val="00C86F73"/>
    <w:rsid w:val="00CA3D5E"/>
    <w:rsid w:val="00CA48CD"/>
    <w:rsid w:val="00CB34D4"/>
    <w:rsid w:val="00CB4A7C"/>
    <w:rsid w:val="00CB6845"/>
    <w:rsid w:val="00CC0C46"/>
    <w:rsid w:val="00CC6CF9"/>
    <w:rsid w:val="00CE504B"/>
    <w:rsid w:val="00D00389"/>
    <w:rsid w:val="00D014EA"/>
    <w:rsid w:val="00D11414"/>
    <w:rsid w:val="00D152A5"/>
    <w:rsid w:val="00D15D48"/>
    <w:rsid w:val="00D179D6"/>
    <w:rsid w:val="00D322F2"/>
    <w:rsid w:val="00D3256F"/>
    <w:rsid w:val="00D34E90"/>
    <w:rsid w:val="00D415EE"/>
    <w:rsid w:val="00D43D08"/>
    <w:rsid w:val="00D46797"/>
    <w:rsid w:val="00D476A2"/>
    <w:rsid w:val="00D5512C"/>
    <w:rsid w:val="00D563C3"/>
    <w:rsid w:val="00D64E0A"/>
    <w:rsid w:val="00D64EDE"/>
    <w:rsid w:val="00D70112"/>
    <w:rsid w:val="00D71025"/>
    <w:rsid w:val="00D71789"/>
    <w:rsid w:val="00D730A9"/>
    <w:rsid w:val="00D778B9"/>
    <w:rsid w:val="00D83EE0"/>
    <w:rsid w:val="00D872C6"/>
    <w:rsid w:val="00D875A4"/>
    <w:rsid w:val="00D95B05"/>
    <w:rsid w:val="00D972C2"/>
    <w:rsid w:val="00D97E36"/>
    <w:rsid w:val="00DA1D1D"/>
    <w:rsid w:val="00DA205D"/>
    <w:rsid w:val="00DA247B"/>
    <w:rsid w:val="00DA49E0"/>
    <w:rsid w:val="00DA4F5B"/>
    <w:rsid w:val="00DA61E1"/>
    <w:rsid w:val="00DB130C"/>
    <w:rsid w:val="00DB3C7A"/>
    <w:rsid w:val="00DB4851"/>
    <w:rsid w:val="00DB4D51"/>
    <w:rsid w:val="00DB603F"/>
    <w:rsid w:val="00DB6459"/>
    <w:rsid w:val="00DB701F"/>
    <w:rsid w:val="00DB76CC"/>
    <w:rsid w:val="00DC69D1"/>
    <w:rsid w:val="00DD0610"/>
    <w:rsid w:val="00DD1867"/>
    <w:rsid w:val="00DD5F06"/>
    <w:rsid w:val="00DD76CA"/>
    <w:rsid w:val="00DE2727"/>
    <w:rsid w:val="00DE2AF9"/>
    <w:rsid w:val="00DE380D"/>
    <w:rsid w:val="00DF2C15"/>
    <w:rsid w:val="00DF32D9"/>
    <w:rsid w:val="00DF3A2E"/>
    <w:rsid w:val="00E026A1"/>
    <w:rsid w:val="00E026A5"/>
    <w:rsid w:val="00E039F2"/>
    <w:rsid w:val="00E04AF6"/>
    <w:rsid w:val="00E0682D"/>
    <w:rsid w:val="00E131A7"/>
    <w:rsid w:val="00E16BDB"/>
    <w:rsid w:val="00E3038E"/>
    <w:rsid w:val="00E309B7"/>
    <w:rsid w:val="00E31529"/>
    <w:rsid w:val="00E35127"/>
    <w:rsid w:val="00E42D3A"/>
    <w:rsid w:val="00E53B43"/>
    <w:rsid w:val="00E55E87"/>
    <w:rsid w:val="00E615BE"/>
    <w:rsid w:val="00E6573A"/>
    <w:rsid w:val="00E75E72"/>
    <w:rsid w:val="00E76650"/>
    <w:rsid w:val="00E83F80"/>
    <w:rsid w:val="00E84DDF"/>
    <w:rsid w:val="00E86162"/>
    <w:rsid w:val="00E92CD1"/>
    <w:rsid w:val="00E944B4"/>
    <w:rsid w:val="00E97F18"/>
    <w:rsid w:val="00EA0EE0"/>
    <w:rsid w:val="00EA65FB"/>
    <w:rsid w:val="00EB18AB"/>
    <w:rsid w:val="00EB3E85"/>
    <w:rsid w:val="00ED271D"/>
    <w:rsid w:val="00EE3497"/>
    <w:rsid w:val="00EE34E4"/>
    <w:rsid w:val="00EE5200"/>
    <w:rsid w:val="00EE7CFB"/>
    <w:rsid w:val="00F014CA"/>
    <w:rsid w:val="00F237B7"/>
    <w:rsid w:val="00F23EC5"/>
    <w:rsid w:val="00F40175"/>
    <w:rsid w:val="00F4156F"/>
    <w:rsid w:val="00F465D3"/>
    <w:rsid w:val="00F51BD0"/>
    <w:rsid w:val="00F535FE"/>
    <w:rsid w:val="00F62185"/>
    <w:rsid w:val="00F76082"/>
    <w:rsid w:val="00F77664"/>
    <w:rsid w:val="00F83339"/>
    <w:rsid w:val="00F91093"/>
    <w:rsid w:val="00F934B6"/>
    <w:rsid w:val="00FA07C1"/>
    <w:rsid w:val="00FB5035"/>
    <w:rsid w:val="00FB5AF5"/>
    <w:rsid w:val="00FC2901"/>
    <w:rsid w:val="00FC485A"/>
    <w:rsid w:val="00FC4D38"/>
    <w:rsid w:val="00FC4EFC"/>
    <w:rsid w:val="00FC74EB"/>
    <w:rsid w:val="00FC777C"/>
    <w:rsid w:val="00FD4690"/>
    <w:rsid w:val="00FD59ED"/>
    <w:rsid w:val="00FD60AB"/>
    <w:rsid w:val="00FE32AD"/>
    <w:rsid w:val="00FE39B5"/>
    <w:rsid w:val="00FE3F29"/>
    <w:rsid w:val="00FE4C0F"/>
    <w:rsid w:val="00FE62EA"/>
    <w:rsid w:val="00FF4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85410-DFEF-4628-8044-7CA80E5AF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193</TotalTime>
  <Pages>3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User</cp:lastModifiedBy>
  <cp:revision>45</cp:revision>
  <cp:lastPrinted>2024-10-08T07:03:00Z</cp:lastPrinted>
  <dcterms:created xsi:type="dcterms:W3CDTF">2023-12-11T11:56:00Z</dcterms:created>
  <dcterms:modified xsi:type="dcterms:W3CDTF">2024-10-08T13:21:00Z</dcterms:modified>
</cp:coreProperties>
</file>